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546"/>
      </w:tblGrid>
      <w:tr w:rsidR="002E3B66" w:rsidRPr="00572DC5" w14:paraId="763F916E" w14:textId="77777777" w:rsidTr="002E3B66">
        <w:tc>
          <w:tcPr>
            <w:tcW w:w="4546" w:type="dxa"/>
          </w:tcPr>
          <w:p w14:paraId="5E15D214" w14:textId="77777777" w:rsidR="002E3B66" w:rsidRPr="00572DC5" w:rsidRDefault="002E3B66" w:rsidP="002E3B66">
            <w:pPr>
              <w:jc w:val="center"/>
              <w:rPr>
                <w:b/>
                <w:sz w:val="28"/>
              </w:rPr>
            </w:pPr>
            <w:r w:rsidRPr="00572DC5">
              <w:rPr>
                <w:b/>
                <w:sz w:val="28"/>
              </w:rPr>
              <w:t>УТВЕРЖДАЮ</w:t>
            </w:r>
          </w:p>
          <w:p w14:paraId="0629376A" w14:textId="77777777" w:rsidR="002E3B66" w:rsidRPr="00572DC5" w:rsidRDefault="002E3B66" w:rsidP="002E3B66">
            <w:pPr>
              <w:jc w:val="center"/>
              <w:rPr>
                <w:b/>
                <w:sz w:val="28"/>
              </w:rPr>
            </w:pPr>
          </w:p>
        </w:tc>
      </w:tr>
      <w:tr w:rsidR="002E3B66" w:rsidRPr="00572DC5" w14:paraId="22D6FC85" w14:textId="77777777" w:rsidTr="002E3B66">
        <w:tc>
          <w:tcPr>
            <w:tcW w:w="4546" w:type="dxa"/>
          </w:tcPr>
          <w:p w14:paraId="7FBB2470" w14:textId="77777777" w:rsidR="002E3B66" w:rsidRPr="00572DC5" w:rsidRDefault="002E3B66" w:rsidP="002E3B66">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14:paraId="4971EA14" w14:textId="77777777" w:rsidR="002E3B66" w:rsidRPr="00572DC5" w:rsidRDefault="002E3B66" w:rsidP="002E3B66">
            <w:pPr>
              <w:jc w:val="center"/>
              <w:rPr>
                <w:b/>
                <w:sz w:val="28"/>
              </w:rPr>
            </w:pPr>
          </w:p>
          <w:p w14:paraId="322DD1D1" w14:textId="77777777" w:rsidR="002E3B66" w:rsidRPr="00572DC5" w:rsidRDefault="002E3B66" w:rsidP="002E3B66">
            <w:pPr>
              <w:jc w:val="center"/>
              <w:rPr>
                <w:b/>
                <w:sz w:val="28"/>
              </w:rPr>
            </w:pPr>
            <w:r w:rsidRPr="00572DC5">
              <w:rPr>
                <w:b/>
                <w:sz w:val="28"/>
              </w:rPr>
              <w:t>____________ С.Б. Романенко</w:t>
            </w:r>
          </w:p>
        </w:tc>
      </w:tr>
      <w:tr w:rsidR="002E3B66" w:rsidRPr="00572DC5" w14:paraId="4DE3BAFC" w14:textId="77777777" w:rsidTr="002E3B66">
        <w:tc>
          <w:tcPr>
            <w:tcW w:w="4546" w:type="dxa"/>
          </w:tcPr>
          <w:p w14:paraId="2CA239A2" w14:textId="77777777" w:rsidR="002E3B66" w:rsidRPr="00572DC5" w:rsidRDefault="002E3B66" w:rsidP="002E3B66">
            <w:pPr>
              <w:jc w:val="center"/>
              <w:rPr>
                <w:b/>
                <w:sz w:val="28"/>
              </w:rPr>
            </w:pPr>
          </w:p>
          <w:p w14:paraId="6689C1FB" w14:textId="77777777" w:rsidR="002E3B66" w:rsidRPr="00572DC5" w:rsidRDefault="002E3B66" w:rsidP="002E3B66">
            <w:pPr>
              <w:jc w:val="center"/>
              <w:rPr>
                <w:sz w:val="28"/>
              </w:rPr>
            </w:pPr>
            <w:r w:rsidRPr="00572DC5">
              <w:rPr>
                <w:sz w:val="28"/>
              </w:rPr>
              <w:t>«___» ___________ 201</w:t>
            </w:r>
            <w:r>
              <w:rPr>
                <w:sz w:val="28"/>
              </w:rPr>
              <w:t>6</w:t>
            </w:r>
            <w:r w:rsidRPr="00572DC5">
              <w:rPr>
                <w:sz w:val="28"/>
              </w:rPr>
              <w:t xml:space="preserve"> г.</w:t>
            </w:r>
          </w:p>
        </w:tc>
      </w:tr>
    </w:tbl>
    <w:p w14:paraId="2DDD75AB" w14:textId="77777777" w:rsidR="000D1C42" w:rsidRPr="00222F9B" w:rsidRDefault="000D1C42" w:rsidP="005608AE">
      <w:pPr>
        <w:jc w:val="center"/>
        <w:rPr>
          <w:b/>
          <w:sz w:val="28"/>
          <w:szCs w:val="28"/>
          <w:lang w:eastAsia="x-none"/>
        </w:rPr>
      </w:pPr>
    </w:p>
    <w:p w14:paraId="23F7DA25" w14:textId="77777777" w:rsidR="000D1C42" w:rsidRPr="00222F9B" w:rsidRDefault="000D1C42" w:rsidP="005608AE">
      <w:pPr>
        <w:jc w:val="center"/>
        <w:rPr>
          <w:b/>
          <w:sz w:val="28"/>
          <w:szCs w:val="28"/>
          <w:lang w:eastAsia="x-none"/>
        </w:rPr>
      </w:pPr>
    </w:p>
    <w:p w14:paraId="767879AE" w14:textId="77777777" w:rsidR="000D1C42" w:rsidRPr="00222F9B" w:rsidRDefault="000D1C42" w:rsidP="005608AE">
      <w:pPr>
        <w:jc w:val="center"/>
        <w:rPr>
          <w:b/>
          <w:sz w:val="28"/>
          <w:szCs w:val="28"/>
          <w:lang w:eastAsia="x-none"/>
        </w:rPr>
      </w:pPr>
    </w:p>
    <w:p w14:paraId="06E109EA" w14:textId="77777777" w:rsidR="000D1C42" w:rsidRDefault="000D1C42" w:rsidP="00623936">
      <w:pPr>
        <w:jc w:val="center"/>
        <w:rPr>
          <w:b/>
          <w:sz w:val="28"/>
          <w:szCs w:val="28"/>
          <w:lang w:eastAsia="x-none"/>
        </w:rPr>
      </w:pPr>
    </w:p>
    <w:p w14:paraId="415C7002" w14:textId="77777777" w:rsidR="002E3B66" w:rsidRPr="00222F9B" w:rsidRDefault="002E3B66" w:rsidP="00623936">
      <w:pPr>
        <w:jc w:val="center"/>
        <w:rPr>
          <w:b/>
          <w:sz w:val="28"/>
          <w:szCs w:val="28"/>
          <w:lang w:eastAsia="x-none"/>
        </w:rPr>
      </w:pPr>
    </w:p>
    <w:p w14:paraId="024619AC" w14:textId="77777777" w:rsidR="001D1686" w:rsidRPr="00D27AD1" w:rsidRDefault="001D1686" w:rsidP="00623936">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14:paraId="56538FC9" w14:textId="77777777" w:rsidR="001D1686" w:rsidRPr="00D259F3" w:rsidRDefault="001D1686" w:rsidP="00623936">
      <w:pPr>
        <w:jc w:val="center"/>
        <w:rPr>
          <w:b/>
          <w:sz w:val="28"/>
          <w:szCs w:val="28"/>
          <w:lang w:eastAsia="x-none"/>
        </w:rPr>
      </w:pPr>
    </w:p>
    <w:p w14:paraId="63B0B9E3" w14:textId="77777777" w:rsidR="002E3B66" w:rsidRPr="004D7702" w:rsidRDefault="002E3B66" w:rsidP="002E3B66">
      <w:pPr>
        <w:spacing w:line="360" w:lineRule="auto"/>
        <w:jc w:val="center"/>
        <w:rPr>
          <w:b/>
          <w:bCs/>
          <w:color w:val="000000"/>
          <w:sz w:val="28"/>
          <w:szCs w:val="28"/>
        </w:rPr>
      </w:pPr>
      <w:r w:rsidRPr="00D27AD1">
        <w:rPr>
          <w:b/>
          <w:bCs/>
          <w:iCs/>
          <w:color w:val="000000"/>
          <w:sz w:val="28"/>
          <w:szCs w:val="28"/>
        </w:rPr>
        <w:t>Открытый запрос предложений</w:t>
      </w:r>
      <w:r w:rsidRPr="00D27AD1">
        <w:rPr>
          <w:b/>
          <w:bCs/>
          <w:color w:val="000000"/>
          <w:sz w:val="28"/>
          <w:szCs w:val="28"/>
        </w:rPr>
        <w:t xml:space="preserve"> на </w:t>
      </w:r>
      <w:r>
        <w:rPr>
          <w:b/>
          <w:bCs/>
          <w:color w:val="000000"/>
          <w:sz w:val="28"/>
          <w:szCs w:val="28"/>
        </w:rPr>
        <w:t xml:space="preserve">поставку продуктов питания </w:t>
      </w:r>
    </w:p>
    <w:p w14:paraId="0DD8230B" w14:textId="77777777" w:rsidR="002E3B66" w:rsidRPr="00D27AD1" w:rsidRDefault="002E3B66" w:rsidP="002E3B66">
      <w:pPr>
        <w:spacing w:line="360" w:lineRule="auto"/>
        <w:jc w:val="center"/>
        <w:rPr>
          <w:b/>
          <w:sz w:val="28"/>
          <w:szCs w:val="28"/>
          <w:lang w:eastAsia="x-none"/>
        </w:rPr>
      </w:pPr>
      <w:r>
        <w:rPr>
          <w:b/>
          <w:bCs/>
          <w:color w:val="000000"/>
          <w:sz w:val="28"/>
          <w:szCs w:val="28"/>
        </w:rPr>
        <w:t xml:space="preserve"> </w:t>
      </w:r>
      <w:r w:rsidRPr="001363F7">
        <w:rPr>
          <w:b/>
          <w:bCs/>
          <w:color w:val="000000"/>
          <w:sz w:val="28"/>
          <w:szCs w:val="28"/>
        </w:rPr>
        <w:t>(для субъектов малого и среднего предпринимательства)</w:t>
      </w:r>
    </w:p>
    <w:p w14:paraId="37C50DDA" w14:textId="77777777" w:rsidR="002E3B66" w:rsidRPr="00D27AD1" w:rsidRDefault="002E3B66" w:rsidP="002E3B66">
      <w:pPr>
        <w:jc w:val="center"/>
        <w:rPr>
          <w:b/>
          <w:sz w:val="28"/>
          <w:szCs w:val="28"/>
          <w:lang w:eastAsia="x-none"/>
        </w:rPr>
      </w:pPr>
    </w:p>
    <w:p w14:paraId="1DB12828" w14:textId="77777777" w:rsidR="002E3B66" w:rsidRPr="0082137B" w:rsidRDefault="002E3B66" w:rsidP="002E3B66">
      <w:pPr>
        <w:jc w:val="center"/>
        <w:rPr>
          <w:b/>
          <w:sz w:val="28"/>
          <w:szCs w:val="28"/>
          <w:lang w:eastAsia="x-none"/>
        </w:rPr>
      </w:pPr>
    </w:p>
    <w:p w14:paraId="305E56B5" w14:textId="3665BB69" w:rsidR="002E3B66" w:rsidRDefault="002E3B66" w:rsidP="002E3B66">
      <w:pPr>
        <w:jc w:val="center"/>
        <w:rPr>
          <w:b/>
          <w:sz w:val="28"/>
          <w:szCs w:val="28"/>
          <w:lang w:eastAsia="x-none"/>
        </w:rPr>
      </w:pPr>
      <w:r w:rsidRPr="00D27AD1">
        <w:rPr>
          <w:b/>
          <w:sz w:val="28"/>
          <w:szCs w:val="28"/>
          <w:lang w:val="x-none" w:eastAsia="x-none"/>
        </w:rPr>
        <w:t>№ </w:t>
      </w:r>
      <w:r w:rsidR="003C4955">
        <w:rPr>
          <w:b/>
          <w:sz w:val="28"/>
          <w:szCs w:val="28"/>
          <w:lang w:eastAsia="x-none"/>
        </w:rPr>
        <w:t>0002/16/2.2/0069276/ТГУфа/ЗП/ГОС/Э/02.12.2016</w:t>
      </w:r>
      <w:r>
        <w:rPr>
          <w:b/>
          <w:sz w:val="28"/>
          <w:szCs w:val="28"/>
          <w:lang w:eastAsia="x-none"/>
        </w:rPr>
        <w:t xml:space="preserve"> </w:t>
      </w:r>
    </w:p>
    <w:p w14:paraId="15405909" w14:textId="79E51056" w:rsidR="002E3B66" w:rsidRDefault="002E3B66" w:rsidP="002E3B66">
      <w:pPr>
        <w:jc w:val="center"/>
        <w:rPr>
          <w:b/>
          <w:sz w:val="28"/>
          <w:szCs w:val="28"/>
          <w:lang w:eastAsia="x-none"/>
        </w:rPr>
      </w:pPr>
    </w:p>
    <w:p w14:paraId="60A4687D" w14:textId="77777777" w:rsidR="002E3B66" w:rsidRDefault="002E3B66" w:rsidP="002E3B66">
      <w:pPr>
        <w:jc w:val="center"/>
        <w:rPr>
          <w:b/>
          <w:sz w:val="28"/>
          <w:szCs w:val="28"/>
          <w:lang w:eastAsia="x-none"/>
        </w:rPr>
      </w:pPr>
    </w:p>
    <w:p w14:paraId="1E49626C" w14:textId="77777777" w:rsidR="002E3B66" w:rsidRPr="001D1686" w:rsidRDefault="002E3B66" w:rsidP="002E3B66">
      <w:pPr>
        <w:rPr>
          <w:b/>
          <w:sz w:val="28"/>
          <w:szCs w:val="28"/>
          <w:lang w:eastAsia="x-none"/>
        </w:rPr>
        <w:sectPr w:rsidR="002E3B66" w:rsidRPr="001D1686"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14:paraId="63A87873" w14:textId="77777777" w:rsidR="0082137B" w:rsidRDefault="0082137B" w:rsidP="005608AE">
      <w:pPr>
        <w:jc w:val="center"/>
        <w:rPr>
          <w:b/>
          <w:sz w:val="28"/>
          <w:szCs w:val="28"/>
          <w:lang w:eastAsia="x-none"/>
        </w:rPr>
      </w:pPr>
    </w:p>
    <w:p w14:paraId="0AEB1304" w14:textId="438620F0" w:rsidR="001718B4" w:rsidRPr="009E5A85" w:rsidRDefault="001718B4" w:rsidP="009E5A85">
      <w:pPr>
        <w:pStyle w:val="a8"/>
        <w:spacing w:line="288" w:lineRule="auto"/>
        <w:ind w:right="-301" w:firstLine="0"/>
        <w:jc w:val="center"/>
        <w:rPr>
          <w:rStyle w:val="afd"/>
          <w:lang w:val="ru-RU"/>
        </w:rPr>
      </w:pPr>
      <w:r w:rsidRPr="00BB2541">
        <w:rPr>
          <w:rStyle w:val="afd"/>
        </w:rPr>
        <w:t xml:space="preserve">Содержание </w:t>
      </w:r>
      <w:r w:rsidR="00BB2541">
        <w:rPr>
          <w:rStyle w:val="afd"/>
          <w:lang w:val="ru-RU"/>
        </w:rPr>
        <w:t>документации</w:t>
      </w:r>
      <w:r w:rsidR="00CE30B0" w:rsidRPr="00BB2541">
        <w:rPr>
          <w:rStyle w:val="afd"/>
        </w:rPr>
        <w:t xml:space="preserve"> о </w:t>
      </w:r>
      <w:r w:rsidR="008E1AD6" w:rsidRPr="00BB2541">
        <w:rPr>
          <w:rStyle w:val="afd"/>
        </w:rPr>
        <w:t>запрос</w:t>
      </w:r>
      <w:r w:rsidR="00CE30B0" w:rsidRPr="00BB2541">
        <w:rPr>
          <w:rStyle w:val="afd"/>
        </w:rPr>
        <w:t>е</w:t>
      </w:r>
      <w:r w:rsidR="00CE30B0">
        <w:rPr>
          <w:rStyle w:val="afd"/>
        </w:rPr>
        <w:t xml:space="preserve"> предложений</w:t>
      </w:r>
    </w:p>
    <w:p w14:paraId="7AC9302A" w14:textId="77777777" w:rsidR="00B115A6" w:rsidRDefault="000E37A6">
      <w:pPr>
        <w:pStyle w:val="13"/>
        <w:rPr>
          <w:rFonts w:asciiTheme="minorHAnsi" w:eastAsiaTheme="minorEastAsia" w:hAnsiTheme="minorHAnsi" w:cstheme="minorBidi"/>
          <w:b w:val="0"/>
          <w:bCs w:val="0"/>
          <w:caps w:val="0"/>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468260853" w:history="1">
        <w:r w:rsidR="00B115A6" w:rsidRPr="00D60103">
          <w:rPr>
            <w:rStyle w:val="af1"/>
          </w:rPr>
          <w:t>1.</w:t>
        </w:r>
        <w:r w:rsidR="00B115A6">
          <w:rPr>
            <w:rFonts w:asciiTheme="minorHAnsi" w:eastAsiaTheme="minorEastAsia" w:hAnsiTheme="minorHAnsi" w:cstheme="minorBidi"/>
            <w:b w:val="0"/>
            <w:bCs w:val="0"/>
            <w:caps w:val="0"/>
          </w:rPr>
          <w:tab/>
        </w:r>
        <w:r w:rsidR="00B115A6" w:rsidRPr="00D60103">
          <w:rPr>
            <w:rStyle w:val="af1"/>
          </w:rPr>
          <w:t>ОБЩИЕ ПОЛОЖЕНИЯ</w:t>
        </w:r>
        <w:r w:rsidR="00B115A6">
          <w:rPr>
            <w:webHidden/>
          </w:rPr>
          <w:tab/>
        </w:r>
        <w:r w:rsidR="00B115A6">
          <w:rPr>
            <w:webHidden/>
          </w:rPr>
          <w:fldChar w:fldCharType="begin"/>
        </w:r>
        <w:r w:rsidR="00B115A6">
          <w:rPr>
            <w:webHidden/>
          </w:rPr>
          <w:instrText xml:space="preserve"> PAGEREF _Toc468260853 \h </w:instrText>
        </w:r>
        <w:r w:rsidR="00B115A6">
          <w:rPr>
            <w:webHidden/>
          </w:rPr>
        </w:r>
        <w:r w:rsidR="00B115A6">
          <w:rPr>
            <w:webHidden/>
          </w:rPr>
          <w:fldChar w:fldCharType="separate"/>
        </w:r>
        <w:r w:rsidR="00B115A6">
          <w:rPr>
            <w:webHidden/>
          </w:rPr>
          <w:t>4</w:t>
        </w:r>
        <w:r w:rsidR="00B115A6">
          <w:rPr>
            <w:webHidden/>
          </w:rPr>
          <w:fldChar w:fldCharType="end"/>
        </w:r>
      </w:hyperlink>
    </w:p>
    <w:p w14:paraId="1349BF82" w14:textId="77777777" w:rsidR="00B115A6" w:rsidRDefault="005C2042">
      <w:pPr>
        <w:pStyle w:val="27"/>
        <w:rPr>
          <w:rFonts w:asciiTheme="minorHAnsi" w:eastAsiaTheme="minorEastAsia" w:hAnsiTheme="minorHAnsi" w:cstheme="minorBidi"/>
          <w:b w:val="0"/>
          <w:bCs w:val="0"/>
          <w:smallCaps w:val="0"/>
        </w:rPr>
      </w:pPr>
      <w:hyperlink w:anchor="_Toc468260854" w:history="1">
        <w:r w:rsidR="00B115A6" w:rsidRPr="00D60103">
          <w:rPr>
            <w:rStyle w:val="af1"/>
          </w:rPr>
          <w:t>1.1.</w:t>
        </w:r>
        <w:r w:rsidR="00B115A6">
          <w:rPr>
            <w:rFonts w:asciiTheme="minorHAnsi" w:eastAsiaTheme="minorEastAsia" w:hAnsiTheme="minorHAnsi" w:cstheme="minorBidi"/>
            <w:b w:val="0"/>
            <w:bCs w:val="0"/>
            <w:smallCaps w:val="0"/>
          </w:rPr>
          <w:tab/>
        </w:r>
        <w:r w:rsidR="00B115A6" w:rsidRPr="00D60103">
          <w:rPr>
            <w:rStyle w:val="af1"/>
          </w:rPr>
          <w:t>Общие сведения о запросе предложений</w:t>
        </w:r>
        <w:r w:rsidR="00B115A6">
          <w:rPr>
            <w:webHidden/>
          </w:rPr>
          <w:tab/>
        </w:r>
        <w:r w:rsidR="00B115A6">
          <w:rPr>
            <w:webHidden/>
          </w:rPr>
          <w:fldChar w:fldCharType="begin"/>
        </w:r>
        <w:r w:rsidR="00B115A6">
          <w:rPr>
            <w:webHidden/>
          </w:rPr>
          <w:instrText xml:space="preserve"> PAGEREF _Toc468260854 \h </w:instrText>
        </w:r>
        <w:r w:rsidR="00B115A6">
          <w:rPr>
            <w:webHidden/>
          </w:rPr>
        </w:r>
        <w:r w:rsidR="00B115A6">
          <w:rPr>
            <w:webHidden/>
          </w:rPr>
          <w:fldChar w:fldCharType="separate"/>
        </w:r>
        <w:r w:rsidR="00B115A6">
          <w:rPr>
            <w:webHidden/>
          </w:rPr>
          <w:t>4</w:t>
        </w:r>
        <w:r w:rsidR="00B115A6">
          <w:rPr>
            <w:webHidden/>
          </w:rPr>
          <w:fldChar w:fldCharType="end"/>
        </w:r>
      </w:hyperlink>
    </w:p>
    <w:p w14:paraId="0F44A8A2" w14:textId="77777777" w:rsidR="00B115A6" w:rsidRDefault="005C2042">
      <w:pPr>
        <w:pStyle w:val="27"/>
        <w:rPr>
          <w:rFonts w:asciiTheme="minorHAnsi" w:eastAsiaTheme="minorEastAsia" w:hAnsiTheme="minorHAnsi" w:cstheme="minorBidi"/>
          <w:b w:val="0"/>
          <w:bCs w:val="0"/>
          <w:smallCaps w:val="0"/>
        </w:rPr>
      </w:pPr>
      <w:hyperlink w:anchor="_Toc468260855" w:history="1">
        <w:r w:rsidR="00B115A6" w:rsidRPr="00D60103">
          <w:rPr>
            <w:rStyle w:val="af1"/>
          </w:rPr>
          <w:t>1.2.</w:t>
        </w:r>
        <w:r w:rsidR="00B115A6">
          <w:rPr>
            <w:rFonts w:asciiTheme="minorHAnsi" w:eastAsiaTheme="minorEastAsia" w:hAnsiTheme="minorHAnsi" w:cstheme="minorBidi"/>
            <w:b w:val="0"/>
            <w:bCs w:val="0"/>
            <w:smallCaps w:val="0"/>
          </w:rPr>
          <w:tab/>
        </w:r>
        <w:r w:rsidR="00B115A6" w:rsidRPr="00D60103">
          <w:rPr>
            <w:rStyle w:val="af1"/>
          </w:rPr>
          <w:t>Термины и определения</w:t>
        </w:r>
        <w:r w:rsidR="00B115A6">
          <w:rPr>
            <w:webHidden/>
          </w:rPr>
          <w:tab/>
        </w:r>
        <w:r w:rsidR="00B115A6">
          <w:rPr>
            <w:webHidden/>
          </w:rPr>
          <w:fldChar w:fldCharType="begin"/>
        </w:r>
        <w:r w:rsidR="00B115A6">
          <w:rPr>
            <w:webHidden/>
          </w:rPr>
          <w:instrText xml:space="preserve"> PAGEREF _Toc468260855 \h </w:instrText>
        </w:r>
        <w:r w:rsidR="00B115A6">
          <w:rPr>
            <w:webHidden/>
          </w:rPr>
        </w:r>
        <w:r w:rsidR="00B115A6">
          <w:rPr>
            <w:webHidden/>
          </w:rPr>
          <w:fldChar w:fldCharType="separate"/>
        </w:r>
        <w:r w:rsidR="00B115A6">
          <w:rPr>
            <w:webHidden/>
          </w:rPr>
          <w:t>4</w:t>
        </w:r>
        <w:r w:rsidR="00B115A6">
          <w:rPr>
            <w:webHidden/>
          </w:rPr>
          <w:fldChar w:fldCharType="end"/>
        </w:r>
      </w:hyperlink>
    </w:p>
    <w:p w14:paraId="5806107D" w14:textId="77777777" w:rsidR="00B115A6" w:rsidRDefault="005C2042">
      <w:pPr>
        <w:pStyle w:val="27"/>
        <w:rPr>
          <w:rFonts w:asciiTheme="minorHAnsi" w:eastAsiaTheme="minorEastAsia" w:hAnsiTheme="minorHAnsi" w:cstheme="minorBidi"/>
          <w:b w:val="0"/>
          <w:bCs w:val="0"/>
          <w:smallCaps w:val="0"/>
        </w:rPr>
      </w:pPr>
      <w:hyperlink w:anchor="_Toc468260856" w:history="1">
        <w:r w:rsidR="00B115A6" w:rsidRPr="00D60103">
          <w:rPr>
            <w:rStyle w:val="af1"/>
          </w:rPr>
          <w:t>1.3.</w:t>
        </w:r>
        <w:r w:rsidR="00B115A6">
          <w:rPr>
            <w:rFonts w:asciiTheme="minorHAnsi" w:eastAsiaTheme="minorEastAsia" w:hAnsiTheme="minorHAnsi" w:cstheme="minorBidi"/>
            <w:b w:val="0"/>
            <w:bCs w:val="0"/>
            <w:smallCaps w:val="0"/>
          </w:rPr>
          <w:tab/>
        </w:r>
        <w:r w:rsidR="00B115A6" w:rsidRPr="00D60103">
          <w:rPr>
            <w:rStyle w:val="af1"/>
          </w:rPr>
          <w:t>Требования к Участнику</w:t>
        </w:r>
        <w:r w:rsidR="00B115A6">
          <w:rPr>
            <w:webHidden/>
          </w:rPr>
          <w:tab/>
        </w:r>
        <w:r w:rsidR="00B115A6">
          <w:rPr>
            <w:webHidden/>
          </w:rPr>
          <w:fldChar w:fldCharType="begin"/>
        </w:r>
        <w:r w:rsidR="00B115A6">
          <w:rPr>
            <w:webHidden/>
          </w:rPr>
          <w:instrText xml:space="preserve"> PAGEREF _Toc468260856 \h </w:instrText>
        </w:r>
        <w:r w:rsidR="00B115A6">
          <w:rPr>
            <w:webHidden/>
          </w:rPr>
        </w:r>
        <w:r w:rsidR="00B115A6">
          <w:rPr>
            <w:webHidden/>
          </w:rPr>
          <w:fldChar w:fldCharType="separate"/>
        </w:r>
        <w:r w:rsidR="00B115A6">
          <w:rPr>
            <w:webHidden/>
          </w:rPr>
          <w:t>7</w:t>
        </w:r>
        <w:r w:rsidR="00B115A6">
          <w:rPr>
            <w:webHidden/>
          </w:rPr>
          <w:fldChar w:fldCharType="end"/>
        </w:r>
      </w:hyperlink>
    </w:p>
    <w:p w14:paraId="7BB369BE" w14:textId="77777777" w:rsidR="00B115A6" w:rsidRDefault="005C2042">
      <w:pPr>
        <w:pStyle w:val="27"/>
        <w:rPr>
          <w:rFonts w:asciiTheme="minorHAnsi" w:eastAsiaTheme="minorEastAsia" w:hAnsiTheme="minorHAnsi" w:cstheme="minorBidi"/>
          <w:b w:val="0"/>
          <w:bCs w:val="0"/>
          <w:smallCaps w:val="0"/>
        </w:rPr>
      </w:pPr>
      <w:hyperlink w:anchor="_Toc468260857" w:history="1">
        <w:r w:rsidR="00B115A6" w:rsidRPr="00D60103">
          <w:rPr>
            <w:rStyle w:val="af1"/>
          </w:rPr>
          <w:t>1.4.</w:t>
        </w:r>
        <w:r w:rsidR="00B115A6">
          <w:rPr>
            <w:rFonts w:asciiTheme="minorHAnsi" w:eastAsiaTheme="minorEastAsia" w:hAnsiTheme="minorHAnsi" w:cstheme="minorBidi"/>
            <w:b w:val="0"/>
            <w:bCs w:val="0"/>
            <w:smallCaps w:val="0"/>
          </w:rPr>
          <w:tab/>
        </w:r>
        <w:r w:rsidR="00B115A6" w:rsidRPr="00D60103">
          <w:rPr>
            <w:rStyle w:val="af1"/>
          </w:rPr>
          <w:t>Отказ от проведения запроса предложений</w:t>
        </w:r>
        <w:r w:rsidR="00B115A6">
          <w:rPr>
            <w:webHidden/>
          </w:rPr>
          <w:tab/>
        </w:r>
        <w:r w:rsidR="00B115A6">
          <w:rPr>
            <w:webHidden/>
          </w:rPr>
          <w:fldChar w:fldCharType="begin"/>
        </w:r>
        <w:r w:rsidR="00B115A6">
          <w:rPr>
            <w:webHidden/>
          </w:rPr>
          <w:instrText xml:space="preserve"> PAGEREF _Toc468260857 \h </w:instrText>
        </w:r>
        <w:r w:rsidR="00B115A6">
          <w:rPr>
            <w:webHidden/>
          </w:rPr>
        </w:r>
        <w:r w:rsidR="00B115A6">
          <w:rPr>
            <w:webHidden/>
          </w:rPr>
          <w:fldChar w:fldCharType="separate"/>
        </w:r>
        <w:r w:rsidR="00B115A6">
          <w:rPr>
            <w:webHidden/>
          </w:rPr>
          <w:t>8</w:t>
        </w:r>
        <w:r w:rsidR="00B115A6">
          <w:rPr>
            <w:webHidden/>
          </w:rPr>
          <w:fldChar w:fldCharType="end"/>
        </w:r>
      </w:hyperlink>
    </w:p>
    <w:p w14:paraId="2CEC922A" w14:textId="77777777" w:rsidR="00B115A6" w:rsidRDefault="005C2042">
      <w:pPr>
        <w:pStyle w:val="27"/>
        <w:rPr>
          <w:rFonts w:asciiTheme="minorHAnsi" w:eastAsiaTheme="minorEastAsia" w:hAnsiTheme="minorHAnsi" w:cstheme="minorBidi"/>
          <w:b w:val="0"/>
          <w:bCs w:val="0"/>
          <w:smallCaps w:val="0"/>
        </w:rPr>
      </w:pPr>
      <w:hyperlink w:anchor="_Toc468260858" w:history="1">
        <w:r w:rsidR="00B115A6" w:rsidRPr="00D60103">
          <w:rPr>
            <w:rStyle w:val="af1"/>
          </w:rPr>
          <w:t>1.5.</w:t>
        </w:r>
        <w:r w:rsidR="00B115A6">
          <w:rPr>
            <w:rFonts w:asciiTheme="minorHAnsi" w:eastAsiaTheme="minorEastAsia" w:hAnsiTheme="minorHAnsi" w:cstheme="minorBidi"/>
            <w:b w:val="0"/>
            <w:bCs w:val="0"/>
            <w:smallCaps w:val="0"/>
          </w:rPr>
          <w:tab/>
        </w:r>
        <w:r w:rsidR="00B115A6" w:rsidRPr="00D60103">
          <w:rPr>
            <w:rStyle w:val="af1"/>
          </w:rPr>
          <w:t>Прочие положения</w:t>
        </w:r>
        <w:r w:rsidR="00B115A6">
          <w:rPr>
            <w:webHidden/>
          </w:rPr>
          <w:tab/>
        </w:r>
        <w:r w:rsidR="00B115A6">
          <w:rPr>
            <w:webHidden/>
          </w:rPr>
          <w:fldChar w:fldCharType="begin"/>
        </w:r>
        <w:r w:rsidR="00B115A6">
          <w:rPr>
            <w:webHidden/>
          </w:rPr>
          <w:instrText xml:space="preserve"> PAGEREF _Toc468260858 \h </w:instrText>
        </w:r>
        <w:r w:rsidR="00B115A6">
          <w:rPr>
            <w:webHidden/>
          </w:rPr>
        </w:r>
        <w:r w:rsidR="00B115A6">
          <w:rPr>
            <w:webHidden/>
          </w:rPr>
          <w:fldChar w:fldCharType="separate"/>
        </w:r>
        <w:r w:rsidR="00B115A6">
          <w:rPr>
            <w:webHidden/>
          </w:rPr>
          <w:t>9</w:t>
        </w:r>
        <w:r w:rsidR="00B115A6">
          <w:rPr>
            <w:webHidden/>
          </w:rPr>
          <w:fldChar w:fldCharType="end"/>
        </w:r>
      </w:hyperlink>
    </w:p>
    <w:p w14:paraId="0AB01DB8" w14:textId="77777777" w:rsidR="00B115A6" w:rsidRDefault="005C2042">
      <w:pPr>
        <w:pStyle w:val="13"/>
        <w:rPr>
          <w:rFonts w:asciiTheme="minorHAnsi" w:eastAsiaTheme="minorEastAsia" w:hAnsiTheme="minorHAnsi" w:cstheme="minorBidi"/>
          <w:b w:val="0"/>
          <w:bCs w:val="0"/>
          <w:caps w:val="0"/>
        </w:rPr>
      </w:pPr>
      <w:hyperlink w:anchor="_Toc468260859" w:history="1">
        <w:r w:rsidR="00B115A6" w:rsidRPr="00D60103">
          <w:rPr>
            <w:rStyle w:val="af1"/>
          </w:rPr>
          <w:t>2.</w:t>
        </w:r>
        <w:r w:rsidR="00B115A6">
          <w:rPr>
            <w:rFonts w:asciiTheme="minorHAnsi" w:eastAsiaTheme="minorEastAsia" w:hAnsiTheme="minorHAnsi" w:cstheme="minorBidi"/>
            <w:b w:val="0"/>
            <w:bCs w:val="0"/>
            <w:caps w:val="0"/>
          </w:rPr>
          <w:tab/>
        </w:r>
        <w:r w:rsidR="00B115A6" w:rsidRPr="00D60103">
          <w:rPr>
            <w:rStyle w:val="af1"/>
          </w:rPr>
          <w:t>ИНСТРУКЦИЯ ПО УЧАСТИЮ В ЗАПРОСЕ ПРЕДЛОЖЕНИЙ.</w:t>
        </w:r>
        <w:r w:rsidR="00B115A6">
          <w:rPr>
            <w:webHidden/>
          </w:rPr>
          <w:tab/>
        </w:r>
        <w:r w:rsidR="00B115A6">
          <w:rPr>
            <w:webHidden/>
          </w:rPr>
          <w:fldChar w:fldCharType="begin"/>
        </w:r>
        <w:r w:rsidR="00B115A6">
          <w:rPr>
            <w:webHidden/>
          </w:rPr>
          <w:instrText xml:space="preserve"> PAGEREF _Toc468260859 \h </w:instrText>
        </w:r>
        <w:r w:rsidR="00B115A6">
          <w:rPr>
            <w:webHidden/>
          </w:rPr>
        </w:r>
        <w:r w:rsidR="00B115A6">
          <w:rPr>
            <w:webHidden/>
          </w:rPr>
          <w:fldChar w:fldCharType="separate"/>
        </w:r>
        <w:r w:rsidR="00B115A6">
          <w:rPr>
            <w:webHidden/>
          </w:rPr>
          <w:t>11</w:t>
        </w:r>
        <w:r w:rsidR="00B115A6">
          <w:rPr>
            <w:webHidden/>
          </w:rPr>
          <w:fldChar w:fldCharType="end"/>
        </w:r>
      </w:hyperlink>
    </w:p>
    <w:p w14:paraId="2170C1C2" w14:textId="77777777" w:rsidR="00B115A6" w:rsidRDefault="005C2042">
      <w:pPr>
        <w:pStyle w:val="27"/>
        <w:rPr>
          <w:rFonts w:asciiTheme="minorHAnsi" w:eastAsiaTheme="minorEastAsia" w:hAnsiTheme="minorHAnsi" w:cstheme="minorBidi"/>
          <w:b w:val="0"/>
          <w:bCs w:val="0"/>
          <w:smallCaps w:val="0"/>
        </w:rPr>
      </w:pPr>
      <w:hyperlink w:anchor="_Toc468260860" w:history="1">
        <w:r w:rsidR="00B115A6" w:rsidRPr="00D60103">
          <w:rPr>
            <w:rStyle w:val="af1"/>
          </w:rPr>
          <w:t>2.1.</w:t>
        </w:r>
        <w:r w:rsidR="00B115A6">
          <w:rPr>
            <w:rFonts w:asciiTheme="minorHAnsi" w:eastAsiaTheme="minorEastAsia" w:hAnsiTheme="minorHAnsi" w:cstheme="minorBidi"/>
            <w:b w:val="0"/>
            <w:bCs w:val="0"/>
            <w:smallCaps w:val="0"/>
          </w:rPr>
          <w:tab/>
        </w:r>
        <w:r w:rsidR="00B115A6" w:rsidRPr="00D60103">
          <w:rPr>
            <w:rStyle w:val="af1"/>
          </w:rPr>
          <w:t>Общий порядок проведения запроса предложений</w:t>
        </w:r>
        <w:r w:rsidR="00B115A6">
          <w:rPr>
            <w:webHidden/>
          </w:rPr>
          <w:tab/>
        </w:r>
        <w:r w:rsidR="00B115A6">
          <w:rPr>
            <w:webHidden/>
          </w:rPr>
          <w:fldChar w:fldCharType="begin"/>
        </w:r>
        <w:r w:rsidR="00B115A6">
          <w:rPr>
            <w:webHidden/>
          </w:rPr>
          <w:instrText xml:space="preserve"> PAGEREF _Toc468260860 \h </w:instrText>
        </w:r>
        <w:r w:rsidR="00B115A6">
          <w:rPr>
            <w:webHidden/>
          </w:rPr>
        </w:r>
        <w:r w:rsidR="00B115A6">
          <w:rPr>
            <w:webHidden/>
          </w:rPr>
          <w:fldChar w:fldCharType="separate"/>
        </w:r>
        <w:r w:rsidR="00B115A6">
          <w:rPr>
            <w:webHidden/>
          </w:rPr>
          <w:t>11</w:t>
        </w:r>
        <w:r w:rsidR="00B115A6">
          <w:rPr>
            <w:webHidden/>
          </w:rPr>
          <w:fldChar w:fldCharType="end"/>
        </w:r>
      </w:hyperlink>
    </w:p>
    <w:p w14:paraId="7DC605DE" w14:textId="77777777" w:rsidR="00B115A6" w:rsidRDefault="005C2042">
      <w:pPr>
        <w:pStyle w:val="27"/>
        <w:rPr>
          <w:rFonts w:asciiTheme="minorHAnsi" w:eastAsiaTheme="minorEastAsia" w:hAnsiTheme="minorHAnsi" w:cstheme="minorBidi"/>
          <w:b w:val="0"/>
          <w:bCs w:val="0"/>
          <w:smallCaps w:val="0"/>
        </w:rPr>
      </w:pPr>
      <w:hyperlink w:anchor="_Toc468260861" w:history="1">
        <w:r w:rsidR="00B115A6" w:rsidRPr="00D60103">
          <w:rPr>
            <w:rStyle w:val="af1"/>
          </w:rPr>
          <w:t>2.2.</w:t>
        </w:r>
        <w:r w:rsidR="00B115A6">
          <w:rPr>
            <w:rFonts w:asciiTheme="minorHAnsi" w:eastAsiaTheme="minorEastAsia" w:hAnsiTheme="minorHAnsi" w:cstheme="minorBidi"/>
            <w:b w:val="0"/>
            <w:bCs w:val="0"/>
            <w:smallCaps w:val="0"/>
          </w:rPr>
          <w:tab/>
        </w:r>
        <w:r w:rsidR="00B115A6" w:rsidRPr="00D60103">
          <w:rPr>
            <w:rStyle w:val="af1"/>
          </w:rPr>
          <w:t>Публикация Извещения</w:t>
        </w:r>
        <w:r w:rsidR="00B115A6">
          <w:rPr>
            <w:webHidden/>
          </w:rPr>
          <w:tab/>
        </w:r>
        <w:r w:rsidR="00B115A6">
          <w:rPr>
            <w:webHidden/>
          </w:rPr>
          <w:fldChar w:fldCharType="begin"/>
        </w:r>
        <w:r w:rsidR="00B115A6">
          <w:rPr>
            <w:webHidden/>
          </w:rPr>
          <w:instrText xml:space="preserve"> PAGEREF _Toc468260861 \h </w:instrText>
        </w:r>
        <w:r w:rsidR="00B115A6">
          <w:rPr>
            <w:webHidden/>
          </w:rPr>
        </w:r>
        <w:r w:rsidR="00B115A6">
          <w:rPr>
            <w:webHidden/>
          </w:rPr>
          <w:fldChar w:fldCharType="separate"/>
        </w:r>
        <w:r w:rsidR="00B115A6">
          <w:rPr>
            <w:webHidden/>
          </w:rPr>
          <w:t>11</w:t>
        </w:r>
        <w:r w:rsidR="00B115A6">
          <w:rPr>
            <w:webHidden/>
          </w:rPr>
          <w:fldChar w:fldCharType="end"/>
        </w:r>
      </w:hyperlink>
    </w:p>
    <w:p w14:paraId="30DC000C" w14:textId="77777777" w:rsidR="00B115A6" w:rsidRDefault="005C2042">
      <w:pPr>
        <w:pStyle w:val="27"/>
        <w:rPr>
          <w:rFonts w:asciiTheme="minorHAnsi" w:eastAsiaTheme="minorEastAsia" w:hAnsiTheme="minorHAnsi" w:cstheme="minorBidi"/>
          <w:b w:val="0"/>
          <w:bCs w:val="0"/>
          <w:smallCaps w:val="0"/>
        </w:rPr>
      </w:pPr>
      <w:hyperlink w:anchor="_Toc468260862" w:history="1">
        <w:r w:rsidR="00B115A6" w:rsidRPr="00D60103">
          <w:rPr>
            <w:rStyle w:val="af1"/>
          </w:rPr>
          <w:t>2.3.</w:t>
        </w:r>
        <w:r w:rsidR="00B115A6">
          <w:rPr>
            <w:rFonts w:asciiTheme="minorHAnsi" w:eastAsiaTheme="minorEastAsia" w:hAnsiTheme="minorHAnsi" w:cstheme="minorBidi"/>
            <w:b w:val="0"/>
            <w:bCs w:val="0"/>
            <w:smallCaps w:val="0"/>
          </w:rPr>
          <w:tab/>
        </w:r>
        <w:r w:rsidR="00B115A6" w:rsidRPr="00D60103">
          <w:rPr>
            <w:rStyle w:val="af1"/>
          </w:rPr>
          <w:t>Предоставление Документации Претендентам</w:t>
        </w:r>
        <w:r w:rsidR="00B115A6">
          <w:rPr>
            <w:webHidden/>
          </w:rPr>
          <w:tab/>
        </w:r>
        <w:r w:rsidR="00B115A6">
          <w:rPr>
            <w:webHidden/>
          </w:rPr>
          <w:fldChar w:fldCharType="begin"/>
        </w:r>
        <w:r w:rsidR="00B115A6">
          <w:rPr>
            <w:webHidden/>
          </w:rPr>
          <w:instrText xml:space="preserve"> PAGEREF _Toc468260862 \h </w:instrText>
        </w:r>
        <w:r w:rsidR="00B115A6">
          <w:rPr>
            <w:webHidden/>
          </w:rPr>
        </w:r>
        <w:r w:rsidR="00B115A6">
          <w:rPr>
            <w:webHidden/>
          </w:rPr>
          <w:fldChar w:fldCharType="separate"/>
        </w:r>
        <w:r w:rsidR="00B115A6">
          <w:rPr>
            <w:webHidden/>
          </w:rPr>
          <w:t>11</w:t>
        </w:r>
        <w:r w:rsidR="00B115A6">
          <w:rPr>
            <w:webHidden/>
          </w:rPr>
          <w:fldChar w:fldCharType="end"/>
        </w:r>
      </w:hyperlink>
    </w:p>
    <w:p w14:paraId="02FAA381" w14:textId="77777777" w:rsidR="00B115A6" w:rsidRDefault="005C2042">
      <w:pPr>
        <w:pStyle w:val="27"/>
        <w:rPr>
          <w:rFonts w:asciiTheme="minorHAnsi" w:eastAsiaTheme="minorEastAsia" w:hAnsiTheme="minorHAnsi" w:cstheme="minorBidi"/>
          <w:b w:val="0"/>
          <w:bCs w:val="0"/>
          <w:smallCaps w:val="0"/>
        </w:rPr>
      </w:pPr>
      <w:hyperlink w:anchor="_Toc468260863" w:history="1">
        <w:r w:rsidR="00B115A6" w:rsidRPr="00D60103">
          <w:rPr>
            <w:rStyle w:val="af1"/>
          </w:rPr>
          <w:t>2.4.</w:t>
        </w:r>
        <w:r w:rsidR="00B115A6">
          <w:rPr>
            <w:rFonts w:asciiTheme="minorHAnsi" w:eastAsiaTheme="minorEastAsia" w:hAnsiTheme="minorHAnsi" w:cstheme="minorBidi"/>
            <w:b w:val="0"/>
            <w:bCs w:val="0"/>
            <w:smallCaps w:val="0"/>
          </w:rPr>
          <w:tab/>
        </w:r>
        <w:r w:rsidR="00B115A6" w:rsidRPr="00D60103">
          <w:rPr>
            <w:rStyle w:val="af1"/>
          </w:rPr>
          <w:t>Разъяснение положений Документации</w:t>
        </w:r>
        <w:r w:rsidR="00B115A6">
          <w:rPr>
            <w:webHidden/>
          </w:rPr>
          <w:tab/>
        </w:r>
        <w:r w:rsidR="00B115A6">
          <w:rPr>
            <w:webHidden/>
          </w:rPr>
          <w:fldChar w:fldCharType="begin"/>
        </w:r>
        <w:r w:rsidR="00B115A6">
          <w:rPr>
            <w:webHidden/>
          </w:rPr>
          <w:instrText xml:space="preserve"> PAGEREF _Toc468260863 \h </w:instrText>
        </w:r>
        <w:r w:rsidR="00B115A6">
          <w:rPr>
            <w:webHidden/>
          </w:rPr>
        </w:r>
        <w:r w:rsidR="00B115A6">
          <w:rPr>
            <w:webHidden/>
          </w:rPr>
          <w:fldChar w:fldCharType="separate"/>
        </w:r>
        <w:r w:rsidR="00B115A6">
          <w:rPr>
            <w:webHidden/>
          </w:rPr>
          <w:t>11</w:t>
        </w:r>
        <w:r w:rsidR="00B115A6">
          <w:rPr>
            <w:webHidden/>
          </w:rPr>
          <w:fldChar w:fldCharType="end"/>
        </w:r>
      </w:hyperlink>
    </w:p>
    <w:p w14:paraId="645F48DA" w14:textId="77777777" w:rsidR="00B115A6" w:rsidRDefault="005C2042">
      <w:pPr>
        <w:pStyle w:val="27"/>
        <w:rPr>
          <w:rFonts w:asciiTheme="minorHAnsi" w:eastAsiaTheme="minorEastAsia" w:hAnsiTheme="minorHAnsi" w:cstheme="minorBidi"/>
          <w:b w:val="0"/>
          <w:bCs w:val="0"/>
          <w:smallCaps w:val="0"/>
        </w:rPr>
      </w:pPr>
      <w:hyperlink w:anchor="_Toc468260864" w:history="1">
        <w:r w:rsidR="00B115A6" w:rsidRPr="00D60103">
          <w:rPr>
            <w:rStyle w:val="af1"/>
          </w:rPr>
          <w:t>2.5.</w:t>
        </w:r>
        <w:r w:rsidR="00B115A6">
          <w:rPr>
            <w:rFonts w:asciiTheme="minorHAnsi" w:eastAsiaTheme="minorEastAsia" w:hAnsiTheme="minorHAnsi" w:cstheme="minorBidi"/>
            <w:b w:val="0"/>
            <w:bCs w:val="0"/>
            <w:smallCaps w:val="0"/>
          </w:rPr>
          <w:tab/>
        </w:r>
        <w:r w:rsidR="00B115A6" w:rsidRPr="00D60103">
          <w:rPr>
            <w:rStyle w:val="af1"/>
          </w:rPr>
          <w:t>Подготовка Заявок</w:t>
        </w:r>
        <w:r w:rsidR="00B115A6">
          <w:rPr>
            <w:webHidden/>
          </w:rPr>
          <w:tab/>
        </w:r>
        <w:r w:rsidR="00B115A6">
          <w:rPr>
            <w:webHidden/>
          </w:rPr>
          <w:fldChar w:fldCharType="begin"/>
        </w:r>
        <w:r w:rsidR="00B115A6">
          <w:rPr>
            <w:webHidden/>
          </w:rPr>
          <w:instrText xml:space="preserve"> PAGEREF _Toc468260864 \h </w:instrText>
        </w:r>
        <w:r w:rsidR="00B115A6">
          <w:rPr>
            <w:webHidden/>
          </w:rPr>
        </w:r>
        <w:r w:rsidR="00B115A6">
          <w:rPr>
            <w:webHidden/>
          </w:rPr>
          <w:fldChar w:fldCharType="separate"/>
        </w:r>
        <w:r w:rsidR="00B115A6">
          <w:rPr>
            <w:webHidden/>
          </w:rPr>
          <w:t>12</w:t>
        </w:r>
        <w:r w:rsidR="00B115A6">
          <w:rPr>
            <w:webHidden/>
          </w:rPr>
          <w:fldChar w:fldCharType="end"/>
        </w:r>
      </w:hyperlink>
    </w:p>
    <w:p w14:paraId="367ACDDB" w14:textId="77777777" w:rsidR="00B115A6" w:rsidRDefault="005C2042">
      <w:pPr>
        <w:pStyle w:val="27"/>
        <w:rPr>
          <w:rFonts w:asciiTheme="minorHAnsi" w:eastAsiaTheme="minorEastAsia" w:hAnsiTheme="minorHAnsi" w:cstheme="minorBidi"/>
          <w:b w:val="0"/>
          <w:bCs w:val="0"/>
          <w:smallCaps w:val="0"/>
        </w:rPr>
      </w:pPr>
      <w:hyperlink w:anchor="_Toc468260865" w:history="1">
        <w:r w:rsidR="00B115A6" w:rsidRPr="00D60103">
          <w:rPr>
            <w:rStyle w:val="af1"/>
          </w:rPr>
          <w:t>2.6.</w:t>
        </w:r>
        <w:r w:rsidR="00B115A6">
          <w:rPr>
            <w:rFonts w:asciiTheme="minorHAnsi" w:eastAsiaTheme="minorEastAsia" w:hAnsiTheme="minorHAnsi" w:cstheme="minorBidi"/>
            <w:b w:val="0"/>
            <w:bCs w:val="0"/>
            <w:smallCaps w:val="0"/>
          </w:rPr>
          <w:tab/>
        </w:r>
        <w:r w:rsidR="00B115A6" w:rsidRPr="00D60103">
          <w:rPr>
            <w:rStyle w:val="af1"/>
          </w:rPr>
          <w:t>Подача Заявок</w:t>
        </w:r>
        <w:r w:rsidR="00B115A6">
          <w:rPr>
            <w:webHidden/>
          </w:rPr>
          <w:tab/>
        </w:r>
        <w:r w:rsidR="00B115A6">
          <w:rPr>
            <w:webHidden/>
          </w:rPr>
          <w:fldChar w:fldCharType="begin"/>
        </w:r>
        <w:r w:rsidR="00B115A6">
          <w:rPr>
            <w:webHidden/>
          </w:rPr>
          <w:instrText xml:space="preserve"> PAGEREF _Toc468260865 \h </w:instrText>
        </w:r>
        <w:r w:rsidR="00B115A6">
          <w:rPr>
            <w:webHidden/>
          </w:rPr>
        </w:r>
        <w:r w:rsidR="00B115A6">
          <w:rPr>
            <w:webHidden/>
          </w:rPr>
          <w:fldChar w:fldCharType="separate"/>
        </w:r>
        <w:r w:rsidR="00B115A6">
          <w:rPr>
            <w:webHidden/>
          </w:rPr>
          <w:t>13</w:t>
        </w:r>
        <w:r w:rsidR="00B115A6">
          <w:rPr>
            <w:webHidden/>
          </w:rPr>
          <w:fldChar w:fldCharType="end"/>
        </w:r>
      </w:hyperlink>
    </w:p>
    <w:p w14:paraId="2038224D" w14:textId="77777777" w:rsidR="00B115A6" w:rsidRDefault="005C2042">
      <w:pPr>
        <w:pStyle w:val="27"/>
        <w:rPr>
          <w:rFonts w:asciiTheme="minorHAnsi" w:eastAsiaTheme="minorEastAsia" w:hAnsiTheme="minorHAnsi" w:cstheme="minorBidi"/>
          <w:b w:val="0"/>
          <w:bCs w:val="0"/>
          <w:smallCaps w:val="0"/>
        </w:rPr>
      </w:pPr>
      <w:hyperlink w:anchor="_Toc468260866" w:history="1">
        <w:r w:rsidR="00B115A6" w:rsidRPr="00D60103">
          <w:rPr>
            <w:rStyle w:val="af1"/>
          </w:rPr>
          <w:t>2.7.</w:t>
        </w:r>
        <w:r w:rsidR="00B115A6">
          <w:rPr>
            <w:rFonts w:asciiTheme="minorHAnsi" w:eastAsiaTheme="minorEastAsia" w:hAnsiTheme="minorHAnsi" w:cstheme="minorBidi"/>
            <w:b w:val="0"/>
            <w:bCs w:val="0"/>
            <w:smallCaps w:val="0"/>
          </w:rPr>
          <w:tab/>
        </w:r>
        <w:r w:rsidR="00B115A6" w:rsidRPr="00D60103">
          <w:rPr>
            <w:rStyle w:val="af1"/>
          </w:rPr>
          <w:t>Изменение Заявок и их отзыв</w:t>
        </w:r>
        <w:r w:rsidR="00B115A6">
          <w:rPr>
            <w:webHidden/>
          </w:rPr>
          <w:tab/>
        </w:r>
        <w:r w:rsidR="00B115A6">
          <w:rPr>
            <w:webHidden/>
          </w:rPr>
          <w:fldChar w:fldCharType="begin"/>
        </w:r>
        <w:r w:rsidR="00B115A6">
          <w:rPr>
            <w:webHidden/>
          </w:rPr>
          <w:instrText xml:space="preserve"> PAGEREF _Toc468260866 \h </w:instrText>
        </w:r>
        <w:r w:rsidR="00B115A6">
          <w:rPr>
            <w:webHidden/>
          </w:rPr>
        </w:r>
        <w:r w:rsidR="00B115A6">
          <w:rPr>
            <w:webHidden/>
          </w:rPr>
          <w:fldChar w:fldCharType="separate"/>
        </w:r>
        <w:r w:rsidR="00B115A6">
          <w:rPr>
            <w:webHidden/>
          </w:rPr>
          <w:t>14</w:t>
        </w:r>
        <w:r w:rsidR="00B115A6">
          <w:rPr>
            <w:webHidden/>
          </w:rPr>
          <w:fldChar w:fldCharType="end"/>
        </w:r>
      </w:hyperlink>
    </w:p>
    <w:p w14:paraId="2488B25A" w14:textId="77777777" w:rsidR="00B115A6" w:rsidRDefault="005C2042">
      <w:pPr>
        <w:pStyle w:val="27"/>
        <w:rPr>
          <w:rFonts w:asciiTheme="minorHAnsi" w:eastAsiaTheme="minorEastAsia" w:hAnsiTheme="minorHAnsi" w:cstheme="minorBidi"/>
          <w:b w:val="0"/>
          <w:bCs w:val="0"/>
          <w:smallCaps w:val="0"/>
        </w:rPr>
      </w:pPr>
      <w:hyperlink w:anchor="_Toc468260867" w:history="1">
        <w:r w:rsidR="00B115A6" w:rsidRPr="00D60103">
          <w:rPr>
            <w:rStyle w:val="af1"/>
          </w:rPr>
          <w:t>2.8.</w:t>
        </w:r>
        <w:r w:rsidR="00B115A6">
          <w:rPr>
            <w:rFonts w:asciiTheme="minorHAnsi" w:eastAsiaTheme="minorEastAsia" w:hAnsiTheme="minorHAnsi" w:cstheme="minorBidi"/>
            <w:b w:val="0"/>
            <w:bCs w:val="0"/>
            <w:smallCaps w:val="0"/>
          </w:rPr>
          <w:tab/>
        </w:r>
        <w:r w:rsidR="00B115A6" w:rsidRPr="00D60103">
          <w:rPr>
            <w:rStyle w:val="af1"/>
          </w:rPr>
          <w:t>Открытие доступа к Заявкам.</w:t>
        </w:r>
        <w:r w:rsidR="00B115A6">
          <w:rPr>
            <w:webHidden/>
          </w:rPr>
          <w:tab/>
        </w:r>
        <w:r w:rsidR="00B115A6">
          <w:rPr>
            <w:webHidden/>
          </w:rPr>
          <w:fldChar w:fldCharType="begin"/>
        </w:r>
        <w:r w:rsidR="00B115A6">
          <w:rPr>
            <w:webHidden/>
          </w:rPr>
          <w:instrText xml:space="preserve"> PAGEREF _Toc468260867 \h </w:instrText>
        </w:r>
        <w:r w:rsidR="00B115A6">
          <w:rPr>
            <w:webHidden/>
          </w:rPr>
        </w:r>
        <w:r w:rsidR="00B115A6">
          <w:rPr>
            <w:webHidden/>
          </w:rPr>
          <w:fldChar w:fldCharType="separate"/>
        </w:r>
        <w:r w:rsidR="00B115A6">
          <w:rPr>
            <w:webHidden/>
          </w:rPr>
          <w:t>14</w:t>
        </w:r>
        <w:r w:rsidR="00B115A6">
          <w:rPr>
            <w:webHidden/>
          </w:rPr>
          <w:fldChar w:fldCharType="end"/>
        </w:r>
      </w:hyperlink>
    </w:p>
    <w:p w14:paraId="2B2EDA06" w14:textId="77777777" w:rsidR="00B115A6" w:rsidRDefault="005C2042">
      <w:pPr>
        <w:pStyle w:val="27"/>
        <w:rPr>
          <w:rFonts w:asciiTheme="minorHAnsi" w:eastAsiaTheme="minorEastAsia" w:hAnsiTheme="minorHAnsi" w:cstheme="minorBidi"/>
          <w:b w:val="0"/>
          <w:bCs w:val="0"/>
          <w:smallCaps w:val="0"/>
        </w:rPr>
      </w:pPr>
      <w:hyperlink w:anchor="_Toc468260868" w:history="1">
        <w:r w:rsidR="00B115A6" w:rsidRPr="00D60103">
          <w:rPr>
            <w:rStyle w:val="af1"/>
          </w:rPr>
          <w:t>2.9.</w:t>
        </w:r>
        <w:r w:rsidR="00B115A6">
          <w:rPr>
            <w:rFonts w:asciiTheme="minorHAnsi" w:eastAsiaTheme="minorEastAsia" w:hAnsiTheme="minorHAnsi" w:cstheme="minorBidi"/>
            <w:b w:val="0"/>
            <w:bCs w:val="0"/>
            <w:smallCaps w:val="0"/>
          </w:rPr>
          <w:tab/>
        </w:r>
        <w:r w:rsidR="00B115A6" w:rsidRPr="00D60103">
          <w:rPr>
            <w:rStyle w:val="af1"/>
          </w:rPr>
          <w:t>Анализ, рассмотрение и оценка Заявок</w:t>
        </w:r>
        <w:r w:rsidR="00B115A6">
          <w:rPr>
            <w:webHidden/>
          </w:rPr>
          <w:tab/>
        </w:r>
        <w:r w:rsidR="00B115A6">
          <w:rPr>
            <w:webHidden/>
          </w:rPr>
          <w:fldChar w:fldCharType="begin"/>
        </w:r>
        <w:r w:rsidR="00B115A6">
          <w:rPr>
            <w:webHidden/>
          </w:rPr>
          <w:instrText xml:space="preserve"> PAGEREF _Toc468260868 \h </w:instrText>
        </w:r>
        <w:r w:rsidR="00B115A6">
          <w:rPr>
            <w:webHidden/>
          </w:rPr>
        </w:r>
        <w:r w:rsidR="00B115A6">
          <w:rPr>
            <w:webHidden/>
          </w:rPr>
          <w:fldChar w:fldCharType="separate"/>
        </w:r>
        <w:r w:rsidR="00B115A6">
          <w:rPr>
            <w:webHidden/>
          </w:rPr>
          <w:t>15</w:t>
        </w:r>
        <w:r w:rsidR="00B115A6">
          <w:rPr>
            <w:webHidden/>
          </w:rPr>
          <w:fldChar w:fldCharType="end"/>
        </w:r>
      </w:hyperlink>
    </w:p>
    <w:p w14:paraId="3F6EDBEA" w14:textId="77777777" w:rsidR="00B115A6" w:rsidRDefault="005C2042">
      <w:pPr>
        <w:pStyle w:val="27"/>
        <w:rPr>
          <w:rFonts w:asciiTheme="minorHAnsi" w:eastAsiaTheme="minorEastAsia" w:hAnsiTheme="minorHAnsi" w:cstheme="minorBidi"/>
          <w:b w:val="0"/>
          <w:bCs w:val="0"/>
          <w:smallCaps w:val="0"/>
        </w:rPr>
      </w:pPr>
      <w:hyperlink w:anchor="_Toc468260869" w:history="1">
        <w:r w:rsidR="00B115A6" w:rsidRPr="00D60103">
          <w:rPr>
            <w:rStyle w:val="af1"/>
          </w:rPr>
          <w:t>2.10.</w:t>
        </w:r>
        <w:r w:rsidR="00B115A6">
          <w:rPr>
            <w:rFonts w:asciiTheme="minorHAnsi" w:eastAsiaTheme="minorEastAsia" w:hAnsiTheme="minorHAnsi" w:cstheme="minorBidi"/>
            <w:b w:val="0"/>
            <w:bCs w:val="0"/>
            <w:smallCaps w:val="0"/>
          </w:rPr>
          <w:tab/>
        </w:r>
        <w:r w:rsidR="00B115A6" w:rsidRPr="00D60103">
          <w:rPr>
            <w:rStyle w:val="af1"/>
          </w:rPr>
          <w:t>Уторговывание цен Заявок</w:t>
        </w:r>
        <w:r w:rsidR="00B115A6">
          <w:rPr>
            <w:webHidden/>
          </w:rPr>
          <w:tab/>
        </w:r>
        <w:r w:rsidR="00B115A6">
          <w:rPr>
            <w:webHidden/>
          </w:rPr>
          <w:fldChar w:fldCharType="begin"/>
        </w:r>
        <w:r w:rsidR="00B115A6">
          <w:rPr>
            <w:webHidden/>
          </w:rPr>
          <w:instrText xml:space="preserve"> PAGEREF _Toc468260869 \h </w:instrText>
        </w:r>
        <w:r w:rsidR="00B115A6">
          <w:rPr>
            <w:webHidden/>
          </w:rPr>
        </w:r>
        <w:r w:rsidR="00B115A6">
          <w:rPr>
            <w:webHidden/>
          </w:rPr>
          <w:fldChar w:fldCharType="separate"/>
        </w:r>
        <w:r w:rsidR="00B115A6">
          <w:rPr>
            <w:webHidden/>
          </w:rPr>
          <w:t>16</w:t>
        </w:r>
        <w:r w:rsidR="00B115A6">
          <w:rPr>
            <w:webHidden/>
          </w:rPr>
          <w:fldChar w:fldCharType="end"/>
        </w:r>
      </w:hyperlink>
    </w:p>
    <w:p w14:paraId="1AF781A4" w14:textId="77777777" w:rsidR="00B115A6" w:rsidRDefault="005C2042">
      <w:pPr>
        <w:pStyle w:val="27"/>
        <w:rPr>
          <w:rFonts w:asciiTheme="minorHAnsi" w:eastAsiaTheme="minorEastAsia" w:hAnsiTheme="minorHAnsi" w:cstheme="minorBidi"/>
          <w:b w:val="0"/>
          <w:bCs w:val="0"/>
          <w:smallCaps w:val="0"/>
        </w:rPr>
      </w:pPr>
      <w:hyperlink w:anchor="_Toc468260870" w:history="1">
        <w:r w:rsidR="00B115A6" w:rsidRPr="00D60103">
          <w:rPr>
            <w:rStyle w:val="af1"/>
          </w:rPr>
          <w:t>2.11.</w:t>
        </w:r>
        <w:r w:rsidR="00B115A6">
          <w:rPr>
            <w:rFonts w:asciiTheme="minorHAnsi" w:eastAsiaTheme="minorEastAsia" w:hAnsiTheme="minorHAnsi" w:cstheme="minorBidi"/>
            <w:b w:val="0"/>
            <w:bCs w:val="0"/>
            <w:smallCaps w:val="0"/>
          </w:rPr>
          <w:tab/>
        </w:r>
        <w:r w:rsidR="00B115A6" w:rsidRPr="00D60103">
          <w:rPr>
            <w:rStyle w:val="af1"/>
          </w:rPr>
          <w:t>Подведение итогов запроса предложений</w:t>
        </w:r>
        <w:r w:rsidR="00B115A6">
          <w:rPr>
            <w:webHidden/>
          </w:rPr>
          <w:tab/>
        </w:r>
        <w:r w:rsidR="00B115A6">
          <w:rPr>
            <w:webHidden/>
          </w:rPr>
          <w:fldChar w:fldCharType="begin"/>
        </w:r>
        <w:r w:rsidR="00B115A6">
          <w:rPr>
            <w:webHidden/>
          </w:rPr>
          <w:instrText xml:space="preserve"> PAGEREF _Toc468260870 \h </w:instrText>
        </w:r>
        <w:r w:rsidR="00B115A6">
          <w:rPr>
            <w:webHidden/>
          </w:rPr>
        </w:r>
        <w:r w:rsidR="00B115A6">
          <w:rPr>
            <w:webHidden/>
          </w:rPr>
          <w:fldChar w:fldCharType="separate"/>
        </w:r>
        <w:r w:rsidR="00B115A6">
          <w:rPr>
            <w:webHidden/>
          </w:rPr>
          <w:t>16</w:t>
        </w:r>
        <w:r w:rsidR="00B115A6">
          <w:rPr>
            <w:webHidden/>
          </w:rPr>
          <w:fldChar w:fldCharType="end"/>
        </w:r>
      </w:hyperlink>
    </w:p>
    <w:p w14:paraId="24353E0E" w14:textId="77777777" w:rsidR="00B115A6" w:rsidRDefault="005C2042">
      <w:pPr>
        <w:pStyle w:val="27"/>
        <w:rPr>
          <w:rFonts w:asciiTheme="minorHAnsi" w:eastAsiaTheme="minorEastAsia" w:hAnsiTheme="minorHAnsi" w:cstheme="minorBidi"/>
          <w:b w:val="0"/>
          <w:bCs w:val="0"/>
          <w:smallCaps w:val="0"/>
        </w:rPr>
      </w:pPr>
      <w:hyperlink w:anchor="_Toc468260871" w:history="1">
        <w:r w:rsidR="00B115A6" w:rsidRPr="00D60103">
          <w:rPr>
            <w:rStyle w:val="af1"/>
          </w:rPr>
          <w:t>2.12.</w:t>
        </w:r>
        <w:r w:rsidR="00B115A6">
          <w:rPr>
            <w:rFonts w:asciiTheme="minorHAnsi" w:eastAsiaTheme="minorEastAsia" w:hAnsiTheme="minorHAnsi" w:cstheme="minorBidi"/>
            <w:b w:val="0"/>
            <w:bCs w:val="0"/>
            <w:smallCaps w:val="0"/>
          </w:rPr>
          <w:tab/>
        </w:r>
        <w:r w:rsidR="00B115A6" w:rsidRPr="00D60103">
          <w:rPr>
            <w:rStyle w:val="af1"/>
          </w:rPr>
          <w:t>Уведомление Участников о результатах запроса предложений</w:t>
        </w:r>
        <w:r w:rsidR="00B115A6">
          <w:rPr>
            <w:webHidden/>
          </w:rPr>
          <w:tab/>
        </w:r>
        <w:r w:rsidR="00B115A6">
          <w:rPr>
            <w:webHidden/>
          </w:rPr>
          <w:fldChar w:fldCharType="begin"/>
        </w:r>
        <w:r w:rsidR="00B115A6">
          <w:rPr>
            <w:webHidden/>
          </w:rPr>
          <w:instrText xml:space="preserve"> PAGEREF _Toc468260871 \h </w:instrText>
        </w:r>
        <w:r w:rsidR="00B115A6">
          <w:rPr>
            <w:webHidden/>
          </w:rPr>
        </w:r>
        <w:r w:rsidR="00B115A6">
          <w:rPr>
            <w:webHidden/>
          </w:rPr>
          <w:fldChar w:fldCharType="separate"/>
        </w:r>
        <w:r w:rsidR="00B115A6">
          <w:rPr>
            <w:webHidden/>
          </w:rPr>
          <w:t>18</w:t>
        </w:r>
        <w:r w:rsidR="00B115A6">
          <w:rPr>
            <w:webHidden/>
          </w:rPr>
          <w:fldChar w:fldCharType="end"/>
        </w:r>
      </w:hyperlink>
    </w:p>
    <w:p w14:paraId="299A71E2" w14:textId="77777777" w:rsidR="00B115A6" w:rsidRDefault="005C2042">
      <w:pPr>
        <w:pStyle w:val="27"/>
        <w:rPr>
          <w:rFonts w:asciiTheme="minorHAnsi" w:eastAsiaTheme="minorEastAsia" w:hAnsiTheme="minorHAnsi" w:cstheme="minorBidi"/>
          <w:b w:val="0"/>
          <w:bCs w:val="0"/>
          <w:smallCaps w:val="0"/>
        </w:rPr>
      </w:pPr>
      <w:hyperlink w:anchor="_Toc468260872" w:history="1">
        <w:r w:rsidR="00B115A6" w:rsidRPr="00D60103">
          <w:rPr>
            <w:rStyle w:val="af1"/>
          </w:rPr>
          <w:t>2.13.</w:t>
        </w:r>
        <w:r w:rsidR="00B115A6">
          <w:rPr>
            <w:rFonts w:asciiTheme="minorHAnsi" w:eastAsiaTheme="minorEastAsia" w:hAnsiTheme="minorHAnsi" w:cstheme="minorBidi"/>
            <w:b w:val="0"/>
            <w:bCs w:val="0"/>
            <w:smallCaps w:val="0"/>
          </w:rPr>
          <w:tab/>
        </w:r>
        <w:r w:rsidR="00B115A6" w:rsidRPr="00D60103">
          <w:rPr>
            <w:rStyle w:val="af1"/>
          </w:rPr>
          <w:t>Подписание договора</w:t>
        </w:r>
        <w:r w:rsidR="00B115A6">
          <w:rPr>
            <w:webHidden/>
          </w:rPr>
          <w:tab/>
        </w:r>
        <w:r w:rsidR="00B115A6">
          <w:rPr>
            <w:webHidden/>
          </w:rPr>
          <w:fldChar w:fldCharType="begin"/>
        </w:r>
        <w:r w:rsidR="00B115A6">
          <w:rPr>
            <w:webHidden/>
          </w:rPr>
          <w:instrText xml:space="preserve"> PAGEREF _Toc468260872 \h </w:instrText>
        </w:r>
        <w:r w:rsidR="00B115A6">
          <w:rPr>
            <w:webHidden/>
          </w:rPr>
        </w:r>
        <w:r w:rsidR="00B115A6">
          <w:rPr>
            <w:webHidden/>
          </w:rPr>
          <w:fldChar w:fldCharType="separate"/>
        </w:r>
        <w:r w:rsidR="00B115A6">
          <w:rPr>
            <w:webHidden/>
          </w:rPr>
          <w:t>19</w:t>
        </w:r>
        <w:r w:rsidR="00B115A6">
          <w:rPr>
            <w:webHidden/>
          </w:rPr>
          <w:fldChar w:fldCharType="end"/>
        </w:r>
      </w:hyperlink>
    </w:p>
    <w:p w14:paraId="250FB9EE" w14:textId="77777777" w:rsidR="00B115A6" w:rsidRDefault="005C2042">
      <w:pPr>
        <w:pStyle w:val="27"/>
        <w:rPr>
          <w:rFonts w:asciiTheme="minorHAnsi" w:eastAsiaTheme="minorEastAsia" w:hAnsiTheme="minorHAnsi" w:cstheme="minorBidi"/>
          <w:b w:val="0"/>
          <w:bCs w:val="0"/>
          <w:smallCaps w:val="0"/>
        </w:rPr>
      </w:pPr>
      <w:hyperlink w:anchor="_Toc468260873" w:history="1">
        <w:r w:rsidR="00B115A6" w:rsidRPr="00D60103">
          <w:rPr>
            <w:rStyle w:val="af1"/>
          </w:rPr>
          <w:t>2.14.</w:t>
        </w:r>
        <w:r w:rsidR="00B115A6">
          <w:rPr>
            <w:rFonts w:asciiTheme="minorHAnsi" w:eastAsiaTheme="minorEastAsia" w:hAnsiTheme="minorHAnsi" w:cstheme="minorBidi"/>
            <w:b w:val="0"/>
            <w:bCs w:val="0"/>
            <w:smallCaps w:val="0"/>
          </w:rPr>
          <w:tab/>
        </w:r>
        <w:r w:rsidR="00B115A6" w:rsidRPr="00D60103">
          <w:rPr>
            <w:rStyle w:val="af1"/>
          </w:rPr>
          <w:t>Обеспечение исполнения обязательств по договору.</w:t>
        </w:r>
        <w:r w:rsidR="00B115A6">
          <w:rPr>
            <w:webHidden/>
          </w:rPr>
          <w:tab/>
        </w:r>
        <w:r w:rsidR="00B115A6">
          <w:rPr>
            <w:webHidden/>
          </w:rPr>
          <w:fldChar w:fldCharType="begin"/>
        </w:r>
        <w:r w:rsidR="00B115A6">
          <w:rPr>
            <w:webHidden/>
          </w:rPr>
          <w:instrText xml:space="preserve"> PAGEREF _Toc468260873 \h </w:instrText>
        </w:r>
        <w:r w:rsidR="00B115A6">
          <w:rPr>
            <w:webHidden/>
          </w:rPr>
        </w:r>
        <w:r w:rsidR="00B115A6">
          <w:rPr>
            <w:webHidden/>
          </w:rPr>
          <w:fldChar w:fldCharType="separate"/>
        </w:r>
        <w:r w:rsidR="00B115A6">
          <w:rPr>
            <w:webHidden/>
          </w:rPr>
          <w:t>20</w:t>
        </w:r>
        <w:r w:rsidR="00B115A6">
          <w:rPr>
            <w:webHidden/>
          </w:rPr>
          <w:fldChar w:fldCharType="end"/>
        </w:r>
      </w:hyperlink>
    </w:p>
    <w:p w14:paraId="675C963B" w14:textId="77777777" w:rsidR="00B115A6" w:rsidRDefault="005C2042">
      <w:pPr>
        <w:pStyle w:val="13"/>
        <w:rPr>
          <w:rFonts w:asciiTheme="minorHAnsi" w:eastAsiaTheme="minorEastAsia" w:hAnsiTheme="minorHAnsi" w:cstheme="minorBidi"/>
          <w:b w:val="0"/>
          <w:bCs w:val="0"/>
          <w:caps w:val="0"/>
        </w:rPr>
      </w:pPr>
      <w:hyperlink w:anchor="_Toc468260874" w:history="1">
        <w:r w:rsidR="00B115A6" w:rsidRPr="00D60103">
          <w:rPr>
            <w:rStyle w:val="af1"/>
          </w:rPr>
          <w:t>3.</w:t>
        </w:r>
        <w:r w:rsidR="00B115A6">
          <w:rPr>
            <w:rFonts w:asciiTheme="minorHAnsi" w:eastAsiaTheme="minorEastAsia" w:hAnsiTheme="minorHAnsi" w:cstheme="minorBidi"/>
            <w:b w:val="0"/>
            <w:bCs w:val="0"/>
            <w:caps w:val="0"/>
          </w:rPr>
          <w:tab/>
        </w:r>
        <w:r w:rsidR="00B115A6" w:rsidRPr="00D60103">
          <w:rPr>
            <w:rStyle w:val="af1"/>
          </w:rPr>
          <w:t>ИНСТРУКЦИЯ ПО ПОДГОТОВКЕ ЗАЯВОК</w:t>
        </w:r>
        <w:r w:rsidR="00B115A6">
          <w:rPr>
            <w:webHidden/>
          </w:rPr>
          <w:tab/>
        </w:r>
        <w:r w:rsidR="00B115A6">
          <w:rPr>
            <w:webHidden/>
          </w:rPr>
          <w:fldChar w:fldCharType="begin"/>
        </w:r>
        <w:r w:rsidR="00B115A6">
          <w:rPr>
            <w:webHidden/>
          </w:rPr>
          <w:instrText xml:space="preserve"> PAGEREF _Toc468260874 \h </w:instrText>
        </w:r>
        <w:r w:rsidR="00B115A6">
          <w:rPr>
            <w:webHidden/>
          </w:rPr>
        </w:r>
        <w:r w:rsidR="00B115A6">
          <w:rPr>
            <w:webHidden/>
          </w:rPr>
          <w:fldChar w:fldCharType="separate"/>
        </w:r>
        <w:r w:rsidR="00B115A6">
          <w:rPr>
            <w:webHidden/>
          </w:rPr>
          <w:t>22</w:t>
        </w:r>
        <w:r w:rsidR="00B115A6">
          <w:rPr>
            <w:webHidden/>
          </w:rPr>
          <w:fldChar w:fldCharType="end"/>
        </w:r>
      </w:hyperlink>
    </w:p>
    <w:p w14:paraId="65FC4D2B" w14:textId="77777777" w:rsidR="00B115A6" w:rsidRDefault="005C2042">
      <w:pPr>
        <w:pStyle w:val="27"/>
        <w:rPr>
          <w:rFonts w:asciiTheme="minorHAnsi" w:eastAsiaTheme="minorEastAsia" w:hAnsiTheme="minorHAnsi" w:cstheme="minorBidi"/>
          <w:b w:val="0"/>
          <w:bCs w:val="0"/>
          <w:smallCaps w:val="0"/>
        </w:rPr>
      </w:pPr>
      <w:hyperlink w:anchor="_Toc468260875" w:history="1">
        <w:r w:rsidR="00B115A6" w:rsidRPr="00D60103">
          <w:rPr>
            <w:rStyle w:val="af1"/>
          </w:rPr>
          <w:t>3.1.</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Письма о подаче Заявки</w:t>
        </w:r>
        <w:r w:rsidR="00B115A6">
          <w:rPr>
            <w:webHidden/>
          </w:rPr>
          <w:tab/>
        </w:r>
        <w:r w:rsidR="00B115A6">
          <w:rPr>
            <w:webHidden/>
          </w:rPr>
          <w:fldChar w:fldCharType="begin"/>
        </w:r>
        <w:r w:rsidR="00B115A6">
          <w:rPr>
            <w:webHidden/>
          </w:rPr>
          <w:instrText xml:space="preserve"> PAGEREF _Toc468260875 \h </w:instrText>
        </w:r>
        <w:r w:rsidR="00B115A6">
          <w:rPr>
            <w:webHidden/>
          </w:rPr>
        </w:r>
        <w:r w:rsidR="00B115A6">
          <w:rPr>
            <w:webHidden/>
          </w:rPr>
          <w:fldChar w:fldCharType="separate"/>
        </w:r>
        <w:r w:rsidR="00B115A6">
          <w:rPr>
            <w:webHidden/>
          </w:rPr>
          <w:t>22</w:t>
        </w:r>
        <w:r w:rsidR="00B115A6">
          <w:rPr>
            <w:webHidden/>
          </w:rPr>
          <w:fldChar w:fldCharType="end"/>
        </w:r>
      </w:hyperlink>
    </w:p>
    <w:p w14:paraId="1B294E81" w14:textId="77777777" w:rsidR="00B115A6" w:rsidRDefault="005C2042">
      <w:pPr>
        <w:pStyle w:val="27"/>
        <w:rPr>
          <w:rFonts w:asciiTheme="minorHAnsi" w:eastAsiaTheme="minorEastAsia" w:hAnsiTheme="minorHAnsi" w:cstheme="minorBidi"/>
          <w:b w:val="0"/>
          <w:bCs w:val="0"/>
          <w:smallCaps w:val="0"/>
        </w:rPr>
      </w:pPr>
      <w:hyperlink w:anchor="_Toc468260876" w:history="1">
        <w:r w:rsidR="00B115A6" w:rsidRPr="00D60103">
          <w:rPr>
            <w:rStyle w:val="af1"/>
          </w:rPr>
          <w:t>3.2.</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технико-коммерческого предложения</w:t>
        </w:r>
        <w:r w:rsidR="00B115A6">
          <w:rPr>
            <w:webHidden/>
          </w:rPr>
          <w:tab/>
        </w:r>
        <w:r w:rsidR="00B115A6">
          <w:rPr>
            <w:webHidden/>
          </w:rPr>
          <w:fldChar w:fldCharType="begin"/>
        </w:r>
        <w:r w:rsidR="00B115A6">
          <w:rPr>
            <w:webHidden/>
          </w:rPr>
          <w:instrText xml:space="preserve"> PAGEREF _Toc468260876 \h </w:instrText>
        </w:r>
        <w:r w:rsidR="00B115A6">
          <w:rPr>
            <w:webHidden/>
          </w:rPr>
        </w:r>
        <w:r w:rsidR="00B115A6">
          <w:rPr>
            <w:webHidden/>
          </w:rPr>
          <w:fldChar w:fldCharType="separate"/>
        </w:r>
        <w:r w:rsidR="00B115A6">
          <w:rPr>
            <w:webHidden/>
          </w:rPr>
          <w:t>22</w:t>
        </w:r>
        <w:r w:rsidR="00B115A6">
          <w:rPr>
            <w:webHidden/>
          </w:rPr>
          <w:fldChar w:fldCharType="end"/>
        </w:r>
      </w:hyperlink>
    </w:p>
    <w:p w14:paraId="1AB56336" w14:textId="77777777" w:rsidR="00B115A6" w:rsidRDefault="005C2042">
      <w:pPr>
        <w:pStyle w:val="27"/>
        <w:rPr>
          <w:rFonts w:asciiTheme="minorHAnsi" w:eastAsiaTheme="minorEastAsia" w:hAnsiTheme="minorHAnsi" w:cstheme="minorBidi"/>
          <w:b w:val="0"/>
          <w:bCs w:val="0"/>
          <w:smallCaps w:val="0"/>
        </w:rPr>
      </w:pPr>
      <w:hyperlink w:anchor="_Toc468260877" w:history="1">
        <w:r w:rsidR="00B115A6" w:rsidRPr="00D60103">
          <w:rPr>
            <w:rStyle w:val="af1"/>
            <w:lang w:eastAsia="x-none"/>
          </w:rPr>
          <w:t>3.3.</w:t>
        </w:r>
        <w:r w:rsidR="00B115A6">
          <w:rPr>
            <w:rFonts w:asciiTheme="minorHAnsi" w:eastAsiaTheme="minorEastAsia" w:hAnsiTheme="minorHAnsi" w:cstheme="minorBidi"/>
            <w:b w:val="0"/>
            <w:bCs w:val="0"/>
            <w:smallCaps w:val="0"/>
          </w:rPr>
          <w:tab/>
        </w:r>
        <w:r w:rsidR="00B115A6" w:rsidRPr="00D60103">
          <w:rPr>
            <w:rStyle w:val="af1"/>
            <w:lang w:val="x-none" w:eastAsia="x-none"/>
          </w:rPr>
          <w:t>Требования к подготовке альтернативных предложений</w:t>
        </w:r>
        <w:r w:rsidR="00B115A6">
          <w:rPr>
            <w:webHidden/>
          </w:rPr>
          <w:tab/>
        </w:r>
        <w:r w:rsidR="00B115A6">
          <w:rPr>
            <w:webHidden/>
          </w:rPr>
          <w:fldChar w:fldCharType="begin"/>
        </w:r>
        <w:r w:rsidR="00B115A6">
          <w:rPr>
            <w:webHidden/>
          </w:rPr>
          <w:instrText xml:space="preserve"> PAGEREF _Toc468260877 \h </w:instrText>
        </w:r>
        <w:r w:rsidR="00B115A6">
          <w:rPr>
            <w:webHidden/>
          </w:rPr>
        </w:r>
        <w:r w:rsidR="00B115A6">
          <w:rPr>
            <w:webHidden/>
          </w:rPr>
          <w:fldChar w:fldCharType="separate"/>
        </w:r>
        <w:r w:rsidR="00B115A6">
          <w:rPr>
            <w:webHidden/>
          </w:rPr>
          <w:t>23</w:t>
        </w:r>
        <w:r w:rsidR="00B115A6">
          <w:rPr>
            <w:webHidden/>
          </w:rPr>
          <w:fldChar w:fldCharType="end"/>
        </w:r>
      </w:hyperlink>
    </w:p>
    <w:p w14:paraId="3BABD8DF" w14:textId="77777777" w:rsidR="00B115A6" w:rsidRDefault="005C2042">
      <w:pPr>
        <w:pStyle w:val="27"/>
        <w:rPr>
          <w:rFonts w:asciiTheme="minorHAnsi" w:eastAsiaTheme="minorEastAsia" w:hAnsiTheme="minorHAnsi" w:cstheme="minorBidi"/>
          <w:b w:val="0"/>
          <w:bCs w:val="0"/>
          <w:smallCaps w:val="0"/>
        </w:rPr>
      </w:pPr>
      <w:hyperlink w:anchor="_Toc468260878" w:history="1">
        <w:r w:rsidR="00B115A6" w:rsidRPr="00D60103">
          <w:rPr>
            <w:rStyle w:val="af1"/>
          </w:rPr>
          <w:t>3.4.</w:t>
        </w:r>
        <w:r w:rsidR="00B115A6">
          <w:rPr>
            <w:rFonts w:asciiTheme="minorHAnsi" w:eastAsiaTheme="minorEastAsia" w:hAnsiTheme="minorHAnsi" w:cstheme="minorBidi"/>
            <w:b w:val="0"/>
            <w:bCs w:val="0"/>
            <w:smallCaps w:val="0"/>
          </w:rPr>
          <w:tab/>
        </w:r>
        <w:r w:rsidR="00B115A6" w:rsidRPr="00D60103">
          <w:rPr>
            <w:rStyle w:val="af1"/>
          </w:rPr>
          <w:t>Требования к обеспечению Заявки</w:t>
        </w:r>
        <w:r w:rsidR="00B115A6">
          <w:rPr>
            <w:webHidden/>
          </w:rPr>
          <w:tab/>
        </w:r>
        <w:r w:rsidR="00B115A6">
          <w:rPr>
            <w:webHidden/>
          </w:rPr>
          <w:fldChar w:fldCharType="begin"/>
        </w:r>
        <w:r w:rsidR="00B115A6">
          <w:rPr>
            <w:webHidden/>
          </w:rPr>
          <w:instrText xml:space="preserve"> PAGEREF _Toc468260878 \h </w:instrText>
        </w:r>
        <w:r w:rsidR="00B115A6">
          <w:rPr>
            <w:webHidden/>
          </w:rPr>
        </w:r>
        <w:r w:rsidR="00B115A6">
          <w:rPr>
            <w:webHidden/>
          </w:rPr>
          <w:fldChar w:fldCharType="separate"/>
        </w:r>
        <w:r w:rsidR="00B115A6">
          <w:rPr>
            <w:webHidden/>
          </w:rPr>
          <w:t>24</w:t>
        </w:r>
        <w:r w:rsidR="00B115A6">
          <w:rPr>
            <w:webHidden/>
          </w:rPr>
          <w:fldChar w:fldCharType="end"/>
        </w:r>
      </w:hyperlink>
    </w:p>
    <w:p w14:paraId="4AABBD13" w14:textId="77777777" w:rsidR="00B115A6" w:rsidRDefault="005C2042">
      <w:pPr>
        <w:pStyle w:val="27"/>
        <w:rPr>
          <w:rFonts w:asciiTheme="minorHAnsi" w:eastAsiaTheme="minorEastAsia" w:hAnsiTheme="minorHAnsi" w:cstheme="minorBidi"/>
          <w:b w:val="0"/>
          <w:bCs w:val="0"/>
          <w:smallCaps w:val="0"/>
        </w:rPr>
      </w:pPr>
      <w:hyperlink w:anchor="_Toc468260879" w:history="1">
        <w:r w:rsidR="00B115A6" w:rsidRPr="00D60103">
          <w:rPr>
            <w:rStyle w:val="af1"/>
          </w:rPr>
          <w:t>3.5.</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соответствие Участников квалификационным требованиям настоящей Документации</w:t>
        </w:r>
        <w:r w:rsidR="00B115A6">
          <w:rPr>
            <w:webHidden/>
          </w:rPr>
          <w:tab/>
        </w:r>
        <w:r w:rsidR="00B115A6">
          <w:rPr>
            <w:webHidden/>
          </w:rPr>
          <w:fldChar w:fldCharType="begin"/>
        </w:r>
        <w:r w:rsidR="00B115A6">
          <w:rPr>
            <w:webHidden/>
          </w:rPr>
          <w:instrText xml:space="preserve"> PAGEREF _Toc468260879 \h </w:instrText>
        </w:r>
        <w:r w:rsidR="00B115A6">
          <w:rPr>
            <w:webHidden/>
          </w:rPr>
        </w:r>
        <w:r w:rsidR="00B115A6">
          <w:rPr>
            <w:webHidden/>
          </w:rPr>
          <w:fldChar w:fldCharType="separate"/>
        </w:r>
        <w:r w:rsidR="00B115A6">
          <w:rPr>
            <w:webHidden/>
          </w:rPr>
          <w:t>25</w:t>
        </w:r>
        <w:r w:rsidR="00B115A6">
          <w:rPr>
            <w:webHidden/>
          </w:rPr>
          <w:fldChar w:fldCharType="end"/>
        </w:r>
      </w:hyperlink>
    </w:p>
    <w:p w14:paraId="3981687B" w14:textId="77777777" w:rsidR="00B115A6" w:rsidRDefault="005C2042">
      <w:pPr>
        <w:pStyle w:val="27"/>
        <w:rPr>
          <w:rFonts w:asciiTheme="minorHAnsi" w:eastAsiaTheme="minorEastAsia" w:hAnsiTheme="minorHAnsi" w:cstheme="minorBidi"/>
          <w:b w:val="0"/>
          <w:bCs w:val="0"/>
          <w:smallCaps w:val="0"/>
        </w:rPr>
      </w:pPr>
      <w:hyperlink w:anchor="_Toc468260880" w:history="1">
        <w:r w:rsidR="00B115A6" w:rsidRPr="00D60103">
          <w:rPr>
            <w:rStyle w:val="af1"/>
          </w:rPr>
          <w:t>3.6.</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правоспособность Участников</w:t>
        </w:r>
        <w:r w:rsidR="00B115A6">
          <w:rPr>
            <w:webHidden/>
          </w:rPr>
          <w:tab/>
        </w:r>
        <w:r w:rsidR="00B115A6">
          <w:rPr>
            <w:webHidden/>
          </w:rPr>
          <w:fldChar w:fldCharType="begin"/>
        </w:r>
        <w:r w:rsidR="00B115A6">
          <w:rPr>
            <w:webHidden/>
          </w:rPr>
          <w:instrText xml:space="preserve"> PAGEREF _Toc468260880 \h </w:instrText>
        </w:r>
        <w:r w:rsidR="00B115A6">
          <w:rPr>
            <w:webHidden/>
          </w:rPr>
        </w:r>
        <w:r w:rsidR="00B115A6">
          <w:rPr>
            <w:webHidden/>
          </w:rPr>
          <w:fldChar w:fldCharType="separate"/>
        </w:r>
        <w:r w:rsidR="00B115A6">
          <w:rPr>
            <w:webHidden/>
          </w:rPr>
          <w:t>27</w:t>
        </w:r>
        <w:r w:rsidR="00B115A6">
          <w:rPr>
            <w:webHidden/>
          </w:rPr>
          <w:fldChar w:fldCharType="end"/>
        </w:r>
      </w:hyperlink>
    </w:p>
    <w:p w14:paraId="349203B6" w14:textId="77777777" w:rsidR="00B115A6" w:rsidRDefault="005C2042">
      <w:pPr>
        <w:pStyle w:val="27"/>
        <w:rPr>
          <w:rFonts w:asciiTheme="minorHAnsi" w:eastAsiaTheme="minorEastAsia" w:hAnsiTheme="minorHAnsi" w:cstheme="minorBidi"/>
          <w:b w:val="0"/>
          <w:bCs w:val="0"/>
          <w:smallCaps w:val="0"/>
        </w:rPr>
      </w:pPr>
      <w:hyperlink w:anchor="_Toc468260881" w:history="1">
        <w:r w:rsidR="00B115A6" w:rsidRPr="00D60103">
          <w:rPr>
            <w:rStyle w:val="af1"/>
          </w:rPr>
          <w:t>3.7.</w:t>
        </w:r>
        <w:r w:rsidR="00B115A6">
          <w:rPr>
            <w:rFonts w:asciiTheme="minorHAnsi" w:eastAsiaTheme="minorEastAsia" w:hAnsiTheme="minorHAnsi" w:cstheme="minorBidi"/>
            <w:b w:val="0"/>
            <w:bCs w:val="0"/>
            <w:smallCaps w:val="0"/>
          </w:rPr>
          <w:tab/>
        </w:r>
        <w:r w:rsidR="00B115A6" w:rsidRPr="00D60103">
          <w:rPr>
            <w:rStyle w:val="af1"/>
          </w:rPr>
          <w:t>Требования к оформлению Заявки</w:t>
        </w:r>
        <w:r w:rsidR="00B115A6">
          <w:rPr>
            <w:webHidden/>
          </w:rPr>
          <w:tab/>
        </w:r>
        <w:r w:rsidR="00B115A6">
          <w:rPr>
            <w:webHidden/>
          </w:rPr>
          <w:fldChar w:fldCharType="begin"/>
        </w:r>
        <w:r w:rsidR="00B115A6">
          <w:rPr>
            <w:webHidden/>
          </w:rPr>
          <w:instrText xml:space="preserve"> PAGEREF _Toc468260881 \h </w:instrText>
        </w:r>
        <w:r w:rsidR="00B115A6">
          <w:rPr>
            <w:webHidden/>
          </w:rPr>
        </w:r>
        <w:r w:rsidR="00B115A6">
          <w:rPr>
            <w:webHidden/>
          </w:rPr>
          <w:fldChar w:fldCharType="separate"/>
        </w:r>
        <w:r w:rsidR="00B115A6">
          <w:rPr>
            <w:webHidden/>
          </w:rPr>
          <w:t>28</w:t>
        </w:r>
        <w:r w:rsidR="00B115A6">
          <w:rPr>
            <w:webHidden/>
          </w:rPr>
          <w:fldChar w:fldCharType="end"/>
        </w:r>
      </w:hyperlink>
    </w:p>
    <w:p w14:paraId="60A52C77" w14:textId="77777777" w:rsidR="00B115A6" w:rsidRDefault="005C2042">
      <w:pPr>
        <w:pStyle w:val="13"/>
        <w:rPr>
          <w:rFonts w:asciiTheme="minorHAnsi" w:eastAsiaTheme="minorEastAsia" w:hAnsiTheme="minorHAnsi" w:cstheme="minorBidi"/>
          <w:b w:val="0"/>
          <w:bCs w:val="0"/>
          <w:caps w:val="0"/>
        </w:rPr>
      </w:pPr>
      <w:hyperlink w:anchor="_Toc468260882" w:history="1">
        <w:r w:rsidR="00B115A6" w:rsidRPr="00D60103">
          <w:rPr>
            <w:rStyle w:val="af1"/>
          </w:rPr>
          <w:t>4.</w:t>
        </w:r>
        <w:r w:rsidR="00B115A6">
          <w:rPr>
            <w:rFonts w:asciiTheme="minorHAnsi" w:eastAsiaTheme="minorEastAsia" w:hAnsiTheme="minorHAnsi" w:cstheme="minorBidi"/>
            <w:b w:val="0"/>
            <w:bCs w:val="0"/>
            <w:caps w:val="0"/>
          </w:rPr>
          <w:tab/>
        </w:r>
        <w:r w:rsidR="00B115A6" w:rsidRPr="00D60103">
          <w:rPr>
            <w:rStyle w:val="af1"/>
          </w:rPr>
          <w:t>ИНФОРМАЦИОННАЯ КАРТА ОТКРЫТОГО ЗАПРОСА ПРЕДЛОЖЕНИЙ</w:t>
        </w:r>
        <w:r w:rsidR="00B115A6">
          <w:rPr>
            <w:webHidden/>
          </w:rPr>
          <w:tab/>
        </w:r>
        <w:r w:rsidR="00B115A6">
          <w:rPr>
            <w:webHidden/>
          </w:rPr>
          <w:fldChar w:fldCharType="begin"/>
        </w:r>
        <w:r w:rsidR="00B115A6">
          <w:rPr>
            <w:webHidden/>
          </w:rPr>
          <w:instrText xml:space="preserve"> PAGEREF _Toc468260882 \h </w:instrText>
        </w:r>
        <w:r w:rsidR="00B115A6">
          <w:rPr>
            <w:webHidden/>
          </w:rPr>
        </w:r>
        <w:r w:rsidR="00B115A6">
          <w:rPr>
            <w:webHidden/>
          </w:rPr>
          <w:fldChar w:fldCharType="separate"/>
        </w:r>
        <w:r w:rsidR="00B115A6">
          <w:rPr>
            <w:webHidden/>
          </w:rPr>
          <w:t>30</w:t>
        </w:r>
        <w:r w:rsidR="00B115A6">
          <w:rPr>
            <w:webHidden/>
          </w:rPr>
          <w:fldChar w:fldCharType="end"/>
        </w:r>
      </w:hyperlink>
    </w:p>
    <w:p w14:paraId="3BA7B8C8" w14:textId="77777777" w:rsidR="00B115A6" w:rsidRDefault="005C2042">
      <w:pPr>
        <w:pStyle w:val="13"/>
        <w:rPr>
          <w:rFonts w:asciiTheme="minorHAnsi" w:eastAsiaTheme="minorEastAsia" w:hAnsiTheme="minorHAnsi" w:cstheme="minorBidi"/>
          <w:b w:val="0"/>
          <w:bCs w:val="0"/>
          <w:caps w:val="0"/>
        </w:rPr>
      </w:pPr>
      <w:hyperlink w:anchor="_Toc468260883" w:history="1">
        <w:r w:rsidR="00B115A6" w:rsidRPr="00D60103">
          <w:rPr>
            <w:rStyle w:val="af1"/>
          </w:rPr>
          <w:t>5.</w:t>
        </w:r>
        <w:r w:rsidR="00B115A6">
          <w:rPr>
            <w:rFonts w:asciiTheme="minorHAnsi" w:eastAsiaTheme="minorEastAsia" w:hAnsiTheme="minorHAnsi" w:cstheme="minorBidi"/>
            <w:b w:val="0"/>
            <w:bCs w:val="0"/>
            <w:caps w:val="0"/>
          </w:rPr>
          <w:tab/>
        </w:r>
        <w:r w:rsidR="00B115A6" w:rsidRPr="00D60103">
          <w:rPr>
            <w:rStyle w:val="af1"/>
          </w:rPr>
          <w:t>ОБРАЗЦЫ ФОРМ ДОКУМЕНТОВ, ВКЛЮЧАЕМЫХ В ЗАЯВКУ</w:t>
        </w:r>
        <w:r w:rsidR="00B115A6">
          <w:rPr>
            <w:webHidden/>
          </w:rPr>
          <w:tab/>
        </w:r>
        <w:r w:rsidR="00B115A6">
          <w:rPr>
            <w:webHidden/>
          </w:rPr>
          <w:fldChar w:fldCharType="begin"/>
        </w:r>
        <w:r w:rsidR="00B115A6">
          <w:rPr>
            <w:webHidden/>
          </w:rPr>
          <w:instrText xml:space="preserve"> PAGEREF _Toc468260883 \h </w:instrText>
        </w:r>
        <w:r w:rsidR="00B115A6">
          <w:rPr>
            <w:webHidden/>
          </w:rPr>
        </w:r>
        <w:r w:rsidR="00B115A6">
          <w:rPr>
            <w:webHidden/>
          </w:rPr>
          <w:fldChar w:fldCharType="separate"/>
        </w:r>
        <w:r w:rsidR="00B115A6">
          <w:rPr>
            <w:webHidden/>
          </w:rPr>
          <w:t>33</w:t>
        </w:r>
        <w:r w:rsidR="00B115A6">
          <w:rPr>
            <w:webHidden/>
          </w:rPr>
          <w:fldChar w:fldCharType="end"/>
        </w:r>
      </w:hyperlink>
    </w:p>
    <w:p w14:paraId="2C68AB8C" w14:textId="77777777" w:rsidR="00B115A6" w:rsidRDefault="005C2042">
      <w:pPr>
        <w:pStyle w:val="27"/>
        <w:rPr>
          <w:rFonts w:asciiTheme="minorHAnsi" w:eastAsiaTheme="minorEastAsia" w:hAnsiTheme="minorHAnsi" w:cstheme="minorBidi"/>
          <w:b w:val="0"/>
          <w:bCs w:val="0"/>
          <w:smallCaps w:val="0"/>
        </w:rPr>
      </w:pPr>
      <w:hyperlink w:anchor="_Toc468260884" w:history="1">
        <w:r w:rsidR="00B115A6" w:rsidRPr="00D60103">
          <w:rPr>
            <w:rStyle w:val="af1"/>
            <w:lang w:eastAsia="x-none"/>
          </w:rPr>
          <w:t>5.1.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Письмо о подаче </w:t>
        </w:r>
        <w:r w:rsidR="00B115A6" w:rsidRPr="00D60103">
          <w:rPr>
            <w:rStyle w:val="af1"/>
            <w:lang w:val="x-none"/>
          </w:rPr>
          <w:t>Заявки</w:t>
        </w:r>
        <w:r w:rsidR="00B115A6" w:rsidRPr="00D60103">
          <w:rPr>
            <w:rStyle w:val="af1"/>
            <w:lang w:val="x-none" w:eastAsia="x-none"/>
          </w:rPr>
          <w:t xml:space="preserve"> (Форма 1)</w:t>
        </w:r>
        <w:r w:rsidR="00B115A6">
          <w:rPr>
            <w:webHidden/>
          </w:rPr>
          <w:tab/>
        </w:r>
        <w:r w:rsidR="00B115A6">
          <w:rPr>
            <w:webHidden/>
          </w:rPr>
          <w:fldChar w:fldCharType="begin"/>
        </w:r>
        <w:r w:rsidR="00B115A6">
          <w:rPr>
            <w:webHidden/>
          </w:rPr>
          <w:instrText xml:space="preserve"> PAGEREF _Toc468260884 \h </w:instrText>
        </w:r>
        <w:r w:rsidR="00B115A6">
          <w:rPr>
            <w:webHidden/>
          </w:rPr>
        </w:r>
        <w:r w:rsidR="00B115A6">
          <w:rPr>
            <w:webHidden/>
          </w:rPr>
          <w:fldChar w:fldCharType="separate"/>
        </w:r>
        <w:r w:rsidR="00B115A6">
          <w:rPr>
            <w:webHidden/>
          </w:rPr>
          <w:t>33</w:t>
        </w:r>
        <w:r w:rsidR="00B115A6">
          <w:rPr>
            <w:webHidden/>
          </w:rPr>
          <w:fldChar w:fldCharType="end"/>
        </w:r>
      </w:hyperlink>
    </w:p>
    <w:p w14:paraId="4689D9FF" w14:textId="77777777" w:rsidR="00B115A6" w:rsidRDefault="005C2042">
      <w:pPr>
        <w:pStyle w:val="27"/>
        <w:rPr>
          <w:rFonts w:asciiTheme="minorHAnsi" w:eastAsiaTheme="minorEastAsia" w:hAnsiTheme="minorHAnsi" w:cstheme="minorBidi"/>
          <w:b w:val="0"/>
          <w:bCs w:val="0"/>
          <w:smallCaps w:val="0"/>
        </w:rPr>
      </w:pPr>
      <w:hyperlink w:anchor="_Toc468260885" w:history="1">
        <w:r w:rsidR="00B115A6" w:rsidRPr="00D60103">
          <w:rPr>
            <w:rStyle w:val="af1"/>
            <w:lang w:eastAsia="x-none"/>
          </w:rPr>
          <w:t>5.2.</w:t>
        </w:r>
        <w:r w:rsidR="00B115A6">
          <w:rPr>
            <w:rFonts w:asciiTheme="minorHAnsi" w:eastAsiaTheme="minorEastAsia" w:hAnsiTheme="minorHAnsi" w:cstheme="minorBidi"/>
            <w:b w:val="0"/>
            <w:bCs w:val="0"/>
            <w:smallCaps w:val="0"/>
          </w:rPr>
          <w:tab/>
        </w:r>
        <w:r w:rsidR="00B115A6" w:rsidRPr="00D60103">
          <w:rPr>
            <w:rStyle w:val="af1"/>
          </w:rPr>
          <w:t>Технико-коммерческое</w:t>
        </w:r>
        <w:r w:rsidR="00B115A6" w:rsidRPr="00D60103">
          <w:rPr>
            <w:rStyle w:val="af1"/>
            <w:lang w:val="x-none" w:eastAsia="x-none"/>
          </w:rPr>
          <w:t xml:space="preserve"> предложение</w:t>
        </w:r>
        <w:r w:rsidR="00B115A6" w:rsidRPr="00D60103">
          <w:rPr>
            <w:rStyle w:val="af1"/>
          </w:rPr>
          <w:t xml:space="preserve"> на товар, предлагаемый к поставке. </w:t>
        </w:r>
        <w:r w:rsidR="00B115A6" w:rsidRPr="00D60103">
          <w:rPr>
            <w:rStyle w:val="af1"/>
            <w:lang w:val="x-none" w:eastAsia="x-none"/>
          </w:rPr>
          <w:t>(</w:t>
        </w:r>
        <w:r w:rsidR="00B115A6" w:rsidRPr="00D60103">
          <w:rPr>
            <w:rStyle w:val="af1"/>
            <w:lang w:eastAsia="x-none"/>
          </w:rPr>
          <w:t>Приложение к Форме</w:t>
        </w:r>
        <w:r w:rsidR="00B115A6" w:rsidRPr="00D60103">
          <w:rPr>
            <w:rStyle w:val="af1"/>
            <w:lang w:val="x-none" w:eastAsia="x-none"/>
          </w:rPr>
          <w:t xml:space="preserve"> </w:t>
        </w:r>
        <w:r w:rsidR="00B115A6" w:rsidRPr="00D60103">
          <w:rPr>
            <w:rStyle w:val="af1"/>
            <w:lang w:eastAsia="x-none"/>
          </w:rPr>
          <w:t>1</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_Toc468260885 \h </w:instrText>
        </w:r>
        <w:r w:rsidR="00B115A6">
          <w:rPr>
            <w:webHidden/>
          </w:rPr>
        </w:r>
        <w:r w:rsidR="00B115A6">
          <w:rPr>
            <w:webHidden/>
          </w:rPr>
          <w:fldChar w:fldCharType="separate"/>
        </w:r>
        <w:r w:rsidR="00B115A6">
          <w:rPr>
            <w:webHidden/>
          </w:rPr>
          <w:t>34</w:t>
        </w:r>
        <w:r w:rsidR="00B115A6">
          <w:rPr>
            <w:webHidden/>
          </w:rPr>
          <w:fldChar w:fldCharType="end"/>
        </w:r>
      </w:hyperlink>
    </w:p>
    <w:p w14:paraId="317CF80F" w14:textId="77777777" w:rsidR="00B115A6" w:rsidRDefault="005C2042">
      <w:pPr>
        <w:pStyle w:val="27"/>
        <w:rPr>
          <w:rFonts w:asciiTheme="minorHAnsi" w:eastAsiaTheme="minorEastAsia" w:hAnsiTheme="minorHAnsi" w:cstheme="minorBidi"/>
          <w:b w:val="0"/>
          <w:bCs w:val="0"/>
          <w:smallCaps w:val="0"/>
        </w:rPr>
      </w:pPr>
      <w:hyperlink w:anchor="_Toc468260886" w:history="1">
        <w:r w:rsidR="00B115A6" w:rsidRPr="00D60103">
          <w:rPr>
            <w:rStyle w:val="af1"/>
            <w:lang w:eastAsia="x-none"/>
          </w:rPr>
          <w:t>5.3.</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Анкета Участника (Форма </w:t>
        </w:r>
        <w:r w:rsidR="00B115A6" w:rsidRPr="00D60103">
          <w:rPr>
            <w:rStyle w:val="af1"/>
            <w:lang w:eastAsia="x-none"/>
          </w:rPr>
          <w:t>2</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_Toc468260886 \h </w:instrText>
        </w:r>
        <w:r w:rsidR="00B115A6">
          <w:rPr>
            <w:webHidden/>
          </w:rPr>
        </w:r>
        <w:r w:rsidR="00B115A6">
          <w:rPr>
            <w:webHidden/>
          </w:rPr>
          <w:fldChar w:fldCharType="separate"/>
        </w:r>
        <w:r w:rsidR="00B115A6">
          <w:rPr>
            <w:webHidden/>
          </w:rPr>
          <w:t>36</w:t>
        </w:r>
        <w:r w:rsidR="00B115A6">
          <w:rPr>
            <w:webHidden/>
          </w:rPr>
          <w:fldChar w:fldCharType="end"/>
        </w:r>
      </w:hyperlink>
    </w:p>
    <w:p w14:paraId="22452AEC" w14:textId="77777777" w:rsidR="00B115A6" w:rsidRDefault="005C2042">
      <w:pPr>
        <w:pStyle w:val="27"/>
        <w:rPr>
          <w:rFonts w:asciiTheme="minorHAnsi" w:eastAsiaTheme="minorEastAsia" w:hAnsiTheme="minorHAnsi" w:cstheme="minorBidi"/>
          <w:b w:val="0"/>
          <w:bCs w:val="0"/>
          <w:smallCaps w:val="0"/>
        </w:rPr>
      </w:pPr>
      <w:hyperlink w:anchor="_Toc468260887" w:history="1">
        <w:r w:rsidR="00B115A6" w:rsidRPr="00D60103">
          <w:rPr>
            <w:rStyle w:val="af1"/>
            <w:lang w:eastAsia="x-none"/>
          </w:rPr>
          <w:t>5.4.</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об объеме поставок Товара (Форма </w:t>
        </w:r>
        <w:r w:rsidR="00B115A6" w:rsidRPr="00D60103">
          <w:rPr>
            <w:rStyle w:val="af1"/>
            <w:lang w:eastAsia="x-none"/>
          </w:rPr>
          <w:t>3</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_Toc468260887 \h </w:instrText>
        </w:r>
        <w:r w:rsidR="00B115A6">
          <w:rPr>
            <w:webHidden/>
          </w:rPr>
        </w:r>
        <w:r w:rsidR="00B115A6">
          <w:rPr>
            <w:webHidden/>
          </w:rPr>
          <w:fldChar w:fldCharType="separate"/>
        </w:r>
        <w:r w:rsidR="00B115A6">
          <w:rPr>
            <w:webHidden/>
          </w:rPr>
          <w:t>39</w:t>
        </w:r>
        <w:r w:rsidR="00B115A6">
          <w:rPr>
            <w:webHidden/>
          </w:rPr>
          <w:fldChar w:fldCharType="end"/>
        </w:r>
      </w:hyperlink>
    </w:p>
    <w:p w14:paraId="528C608C" w14:textId="77777777" w:rsidR="00B115A6" w:rsidRDefault="005C2042">
      <w:pPr>
        <w:pStyle w:val="27"/>
        <w:rPr>
          <w:rFonts w:asciiTheme="minorHAnsi" w:eastAsiaTheme="minorEastAsia" w:hAnsiTheme="minorHAnsi" w:cstheme="minorBidi"/>
          <w:b w:val="0"/>
          <w:bCs w:val="0"/>
          <w:smallCaps w:val="0"/>
        </w:rPr>
      </w:pPr>
      <w:hyperlink w:anchor="_Toc468260888" w:history="1">
        <w:r w:rsidR="00B115A6" w:rsidRPr="00D60103">
          <w:rPr>
            <w:rStyle w:val="af1"/>
            <w:lang w:eastAsia="x-none"/>
          </w:rPr>
          <w:t>5.5.</w:t>
        </w:r>
        <w:r w:rsidR="00B115A6">
          <w:rPr>
            <w:rFonts w:asciiTheme="minorHAnsi" w:eastAsiaTheme="minorEastAsia" w:hAnsiTheme="minorHAnsi" w:cstheme="minorBidi"/>
            <w:b w:val="0"/>
            <w:bCs w:val="0"/>
            <w:smallCaps w:val="0"/>
          </w:rPr>
          <w:tab/>
        </w:r>
        <w:r w:rsidR="00B115A6" w:rsidRPr="00D60103">
          <w:rPr>
            <w:rStyle w:val="af1"/>
            <w:lang w:eastAsia="x-none"/>
          </w:rPr>
          <w:t xml:space="preserve">Справка об опыте выполнения поставок товара, подобного предмету закупки </w:t>
        </w:r>
        <w:r w:rsidR="00B115A6" w:rsidRPr="00D60103">
          <w:rPr>
            <w:rStyle w:val="af1"/>
            <w:lang w:val="x-none" w:eastAsia="x-none"/>
          </w:rPr>
          <w:t xml:space="preserve">(Форма </w:t>
        </w:r>
        <w:r w:rsidR="00B115A6" w:rsidRPr="00D60103">
          <w:rPr>
            <w:rStyle w:val="af1"/>
            <w:lang w:eastAsia="x-none"/>
          </w:rPr>
          <w:t>4</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_Toc468260888 \h </w:instrText>
        </w:r>
        <w:r w:rsidR="00B115A6">
          <w:rPr>
            <w:webHidden/>
          </w:rPr>
        </w:r>
        <w:r w:rsidR="00B115A6">
          <w:rPr>
            <w:webHidden/>
          </w:rPr>
          <w:fldChar w:fldCharType="separate"/>
        </w:r>
        <w:r w:rsidR="00B115A6">
          <w:rPr>
            <w:webHidden/>
          </w:rPr>
          <w:t>40</w:t>
        </w:r>
        <w:r w:rsidR="00B115A6">
          <w:rPr>
            <w:webHidden/>
          </w:rPr>
          <w:fldChar w:fldCharType="end"/>
        </w:r>
      </w:hyperlink>
    </w:p>
    <w:p w14:paraId="6E60B944" w14:textId="77777777" w:rsidR="00B115A6" w:rsidRDefault="005C2042">
      <w:pPr>
        <w:pStyle w:val="27"/>
        <w:rPr>
          <w:rFonts w:asciiTheme="minorHAnsi" w:eastAsiaTheme="minorEastAsia" w:hAnsiTheme="minorHAnsi" w:cstheme="minorBidi"/>
          <w:b w:val="0"/>
          <w:bCs w:val="0"/>
          <w:smallCaps w:val="0"/>
        </w:rPr>
      </w:pPr>
      <w:hyperlink w:anchor="_Toc468260889" w:history="1">
        <w:r w:rsidR="00B115A6" w:rsidRPr="00D60103">
          <w:rPr>
            <w:rStyle w:val="af1"/>
            <w:lang w:eastAsia="x-none"/>
          </w:rPr>
          <w:t>5.6.</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Сведения о субпоставщиках Товара (Форма </w:t>
        </w:r>
        <w:r w:rsidR="00B115A6" w:rsidRPr="00D60103">
          <w:rPr>
            <w:rStyle w:val="af1"/>
            <w:lang w:eastAsia="x-none"/>
          </w:rPr>
          <w:t>5</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_Toc468260889 \h </w:instrText>
        </w:r>
        <w:r w:rsidR="00B115A6">
          <w:rPr>
            <w:webHidden/>
          </w:rPr>
        </w:r>
        <w:r w:rsidR="00B115A6">
          <w:rPr>
            <w:webHidden/>
          </w:rPr>
          <w:fldChar w:fldCharType="separate"/>
        </w:r>
        <w:r w:rsidR="00B115A6">
          <w:rPr>
            <w:webHidden/>
          </w:rPr>
          <w:t>41</w:t>
        </w:r>
        <w:r w:rsidR="00B115A6">
          <w:rPr>
            <w:webHidden/>
          </w:rPr>
          <w:fldChar w:fldCharType="end"/>
        </w:r>
      </w:hyperlink>
    </w:p>
    <w:p w14:paraId="0FB060D0" w14:textId="77777777" w:rsidR="00B115A6" w:rsidRDefault="005C2042">
      <w:pPr>
        <w:pStyle w:val="27"/>
        <w:rPr>
          <w:rFonts w:asciiTheme="minorHAnsi" w:eastAsiaTheme="minorEastAsia" w:hAnsiTheme="minorHAnsi" w:cstheme="minorBidi"/>
          <w:b w:val="0"/>
          <w:bCs w:val="0"/>
          <w:smallCaps w:val="0"/>
        </w:rPr>
      </w:pPr>
      <w:hyperlink w:anchor="_Toc468260890" w:history="1">
        <w:r w:rsidR="00B115A6" w:rsidRPr="00D60103">
          <w:rPr>
            <w:rStyle w:val="af1"/>
            <w:lang w:eastAsia="x-none"/>
          </w:rPr>
          <w:t>5.7.</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 деловой репутации Участника (участие в судебных разбирательствах) (Форма </w:t>
        </w:r>
        <w:r w:rsidR="00B115A6" w:rsidRPr="00D60103">
          <w:rPr>
            <w:rStyle w:val="af1"/>
            <w:lang w:eastAsia="x-none"/>
          </w:rPr>
          <w:t>6</w:t>
        </w:r>
        <w:r w:rsidR="00B115A6" w:rsidRPr="00D60103">
          <w:rPr>
            <w:rStyle w:val="af1"/>
            <w:lang w:val="x-none" w:eastAsia="x-none"/>
          </w:rPr>
          <w:t>)</w:t>
        </w:r>
        <w:r w:rsidR="00B115A6" w:rsidRPr="00D60103">
          <w:rPr>
            <w:rStyle w:val="af1"/>
            <w:vertAlign w:val="superscript"/>
            <w:lang w:val="x-none" w:eastAsia="x-none"/>
          </w:rPr>
          <w:t xml:space="preserve"> </w:t>
        </w:r>
        <w:r w:rsidR="00B115A6">
          <w:rPr>
            <w:webHidden/>
          </w:rPr>
          <w:tab/>
        </w:r>
        <w:r w:rsidR="00B115A6">
          <w:rPr>
            <w:webHidden/>
          </w:rPr>
          <w:fldChar w:fldCharType="begin"/>
        </w:r>
        <w:r w:rsidR="00B115A6">
          <w:rPr>
            <w:webHidden/>
          </w:rPr>
          <w:instrText xml:space="preserve"> PAGEREF _Toc468260890 \h </w:instrText>
        </w:r>
        <w:r w:rsidR="00B115A6">
          <w:rPr>
            <w:webHidden/>
          </w:rPr>
        </w:r>
        <w:r w:rsidR="00B115A6">
          <w:rPr>
            <w:webHidden/>
          </w:rPr>
          <w:fldChar w:fldCharType="separate"/>
        </w:r>
        <w:r w:rsidR="00B115A6">
          <w:rPr>
            <w:webHidden/>
          </w:rPr>
          <w:t>42</w:t>
        </w:r>
        <w:r w:rsidR="00B115A6">
          <w:rPr>
            <w:webHidden/>
          </w:rPr>
          <w:fldChar w:fldCharType="end"/>
        </w:r>
      </w:hyperlink>
    </w:p>
    <w:p w14:paraId="7C7ECFD2" w14:textId="77777777" w:rsidR="00B115A6" w:rsidRDefault="005C2042">
      <w:pPr>
        <w:pStyle w:val="27"/>
        <w:rPr>
          <w:rFonts w:asciiTheme="minorHAnsi" w:eastAsiaTheme="minorEastAsia" w:hAnsiTheme="minorHAnsi" w:cstheme="minorBidi"/>
          <w:b w:val="0"/>
          <w:bCs w:val="0"/>
          <w:smallCaps w:val="0"/>
        </w:rPr>
      </w:pPr>
      <w:hyperlink w:anchor="_Toc468260891" w:history="1">
        <w:r w:rsidR="00B115A6" w:rsidRPr="00D60103">
          <w:rPr>
            <w:rStyle w:val="af1"/>
            <w:lang w:eastAsia="x-none"/>
          </w:rPr>
          <w:t>5.8.</w:t>
        </w:r>
        <w:r w:rsidR="00B115A6">
          <w:rPr>
            <w:rFonts w:asciiTheme="minorHAnsi" w:eastAsiaTheme="minorEastAsia" w:hAnsiTheme="minorHAnsi" w:cstheme="minorBidi"/>
            <w:b w:val="0"/>
            <w:bCs w:val="0"/>
            <w:smallCaps w:val="0"/>
          </w:rPr>
          <w:tab/>
        </w:r>
        <w:r w:rsidR="00B115A6" w:rsidRPr="00D60103">
          <w:rPr>
            <w:rStyle w:val="af1"/>
            <w:lang w:eastAsia="x-none"/>
          </w:rPr>
          <w:t>Образцы гарантий обеспечения поставки (Форма 7)</w:t>
        </w:r>
        <w:r w:rsidR="00B115A6">
          <w:rPr>
            <w:webHidden/>
          </w:rPr>
          <w:tab/>
        </w:r>
        <w:r w:rsidR="00B115A6">
          <w:rPr>
            <w:webHidden/>
          </w:rPr>
          <w:fldChar w:fldCharType="begin"/>
        </w:r>
        <w:r w:rsidR="00B115A6">
          <w:rPr>
            <w:webHidden/>
          </w:rPr>
          <w:instrText xml:space="preserve"> PAGEREF _Toc468260891 \h </w:instrText>
        </w:r>
        <w:r w:rsidR="00B115A6">
          <w:rPr>
            <w:webHidden/>
          </w:rPr>
        </w:r>
        <w:r w:rsidR="00B115A6">
          <w:rPr>
            <w:webHidden/>
          </w:rPr>
          <w:fldChar w:fldCharType="separate"/>
        </w:r>
        <w:r w:rsidR="00B115A6">
          <w:rPr>
            <w:webHidden/>
          </w:rPr>
          <w:t>43</w:t>
        </w:r>
        <w:r w:rsidR="00B115A6">
          <w:rPr>
            <w:webHidden/>
          </w:rPr>
          <w:fldChar w:fldCharType="end"/>
        </w:r>
      </w:hyperlink>
    </w:p>
    <w:p w14:paraId="27F79756" w14:textId="77777777" w:rsidR="00B115A6" w:rsidRDefault="005C2042">
      <w:pPr>
        <w:pStyle w:val="27"/>
        <w:rPr>
          <w:rFonts w:asciiTheme="minorHAnsi" w:eastAsiaTheme="minorEastAsia" w:hAnsiTheme="minorHAnsi" w:cstheme="minorBidi"/>
          <w:b w:val="0"/>
          <w:bCs w:val="0"/>
          <w:smallCaps w:val="0"/>
        </w:rPr>
      </w:pPr>
      <w:hyperlink w:anchor="_Toc468260892" w:history="1">
        <w:r w:rsidR="00B115A6" w:rsidRPr="00D60103">
          <w:rPr>
            <w:rStyle w:val="af1"/>
            <w:lang w:val="x-none" w:eastAsia="x-none"/>
          </w:rPr>
          <w:t>Образец гарантии обеспечения выполнения условий договора (Форма </w:t>
        </w:r>
        <w:r w:rsidR="00B115A6" w:rsidRPr="00D60103">
          <w:rPr>
            <w:rStyle w:val="af1"/>
            <w:lang w:eastAsia="x-none"/>
          </w:rPr>
          <w:t>7</w:t>
        </w:r>
        <w:r w:rsidR="00B115A6" w:rsidRPr="00D60103">
          <w:rPr>
            <w:rStyle w:val="af1"/>
            <w:lang w:val="x-none" w:eastAsia="x-none"/>
          </w:rPr>
          <w:t>.1)</w:t>
        </w:r>
        <w:r w:rsidR="00B115A6">
          <w:rPr>
            <w:webHidden/>
          </w:rPr>
          <w:tab/>
        </w:r>
        <w:r w:rsidR="00B115A6">
          <w:rPr>
            <w:webHidden/>
          </w:rPr>
          <w:fldChar w:fldCharType="begin"/>
        </w:r>
        <w:r w:rsidR="00B115A6">
          <w:rPr>
            <w:webHidden/>
          </w:rPr>
          <w:instrText xml:space="preserve"> PAGEREF _Toc468260892 \h </w:instrText>
        </w:r>
        <w:r w:rsidR="00B115A6">
          <w:rPr>
            <w:webHidden/>
          </w:rPr>
        </w:r>
        <w:r w:rsidR="00B115A6">
          <w:rPr>
            <w:webHidden/>
          </w:rPr>
          <w:fldChar w:fldCharType="separate"/>
        </w:r>
        <w:r w:rsidR="00B115A6">
          <w:rPr>
            <w:webHidden/>
          </w:rPr>
          <w:t>43</w:t>
        </w:r>
        <w:r w:rsidR="00B115A6">
          <w:rPr>
            <w:webHidden/>
          </w:rPr>
          <w:fldChar w:fldCharType="end"/>
        </w:r>
      </w:hyperlink>
    </w:p>
    <w:p w14:paraId="60759562" w14:textId="77777777" w:rsidR="00B115A6" w:rsidRDefault="005C2042">
      <w:pPr>
        <w:pStyle w:val="27"/>
        <w:rPr>
          <w:rFonts w:asciiTheme="minorHAnsi" w:eastAsiaTheme="minorEastAsia" w:hAnsiTheme="minorHAnsi" w:cstheme="minorBidi"/>
          <w:b w:val="0"/>
          <w:bCs w:val="0"/>
          <w:smallCaps w:val="0"/>
        </w:rPr>
      </w:pPr>
      <w:hyperlink w:anchor="_Toc468260893" w:history="1">
        <w:r w:rsidR="00B115A6" w:rsidRPr="00D60103">
          <w:rPr>
            <w:rStyle w:val="af1"/>
          </w:rPr>
          <w:t>5.9.</w:t>
        </w:r>
        <w:r w:rsidR="00B115A6">
          <w:rPr>
            <w:rFonts w:asciiTheme="minorHAnsi" w:eastAsiaTheme="minorEastAsia" w:hAnsiTheme="minorHAnsi" w:cstheme="minorBidi"/>
            <w:b w:val="0"/>
            <w:bCs w:val="0"/>
            <w:smallCaps w:val="0"/>
          </w:rPr>
          <w:tab/>
        </w:r>
        <w:r w:rsidR="00B115A6" w:rsidRPr="00D60103">
          <w:rPr>
            <w:rStyle w:val="af1"/>
          </w:rPr>
          <w:t>Гарантия отгрузки предприятия-изготовителя товара в адрес Заказчика (Форма 8)</w:t>
        </w:r>
        <w:r w:rsidR="00B115A6">
          <w:rPr>
            <w:webHidden/>
          </w:rPr>
          <w:tab/>
        </w:r>
        <w:r w:rsidR="00B115A6">
          <w:rPr>
            <w:webHidden/>
          </w:rPr>
          <w:fldChar w:fldCharType="begin"/>
        </w:r>
        <w:r w:rsidR="00B115A6">
          <w:rPr>
            <w:webHidden/>
          </w:rPr>
          <w:instrText xml:space="preserve"> PAGEREF _Toc468260893 \h </w:instrText>
        </w:r>
        <w:r w:rsidR="00B115A6">
          <w:rPr>
            <w:webHidden/>
          </w:rPr>
        </w:r>
        <w:r w:rsidR="00B115A6">
          <w:rPr>
            <w:webHidden/>
          </w:rPr>
          <w:fldChar w:fldCharType="separate"/>
        </w:r>
        <w:r w:rsidR="00B115A6">
          <w:rPr>
            <w:webHidden/>
          </w:rPr>
          <w:t>47</w:t>
        </w:r>
        <w:r w:rsidR="00B115A6">
          <w:rPr>
            <w:webHidden/>
          </w:rPr>
          <w:fldChar w:fldCharType="end"/>
        </w:r>
      </w:hyperlink>
    </w:p>
    <w:p w14:paraId="19F0B3F6" w14:textId="77777777" w:rsidR="00B115A6" w:rsidRDefault="005C2042">
      <w:pPr>
        <w:pStyle w:val="27"/>
        <w:rPr>
          <w:rFonts w:asciiTheme="minorHAnsi" w:eastAsiaTheme="minorEastAsia" w:hAnsiTheme="minorHAnsi" w:cstheme="minorBidi"/>
          <w:b w:val="0"/>
          <w:bCs w:val="0"/>
          <w:smallCaps w:val="0"/>
        </w:rPr>
      </w:pPr>
      <w:hyperlink w:anchor="_Toc468260894" w:history="1">
        <w:r w:rsidR="00B115A6" w:rsidRPr="00D60103">
          <w:rPr>
            <w:rStyle w:val="af1"/>
          </w:rPr>
          <w:t>5.10.</w:t>
        </w:r>
        <w:r w:rsidR="00B115A6">
          <w:rPr>
            <w:rFonts w:asciiTheme="minorHAnsi" w:eastAsiaTheme="minorEastAsia" w:hAnsiTheme="minorHAnsi" w:cstheme="minorBidi"/>
            <w:b w:val="0"/>
            <w:bCs w:val="0"/>
            <w:smallCaps w:val="0"/>
          </w:rPr>
          <w:tab/>
        </w:r>
        <w:r w:rsidR="00B115A6" w:rsidRPr="00D6010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B115A6">
          <w:rPr>
            <w:webHidden/>
          </w:rPr>
          <w:tab/>
        </w:r>
        <w:r w:rsidR="00B115A6">
          <w:rPr>
            <w:webHidden/>
          </w:rPr>
          <w:fldChar w:fldCharType="begin"/>
        </w:r>
        <w:r w:rsidR="00B115A6">
          <w:rPr>
            <w:webHidden/>
          </w:rPr>
          <w:instrText xml:space="preserve"> PAGEREF _Toc468260894 \h </w:instrText>
        </w:r>
        <w:r w:rsidR="00B115A6">
          <w:rPr>
            <w:webHidden/>
          </w:rPr>
        </w:r>
        <w:r w:rsidR="00B115A6">
          <w:rPr>
            <w:webHidden/>
          </w:rPr>
          <w:fldChar w:fldCharType="separate"/>
        </w:r>
        <w:r w:rsidR="00B115A6">
          <w:rPr>
            <w:webHidden/>
          </w:rPr>
          <w:t>49</w:t>
        </w:r>
        <w:r w:rsidR="00B115A6">
          <w:rPr>
            <w:webHidden/>
          </w:rPr>
          <w:fldChar w:fldCharType="end"/>
        </w:r>
      </w:hyperlink>
    </w:p>
    <w:p w14:paraId="4234924C" w14:textId="77777777" w:rsidR="00B115A6" w:rsidRDefault="005C2042">
      <w:pPr>
        <w:pStyle w:val="27"/>
        <w:rPr>
          <w:rFonts w:asciiTheme="minorHAnsi" w:eastAsiaTheme="minorEastAsia" w:hAnsiTheme="minorHAnsi" w:cstheme="minorBidi"/>
          <w:b w:val="0"/>
          <w:bCs w:val="0"/>
          <w:smallCaps w:val="0"/>
        </w:rPr>
      </w:pPr>
      <w:hyperlink w:anchor="_Toc468260895" w:history="1">
        <w:r w:rsidR="00B115A6" w:rsidRPr="00D60103">
          <w:rPr>
            <w:rStyle w:val="af1"/>
            <w:lang w:eastAsia="x-none"/>
          </w:rPr>
          <w:t>5.11.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Образец </w:t>
        </w:r>
        <w:r w:rsidR="00B115A6" w:rsidRPr="00D60103">
          <w:rPr>
            <w:rStyle w:val="af1"/>
            <w:lang w:eastAsia="x-none"/>
          </w:rPr>
          <w:t>п</w:t>
        </w:r>
        <w:r w:rsidR="00B115A6" w:rsidRPr="00D60103">
          <w:rPr>
            <w:rStyle w:val="af1"/>
            <w:iCs/>
            <w:lang w:eastAsia="x-none"/>
          </w:rPr>
          <w:t>исьма об отсутствии у участника закупки судимости</w:t>
        </w:r>
        <w:r w:rsidR="00B115A6" w:rsidRPr="00D60103">
          <w:rPr>
            <w:rStyle w:val="af1"/>
            <w:lang w:val="x-none" w:eastAsia="x-none"/>
          </w:rPr>
          <w:t xml:space="preserve"> (Форма </w:t>
        </w:r>
        <w:r w:rsidR="00B115A6" w:rsidRPr="00D60103">
          <w:rPr>
            <w:rStyle w:val="af1"/>
            <w:lang w:eastAsia="x-none"/>
          </w:rPr>
          <w:t>10</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_Toc468260895 \h </w:instrText>
        </w:r>
        <w:r w:rsidR="00B115A6">
          <w:rPr>
            <w:webHidden/>
          </w:rPr>
        </w:r>
        <w:r w:rsidR="00B115A6">
          <w:rPr>
            <w:webHidden/>
          </w:rPr>
          <w:fldChar w:fldCharType="separate"/>
        </w:r>
        <w:r w:rsidR="00B115A6">
          <w:rPr>
            <w:webHidden/>
          </w:rPr>
          <w:t>54</w:t>
        </w:r>
        <w:r w:rsidR="00B115A6">
          <w:rPr>
            <w:webHidden/>
          </w:rPr>
          <w:fldChar w:fldCharType="end"/>
        </w:r>
      </w:hyperlink>
    </w:p>
    <w:p w14:paraId="75DD54B5" w14:textId="77777777" w:rsidR="00B115A6" w:rsidRDefault="005C2042">
      <w:pPr>
        <w:pStyle w:val="27"/>
        <w:rPr>
          <w:rFonts w:asciiTheme="minorHAnsi" w:eastAsiaTheme="minorEastAsia" w:hAnsiTheme="minorHAnsi" w:cstheme="minorBidi"/>
          <w:b w:val="0"/>
          <w:bCs w:val="0"/>
          <w:smallCaps w:val="0"/>
        </w:rPr>
      </w:pPr>
      <w:hyperlink w:anchor="_Toc468260896" w:history="1">
        <w:r w:rsidR="00B115A6" w:rsidRPr="00D60103">
          <w:rPr>
            <w:rStyle w:val="af1"/>
          </w:rPr>
          <w:t>5.12.</w:t>
        </w:r>
        <w:r w:rsidR="00B115A6">
          <w:rPr>
            <w:rFonts w:asciiTheme="minorHAnsi" w:eastAsiaTheme="minorEastAsia" w:hAnsiTheme="minorHAnsi" w:cstheme="minorBidi"/>
            <w:b w:val="0"/>
            <w:bCs w:val="0"/>
            <w:smallCaps w:val="0"/>
          </w:rPr>
          <w:tab/>
        </w:r>
        <w:r w:rsidR="00B115A6" w:rsidRPr="00D60103">
          <w:rPr>
            <w:rStyle w:val="af1"/>
          </w:rPr>
          <w:t>Справка о материально-технических ресурсах (Форма 11)</w:t>
        </w:r>
        <w:r w:rsidR="00B115A6">
          <w:rPr>
            <w:webHidden/>
          </w:rPr>
          <w:tab/>
        </w:r>
        <w:r w:rsidR="00B115A6">
          <w:rPr>
            <w:webHidden/>
          </w:rPr>
          <w:fldChar w:fldCharType="begin"/>
        </w:r>
        <w:r w:rsidR="00B115A6">
          <w:rPr>
            <w:webHidden/>
          </w:rPr>
          <w:instrText xml:space="preserve"> PAGEREF _Toc468260896 \h </w:instrText>
        </w:r>
        <w:r w:rsidR="00B115A6">
          <w:rPr>
            <w:webHidden/>
          </w:rPr>
        </w:r>
        <w:r w:rsidR="00B115A6">
          <w:rPr>
            <w:webHidden/>
          </w:rPr>
          <w:fldChar w:fldCharType="separate"/>
        </w:r>
        <w:r w:rsidR="00B115A6">
          <w:rPr>
            <w:webHidden/>
          </w:rPr>
          <w:t>55</w:t>
        </w:r>
        <w:r w:rsidR="00B115A6">
          <w:rPr>
            <w:webHidden/>
          </w:rPr>
          <w:fldChar w:fldCharType="end"/>
        </w:r>
      </w:hyperlink>
    </w:p>
    <w:p w14:paraId="4707A18F" w14:textId="77777777" w:rsidR="00B115A6" w:rsidRDefault="005C2042">
      <w:pPr>
        <w:pStyle w:val="13"/>
        <w:rPr>
          <w:rFonts w:asciiTheme="minorHAnsi" w:eastAsiaTheme="minorEastAsia" w:hAnsiTheme="minorHAnsi" w:cstheme="minorBidi"/>
          <w:b w:val="0"/>
          <w:bCs w:val="0"/>
          <w:caps w:val="0"/>
        </w:rPr>
      </w:pPr>
      <w:hyperlink w:anchor="_Toc468260897" w:history="1">
        <w:r w:rsidR="00B115A6" w:rsidRPr="00D60103">
          <w:rPr>
            <w:rStyle w:val="af1"/>
          </w:rPr>
          <w:t>Проект договора</w:t>
        </w:r>
        <w:r w:rsidR="00B115A6">
          <w:rPr>
            <w:webHidden/>
          </w:rPr>
          <w:tab/>
        </w:r>
        <w:r w:rsidR="00B115A6">
          <w:rPr>
            <w:webHidden/>
          </w:rPr>
          <w:fldChar w:fldCharType="begin"/>
        </w:r>
        <w:r w:rsidR="00B115A6">
          <w:rPr>
            <w:webHidden/>
          </w:rPr>
          <w:instrText xml:space="preserve"> PAGEREF _Toc468260897 \h </w:instrText>
        </w:r>
        <w:r w:rsidR="00B115A6">
          <w:rPr>
            <w:webHidden/>
          </w:rPr>
        </w:r>
        <w:r w:rsidR="00B115A6">
          <w:rPr>
            <w:webHidden/>
          </w:rPr>
          <w:fldChar w:fldCharType="separate"/>
        </w:r>
        <w:r w:rsidR="00B115A6">
          <w:rPr>
            <w:webHidden/>
          </w:rPr>
          <w:t>56</w:t>
        </w:r>
        <w:r w:rsidR="00B115A6">
          <w:rPr>
            <w:webHidden/>
          </w:rPr>
          <w:fldChar w:fldCharType="end"/>
        </w:r>
      </w:hyperlink>
    </w:p>
    <w:p w14:paraId="0ACDC3E5" w14:textId="77777777" w:rsidR="00B115A6" w:rsidRDefault="005C2042">
      <w:pPr>
        <w:pStyle w:val="13"/>
        <w:rPr>
          <w:rFonts w:asciiTheme="minorHAnsi" w:eastAsiaTheme="minorEastAsia" w:hAnsiTheme="minorHAnsi" w:cstheme="minorBidi"/>
          <w:b w:val="0"/>
          <w:bCs w:val="0"/>
          <w:caps w:val="0"/>
        </w:rPr>
      </w:pPr>
      <w:hyperlink w:anchor="_Toc468260898" w:history="1">
        <w:r w:rsidR="00B115A6" w:rsidRPr="00D60103">
          <w:rPr>
            <w:rStyle w:val="af1"/>
          </w:rPr>
          <w:t>Техническая часть</w:t>
        </w:r>
        <w:r w:rsidR="00B115A6">
          <w:rPr>
            <w:webHidden/>
          </w:rPr>
          <w:tab/>
        </w:r>
        <w:r w:rsidR="00B115A6">
          <w:rPr>
            <w:webHidden/>
          </w:rPr>
          <w:fldChar w:fldCharType="begin"/>
        </w:r>
        <w:r w:rsidR="00B115A6">
          <w:rPr>
            <w:webHidden/>
          </w:rPr>
          <w:instrText xml:space="preserve"> PAGEREF _Toc468260898 \h </w:instrText>
        </w:r>
        <w:r w:rsidR="00B115A6">
          <w:rPr>
            <w:webHidden/>
          </w:rPr>
        </w:r>
        <w:r w:rsidR="00B115A6">
          <w:rPr>
            <w:webHidden/>
          </w:rPr>
          <w:fldChar w:fldCharType="separate"/>
        </w:r>
        <w:r w:rsidR="00B115A6">
          <w:rPr>
            <w:webHidden/>
          </w:rPr>
          <w:t>57</w:t>
        </w:r>
        <w:r w:rsidR="00B115A6">
          <w:rPr>
            <w:webHidden/>
          </w:rPr>
          <w:fldChar w:fldCharType="end"/>
        </w:r>
      </w:hyperlink>
    </w:p>
    <w:p w14:paraId="12E0CC9C" w14:textId="77777777" w:rsidR="00B115A6" w:rsidRDefault="005C2042">
      <w:pPr>
        <w:pStyle w:val="13"/>
        <w:rPr>
          <w:rFonts w:asciiTheme="minorHAnsi" w:eastAsiaTheme="minorEastAsia" w:hAnsiTheme="minorHAnsi" w:cstheme="minorBidi"/>
          <w:b w:val="0"/>
          <w:bCs w:val="0"/>
          <w:caps w:val="0"/>
        </w:rPr>
      </w:pPr>
      <w:hyperlink w:anchor="_Toc468260899" w:history="1">
        <w:r w:rsidR="00B115A6" w:rsidRPr="00D60103">
          <w:rPr>
            <w:rStyle w:val="af1"/>
          </w:rPr>
          <w:t>Методика анализа и оценки Заявок.</w:t>
        </w:r>
        <w:r w:rsidR="00B115A6">
          <w:rPr>
            <w:webHidden/>
          </w:rPr>
          <w:tab/>
        </w:r>
        <w:r w:rsidR="00B115A6">
          <w:rPr>
            <w:webHidden/>
          </w:rPr>
          <w:fldChar w:fldCharType="begin"/>
        </w:r>
        <w:r w:rsidR="00B115A6">
          <w:rPr>
            <w:webHidden/>
          </w:rPr>
          <w:instrText xml:space="preserve"> PAGEREF _Toc468260899 \h </w:instrText>
        </w:r>
        <w:r w:rsidR="00B115A6">
          <w:rPr>
            <w:webHidden/>
          </w:rPr>
        </w:r>
        <w:r w:rsidR="00B115A6">
          <w:rPr>
            <w:webHidden/>
          </w:rPr>
          <w:fldChar w:fldCharType="separate"/>
        </w:r>
        <w:r w:rsidR="00B115A6">
          <w:rPr>
            <w:webHidden/>
          </w:rPr>
          <w:t>58</w:t>
        </w:r>
        <w:r w:rsidR="00B115A6">
          <w:rPr>
            <w:webHidden/>
          </w:rPr>
          <w:fldChar w:fldCharType="end"/>
        </w:r>
      </w:hyperlink>
    </w:p>
    <w:p w14:paraId="55163AC9" w14:textId="77777777" w:rsidR="00B115A6" w:rsidRDefault="005C2042">
      <w:pPr>
        <w:pStyle w:val="13"/>
        <w:rPr>
          <w:rFonts w:asciiTheme="minorHAnsi" w:eastAsiaTheme="minorEastAsia" w:hAnsiTheme="minorHAnsi" w:cstheme="minorBidi"/>
          <w:b w:val="0"/>
          <w:bCs w:val="0"/>
          <w:caps w:val="0"/>
        </w:rPr>
      </w:pPr>
      <w:hyperlink w:anchor="_Toc468260900" w:history="1">
        <w:r w:rsidR="00B115A6" w:rsidRPr="00D60103">
          <w:rPr>
            <w:rStyle w:val="af1"/>
          </w:rPr>
          <w:t>Образец описи документов, содержащихся в Заявке.</w:t>
        </w:r>
        <w:r w:rsidR="00B115A6">
          <w:rPr>
            <w:webHidden/>
          </w:rPr>
          <w:tab/>
        </w:r>
        <w:r w:rsidR="00B115A6">
          <w:rPr>
            <w:webHidden/>
          </w:rPr>
          <w:fldChar w:fldCharType="begin"/>
        </w:r>
        <w:r w:rsidR="00B115A6">
          <w:rPr>
            <w:webHidden/>
          </w:rPr>
          <w:instrText xml:space="preserve"> PAGEREF _Toc468260900 \h </w:instrText>
        </w:r>
        <w:r w:rsidR="00B115A6">
          <w:rPr>
            <w:webHidden/>
          </w:rPr>
        </w:r>
        <w:r w:rsidR="00B115A6">
          <w:rPr>
            <w:webHidden/>
          </w:rPr>
          <w:fldChar w:fldCharType="separate"/>
        </w:r>
        <w:r w:rsidR="00B115A6">
          <w:rPr>
            <w:webHidden/>
          </w:rPr>
          <w:t>59</w:t>
        </w:r>
        <w:r w:rsidR="00B115A6">
          <w:rPr>
            <w:webHidden/>
          </w:rPr>
          <w:fldChar w:fldCharType="end"/>
        </w:r>
      </w:hyperlink>
    </w:p>
    <w:p w14:paraId="437EF16F" w14:textId="77777777"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14:paraId="7800FC92" w14:textId="77777777" w:rsidR="00EB11C1" w:rsidRPr="00E7316E" w:rsidRDefault="004E0F9A" w:rsidP="00B87060">
      <w:pPr>
        <w:pStyle w:val="1"/>
        <w:numPr>
          <w:ilvl w:val="0"/>
          <w:numId w:val="5"/>
        </w:numPr>
        <w:ind w:left="0" w:firstLine="34"/>
        <w:rPr>
          <w:szCs w:val="28"/>
        </w:rPr>
      </w:pPr>
      <w:bookmarkStart w:id="6" w:name="_Toc453152052"/>
      <w:bookmarkStart w:id="7" w:name="_Toc453166604"/>
      <w:bookmarkStart w:id="8" w:name="_Toc468260853"/>
      <w:r w:rsidRPr="00E7316E">
        <w:rPr>
          <w:szCs w:val="28"/>
        </w:rPr>
        <w:lastRenderedPageBreak/>
        <w:t>ОБЩИЕ ПОЛОЖЕНИЯ</w:t>
      </w:r>
      <w:bookmarkEnd w:id="3"/>
      <w:bookmarkEnd w:id="4"/>
      <w:bookmarkEnd w:id="5"/>
      <w:bookmarkEnd w:id="6"/>
      <w:bookmarkEnd w:id="7"/>
      <w:bookmarkEnd w:id="8"/>
    </w:p>
    <w:p w14:paraId="58E677A8" w14:textId="77777777" w:rsidR="00ED361A" w:rsidRPr="00E7316E" w:rsidRDefault="00ED361A" w:rsidP="00E7316E">
      <w:pPr>
        <w:pStyle w:val="2e"/>
        <w:spacing w:after="0"/>
        <w:ind w:left="0" w:firstLine="709"/>
        <w:rPr>
          <w:sz w:val="28"/>
          <w:szCs w:val="28"/>
        </w:rPr>
      </w:pPr>
    </w:p>
    <w:p w14:paraId="1C894339" w14:textId="77777777"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9" w:name="_Toc255048925"/>
      <w:bookmarkStart w:id="10" w:name="_Toc255048965"/>
      <w:bookmarkStart w:id="11" w:name="_Ref323045675"/>
      <w:bookmarkStart w:id="12" w:name="_Toc453152053"/>
      <w:bookmarkStart w:id="13" w:name="_Toc453166605"/>
      <w:bookmarkStart w:id="14" w:name="_Toc468260854"/>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9"/>
      <w:bookmarkEnd w:id="10"/>
      <w:bookmarkEnd w:id="11"/>
      <w:bookmarkEnd w:id="12"/>
      <w:bookmarkEnd w:id="13"/>
      <w:bookmarkEnd w:id="14"/>
    </w:p>
    <w:p w14:paraId="58E4975B" w14:textId="77777777" w:rsidR="00E7316E" w:rsidRPr="00E7316E" w:rsidRDefault="00E7316E" w:rsidP="00E7316E">
      <w:pPr>
        <w:pStyle w:val="32"/>
        <w:spacing w:after="0"/>
        <w:ind w:left="0" w:firstLine="709"/>
        <w:jc w:val="both"/>
        <w:outlineLvl w:val="1"/>
        <w:rPr>
          <w:sz w:val="28"/>
          <w:szCs w:val="28"/>
        </w:rPr>
      </w:pPr>
    </w:p>
    <w:p w14:paraId="548F59FF" w14:textId="31272422" w:rsidR="00EB11C1" w:rsidRPr="000172E7" w:rsidRDefault="00C04EB8" w:rsidP="000A2450">
      <w:pPr>
        <w:pStyle w:val="a"/>
        <w:numPr>
          <w:ilvl w:val="2"/>
          <w:numId w:val="34"/>
        </w:numPr>
        <w:spacing w:after="0"/>
        <w:ind w:left="0" w:firstLine="708"/>
      </w:pPr>
      <w:bookmarkStart w:id="15" w:name="_Ref323045691"/>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BB1F2A">
        <w:rPr>
          <w:szCs w:val="28"/>
        </w:rPr>
        <w:t xml:space="preserve"> о проведении запроса предложений</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A703B"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2" w:history="1">
        <w:r w:rsidR="0048519D" w:rsidRPr="00E7316E">
          <w:rPr>
            <w:rStyle w:val="af1"/>
            <w:szCs w:val="28"/>
            <w:u w:val="none"/>
          </w:rPr>
          <w:t>www.zakupki.gov.ru</w:t>
        </w:r>
      </w:hyperlink>
      <w:r w:rsidR="004D4106" w:rsidRPr="00E7316E">
        <w:rPr>
          <w:szCs w:val="28"/>
        </w:rPr>
        <w:t xml:space="preserve">, сайте электронной </w:t>
      </w:r>
      <w:r w:rsidR="00BB1F2A">
        <w:rPr>
          <w:szCs w:val="28"/>
        </w:rPr>
        <w:t xml:space="preserve">торговой </w:t>
      </w:r>
      <w:r w:rsidR="004D4106" w:rsidRPr="00E7316E">
        <w:rPr>
          <w:szCs w:val="28"/>
        </w:rPr>
        <w:t xml:space="preserve">площадки </w:t>
      </w:r>
      <w:hyperlink r:id="rId13" w:history="1">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.ru</w:t>
        </w:r>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A703B"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A703B">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 предложений</w:t>
      </w:r>
      <w:r w:rsidR="009211C4" w:rsidRPr="00E7316E">
        <w:rPr>
          <w:szCs w:val="28"/>
        </w:rPr>
        <w:t>, предмет и номер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A703B"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A703B"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5"/>
    </w:p>
    <w:p w14:paraId="1A7C609C" w14:textId="77777777" w:rsidR="009211C4" w:rsidRPr="000172E7" w:rsidRDefault="008C6FE0" w:rsidP="000A2450">
      <w:pPr>
        <w:pStyle w:val="a"/>
        <w:numPr>
          <w:ilvl w:val="2"/>
          <w:numId w:val="34"/>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а предложений указан</w:t>
      </w:r>
      <w:r w:rsidRPr="000172E7">
        <w:t>ы</w:t>
      </w:r>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(п.</w:t>
      </w:r>
      <w:r w:rsidR="00C2128F">
        <w:t>п.</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9211C4" w:rsidRPr="000172E7">
        <w:t>).</w:t>
      </w:r>
    </w:p>
    <w:p w14:paraId="3092F366" w14:textId="77777777" w:rsidR="007706BB" w:rsidRPr="000172E7" w:rsidRDefault="00B671D9" w:rsidP="000A2450">
      <w:pPr>
        <w:pStyle w:val="a"/>
        <w:numPr>
          <w:ilvl w:val="2"/>
          <w:numId w:val="34"/>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14:paraId="109068C6" w14:textId="77777777" w:rsidR="009211C4" w:rsidRDefault="009211C4" w:rsidP="000A2450">
      <w:pPr>
        <w:pStyle w:val="a"/>
        <w:numPr>
          <w:ilvl w:val="2"/>
          <w:numId w:val="34"/>
        </w:numPr>
        <w:spacing w:after="0"/>
        <w:ind w:left="0" w:firstLine="708"/>
      </w:pPr>
      <w:bookmarkStart w:id="16"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0E15CD">
        <w:t>)</w:t>
      </w:r>
      <w:r w:rsidRPr="000172E7">
        <w:t>.</w:t>
      </w:r>
      <w:bookmarkEnd w:id="16"/>
    </w:p>
    <w:p w14:paraId="0F1029CE" w14:textId="5BE2DA23" w:rsidR="00162BE1" w:rsidRDefault="00162BE1" w:rsidP="000A2450">
      <w:pPr>
        <w:pStyle w:val="a"/>
        <w:numPr>
          <w:ilvl w:val="2"/>
          <w:numId w:val="34"/>
        </w:numPr>
        <w:spacing w:after="0"/>
        <w:ind w:left="0" w:firstLine="708"/>
      </w:pPr>
      <w:r w:rsidRPr="000172E7">
        <w:t xml:space="preserve">В рамках </w:t>
      </w:r>
      <w:r w:rsidR="008E1AD6" w:rsidRPr="000172E7">
        <w:t>запрос</w:t>
      </w:r>
      <w:r w:rsidR="007A4599" w:rsidRPr="000172E7">
        <w:t>а предложений</w:t>
      </w:r>
      <w:r w:rsidRPr="000172E7">
        <w:t xml:space="preserve">, в Извещении о проведении </w:t>
      </w:r>
      <w:r w:rsidR="00BB1F2A">
        <w:t xml:space="preserve">запроса предложений </w:t>
      </w:r>
      <w:r w:rsidRPr="000172E7">
        <w:t xml:space="preserve">и в настоящей </w:t>
      </w:r>
      <w:r w:rsidR="0020493E">
        <w:t>д</w:t>
      </w:r>
      <w:r w:rsidR="007A4599" w:rsidRPr="000172E7">
        <w:t xml:space="preserve">окументации о </w:t>
      </w:r>
      <w:r w:rsidR="008E1AD6" w:rsidRPr="000172E7">
        <w:t>запрос</w:t>
      </w:r>
      <w:r w:rsidR="007A4599" w:rsidRPr="000172E7">
        <w:t xml:space="preserve">е предложений используются термины, определенные в подразделе </w:t>
      </w:r>
      <w:r w:rsidR="000E15CD" w:rsidRPr="00C2128F">
        <w:rPr>
          <w:b/>
        </w:rPr>
        <w:fldChar w:fldCharType="begin"/>
      </w:r>
      <w:r w:rsidR="000E15CD" w:rsidRPr="00C2128F">
        <w:rPr>
          <w:b/>
        </w:rPr>
        <w:instrText xml:space="preserve"> REF _Ref349376852 \r \h </w:instrText>
      </w:r>
      <w:r w:rsidR="00C2128F">
        <w:rPr>
          <w:b/>
        </w:rPr>
        <w:instrText xml:space="preserve"> \* MERGEFORMAT </w:instrText>
      </w:r>
      <w:r w:rsidR="000E15CD" w:rsidRPr="00C2128F">
        <w:rPr>
          <w:b/>
        </w:rPr>
      </w:r>
      <w:r w:rsidR="000E15CD" w:rsidRPr="00C2128F">
        <w:rPr>
          <w:b/>
        </w:rPr>
        <w:fldChar w:fldCharType="separate"/>
      </w:r>
      <w:r w:rsidR="00DA703B">
        <w:rPr>
          <w:b/>
        </w:rPr>
        <w:t>1.2</w:t>
      </w:r>
      <w:r w:rsidR="000E15CD" w:rsidRPr="00C2128F">
        <w:rPr>
          <w:b/>
        </w:rPr>
        <w:fldChar w:fldCharType="end"/>
      </w:r>
      <w:r w:rsidR="0020493E">
        <w:t xml:space="preserve"> настоящей д</w:t>
      </w:r>
      <w:r w:rsidR="007A4599" w:rsidRPr="000172E7">
        <w:t xml:space="preserve">окументации о </w:t>
      </w:r>
      <w:r w:rsidR="008E1AD6" w:rsidRPr="000172E7">
        <w:t>запрос</w:t>
      </w:r>
      <w:r w:rsidR="007A4599" w:rsidRPr="000172E7">
        <w:t>е предложений</w:t>
      </w:r>
      <w:r w:rsidRPr="000172E7">
        <w:t>.</w:t>
      </w:r>
    </w:p>
    <w:p w14:paraId="4E008208" w14:textId="77777777" w:rsidR="00E7316E" w:rsidRPr="000172E7" w:rsidRDefault="00E7316E" w:rsidP="003A6B88">
      <w:pPr>
        <w:pStyle w:val="a"/>
        <w:numPr>
          <w:ilvl w:val="0"/>
          <w:numId w:val="0"/>
        </w:numPr>
        <w:spacing w:after="0"/>
        <w:ind w:firstLine="709"/>
      </w:pPr>
    </w:p>
    <w:p w14:paraId="04894733" w14:textId="77777777"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7" w:name="_Toc255048926"/>
      <w:bookmarkStart w:id="18" w:name="_Toc255048966"/>
      <w:bookmarkStart w:id="19" w:name="_Ref322945338"/>
      <w:bookmarkStart w:id="20" w:name="_Ref349376852"/>
      <w:bookmarkStart w:id="21" w:name="_Toc453152054"/>
      <w:bookmarkStart w:id="22" w:name="_Toc453166606"/>
      <w:bookmarkStart w:id="23" w:name="_Toc468260855"/>
      <w:r w:rsidRPr="000172E7">
        <w:rPr>
          <w:b/>
          <w:sz w:val="28"/>
          <w:szCs w:val="28"/>
        </w:rPr>
        <w:t>Термины и определения</w:t>
      </w:r>
      <w:bookmarkEnd w:id="17"/>
      <w:bookmarkEnd w:id="18"/>
      <w:bookmarkEnd w:id="19"/>
      <w:bookmarkEnd w:id="20"/>
      <w:bookmarkEnd w:id="21"/>
      <w:bookmarkEnd w:id="22"/>
      <w:bookmarkEnd w:id="23"/>
    </w:p>
    <w:p w14:paraId="217D1E49" w14:textId="77777777" w:rsidR="00E7316E" w:rsidRPr="00CB1020" w:rsidRDefault="00E7316E" w:rsidP="003A6B88">
      <w:pPr>
        <w:pStyle w:val="32"/>
        <w:spacing w:after="0"/>
        <w:ind w:left="0" w:firstLine="709"/>
        <w:jc w:val="both"/>
        <w:outlineLvl w:val="1"/>
        <w:rPr>
          <w:sz w:val="28"/>
          <w:szCs w:val="28"/>
        </w:rPr>
      </w:pPr>
    </w:p>
    <w:p w14:paraId="57FF972E" w14:textId="2F699358" w:rsidR="00FB6E49" w:rsidRPr="000172E7" w:rsidRDefault="00FB6E49" w:rsidP="000A2450">
      <w:pPr>
        <w:pStyle w:val="a"/>
        <w:numPr>
          <w:ilvl w:val="2"/>
          <w:numId w:val="24"/>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410513">
        <w:t>у</w:t>
      </w:r>
      <w:r w:rsidR="0078174A" w:rsidRPr="000172E7">
        <w:t>частник</w:t>
      </w:r>
      <w:r w:rsidRPr="000172E7">
        <w:t>ом процедур закупки, критериях и порядке оценки и сопоставления заявок</w:t>
      </w:r>
      <w:r w:rsidR="00410513">
        <w:t xml:space="preserve"> на участие в запросе предложений</w:t>
      </w:r>
      <w:r w:rsidRPr="000172E7">
        <w:t>, а также об условиях заключаемого по результатам запроса предложений договора.</w:t>
      </w:r>
    </w:p>
    <w:p w14:paraId="0357B68D" w14:textId="677B23C4" w:rsidR="0029748C" w:rsidRPr="000172E7" w:rsidRDefault="0029748C" w:rsidP="000A2450">
      <w:pPr>
        <w:pStyle w:val="a"/>
        <w:numPr>
          <w:ilvl w:val="2"/>
          <w:numId w:val="24"/>
        </w:numPr>
        <w:spacing w:after="0"/>
        <w:ind w:left="0" w:firstLine="708"/>
      </w:pPr>
      <w:r w:rsidRPr="000172E7">
        <w:rPr>
          <w:b/>
        </w:rPr>
        <w:t xml:space="preserve">Заказчик </w:t>
      </w:r>
      <w:r w:rsidR="000E15CD">
        <w:t>-</w:t>
      </w:r>
      <w:r w:rsidR="00C61AC6">
        <w:t xml:space="preserve"> </w:t>
      </w:r>
      <w:r w:rsidR="00952723" w:rsidRPr="00952723">
        <w:t xml:space="preserve">ООО «Газпром трансгаз Уфа» </w:t>
      </w:r>
      <w:r w:rsidR="00E8338A">
        <w:t xml:space="preserve">- </w:t>
      </w:r>
      <w:r w:rsidRPr="000172E7">
        <w:t>юридическое лицо, для обеспечения нужд которого осуществляется закупка (п. </w:t>
      </w:r>
      <w:r w:rsidR="003F05D6">
        <w:rPr>
          <w:b/>
        </w:rPr>
        <w:fldChar w:fldCharType="begin"/>
      </w:r>
      <w:r w:rsidR="003F05D6">
        <w:instrText xml:space="preserve"> REF З_4_1 \h </w:instrText>
      </w:r>
      <w:r w:rsidR="003F05D6">
        <w:rPr>
          <w:b/>
        </w:rPr>
      </w:r>
      <w:r w:rsidR="003F05D6">
        <w:rPr>
          <w:b/>
        </w:rPr>
        <w:fldChar w:fldCharType="separate"/>
      </w:r>
      <w:r w:rsidR="003F05D6" w:rsidRPr="00147F2B">
        <w:rPr>
          <w:b/>
        </w:rPr>
        <w:t>4.1</w:t>
      </w:r>
      <w:r w:rsidR="003F05D6">
        <w:rPr>
          <w:b/>
        </w:rPr>
        <w:fldChar w:fldCharType="end"/>
      </w:r>
      <w:r w:rsidRPr="000172E7">
        <w:t xml:space="preserve"> информационной карты).</w:t>
      </w:r>
    </w:p>
    <w:p w14:paraId="5702F5D8" w14:textId="2E549724" w:rsidR="0029748C" w:rsidRPr="000172E7" w:rsidRDefault="0029748C" w:rsidP="000A2450">
      <w:pPr>
        <w:pStyle w:val="a"/>
        <w:numPr>
          <w:ilvl w:val="2"/>
          <w:numId w:val="24"/>
        </w:numPr>
        <w:spacing w:after="0"/>
        <w:ind w:left="0" w:firstLine="708"/>
      </w:pPr>
      <w:r w:rsidRPr="000172E7">
        <w:rPr>
          <w:b/>
        </w:rPr>
        <w:t>Организатор запроса предложений</w:t>
      </w:r>
      <w:r w:rsidR="00E8338A">
        <w:t xml:space="preserve"> -</w:t>
      </w:r>
      <w:r w:rsidR="00C61AC6">
        <w:t xml:space="preserve"> </w:t>
      </w:r>
      <w:r w:rsidR="00952723" w:rsidRPr="00952723">
        <w:t>ООО «Газпром трансгаз Уфа» (Отдел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14:paraId="279E4945" w14:textId="3014E8E7" w:rsidR="00FB6E49" w:rsidRPr="00147F2B" w:rsidRDefault="00440A66" w:rsidP="000A2450">
      <w:pPr>
        <w:pStyle w:val="a"/>
        <w:numPr>
          <w:ilvl w:val="2"/>
          <w:numId w:val="24"/>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952723">
        <w:t>–</w:t>
      </w:r>
      <w:r w:rsidR="007A4599" w:rsidRPr="000172E7">
        <w:t xml:space="preserve"> 1061 Гражданского </w:t>
      </w:r>
      <w:r w:rsidR="007A4599" w:rsidRPr="000172E7">
        <w:lastRenderedPageBreak/>
        <w:t xml:space="preserve">кодекса Российской Федерации, правила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007446C6">
        <w:rPr>
          <w:b/>
        </w:rPr>
        <w:t xml:space="preserve"> </w:t>
      </w:r>
      <w:r w:rsidR="00B31DC3" w:rsidRPr="00147F2B">
        <w:t>информационной карты.</w:t>
      </w:r>
    </w:p>
    <w:p w14:paraId="7E6DA1D2" w14:textId="48749DFC" w:rsidR="0029748C" w:rsidRPr="00147F2B" w:rsidRDefault="0029748C" w:rsidP="000A2450">
      <w:pPr>
        <w:pStyle w:val="a"/>
        <w:numPr>
          <w:ilvl w:val="2"/>
          <w:numId w:val="24"/>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 xml:space="preserve">предложение </w:t>
      </w:r>
      <w:r w:rsidR="00F76830">
        <w:t>у</w:t>
      </w:r>
      <w:r w:rsidRPr="00147F2B">
        <w:t xml:space="preserve">частника </w:t>
      </w:r>
      <w:r w:rsidR="00F76830">
        <w:t>запроса предложений</w:t>
      </w:r>
      <w:r w:rsidRPr="00147F2B">
        <w:t xml:space="preserve"> на поставку товаров в соответствии с тематикой </w:t>
      </w:r>
      <w:r w:rsidR="005A3EF4">
        <w:t>з</w:t>
      </w:r>
      <w:r w:rsidRPr="00147F2B">
        <w:t>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w:t>
      </w:r>
      <w:r w:rsidRPr="00147F2B">
        <w:t>.</w:t>
      </w:r>
    </w:p>
    <w:p w14:paraId="4EE5F99D" w14:textId="1F2DCB2A" w:rsidR="00A84A31" w:rsidRPr="00147F2B" w:rsidRDefault="00A84A31" w:rsidP="000A2450">
      <w:pPr>
        <w:pStyle w:val="a"/>
        <w:numPr>
          <w:ilvl w:val="2"/>
          <w:numId w:val="24"/>
        </w:numPr>
        <w:spacing w:after="0"/>
        <w:ind w:left="0" w:firstLine="708"/>
      </w:pPr>
      <w:r w:rsidRPr="00147F2B">
        <w:rPr>
          <w:b/>
        </w:rPr>
        <w:t xml:space="preserve">Извещение о проведении </w:t>
      </w:r>
      <w:bookmarkStart w:id="24" w:name="OLE_LINK1"/>
      <w:bookmarkStart w:id="25" w:name="OLE_LINK2"/>
      <w:r w:rsidR="009042A0">
        <w:rPr>
          <w:b/>
          <w:szCs w:val="28"/>
        </w:rPr>
        <w:t>з</w:t>
      </w:r>
      <w:r w:rsidRPr="00147F2B">
        <w:rPr>
          <w:b/>
          <w:szCs w:val="28"/>
        </w:rPr>
        <w:t>апроса предложений</w:t>
      </w:r>
      <w:r w:rsidRPr="00147F2B">
        <w:t xml:space="preserve"> </w:t>
      </w:r>
      <w:r w:rsidR="00E8338A" w:rsidRPr="00147F2B">
        <w:t>(далее -</w:t>
      </w:r>
      <w:r w:rsidR="001C2D68" w:rsidRPr="00147F2B">
        <w:t xml:space="preserve"> Извещение) </w:t>
      </w:r>
      <w:bookmarkEnd w:id="24"/>
      <w:bookmarkEnd w:id="25"/>
      <w:r w:rsidR="00E8338A" w:rsidRPr="00147F2B">
        <w:t>-</w:t>
      </w:r>
      <w:r w:rsidRPr="00147F2B">
        <w:t xml:space="preserve"> объявление о проведении настоящего </w:t>
      </w:r>
      <w:r w:rsidR="005A3EF4">
        <w:rPr>
          <w:szCs w:val="28"/>
        </w:rPr>
        <w:t>з</w:t>
      </w:r>
      <w:r w:rsidRPr="00147F2B">
        <w:rPr>
          <w:szCs w:val="28"/>
        </w:rPr>
        <w:t>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A703B">
        <w:rPr>
          <w:b/>
        </w:rPr>
        <w:t>1.1.1</w:t>
      </w:r>
      <w:r w:rsidR="00E8338A" w:rsidRPr="00147F2B">
        <w:rPr>
          <w:b/>
        </w:rPr>
        <w:fldChar w:fldCharType="end"/>
      </w:r>
    </w:p>
    <w:p w14:paraId="67A5CD55" w14:textId="77777777" w:rsidR="0029748C" w:rsidRPr="00147F2B" w:rsidRDefault="0029748C" w:rsidP="000A2450">
      <w:pPr>
        <w:pStyle w:val="a"/>
        <w:numPr>
          <w:ilvl w:val="2"/>
          <w:numId w:val="24"/>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r w:rsidR="00C11FC3" w:rsidRPr="00147F2B">
        <w:t>Минкомсвязью России удостоверяющими центрами, в том числе Сертификаты доверенных удостоверяющих центров</w:t>
      </w:r>
      <w:r w:rsidRPr="00147F2B">
        <w:t>.</w:t>
      </w:r>
    </w:p>
    <w:p w14:paraId="5EC312CA" w14:textId="3AD7C8C0" w:rsidR="00BA2FE6" w:rsidRPr="00147F2B" w:rsidRDefault="00BA2FE6" w:rsidP="000A2450">
      <w:pPr>
        <w:pStyle w:val="a"/>
        <w:numPr>
          <w:ilvl w:val="2"/>
          <w:numId w:val="24"/>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далее -</w:t>
      </w:r>
      <w:r w:rsidR="00410513">
        <w:t xml:space="preserve"> </w:t>
      </w:r>
      <w:r w:rsidRPr="00147F2B">
        <w:t>Комиссия)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14:paraId="7CB4B236" w14:textId="77777777" w:rsidR="00BA2FE6" w:rsidRPr="00147F2B" w:rsidRDefault="00BA2FE6" w:rsidP="000A2450">
      <w:pPr>
        <w:pStyle w:val="a"/>
        <w:numPr>
          <w:ilvl w:val="2"/>
          <w:numId w:val="24"/>
        </w:numPr>
        <w:spacing w:after="0"/>
        <w:ind w:left="0" w:firstLine="708"/>
      </w:pPr>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004B3CE1">
        <w:t>звещением и Д</w:t>
      </w:r>
      <w:r w:rsidRPr="00147F2B">
        <w:t xml:space="preserve">окументацией </w:t>
      </w:r>
      <w:r w:rsidR="005C2EB9">
        <w:t>допускается подача отдельной З</w:t>
      </w:r>
      <w:r w:rsidRPr="00147F2B">
        <w:t>аявки и заключение отдельного договора по итогам запроса предложений.</w:t>
      </w:r>
    </w:p>
    <w:p w14:paraId="3B25B1DC" w14:textId="1F64DE15" w:rsidR="00042A77" w:rsidRPr="00147F2B" w:rsidRDefault="00042A77" w:rsidP="000A2450">
      <w:pPr>
        <w:pStyle w:val="a"/>
        <w:numPr>
          <w:ilvl w:val="2"/>
          <w:numId w:val="24"/>
        </w:numPr>
        <w:spacing w:after="0"/>
        <w:ind w:left="0" w:firstLine="708"/>
      </w:pPr>
      <w:r w:rsidRPr="00147F2B">
        <w:rPr>
          <w:b/>
        </w:rPr>
        <w:t xml:space="preserve">Лучшая </w:t>
      </w:r>
      <w:r w:rsidR="0020493E">
        <w:rPr>
          <w:b/>
        </w:rPr>
        <w:t>Заявка</w:t>
      </w:r>
      <w:r w:rsidR="00E8338A" w:rsidRPr="00922A8A">
        <w:t xml:space="preserve"> </w:t>
      </w:r>
      <w:r w:rsidR="00E8338A" w:rsidRPr="00147F2B">
        <w:t>-</w:t>
      </w:r>
      <w:r w:rsidR="005C2EB9">
        <w:t xml:space="preserve"> З</w:t>
      </w:r>
      <w:r w:rsidRPr="00147F2B">
        <w:t xml:space="preserve">аявка, признанная Комиссией лучшей, содержащая лучшие условия поставки товаров, представленная </w:t>
      </w:r>
      <w:r w:rsidR="00F76830">
        <w:t>у</w:t>
      </w:r>
      <w:r w:rsidR="0078174A" w:rsidRPr="00147F2B">
        <w:t>частник</w:t>
      </w:r>
      <w:r w:rsidRPr="00147F2B">
        <w:t>ом</w:t>
      </w:r>
      <w:r w:rsidR="00F76830">
        <w:t xml:space="preserve"> запроса предложений</w:t>
      </w:r>
      <w:r w:rsidRPr="00147F2B">
        <w:t>, наиболее пол</w:t>
      </w:r>
      <w:r w:rsidR="004B3CE1">
        <w:t>но соответствующим требованиям Д</w:t>
      </w:r>
      <w:r w:rsidRPr="00147F2B">
        <w:t>окументации.</w:t>
      </w:r>
    </w:p>
    <w:p w14:paraId="30252282" w14:textId="77777777" w:rsidR="00EA6863" w:rsidRPr="00147F2B" w:rsidRDefault="00E8338A" w:rsidP="000A2450">
      <w:pPr>
        <w:pStyle w:val="a"/>
        <w:numPr>
          <w:ilvl w:val="2"/>
          <w:numId w:val="24"/>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14:paraId="1BA9AA0C" w14:textId="77777777" w:rsidR="00BA2FE6" w:rsidRPr="00147F2B" w:rsidRDefault="00BA2FE6" w:rsidP="000A2450">
      <w:pPr>
        <w:pStyle w:val="a"/>
        <w:numPr>
          <w:ilvl w:val="2"/>
          <w:numId w:val="24"/>
        </w:numPr>
        <w:spacing w:after="0"/>
        <w:ind w:left="0" w:firstLine="708"/>
      </w:pPr>
      <w:r w:rsidRPr="00147F2B">
        <w:rPr>
          <w:b/>
          <w:szCs w:val="28"/>
        </w:rPr>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14:paraId="56ED5983" w14:textId="77777777" w:rsidR="0029748C" w:rsidRPr="00147F2B" w:rsidRDefault="0029748C" w:rsidP="000A2450">
      <w:pPr>
        <w:pStyle w:val="a"/>
        <w:numPr>
          <w:ilvl w:val="2"/>
          <w:numId w:val="24"/>
        </w:numPr>
        <w:spacing w:after="0"/>
        <w:ind w:left="0" w:firstLine="708"/>
      </w:pPr>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 о размещении заказов.</w:t>
      </w:r>
    </w:p>
    <w:p w14:paraId="6A8FD78B" w14:textId="77777777" w:rsidR="00042A77" w:rsidRPr="00147F2B" w:rsidRDefault="00042A77" w:rsidP="000A2450">
      <w:pPr>
        <w:pStyle w:val="a"/>
        <w:numPr>
          <w:ilvl w:val="2"/>
          <w:numId w:val="24"/>
        </w:numPr>
        <w:spacing w:after="0"/>
        <w:ind w:left="0" w:firstLine="708"/>
      </w:pPr>
      <w:r w:rsidRPr="00147F2B">
        <w:rPr>
          <w:b/>
        </w:rPr>
        <w:lastRenderedPageBreak/>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6"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6"/>
      <w:r w:rsidRPr="00147F2B">
        <w:t>).</w:t>
      </w:r>
    </w:p>
    <w:p w14:paraId="2B4CF159" w14:textId="77777777" w:rsidR="0029748C" w:rsidRPr="00147F2B" w:rsidRDefault="00400921" w:rsidP="000A2450">
      <w:pPr>
        <w:pStyle w:val="a"/>
        <w:numPr>
          <w:ilvl w:val="2"/>
          <w:numId w:val="24"/>
        </w:numPr>
        <w:spacing w:after="0"/>
        <w:ind w:left="0" w:firstLine="708"/>
      </w:pPr>
      <w:r w:rsidRPr="00147F2B">
        <w:rPr>
          <w:b/>
        </w:rPr>
        <w:t>Предквалификация</w:t>
      </w:r>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
    <w:p w14:paraId="41D3B4DB" w14:textId="4DB67ECB" w:rsidR="0029748C" w:rsidRPr="00147F2B" w:rsidRDefault="0029748C" w:rsidP="000A2450">
      <w:pPr>
        <w:pStyle w:val="a"/>
        <w:numPr>
          <w:ilvl w:val="2"/>
          <w:numId w:val="24"/>
        </w:numPr>
        <w:spacing w:after="0"/>
        <w:ind w:left="0" w:firstLine="708"/>
      </w:pPr>
      <w:bookmarkStart w:id="27" w:name="_Ref383535127"/>
      <w:r w:rsidRPr="00147F2B">
        <w:rPr>
          <w:b/>
        </w:rPr>
        <w:t>Реестр потенциальных участников закупок Группы Газпром</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7"/>
    </w:p>
    <w:p w14:paraId="71CE0102" w14:textId="77777777" w:rsidR="0029748C" w:rsidRPr="00147F2B" w:rsidRDefault="0029748C" w:rsidP="000A2450">
      <w:pPr>
        <w:pStyle w:val="a"/>
        <w:numPr>
          <w:ilvl w:val="2"/>
          <w:numId w:val="24"/>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14:paraId="0709A690" w14:textId="3BB336C9" w:rsidR="0029748C" w:rsidRPr="00147F2B" w:rsidRDefault="0029748C" w:rsidP="000A2450">
      <w:pPr>
        <w:pStyle w:val="a"/>
        <w:numPr>
          <w:ilvl w:val="2"/>
          <w:numId w:val="24"/>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 xml:space="preserve">документ, выражающий заинтересованность в участии в </w:t>
      </w:r>
      <w:r w:rsidR="005A3EF4">
        <w:rPr>
          <w:szCs w:val="28"/>
        </w:rPr>
        <w:t>з</w:t>
      </w:r>
      <w:r w:rsidRPr="00147F2B">
        <w:rPr>
          <w:szCs w:val="28"/>
        </w:rPr>
        <w:t>апрос</w:t>
      </w:r>
      <w:r w:rsidR="00F76830">
        <w:rPr>
          <w:szCs w:val="28"/>
        </w:rPr>
        <w:t>е</w:t>
      </w:r>
      <w:r w:rsidRPr="00147F2B">
        <w:rPr>
          <w:szCs w:val="28"/>
        </w:rPr>
        <w:t xml:space="preserve"> предложений, предоставляемый </w:t>
      </w:r>
      <w:r w:rsidR="00F76830">
        <w:rPr>
          <w:szCs w:val="28"/>
        </w:rPr>
        <w:t>у</w:t>
      </w:r>
      <w:r w:rsidRPr="00147F2B">
        <w:rPr>
          <w:szCs w:val="28"/>
        </w:rPr>
        <w:t xml:space="preserve">частником процедур закупки Организатору </w:t>
      </w:r>
      <w:r w:rsidR="005A3EF4">
        <w:rPr>
          <w:szCs w:val="28"/>
        </w:rPr>
        <w:t>з</w:t>
      </w:r>
      <w:r w:rsidRPr="00147F2B">
        <w:rPr>
          <w:szCs w:val="28"/>
        </w:rPr>
        <w:t>апроса предложений.</w:t>
      </w:r>
    </w:p>
    <w:p w14:paraId="184786F5" w14:textId="77777777" w:rsidR="0029748C" w:rsidRPr="00147F2B" w:rsidRDefault="0029748C" w:rsidP="000A2450">
      <w:pPr>
        <w:pStyle w:val="a"/>
        <w:numPr>
          <w:ilvl w:val="2"/>
          <w:numId w:val="24"/>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0B1111AA" w14:textId="4FA6B034" w:rsidR="0029748C" w:rsidRPr="00147F2B" w:rsidRDefault="0029748C" w:rsidP="000A2450">
      <w:pPr>
        <w:pStyle w:val="a"/>
        <w:numPr>
          <w:ilvl w:val="2"/>
          <w:numId w:val="24"/>
        </w:numPr>
        <w:spacing w:after="0"/>
        <w:ind w:left="0" w:firstLine="708"/>
      </w:pPr>
      <w:r w:rsidRPr="00147F2B">
        <w:rPr>
          <w:b/>
        </w:rPr>
        <w:t>Уторговывание</w:t>
      </w:r>
      <w:r w:rsidRPr="00147F2B">
        <w:t xml:space="preserve"> - снижение </w:t>
      </w:r>
      <w:r w:rsidR="00F76830">
        <w:t>у</w:t>
      </w:r>
      <w:r w:rsidRPr="00147F2B">
        <w:t>част</w:t>
      </w:r>
      <w:r w:rsidR="00540F54">
        <w:t>никами</w:t>
      </w:r>
      <w:r w:rsidR="0020493E">
        <w:t xml:space="preserve"> запроса предложений цен З</w:t>
      </w:r>
      <w:r w:rsidRPr="00147F2B">
        <w:t xml:space="preserve">аявок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w:t>
      </w:r>
      <w:r w:rsidR="0020493E">
        <w:t>шения предпочтительности таких З</w:t>
      </w:r>
      <w:r w:rsidRPr="00147F2B">
        <w:t>аявок для</w:t>
      </w:r>
      <w:r w:rsidR="00E8338A" w:rsidRPr="00147F2B">
        <w:t xml:space="preserve"> Заказчика.</w:t>
      </w:r>
    </w:p>
    <w:p w14:paraId="28DF6420" w14:textId="3552D272" w:rsidR="0029748C" w:rsidRPr="00147F2B" w:rsidRDefault="0029748C" w:rsidP="000A2450">
      <w:pPr>
        <w:pStyle w:val="a"/>
        <w:numPr>
          <w:ilvl w:val="2"/>
          <w:numId w:val="24"/>
        </w:numPr>
        <w:spacing w:after="0"/>
        <w:ind w:left="0" w:firstLine="708"/>
      </w:pPr>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одного </w:t>
      </w:r>
      <w:r w:rsidR="00F76830">
        <w:t>у</w:t>
      </w:r>
      <w:r w:rsidRPr="00147F2B">
        <w:t xml:space="preserve">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F76830">
        <w:t>у</w:t>
      </w:r>
      <w:r w:rsidRPr="00147F2B">
        <w:t xml:space="preserve">частника процедур закупки, в том числе индивидуальный предприниматель или несколько индивидуальных предпринимателей, выступающих на стороне одного </w:t>
      </w:r>
      <w:r w:rsidR="00F76830">
        <w:t>у</w:t>
      </w:r>
      <w:r w:rsidRPr="00147F2B">
        <w:t>частника процедур закупки, от которых Организатор получил уведомление о намерении принять участие в запросе предложений.</w:t>
      </w:r>
    </w:p>
    <w:p w14:paraId="1D10F066" w14:textId="136DD33C" w:rsidR="0029748C" w:rsidRPr="00147F2B" w:rsidRDefault="0029748C" w:rsidP="000A2450">
      <w:pPr>
        <w:pStyle w:val="a"/>
        <w:numPr>
          <w:ilvl w:val="2"/>
          <w:numId w:val="24"/>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w:t>
      </w:r>
      <w:r w:rsidR="00F76830">
        <w:t>у</w:t>
      </w:r>
      <w:r w:rsidRPr="00147F2B">
        <w:t>частник процедур закупки</w:t>
      </w:r>
      <w:r w:rsidR="005E5179" w:rsidRPr="00147F2B">
        <w:t xml:space="preserve"> (Претендент)</w:t>
      </w:r>
      <w:r w:rsidR="005C2EB9">
        <w:t>, представивший Организатору З</w:t>
      </w:r>
      <w:r w:rsidRPr="00147F2B">
        <w:t>аявку в поря</w:t>
      </w:r>
      <w:r w:rsidR="004B3CE1">
        <w:t xml:space="preserve">дке, установленном </w:t>
      </w:r>
      <w:r w:rsidR="009042A0">
        <w:t>И</w:t>
      </w:r>
      <w:r w:rsidR="00027041">
        <w:t>звещением и</w:t>
      </w:r>
      <w:r w:rsidR="004B3CE1">
        <w:t xml:space="preserve"> Д</w:t>
      </w:r>
      <w:r w:rsidRPr="00147F2B">
        <w:t>окументацией.</w:t>
      </w:r>
    </w:p>
    <w:p w14:paraId="2DE34B8D" w14:textId="34EB4669" w:rsidR="00465418" w:rsidRPr="00147F2B" w:rsidRDefault="00465418" w:rsidP="000A2450">
      <w:pPr>
        <w:pStyle w:val="a"/>
        <w:numPr>
          <w:ilvl w:val="2"/>
          <w:numId w:val="24"/>
        </w:numPr>
        <w:spacing w:after="0"/>
        <w:ind w:left="0" w:firstLine="708"/>
      </w:pPr>
      <w:r w:rsidRPr="004B3CE1">
        <w:rPr>
          <w:b/>
        </w:rPr>
        <w:lastRenderedPageBreak/>
        <w:t>Эксперт</w:t>
      </w:r>
      <w:r w:rsidR="004B3CE1" w:rsidRPr="004B3CE1">
        <w:rPr>
          <w:b/>
        </w:rPr>
        <w:t xml:space="preserve"> </w:t>
      </w:r>
      <w:r w:rsidR="004B3CE1" w:rsidRPr="004B3CE1">
        <w:t>-</w:t>
      </w:r>
      <w:r w:rsidR="004B3CE1">
        <w:rPr>
          <w:b/>
        </w:rPr>
        <w:t xml:space="preserve"> </w:t>
      </w:r>
      <w:r w:rsidRPr="00147F2B">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14:paraId="03D6398B" w14:textId="77777777" w:rsidR="0029748C" w:rsidRPr="00147F2B" w:rsidRDefault="0029748C" w:rsidP="000A2450">
      <w:pPr>
        <w:pStyle w:val="a"/>
        <w:numPr>
          <w:ilvl w:val="2"/>
          <w:numId w:val="24"/>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C6A2A64" w14:textId="77777777" w:rsidR="0029748C" w:rsidRPr="00147F2B" w:rsidRDefault="0029748C" w:rsidP="000A2450">
      <w:pPr>
        <w:pStyle w:val="a"/>
        <w:numPr>
          <w:ilvl w:val="2"/>
          <w:numId w:val="24"/>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14:paraId="1FE90E34" w14:textId="77777777" w:rsidR="00E163C7" w:rsidRPr="00241F43" w:rsidRDefault="00E163C7" w:rsidP="000A2450">
      <w:pPr>
        <w:pStyle w:val="a"/>
        <w:numPr>
          <w:ilvl w:val="2"/>
          <w:numId w:val="24"/>
        </w:numPr>
        <w:spacing w:after="0"/>
        <w:ind w:left="0" w:firstLine="708"/>
        <w:rPr>
          <w:bCs/>
        </w:rPr>
      </w:pPr>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14:paraId="4AD2AC7E" w14:textId="77777777" w:rsidR="00CB1020" w:rsidRPr="00147F2B" w:rsidRDefault="00CB1020" w:rsidP="0053544B">
      <w:pPr>
        <w:pStyle w:val="a"/>
        <w:numPr>
          <w:ilvl w:val="0"/>
          <w:numId w:val="0"/>
        </w:numPr>
        <w:spacing w:after="0"/>
        <w:ind w:left="709"/>
      </w:pPr>
    </w:p>
    <w:p w14:paraId="0F30422E" w14:textId="77777777"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8" w:name="_Toc90385071"/>
      <w:bookmarkStart w:id="29" w:name="_Ref93090116"/>
      <w:bookmarkStart w:id="30" w:name="_Ref295129564"/>
      <w:bookmarkStart w:id="31" w:name="_Toc322688100"/>
      <w:bookmarkStart w:id="32" w:name="_Ref322970484"/>
      <w:bookmarkStart w:id="33" w:name="_Ref323233548"/>
      <w:bookmarkStart w:id="34" w:name="_Ref323302413"/>
      <w:bookmarkStart w:id="35" w:name="_Ref349376715"/>
      <w:bookmarkStart w:id="36" w:name="_Ref353274313"/>
      <w:bookmarkStart w:id="37" w:name="_Ref383597209"/>
      <w:bookmarkStart w:id="38" w:name="_Toc453152055"/>
      <w:bookmarkStart w:id="39" w:name="_Toc453166607"/>
      <w:bookmarkStart w:id="40" w:name="_Toc468260856"/>
      <w:r w:rsidRPr="00147F2B">
        <w:rPr>
          <w:b/>
          <w:sz w:val="28"/>
          <w:szCs w:val="28"/>
        </w:rPr>
        <w:t xml:space="preserve">Требования к </w:t>
      </w:r>
      <w:bookmarkEnd w:id="28"/>
      <w:bookmarkEnd w:id="29"/>
      <w:bookmarkEnd w:id="30"/>
      <w:bookmarkEnd w:id="31"/>
      <w:bookmarkEnd w:id="32"/>
      <w:bookmarkEnd w:id="33"/>
      <w:bookmarkEnd w:id="34"/>
      <w:bookmarkEnd w:id="35"/>
      <w:bookmarkEnd w:id="36"/>
      <w:bookmarkEnd w:id="37"/>
      <w:r w:rsidR="006E4333">
        <w:rPr>
          <w:b/>
          <w:sz w:val="28"/>
          <w:szCs w:val="28"/>
          <w:lang w:val="ru-RU"/>
        </w:rPr>
        <w:t>Участнику</w:t>
      </w:r>
      <w:bookmarkEnd w:id="38"/>
      <w:bookmarkEnd w:id="39"/>
      <w:bookmarkEnd w:id="40"/>
    </w:p>
    <w:p w14:paraId="4967A179" w14:textId="77777777" w:rsidR="00CB1020" w:rsidRPr="0053544B" w:rsidRDefault="00CB1020" w:rsidP="0053544B">
      <w:pPr>
        <w:pStyle w:val="32"/>
        <w:spacing w:after="0"/>
        <w:ind w:left="0" w:firstLine="709"/>
        <w:jc w:val="both"/>
        <w:outlineLvl w:val="1"/>
        <w:rPr>
          <w:sz w:val="28"/>
          <w:szCs w:val="28"/>
          <w:lang w:val="ru-RU"/>
        </w:rPr>
      </w:pPr>
    </w:p>
    <w:p w14:paraId="2D37BC63" w14:textId="69F58E79" w:rsidR="00952723" w:rsidRPr="006A3D51" w:rsidRDefault="00813C8B" w:rsidP="000A2450">
      <w:pPr>
        <w:pStyle w:val="aff8"/>
        <w:numPr>
          <w:ilvl w:val="2"/>
          <w:numId w:val="25"/>
        </w:numPr>
        <w:spacing w:after="0" w:line="240" w:lineRule="auto"/>
        <w:ind w:left="0" w:firstLine="709"/>
        <w:jc w:val="both"/>
        <w:rPr>
          <w:rFonts w:ascii="Times New Roman" w:eastAsia="Times New Roman" w:hAnsi="Times New Roman"/>
          <w:sz w:val="28"/>
          <w:szCs w:val="20"/>
          <w:lang w:eastAsia="ru-RU"/>
        </w:rPr>
      </w:pPr>
      <w:bookmarkStart w:id="41" w:name="_Ref323028652"/>
      <w:r>
        <w:rPr>
          <w:rFonts w:ascii="Times New Roman" w:eastAsia="Times New Roman" w:hAnsi="Times New Roman"/>
          <w:sz w:val="28"/>
          <w:szCs w:val="20"/>
          <w:lang w:eastAsia="ru-RU"/>
        </w:rPr>
        <w:t xml:space="preserve">Участник </w:t>
      </w:r>
      <w:r w:rsidR="00952723" w:rsidRPr="006A3D51">
        <w:rPr>
          <w:rFonts w:ascii="Times New Roman" w:eastAsia="Times New Roman" w:hAnsi="Times New Roman"/>
          <w:sz w:val="28"/>
          <w:szCs w:val="20"/>
          <w:lang w:eastAsia="ru-RU"/>
        </w:rPr>
        <w:t>долж</w:t>
      </w:r>
      <w:r>
        <w:rPr>
          <w:rFonts w:ascii="Times New Roman" w:eastAsia="Times New Roman" w:hAnsi="Times New Roman"/>
          <w:sz w:val="28"/>
          <w:szCs w:val="20"/>
          <w:lang w:eastAsia="ru-RU"/>
        </w:rPr>
        <w:t>е</w:t>
      </w:r>
      <w:r w:rsidR="00952723" w:rsidRPr="006A3D51">
        <w:rPr>
          <w:rFonts w:ascii="Times New Roman" w:eastAsia="Times New Roman" w:hAnsi="Times New Roman"/>
          <w:sz w:val="28"/>
          <w:szCs w:val="20"/>
          <w:lang w:eastAsia="ru-RU"/>
        </w:rPr>
        <w:t>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14:paraId="51002642" w14:textId="7CA820E1" w:rsidR="00553A0B" w:rsidRPr="00184774" w:rsidRDefault="00DD7F28" w:rsidP="000A2450">
      <w:pPr>
        <w:pStyle w:val="a"/>
        <w:numPr>
          <w:ilvl w:val="2"/>
          <w:numId w:val="25"/>
        </w:numPr>
        <w:spacing w:after="0"/>
        <w:ind w:left="0" w:firstLine="709"/>
      </w:pPr>
      <w:r>
        <w:t>Участник</w:t>
      </w:r>
      <w:r w:rsidR="00C440F2" w:rsidRPr="00184774">
        <w:t xml:space="preserve"> </w:t>
      </w:r>
      <w:r w:rsidR="00553A0B" w:rsidRPr="00184774">
        <w:t>долж</w:t>
      </w:r>
      <w:r>
        <w:t>ен</w:t>
      </w:r>
      <w:r w:rsidR="00553A0B" w:rsidRPr="00184774">
        <w:t xml:space="preserve">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w:t>
      </w:r>
      <w:r w:rsidR="005C2EB9">
        <w:t>ля возможного отклонения З</w:t>
      </w:r>
      <w:r w:rsidR="004F1329" w:rsidRPr="00184774">
        <w:t xml:space="preserve">аявки в соответствии с Разделом 1 «Анализ </w:t>
      </w:r>
      <w:r w:rsidR="00540F54">
        <w:t>З</w:t>
      </w:r>
      <w:r w:rsidR="00985B91">
        <w:t>аявки</w:t>
      </w:r>
      <w:r w:rsidR="004F1329" w:rsidRPr="00184774">
        <w:t xml:space="preserve"> на предмет соответствия Участника </w:t>
      </w:r>
      <w:r w:rsidR="00985B91">
        <w:t xml:space="preserve">и </w:t>
      </w:r>
      <w:r w:rsidR="00540F54">
        <w:t>состава З</w:t>
      </w:r>
      <w:r w:rsidR="004F1329" w:rsidRPr="00184774">
        <w:t>аяв</w:t>
      </w:r>
      <w:r w:rsidR="00985B91">
        <w:t>ки</w:t>
      </w:r>
      <w:r w:rsidR="004F1329" w:rsidRPr="00184774">
        <w:t xml:space="preserve"> требованиям Документации» Приложения 3 «Методика анализа и оценки </w:t>
      </w:r>
      <w:r w:rsidR="00540F54">
        <w:t>З</w:t>
      </w:r>
      <w:r w:rsidR="000F24EE">
        <w:t>аявок У</w:t>
      </w:r>
      <w:r w:rsidR="004F1329" w:rsidRPr="00184774">
        <w:t>частников»</w:t>
      </w:r>
      <w:r w:rsidR="00553A0B" w:rsidRPr="00184774">
        <w:t>:</w:t>
      </w:r>
      <w:bookmarkEnd w:id="41"/>
    </w:p>
    <w:p w14:paraId="0DC87FE8" w14:textId="77777777" w:rsidR="004F1329" w:rsidRPr="00623936" w:rsidRDefault="00DD7F28" w:rsidP="000A2450">
      <w:pPr>
        <w:pStyle w:val="aff8"/>
        <w:numPr>
          <w:ilvl w:val="3"/>
          <w:numId w:val="25"/>
        </w:numPr>
        <w:spacing w:after="0"/>
        <w:ind w:left="0" w:firstLine="709"/>
        <w:jc w:val="both"/>
        <w:rPr>
          <w:rFonts w:ascii="Times New Roman" w:eastAsia="Times New Roman" w:hAnsi="Times New Roman"/>
          <w:sz w:val="28"/>
          <w:szCs w:val="20"/>
          <w:lang w:eastAsia="ru-RU"/>
        </w:rPr>
      </w:pPr>
      <w:bookmarkStart w:id="42" w:name="_Ref295127930"/>
      <w:r>
        <w:rPr>
          <w:rFonts w:ascii="Times New Roman" w:eastAsia="Times New Roman" w:hAnsi="Times New Roman"/>
          <w:sz w:val="28"/>
          <w:szCs w:val="20"/>
          <w:lang w:eastAsia="ru-RU"/>
        </w:rPr>
        <w:t>Участником</w:t>
      </w:r>
      <w:r w:rsidR="00623936" w:rsidRPr="00623936">
        <w:rPr>
          <w:rFonts w:ascii="Times New Roman" w:eastAsia="Times New Roman" w:hAnsi="Times New Roman"/>
          <w:sz w:val="28"/>
          <w:szCs w:val="20"/>
          <w:lang w:eastAsia="ru-RU"/>
        </w:rPr>
        <w:t xml:space="preserve"> мо</w:t>
      </w:r>
      <w:r>
        <w:rPr>
          <w:rFonts w:ascii="Times New Roman" w:eastAsia="Times New Roman" w:hAnsi="Times New Roman"/>
          <w:sz w:val="28"/>
          <w:szCs w:val="20"/>
          <w:lang w:eastAsia="ru-RU"/>
        </w:rPr>
        <w:t>жет быть только субъект</w:t>
      </w:r>
      <w:r w:rsidR="00623936" w:rsidRPr="00623936">
        <w:rPr>
          <w:rFonts w:ascii="Times New Roman" w:eastAsia="Times New Roman" w:hAnsi="Times New Roman"/>
          <w:sz w:val="28"/>
          <w:szCs w:val="20"/>
          <w:lang w:eastAsia="ru-RU"/>
        </w:rPr>
        <w:t xml:space="preserve"> малого и среднего предпринимательства</w:t>
      </w:r>
      <w:r w:rsidR="004F1329" w:rsidRPr="00184774">
        <w:t>.</w:t>
      </w:r>
    </w:p>
    <w:p w14:paraId="5FDF9729" w14:textId="77777777" w:rsidR="00623936" w:rsidRPr="00184774" w:rsidRDefault="00623936" w:rsidP="000A2450">
      <w:pPr>
        <w:pStyle w:val="a"/>
        <w:numPr>
          <w:ilvl w:val="3"/>
          <w:numId w:val="25"/>
        </w:numPr>
        <w:spacing w:after="0"/>
        <w:ind w:left="0" w:firstLine="709"/>
      </w:pPr>
      <w:r w:rsidRPr="00623936">
        <w:t xml:space="preserve">Отсутствие процесса ликвидации </w:t>
      </w:r>
      <w:r w:rsidR="00DD7F28">
        <w:t>Участника</w:t>
      </w:r>
      <w:r>
        <w:t>.</w:t>
      </w:r>
    </w:p>
    <w:p w14:paraId="1FB6DC5C" w14:textId="77777777" w:rsidR="00553A0B" w:rsidRDefault="004F1329" w:rsidP="000A2450">
      <w:pPr>
        <w:pStyle w:val="a"/>
        <w:numPr>
          <w:ilvl w:val="3"/>
          <w:numId w:val="25"/>
        </w:numPr>
        <w:spacing w:after="0"/>
        <w:ind w:left="0" w:firstLine="709"/>
      </w:pPr>
      <w:r w:rsidRPr="00184774">
        <w:t>Отсутствие</w:t>
      </w:r>
      <w:r w:rsidR="00553A0B" w:rsidRPr="00184774">
        <w:t xml:space="preserve"> решения </w:t>
      </w:r>
      <w:r w:rsidR="00F5309F" w:rsidRPr="00147F2B">
        <w:t>А</w:t>
      </w:r>
      <w:r w:rsidR="00553A0B" w:rsidRPr="00147F2B">
        <w:t xml:space="preserve">рбитражного суда </w:t>
      </w:r>
      <w:r w:rsidR="00353AC1">
        <w:t xml:space="preserve">о наложении ареста на имущество </w:t>
      </w:r>
      <w:r w:rsidR="00DD7F28">
        <w:t>Участника</w:t>
      </w:r>
      <w:r w:rsidR="00353AC1">
        <w:t xml:space="preserve"> и/или</w:t>
      </w:r>
      <w:r w:rsidR="00553A0B" w:rsidRPr="00147F2B">
        <w:t xml:space="preserve"> признании </w:t>
      </w:r>
      <w:r w:rsidR="00DD7F28">
        <w:t>Участника</w:t>
      </w:r>
      <w:r w:rsidR="00553A0B" w:rsidRPr="00147F2B">
        <w:t xml:space="preserve"> банкротом и об открытии конкурсного производства</w:t>
      </w:r>
      <w:r w:rsidR="00466BA2" w:rsidRPr="00147F2B">
        <w:t>.</w:t>
      </w:r>
      <w:bookmarkEnd w:id="42"/>
    </w:p>
    <w:p w14:paraId="44D519B0" w14:textId="2F60CABD" w:rsidR="00354365" w:rsidRPr="006A3D51" w:rsidRDefault="00354365" w:rsidP="000A2450">
      <w:pPr>
        <w:pStyle w:val="a"/>
        <w:numPr>
          <w:ilvl w:val="3"/>
          <w:numId w:val="25"/>
        </w:numPr>
        <w:spacing w:after="0"/>
        <w:ind w:left="0" w:firstLine="709"/>
      </w:pPr>
      <w:r w:rsidRPr="006A3D51">
        <w:t>Претендент должен иметь удовлетворительное финансовое положение.</w:t>
      </w:r>
    </w:p>
    <w:p w14:paraId="6E09C7A7" w14:textId="77777777" w:rsidR="00553A0B" w:rsidRPr="00147F2B" w:rsidRDefault="00F1442F" w:rsidP="000A2450">
      <w:pPr>
        <w:pStyle w:val="a"/>
        <w:numPr>
          <w:ilvl w:val="3"/>
          <w:numId w:val="25"/>
        </w:numPr>
        <w:spacing w:after="0"/>
        <w:ind w:left="0" w:firstLine="709"/>
      </w:pPr>
      <w:r w:rsidRPr="00147F2B">
        <w:t>Не</w:t>
      </w:r>
      <w:r w:rsidR="008C68D1" w:rsidRPr="00147F2B">
        <w:t>приостановление</w:t>
      </w:r>
      <w:r w:rsidR="00553A0B" w:rsidRPr="00147F2B">
        <w:t xml:space="preserve"> деятельности </w:t>
      </w:r>
      <w:r w:rsidR="00DD7F28">
        <w:t>Участника</w:t>
      </w:r>
      <w:r w:rsidR="00C440F2" w:rsidRPr="00147F2B">
        <w:t xml:space="preserve"> </w:t>
      </w:r>
      <w:r w:rsidR="00553A0B" w:rsidRPr="00147F2B">
        <w:t>в порядке, предусмотренном Кодексом Российской Федерации об административных п</w:t>
      </w:r>
      <w:r w:rsidR="005C2EB9">
        <w:t>равонарушениях, на день подачи З</w:t>
      </w:r>
      <w:r w:rsidR="00553A0B" w:rsidRPr="00147F2B">
        <w:t>аявки</w:t>
      </w:r>
      <w:r w:rsidR="004D05FD" w:rsidRPr="00147F2B">
        <w:t>.</w:t>
      </w:r>
    </w:p>
    <w:p w14:paraId="083D535F" w14:textId="77777777" w:rsidR="002B37DD" w:rsidRPr="00147F2B" w:rsidRDefault="00353AC1" w:rsidP="000A2450">
      <w:pPr>
        <w:pStyle w:val="a"/>
        <w:numPr>
          <w:ilvl w:val="3"/>
          <w:numId w:val="25"/>
        </w:numPr>
        <w:spacing w:after="0"/>
        <w:ind w:left="0" w:firstLine="709"/>
      </w:pPr>
      <w:bookmarkStart w:id="43" w:name="_Ref295907552"/>
      <w:bookmarkStart w:id="44" w:name="_Ref323043188"/>
      <w:r>
        <w:t>О</w:t>
      </w:r>
      <w:r w:rsidRPr="00353AC1">
        <w:t>тсутствие</w:t>
      </w:r>
      <w:r>
        <w:t xml:space="preserve"> сведений</w:t>
      </w:r>
      <w:r w:rsidR="00F1442F" w:rsidRPr="00147F2B">
        <w:t xml:space="preserve"> </w:t>
      </w:r>
      <w:r w:rsidR="002B37DD" w:rsidRPr="00147F2B">
        <w:t>о</w:t>
      </w:r>
      <w:r w:rsidR="00DD7F28">
        <w:t>б</w:t>
      </w:r>
      <w:r w:rsidR="002B37DD" w:rsidRPr="00147F2B">
        <w:t xml:space="preserve"> </w:t>
      </w:r>
      <w:r w:rsidR="00DD7F28">
        <w:t>Участнике</w:t>
      </w:r>
      <w:r w:rsidR="00C440F2" w:rsidRPr="00147F2B">
        <w:t xml:space="preserve">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43"/>
      <w:r w:rsidR="00466BA2" w:rsidRPr="00147F2B">
        <w:t>.</w:t>
      </w:r>
      <w:bookmarkEnd w:id="44"/>
    </w:p>
    <w:p w14:paraId="33B4272C" w14:textId="77777777" w:rsidR="00553A0B" w:rsidRPr="00147F2B" w:rsidRDefault="00F1442F" w:rsidP="000A2450">
      <w:pPr>
        <w:pStyle w:val="a"/>
        <w:numPr>
          <w:ilvl w:val="3"/>
          <w:numId w:val="25"/>
        </w:numPr>
        <w:spacing w:after="0"/>
        <w:ind w:left="0" w:firstLine="709"/>
      </w:pPr>
      <w:bookmarkStart w:id="45" w:name="_Ref295127933"/>
      <w:r w:rsidRPr="00147F2B">
        <w:lastRenderedPageBreak/>
        <w:t xml:space="preserve">Отсутствие </w:t>
      </w:r>
      <w:r w:rsidR="00553A0B" w:rsidRPr="00147F2B">
        <w:t xml:space="preserve">у </w:t>
      </w:r>
      <w:r w:rsidR="00DD7F28">
        <w:t>Участника</w:t>
      </w:r>
      <w:r w:rsidR="00C440F2" w:rsidRPr="00147F2B">
        <w:t xml:space="preserve">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DD7F28">
        <w:t>Участника</w:t>
      </w:r>
      <w:r w:rsidR="00C440F2" w:rsidRPr="00147F2B">
        <w:t xml:space="preserve"> </w:t>
      </w:r>
      <w:r w:rsidR="00553A0B" w:rsidRPr="00147F2B">
        <w:t xml:space="preserve">по данным бухгалтерской отчетности за последний завершенный отчетный период. </w:t>
      </w:r>
      <w:r w:rsidR="00DD7F28">
        <w:t>Участник</w:t>
      </w:r>
      <w:r w:rsidR="00C440F2" w:rsidRPr="00147F2B">
        <w:t xml:space="preserve">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5C2EB9">
        <w:t>ой жалобе на день рассмотрения З</w:t>
      </w:r>
      <w:r w:rsidR="00553A0B" w:rsidRPr="00147F2B">
        <w:t>аявки не принято</w:t>
      </w:r>
      <w:bookmarkEnd w:id="45"/>
      <w:r w:rsidR="009749E6" w:rsidRPr="00147F2B">
        <w:t>.</w:t>
      </w:r>
    </w:p>
    <w:p w14:paraId="214F9DA6" w14:textId="77777777" w:rsidR="007946DC" w:rsidRDefault="007946DC" w:rsidP="000A2450">
      <w:pPr>
        <w:pStyle w:val="a"/>
        <w:numPr>
          <w:ilvl w:val="3"/>
          <w:numId w:val="25"/>
        </w:numPr>
        <w:spacing w:after="0"/>
        <w:ind w:left="0" w:firstLine="709"/>
      </w:pPr>
      <w:r w:rsidRPr="00147F2B">
        <w:t xml:space="preserve">Отсутствие у </w:t>
      </w:r>
      <w:r w:rsidR="00DD7F28">
        <w:t>Участника</w:t>
      </w:r>
      <w:r w:rsidRPr="00147F2B">
        <w:t xml:space="preserve"> - физического лица либо у руководителя, членов коллегиального исполнительного органа или главного бухгалтера юридического лица - </w:t>
      </w:r>
      <w:r w:rsidR="00687CB6">
        <w:t>Участника</w:t>
      </w:r>
      <w:r w:rsidRPr="00147F2B">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920257" w14:textId="0C67971F" w:rsidR="002B37DD" w:rsidRPr="00147F2B" w:rsidRDefault="00687CB6" w:rsidP="000A2450">
      <w:pPr>
        <w:pStyle w:val="a"/>
        <w:numPr>
          <w:ilvl w:val="2"/>
          <w:numId w:val="25"/>
        </w:numPr>
        <w:spacing w:after="0"/>
        <w:ind w:left="0" w:firstLine="709"/>
      </w:pPr>
      <w:r>
        <w:t>Участник</w:t>
      </w:r>
      <w:r w:rsidR="00813C8B">
        <w:t>у</w:t>
      </w:r>
      <w:r w:rsidR="00C440F2" w:rsidRPr="00147F2B">
        <w:t xml:space="preserve"> </w:t>
      </w:r>
      <w:r w:rsidR="00A46788">
        <w:t>необходимо</w:t>
      </w:r>
      <w:r w:rsidR="009749E6" w:rsidRPr="00147F2B">
        <w:t xml:space="preserve"> соответствовать следующим квалификационным требованиям:</w:t>
      </w:r>
    </w:p>
    <w:p w14:paraId="7209F850" w14:textId="25B81681" w:rsidR="00353AC1" w:rsidRPr="00147F2B" w:rsidRDefault="00A46788" w:rsidP="000A2450">
      <w:pPr>
        <w:pStyle w:val="a"/>
        <w:numPr>
          <w:ilvl w:val="3"/>
          <w:numId w:val="25"/>
        </w:numPr>
        <w:spacing w:after="0"/>
        <w:ind w:left="0" w:firstLine="709"/>
      </w:pPr>
      <w:r>
        <w:t>О</w:t>
      </w:r>
      <w:r w:rsidR="00700632" w:rsidRPr="00147F2B">
        <w:t xml:space="preserve">бладать </w:t>
      </w:r>
      <w:r w:rsidR="00BF7F65" w:rsidRPr="00147F2B">
        <w:t>возможностью поставки товара, оказания</w:t>
      </w:r>
      <w:r w:rsidR="00700632" w:rsidRPr="00147F2B">
        <w:t xml:space="preserve"> услуг</w:t>
      </w:r>
      <w:r w:rsidR="00BF7F65" w:rsidRPr="00147F2B">
        <w:t>, выполнения работ, указанных в информационной карте</w:t>
      </w:r>
      <w:bookmarkStart w:id="46" w:name="_Ref338666865"/>
      <w:r w:rsidR="00353AC1" w:rsidRPr="00353AC1">
        <w:t>.</w:t>
      </w:r>
    </w:p>
    <w:p w14:paraId="150C75D1" w14:textId="2A9F3C25" w:rsidR="00425216" w:rsidRDefault="00A46788" w:rsidP="000A2450">
      <w:pPr>
        <w:pStyle w:val="a"/>
        <w:numPr>
          <w:ilvl w:val="3"/>
          <w:numId w:val="25"/>
        </w:numPr>
        <w:spacing w:after="0"/>
        <w:ind w:left="0" w:firstLine="709"/>
      </w:pPr>
      <w:bookmarkStart w:id="47" w:name="_Ref295127868"/>
      <w:bookmarkStart w:id="48" w:name="_Ref323028624"/>
      <w:bookmarkEnd w:id="46"/>
      <w:r>
        <w:t>О</w:t>
      </w:r>
      <w:r w:rsidR="00425216" w:rsidRPr="00147F2B">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7"/>
      <w:r w:rsidR="00E30605" w:rsidRPr="00147F2B">
        <w:t>.</w:t>
      </w:r>
      <w:bookmarkEnd w:id="48"/>
    </w:p>
    <w:p w14:paraId="20101882" w14:textId="0B5E4966" w:rsidR="00A46788" w:rsidRDefault="00A46788" w:rsidP="000A2450">
      <w:pPr>
        <w:pStyle w:val="a"/>
        <w:numPr>
          <w:ilvl w:val="3"/>
          <w:numId w:val="25"/>
        </w:numPr>
        <w:spacing w:after="0"/>
        <w:ind w:left="0" w:firstLine="567"/>
      </w:pPr>
      <w:bookmarkStart w:id="49" w:name="_Ref453751302"/>
      <w:r>
        <w:t xml:space="preserve">Желательно </w:t>
      </w:r>
      <w:r w:rsidR="00A4354E" w:rsidRPr="00A4354E">
        <w:t>обладать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сходные по назначению и области применения предмету закупки, указанные</w:t>
      </w:r>
      <w:r w:rsidRPr="00630F3E">
        <w:t xml:space="preserve"> в п. </w:t>
      </w:r>
      <w:r w:rsidRPr="00630F3E">
        <w:fldChar w:fldCharType="begin"/>
      </w:r>
      <w:r w:rsidRPr="00630F3E">
        <w:instrText xml:space="preserve"> REF З_4_26 \h  \* MERGEFORMAT </w:instrText>
      </w:r>
      <w:r w:rsidRPr="00630F3E">
        <w:fldChar w:fldCharType="separate"/>
      </w:r>
      <w:r w:rsidRPr="00630F3E">
        <w:rPr>
          <w:b/>
        </w:rPr>
        <w:t>4.26</w:t>
      </w:r>
      <w:r w:rsidRPr="00630F3E">
        <w:fldChar w:fldCharType="end"/>
      </w:r>
      <w:r w:rsidRPr="00630F3E">
        <w:t xml:space="preserve"> информационной карты.</w:t>
      </w:r>
      <w:bookmarkEnd w:id="49"/>
    </w:p>
    <w:p w14:paraId="1A1096AA" w14:textId="327C1A8D" w:rsidR="00553A0B" w:rsidRPr="00147F2B" w:rsidRDefault="00A0353C" w:rsidP="000A2450">
      <w:pPr>
        <w:pStyle w:val="a"/>
        <w:numPr>
          <w:ilvl w:val="3"/>
          <w:numId w:val="25"/>
        </w:numPr>
        <w:spacing w:after="0"/>
        <w:ind w:left="0" w:firstLine="709"/>
      </w:pPr>
      <w:bookmarkStart w:id="50"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w:t>
      </w:r>
      <w:r w:rsidR="00687CB6">
        <w:t>Участнику</w:t>
      </w:r>
      <w:r w:rsidR="00C440F2" w:rsidRPr="00147F2B">
        <w:t xml:space="preserve">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EA62A4">
        <w:t xml:space="preserve"> </w:t>
      </w:r>
      <w:r w:rsidR="00EA62A4">
        <w:rPr>
          <w:b/>
          <w:szCs w:val="28"/>
        </w:rPr>
        <w:fldChar w:fldCharType="begin"/>
      </w:r>
      <w:r w:rsidR="00EA62A4">
        <w:instrText xml:space="preserve"> REF З_4_27 \h </w:instrText>
      </w:r>
      <w:r w:rsidR="00EA62A4">
        <w:rPr>
          <w:b/>
          <w:szCs w:val="28"/>
        </w:rPr>
      </w:r>
      <w:r w:rsidR="00EA62A4">
        <w:rPr>
          <w:b/>
          <w:szCs w:val="28"/>
        </w:rPr>
        <w:fldChar w:fldCharType="separate"/>
      </w:r>
      <w:r w:rsidR="00EA62A4" w:rsidRPr="00147F2B">
        <w:rPr>
          <w:b/>
        </w:rPr>
        <w:t>4.2</w:t>
      </w:r>
      <w:r w:rsidR="00EA62A4">
        <w:rPr>
          <w:b/>
        </w:rPr>
        <w:t>7</w:t>
      </w:r>
      <w:r w:rsidR="00EA62A4">
        <w:rPr>
          <w:b/>
          <w:szCs w:val="28"/>
        </w:rPr>
        <w:fldChar w:fldCharType="end"/>
      </w:r>
      <w:r w:rsidR="00425216" w:rsidRPr="00147F2B">
        <w:t>).</w:t>
      </w:r>
      <w:bookmarkEnd w:id="50"/>
    </w:p>
    <w:p w14:paraId="0970B308" w14:textId="77777777" w:rsidR="00DD4BAD" w:rsidRPr="00147F2B" w:rsidRDefault="00DD4BAD" w:rsidP="004920C8">
      <w:pPr>
        <w:pStyle w:val="a"/>
        <w:numPr>
          <w:ilvl w:val="0"/>
          <w:numId w:val="0"/>
        </w:numPr>
        <w:spacing w:after="0"/>
      </w:pPr>
    </w:p>
    <w:p w14:paraId="4390E105" w14:textId="77777777"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51" w:name="_Toc321346902"/>
      <w:bookmarkStart w:id="52" w:name="_Ref323295671"/>
      <w:bookmarkStart w:id="53" w:name="_Toc453152056"/>
      <w:bookmarkStart w:id="54" w:name="_Toc453166608"/>
      <w:bookmarkStart w:id="55" w:name="_Toc468260857"/>
      <w:bookmarkStart w:id="56" w:name="_Toc255048929"/>
      <w:bookmarkStart w:id="57" w:name="_Toc255048969"/>
      <w:r w:rsidRPr="00147F2B">
        <w:rPr>
          <w:b/>
          <w:sz w:val="28"/>
          <w:szCs w:val="28"/>
        </w:rPr>
        <w:t>Отказ от проведения запроса предложений</w:t>
      </w:r>
      <w:bookmarkEnd w:id="51"/>
      <w:bookmarkEnd w:id="52"/>
      <w:bookmarkEnd w:id="53"/>
      <w:bookmarkEnd w:id="54"/>
      <w:bookmarkEnd w:id="55"/>
    </w:p>
    <w:p w14:paraId="28154F9D" w14:textId="77777777" w:rsidR="00CB1020" w:rsidRPr="00147F2B" w:rsidRDefault="00CB1020" w:rsidP="00CB1020">
      <w:pPr>
        <w:pStyle w:val="32"/>
        <w:spacing w:after="0"/>
        <w:ind w:left="709"/>
        <w:jc w:val="both"/>
        <w:outlineLvl w:val="1"/>
        <w:rPr>
          <w:sz w:val="28"/>
          <w:szCs w:val="28"/>
        </w:rPr>
      </w:pPr>
    </w:p>
    <w:p w14:paraId="549C08DC" w14:textId="77777777" w:rsidR="0094161A" w:rsidRPr="00147F2B" w:rsidRDefault="00A0353C" w:rsidP="000A2450">
      <w:pPr>
        <w:pStyle w:val="a"/>
        <w:numPr>
          <w:ilvl w:val="2"/>
          <w:numId w:val="26"/>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14:paraId="010CBD10" w14:textId="3305A1D8" w:rsidR="0094161A" w:rsidRPr="00147F2B" w:rsidRDefault="0094161A" w:rsidP="000A2450">
      <w:pPr>
        <w:pStyle w:val="a"/>
        <w:numPr>
          <w:ilvl w:val="2"/>
          <w:numId w:val="26"/>
        </w:numPr>
        <w:spacing w:after="0"/>
        <w:ind w:left="0" w:firstLine="708"/>
        <w:rPr>
          <w:szCs w:val="28"/>
        </w:rPr>
      </w:pPr>
      <w:r w:rsidRPr="00147F2B">
        <w:rPr>
          <w:szCs w:val="28"/>
        </w:rPr>
        <w:lastRenderedPageBreak/>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0739B5">
        <w:rPr>
          <w:szCs w:val="28"/>
        </w:rPr>
        <w:t>ЭТП</w:t>
      </w:r>
      <w:r w:rsidR="004D4106" w:rsidRPr="00147F2B">
        <w:rPr>
          <w:szCs w:val="28"/>
        </w:rPr>
        <w:t xml:space="preserve">,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14:paraId="60BDB9D2" w14:textId="77777777" w:rsidR="00CB1020" w:rsidRPr="00147F2B" w:rsidRDefault="00CB1020" w:rsidP="00CB1020">
      <w:pPr>
        <w:pStyle w:val="a"/>
        <w:numPr>
          <w:ilvl w:val="0"/>
          <w:numId w:val="0"/>
        </w:numPr>
        <w:spacing w:after="0"/>
        <w:ind w:left="709"/>
        <w:rPr>
          <w:szCs w:val="28"/>
        </w:rPr>
      </w:pPr>
    </w:p>
    <w:p w14:paraId="698E912B"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8" w:name="_Toc453152057"/>
      <w:bookmarkStart w:id="59" w:name="_Toc453166609"/>
      <w:bookmarkStart w:id="60" w:name="_Toc468260858"/>
      <w:r w:rsidRPr="00147F2B">
        <w:rPr>
          <w:b/>
          <w:sz w:val="28"/>
          <w:szCs w:val="28"/>
        </w:rPr>
        <w:t>Прочие положения</w:t>
      </w:r>
      <w:bookmarkEnd w:id="56"/>
      <w:bookmarkEnd w:id="57"/>
      <w:bookmarkEnd w:id="58"/>
      <w:bookmarkEnd w:id="59"/>
      <w:bookmarkEnd w:id="60"/>
    </w:p>
    <w:p w14:paraId="1D6408CC" w14:textId="77777777" w:rsidR="00CB1020" w:rsidRPr="00147F2B" w:rsidRDefault="00CB1020" w:rsidP="00CB1020">
      <w:pPr>
        <w:pStyle w:val="32"/>
        <w:spacing w:after="0"/>
        <w:ind w:left="0" w:firstLine="709"/>
        <w:jc w:val="both"/>
        <w:outlineLvl w:val="1"/>
        <w:rPr>
          <w:sz w:val="28"/>
          <w:szCs w:val="28"/>
        </w:rPr>
      </w:pPr>
    </w:p>
    <w:p w14:paraId="21B23C59" w14:textId="77777777" w:rsidR="00553A0B" w:rsidRPr="00147F2B" w:rsidRDefault="00A0353C" w:rsidP="000A2450">
      <w:pPr>
        <w:pStyle w:val="a"/>
        <w:numPr>
          <w:ilvl w:val="2"/>
          <w:numId w:val="27"/>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ико</w:t>
      </w:r>
      <w:r w:rsidR="004B3CE1">
        <w:rPr>
          <w:color w:val="000000"/>
        </w:rPr>
        <w:t>в требованиям, установленным в Д</w:t>
      </w:r>
      <w:r w:rsidR="00553A0B" w:rsidRPr="00147F2B">
        <w:rPr>
          <w:color w:val="000000"/>
        </w:rPr>
        <w:t xml:space="preserve">окументации, </w:t>
      </w:r>
      <w:r w:rsidR="00DF1B0D" w:rsidRPr="00147F2B">
        <w:rPr>
          <w:color w:val="000000"/>
        </w:rPr>
        <w:t>достовернос</w:t>
      </w:r>
      <w:r w:rsidR="005C2EB9">
        <w:rPr>
          <w:color w:val="000000"/>
        </w:rPr>
        <w:t>ть сведений, предоставленных в З</w:t>
      </w:r>
      <w:r w:rsidR="00DF1B0D" w:rsidRPr="00147F2B">
        <w:rPr>
          <w:color w:val="000000"/>
        </w:rPr>
        <w:t>аявке Участника.</w:t>
      </w:r>
    </w:p>
    <w:p w14:paraId="4DC1EBB0" w14:textId="688FAAFC" w:rsidR="00553A0B" w:rsidRPr="00147F2B" w:rsidRDefault="00553A0B" w:rsidP="000A2450">
      <w:pPr>
        <w:pStyle w:val="a"/>
        <w:numPr>
          <w:ilvl w:val="2"/>
          <w:numId w:val="27"/>
        </w:numPr>
        <w:spacing w:after="0"/>
        <w:ind w:left="0" w:firstLine="708"/>
      </w:pPr>
      <w:r w:rsidRPr="00147F2B">
        <w:t xml:space="preserve">При выявлении недостоверных сведений в представленной </w:t>
      </w:r>
      <w:r w:rsidR="0078174A" w:rsidRPr="00147F2B">
        <w:t>Участник</w:t>
      </w:r>
      <w:r w:rsidR="005C2EB9">
        <w:t>ом З</w:t>
      </w:r>
      <w:r w:rsidRPr="00147F2B">
        <w:t xml:space="preserve">аявке,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 xml:space="preserve">предоставленных в </w:t>
      </w:r>
      <w:r w:rsidR="005C2EB9">
        <w:rPr>
          <w:color w:val="000000"/>
        </w:rPr>
        <w:t>З</w:t>
      </w:r>
      <w:r w:rsidR="00DF1B0D" w:rsidRPr="00147F2B">
        <w:rPr>
          <w:color w:val="000000"/>
        </w:rPr>
        <w:t>аявке</w:t>
      </w:r>
      <w:r w:rsidR="00DF1B0D" w:rsidRPr="00147F2B">
        <w:t>, требов</w:t>
      </w:r>
      <w:r w:rsidR="004B3CE1">
        <w:t>аниям, установленным настоящей Д</w:t>
      </w:r>
      <w:r w:rsidR="00DF1B0D" w:rsidRPr="00147F2B">
        <w:t xml:space="preserve">окументацией, </w:t>
      </w:r>
      <w:r w:rsidR="00A0353C" w:rsidRPr="00147F2B">
        <w:t>Организатор</w:t>
      </w:r>
      <w:r w:rsidR="0019326B" w:rsidRPr="00147F2B">
        <w:t xml:space="preserve"> сообщает соответствующие сведения Комис</w:t>
      </w:r>
      <w:r w:rsidR="005C2EB9">
        <w:t>сии. Комиссия вправе отклонить З</w:t>
      </w:r>
      <w:r w:rsidR="0019326B" w:rsidRPr="00147F2B">
        <w:t xml:space="preserve">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A703B">
        <w:rPr>
          <w:b/>
        </w:rPr>
        <w:t>2.11.4</w:t>
      </w:r>
      <w:r w:rsidR="00487D6F">
        <w:rPr>
          <w:b/>
        </w:rPr>
        <w:fldChar w:fldCharType="end"/>
      </w:r>
      <w:r w:rsidR="00A8554E" w:rsidRPr="00147F2B">
        <w:t xml:space="preserve">. </w:t>
      </w:r>
    </w:p>
    <w:p w14:paraId="237B921C" w14:textId="77777777" w:rsidR="00EB11C1" w:rsidRPr="00147F2B" w:rsidRDefault="00DD5C61" w:rsidP="000A2450">
      <w:pPr>
        <w:pStyle w:val="a"/>
        <w:numPr>
          <w:ilvl w:val="2"/>
          <w:numId w:val="27"/>
        </w:numPr>
        <w:spacing w:after="0"/>
        <w:ind w:left="0" w:firstLine="708"/>
      </w:pPr>
      <w:r w:rsidRPr="00147F2B">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5C2EB9">
        <w:t>З</w:t>
      </w:r>
      <w:r w:rsidR="0019326B" w:rsidRPr="00147F2B">
        <w:t>аявки</w:t>
      </w:r>
      <w:r w:rsidR="00C25098" w:rsidRPr="00147F2B">
        <w:t xml:space="preserve">,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14:paraId="56A10779" w14:textId="77777777" w:rsidR="00EB11C1" w:rsidRPr="00147F2B" w:rsidRDefault="00A0353C" w:rsidP="000A2450">
      <w:pPr>
        <w:pStyle w:val="a"/>
        <w:numPr>
          <w:ilvl w:val="2"/>
          <w:numId w:val="27"/>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5C2EB9">
        <w:t>З</w:t>
      </w:r>
      <w:r w:rsidR="0019326B" w:rsidRPr="00147F2B">
        <w:t>аявках</w:t>
      </w:r>
      <w:r w:rsidR="00C25098" w:rsidRPr="00147F2B">
        <w:t xml:space="preserve">. Предоставление этой информации другим </w:t>
      </w:r>
      <w:r w:rsidR="0078174A" w:rsidRPr="00147F2B">
        <w:t>Участник</w:t>
      </w:r>
      <w:r w:rsidR="0019326B" w:rsidRPr="00147F2B">
        <w:t xml:space="preserve">ам </w:t>
      </w:r>
      <w:r w:rsidR="00C25098" w:rsidRPr="00147F2B">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147F2B">
        <w:t>.</w:t>
      </w:r>
    </w:p>
    <w:p w14:paraId="7AA89BD9" w14:textId="77777777" w:rsidR="00664AB2" w:rsidRPr="00147F2B" w:rsidRDefault="00664AB2" w:rsidP="000A2450">
      <w:pPr>
        <w:pStyle w:val="a"/>
        <w:numPr>
          <w:ilvl w:val="2"/>
          <w:numId w:val="27"/>
        </w:numPr>
        <w:spacing w:after="0"/>
        <w:ind w:left="0" w:firstLine="708"/>
      </w:pPr>
      <w:r w:rsidRPr="00147F2B">
        <w:rPr>
          <w:szCs w:val="28"/>
        </w:rPr>
        <w:t xml:space="preserve">В случае </w:t>
      </w:r>
      <w:r w:rsidR="0020493E">
        <w:rPr>
          <w:szCs w:val="28"/>
        </w:rPr>
        <w:t>если по истечении срока подачи З</w:t>
      </w:r>
      <w:r w:rsidRPr="00147F2B">
        <w:rPr>
          <w:szCs w:val="28"/>
        </w:rPr>
        <w:t xml:space="preserve">аявок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14:paraId="316FCD71" w14:textId="169E5722" w:rsidR="00A30179" w:rsidRPr="00147F2B" w:rsidRDefault="00A30179" w:rsidP="000A2450">
      <w:pPr>
        <w:pStyle w:val="a"/>
        <w:numPr>
          <w:ilvl w:val="2"/>
          <w:numId w:val="27"/>
        </w:numPr>
        <w:spacing w:after="0"/>
        <w:ind w:left="0" w:firstLine="708"/>
      </w:pPr>
      <w:r w:rsidRPr="00147F2B">
        <w:t xml:space="preserve">В </w:t>
      </w:r>
      <w:r w:rsidR="00C25098" w:rsidRPr="00147F2B">
        <w:t xml:space="preserve">любое время до истечения срока подачи </w:t>
      </w:r>
      <w:r w:rsidR="0020493E">
        <w:t>З</w:t>
      </w:r>
      <w:r w:rsidR="00C25098" w:rsidRPr="00147F2B">
        <w:t xml:space="preserve">аявок </w:t>
      </w:r>
      <w:r w:rsidR="00A0353C" w:rsidRPr="00147F2B">
        <w:t>Организатор</w:t>
      </w:r>
      <w:r w:rsidR="00C25098" w:rsidRPr="00147F2B">
        <w:t xml:space="preserve"> вправе изменить </w:t>
      </w:r>
      <w:r w:rsidR="004D3296" w:rsidRPr="00147F2B">
        <w:t xml:space="preserve">Извещение и </w:t>
      </w:r>
      <w:r w:rsidR="00C25098" w:rsidRPr="00147F2B">
        <w:t xml:space="preserve">Документацию.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14:paraId="29293A66" w14:textId="77777777" w:rsidR="008219FE" w:rsidRPr="00147F2B" w:rsidRDefault="00A0353C" w:rsidP="000A2450">
      <w:pPr>
        <w:pStyle w:val="a"/>
        <w:numPr>
          <w:ilvl w:val="2"/>
          <w:numId w:val="27"/>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5C2EB9">
        <w:t>открытия доступа к З</w:t>
      </w:r>
      <w:r w:rsidR="00115EA6" w:rsidRPr="00147F2B">
        <w:t>аявкам</w:t>
      </w:r>
      <w:r w:rsidR="008219FE" w:rsidRPr="00147F2B">
        <w:t xml:space="preserve">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В этом случае срок действия Заявок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 п.</w:t>
      </w:r>
      <w:r w:rsidR="00924F0B">
        <w:t> </w:t>
      </w:r>
      <w:r w:rsidR="002658C7">
        <w:rPr>
          <w:b/>
        </w:rPr>
        <w:fldChar w:fldCharType="begin"/>
      </w:r>
      <w:r w:rsidR="002658C7">
        <w:instrText xml:space="preserve"> REF З_4_3 \h </w:instrText>
      </w:r>
      <w:r w:rsidR="002658C7">
        <w:rPr>
          <w:b/>
        </w:rPr>
      </w:r>
      <w:r w:rsidR="002658C7">
        <w:rPr>
          <w:b/>
        </w:rPr>
        <w:fldChar w:fldCharType="separate"/>
      </w:r>
      <w:r w:rsidR="002658C7" w:rsidRPr="00147F2B">
        <w:rPr>
          <w:b/>
        </w:rPr>
        <w:t>4.3</w:t>
      </w:r>
      <w:r w:rsidR="002658C7">
        <w:rPr>
          <w:b/>
        </w:rPr>
        <w:fldChar w:fldCharType="end"/>
      </w:r>
      <w:r w:rsidR="00924F0B">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14:paraId="2DB2266F" w14:textId="77777777" w:rsidR="0094717F" w:rsidRPr="00147F2B" w:rsidRDefault="0094717F" w:rsidP="000A2450">
      <w:pPr>
        <w:pStyle w:val="a"/>
        <w:numPr>
          <w:ilvl w:val="2"/>
          <w:numId w:val="27"/>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14:paraId="26793FD3" w14:textId="77777777" w:rsidR="00553A0B" w:rsidRPr="00147F2B" w:rsidRDefault="004B3CE1" w:rsidP="000A2450">
      <w:pPr>
        <w:pStyle w:val="a"/>
        <w:numPr>
          <w:ilvl w:val="2"/>
          <w:numId w:val="27"/>
        </w:numPr>
        <w:spacing w:after="0"/>
        <w:ind w:left="0" w:firstLine="708"/>
        <w:rPr>
          <w:szCs w:val="28"/>
        </w:rPr>
      </w:pPr>
      <w:r>
        <w:rPr>
          <w:szCs w:val="28"/>
        </w:rPr>
        <w:lastRenderedPageBreak/>
        <w:t>Все ссылки в тексте Д</w:t>
      </w:r>
      <w:r w:rsidR="00553A0B" w:rsidRPr="00147F2B">
        <w:rPr>
          <w:szCs w:val="28"/>
        </w:rPr>
        <w:t>окументации на разделы, пункты</w:t>
      </w:r>
      <w:r>
        <w:rPr>
          <w:szCs w:val="28"/>
        </w:rPr>
        <w:t xml:space="preserve"> и формы относятся к настоящей Д</w:t>
      </w:r>
      <w:r w:rsidR="00553A0B" w:rsidRPr="00147F2B">
        <w:rPr>
          <w:szCs w:val="28"/>
        </w:rPr>
        <w:t>окументации, если рядом со ссылкой прямо не указано иное.</w:t>
      </w:r>
    </w:p>
    <w:p w14:paraId="149250C8" w14:textId="77777777" w:rsidR="00EB11C1" w:rsidRPr="00147F2B" w:rsidRDefault="00866747" w:rsidP="0033794A">
      <w:pPr>
        <w:pStyle w:val="a"/>
        <w:numPr>
          <w:ilvl w:val="0"/>
          <w:numId w:val="0"/>
        </w:numPr>
        <w:spacing w:after="0"/>
        <w:ind w:firstLine="709"/>
        <w:rPr>
          <w:szCs w:val="28"/>
        </w:rPr>
      </w:pPr>
      <w:r w:rsidRPr="00147F2B">
        <w:rPr>
          <w:szCs w:val="28"/>
        </w:rPr>
        <w:br w:type="page"/>
      </w:r>
    </w:p>
    <w:p w14:paraId="4C31B4F0" w14:textId="77777777" w:rsidR="00EB11C1" w:rsidRPr="00147F2B" w:rsidRDefault="004E0F9A" w:rsidP="00B87060">
      <w:pPr>
        <w:pStyle w:val="1"/>
        <w:numPr>
          <w:ilvl w:val="0"/>
          <w:numId w:val="5"/>
        </w:numPr>
        <w:tabs>
          <w:tab w:val="clear" w:pos="612"/>
        </w:tabs>
        <w:rPr>
          <w:szCs w:val="28"/>
        </w:rPr>
      </w:pPr>
      <w:bookmarkStart w:id="61" w:name="_Toc168993562"/>
      <w:bookmarkStart w:id="62" w:name="_Toc170127190"/>
      <w:bookmarkStart w:id="63" w:name="_Toc172981145"/>
      <w:bookmarkStart w:id="64" w:name="_Toc173245449"/>
      <w:bookmarkStart w:id="65" w:name="_Toc223246405"/>
      <w:bookmarkStart w:id="66" w:name="_Toc255048930"/>
      <w:bookmarkStart w:id="67" w:name="_Toc255048970"/>
      <w:bookmarkStart w:id="68" w:name="_Toc453152058"/>
      <w:bookmarkStart w:id="69" w:name="_Toc453166610"/>
      <w:bookmarkStart w:id="70" w:name="_Toc468260859"/>
      <w:r w:rsidRPr="00147F2B">
        <w:rPr>
          <w:szCs w:val="28"/>
        </w:rPr>
        <w:lastRenderedPageBreak/>
        <w:t>ИНСТРУКЦИЯ ПО УЧАСТИЮ В ЗАПРОСЕ ПРЕДЛОЖЕНИЙ.</w:t>
      </w:r>
      <w:bookmarkEnd w:id="61"/>
      <w:bookmarkEnd w:id="62"/>
      <w:bookmarkEnd w:id="63"/>
      <w:bookmarkEnd w:id="64"/>
      <w:bookmarkEnd w:id="65"/>
      <w:bookmarkEnd w:id="66"/>
      <w:bookmarkEnd w:id="67"/>
      <w:bookmarkEnd w:id="68"/>
      <w:bookmarkEnd w:id="69"/>
      <w:bookmarkEnd w:id="70"/>
    </w:p>
    <w:p w14:paraId="29F74271" w14:textId="77777777" w:rsidR="002E5BDC" w:rsidRPr="00147F2B" w:rsidRDefault="002E5BDC" w:rsidP="0033794A">
      <w:pPr>
        <w:pStyle w:val="2e"/>
        <w:spacing w:after="0"/>
        <w:ind w:left="0" w:firstLine="709"/>
        <w:rPr>
          <w:sz w:val="28"/>
          <w:szCs w:val="28"/>
        </w:rPr>
      </w:pPr>
    </w:p>
    <w:p w14:paraId="0DBCA812"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1" w:name="_Toc255048931"/>
      <w:bookmarkStart w:id="72" w:name="_Toc255048971"/>
      <w:bookmarkStart w:id="73" w:name="_Toc453152059"/>
      <w:bookmarkStart w:id="74" w:name="_Toc453166611"/>
      <w:bookmarkStart w:id="75" w:name="_Toc468260860"/>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71"/>
      <w:bookmarkEnd w:id="72"/>
      <w:bookmarkEnd w:id="73"/>
      <w:bookmarkEnd w:id="74"/>
      <w:bookmarkEnd w:id="75"/>
    </w:p>
    <w:p w14:paraId="198864CD" w14:textId="77777777" w:rsidR="00ED09F0" w:rsidRPr="00147F2B" w:rsidRDefault="00ED09F0" w:rsidP="00ED09F0">
      <w:pPr>
        <w:pStyle w:val="32"/>
        <w:spacing w:after="0"/>
        <w:ind w:left="1701"/>
        <w:jc w:val="both"/>
        <w:outlineLvl w:val="1"/>
        <w:rPr>
          <w:b/>
          <w:sz w:val="28"/>
          <w:szCs w:val="28"/>
        </w:rPr>
      </w:pPr>
    </w:p>
    <w:p w14:paraId="208FD109" w14:textId="77777777"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14:paraId="48530176" w14:textId="53816973"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2.2</w:t>
      </w:r>
      <w:r w:rsidR="004C51E6" w:rsidRPr="00147F2B">
        <w:rPr>
          <w:b/>
          <w:szCs w:val="28"/>
        </w:rPr>
        <w:fldChar w:fldCharType="end"/>
      </w:r>
      <w:r w:rsidRPr="00147F2B">
        <w:rPr>
          <w:szCs w:val="28"/>
        </w:rPr>
        <w:t>;</w:t>
      </w:r>
    </w:p>
    <w:p w14:paraId="336BF8BD"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2.3</w:t>
      </w:r>
      <w:r w:rsidR="004C51E6" w:rsidRPr="00147F2B">
        <w:rPr>
          <w:b/>
          <w:szCs w:val="28"/>
        </w:rPr>
        <w:fldChar w:fldCharType="end"/>
      </w:r>
      <w:r w:rsidRPr="00147F2B">
        <w:rPr>
          <w:szCs w:val="28"/>
        </w:rPr>
        <w:t>;</w:t>
      </w:r>
    </w:p>
    <w:p w14:paraId="50324194" w14:textId="77777777"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2.4</w:t>
      </w:r>
      <w:r w:rsidR="005A6263" w:rsidRPr="00147F2B">
        <w:rPr>
          <w:b/>
          <w:szCs w:val="28"/>
        </w:rPr>
        <w:fldChar w:fldCharType="end"/>
      </w:r>
      <w:r w:rsidRPr="00147F2B">
        <w:rPr>
          <w:szCs w:val="28"/>
        </w:rPr>
        <w:t>;</w:t>
      </w:r>
    </w:p>
    <w:p w14:paraId="330A9937"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2.5</w:t>
      </w:r>
      <w:r w:rsidR="005A6263" w:rsidRPr="00147F2B">
        <w:rPr>
          <w:b/>
          <w:szCs w:val="28"/>
        </w:rPr>
        <w:fldChar w:fldCharType="end"/>
      </w:r>
      <w:r w:rsidRPr="00147F2B">
        <w:rPr>
          <w:szCs w:val="28"/>
        </w:rPr>
        <w:t xml:space="preserve">; </w:t>
      </w:r>
    </w:p>
    <w:p w14:paraId="38A4B3A4" w14:textId="77777777"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A703B">
        <w:rPr>
          <w:b/>
          <w:szCs w:val="28"/>
          <w:lang w:val="ru-RU"/>
        </w:rPr>
        <w:t>2.6</w:t>
      </w:r>
      <w:r w:rsidR="005E7B3C">
        <w:rPr>
          <w:b/>
          <w:szCs w:val="28"/>
          <w:lang w:val="ru-RU"/>
        </w:rPr>
        <w:fldChar w:fldCharType="end"/>
      </w:r>
      <w:r w:rsidR="004E0F9A" w:rsidRPr="00147F2B">
        <w:rPr>
          <w:szCs w:val="28"/>
        </w:rPr>
        <w:t>;</w:t>
      </w:r>
    </w:p>
    <w:p w14:paraId="218C5A32"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A703B">
        <w:rPr>
          <w:b/>
          <w:szCs w:val="28"/>
        </w:rPr>
        <w:t>2.7</w:t>
      </w:r>
      <w:r w:rsidR="00CF03A8" w:rsidRPr="00147F2B">
        <w:rPr>
          <w:b/>
          <w:szCs w:val="28"/>
        </w:rPr>
        <w:fldChar w:fldCharType="end"/>
      </w:r>
      <w:r w:rsidRPr="00147F2B">
        <w:rPr>
          <w:szCs w:val="28"/>
        </w:rPr>
        <w:t>;</w:t>
      </w:r>
    </w:p>
    <w:p w14:paraId="206CEBCF" w14:textId="77777777"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A703B">
        <w:rPr>
          <w:b/>
          <w:szCs w:val="28"/>
        </w:rPr>
        <w:t>2.8</w:t>
      </w:r>
      <w:r w:rsidR="00DD6B3F" w:rsidRPr="00147F2B">
        <w:rPr>
          <w:b/>
          <w:szCs w:val="28"/>
        </w:rPr>
        <w:fldChar w:fldCharType="end"/>
      </w:r>
      <w:r w:rsidR="004E0F9A" w:rsidRPr="00147F2B">
        <w:rPr>
          <w:szCs w:val="28"/>
        </w:rPr>
        <w:t>;</w:t>
      </w:r>
    </w:p>
    <w:p w14:paraId="0D9F2E28" w14:textId="77777777"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0493E">
        <w:rPr>
          <w:szCs w:val="28"/>
          <w:lang w:val="ru-RU"/>
        </w:rPr>
        <w:t>Заявок</w:t>
      </w:r>
      <w:r w:rsidR="004E0F9A" w:rsidRPr="00147F2B">
        <w:rPr>
          <w:szCs w:val="28"/>
        </w:rPr>
        <w:t xml:space="preserve">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A703B">
        <w:rPr>
          <w:b/>
          <w:szCs w:val="28"/>
        </w:rPr>
        <w:t>2.9</w:t>
      </w:r>
      <w:r w:rsidRPr="00147F2B">
        <w:rPr>
          <w:b/>
          <w:szCs w:val="28"/>
        </w:rPr>
        <w:fldChar w:fldCharType="end"/>
      </w:r>
      <w:r w:rsidR="004E0F9A" w:rsidRPr="00147F2B">
        <w:rPr>
          <w:szCs w:val="28"/>
        </w:rPr>
        <w:t>;</w:t>
      </w:r>
    </w:p>
    <w:p w14:paraId="2EBA72B9" w14:textId="77777777" w:rsidR="004E0F9A" w:rsidRPr="00147F2B" w:rsidRDefault="004E0F9A" w:rsidP="00ED09F0">
      <w:pPr>
        <w:pStyle w:val="a8"/>
        <w:numPr>
          <w:ilvl w:val="0"/>
          <w:numId w:val="1"/>
        </w:numPr>
        <w:tabs>
          <w:tab w:val="clear" w:pos="1260"/>
        </w:tabs>
        <w:ind w:left="1701" w:hanging="566"/>
      </w:pPr>
      <w:r w:rsidRPr="00147F2B">
        <w:t xml:space="preserve">уторговывание цены Заявки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2.10</w:t>
      </w:r>
      <w:r w:rsidR="00224A5C" w:rsidRPr="00147F2B">
        <w:rPr>
          <w:b/>
        </w:rPr>
        <w:fldChar w:fldCharType="end"/>
      </w:r>
      <w:r w:rsidR="00224A5C" w:rsidRPr="00147F2B">
        <w:rPr>
          <w:lang w:val="ru-RU"/>
        </w:rPr>
        <w:t xml:space="preserve"> </w:t>
      </w:r>
      <w:r w:rsidRPr="00147F2B">
        <w:t>(при необходимости);</w:t>
      </w:r>
    </w:p>
    <w:p w14:paraId="41CFF3E8" w14:textId="77777777"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2.11</w:t>
      </w:r>
      <w:r w:rsidR="00224A5C" w:rsidRPr="00147F2B">
        <w:rPr>
          <w:b/>
        </w:rPr>
        <w:fldChar w:fldCharType="end"/>
      </w:r>
      <w:r w:rsidR="004E0F9A" w:rsidRPr="00147F2B">
        <w:t>;</w:t>
      </w:r>
    </w:p>
    <w:p w14:paraId="61CCD6CF" w14:textId="77777777"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A703B">
        <w:rPr>
          <w:b/>
          <w:szCs w:val="28"/>
        </w:rPr>
        <w:t>2.12</w:t>
      </w:r>
      <w:r w:rsidRPr="00147F2B">
        <w:rPr>
          <w:b/>
          <w:szCs w:val="28"/>
        </w:rPr>
        <w:fldChar w:fldCharType="end"/>
      </w:r>
      <w:r w:rsidR="004E0F9A" w:rsidRPr="00147F2B">
        <w:rPr>
          <w:szCs w:val="28"/>
        </w:rPr>
        <w:t>;</w:t>
      </w:r>
    </w:p>
    <w:p w14:paraId="0A59A0A3"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005C2EB9">
        <w:rPr>
          <w:szCs w:val="28"/>
        </w:rPr>
        <w:t xml:space="preserve">ом, представившим лучшую </w:t>
      </w:r>
      <w:r w:rsidR="00371940">
        <w:rPr>
          <w:szCs w:val="28"/>
          <w:lang w:val="ru-RU"/>
        </w:rPr>
        <w:t>Заявку</w:t>
      </w:r>
      <w:r w:rsidRPr="00147F2B">
        <w:rPr>
          <w:szCs w:val="28"/>
        </w:rPr>
        <w:t xml:space="preserve">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A703B">
        <w:rPr>
          <w:b/>
          <w:szCs w:val="28"/>
        </w:rPr>
        <w:t>2.13</w:t>
      </w:r>
      <w:r w:rsidR="00F502A2" w:rsidRPr="00147F2B">
        <w:rPr>
          <w:b/>
          <w:szCs w:val="28"/>
        </w:rPr>
        <w:fldChar w:fldCharType="end"/>
      </w:r>
      <w:r w:rsidRPr="00147F2B">
        <w:rPr>
          <w:szCs w:val="28"/>
        </w:rPr>
        <w:t>.</w:t>
      </w:r>
    </w:p>
    <w:p w14:paraId="2B745419" w14:textId="77777777" w:rsidR="008F2AC7" w:rsidRPr="00147F2B" w:rsidRDefault="008F2AC7" w:rsidP="00ED09F0">
      <w:pPr>
        <w:pStyle w:val="a8"/>
        <w:rPr>
          <w:szCs w:val="28"/>
        </w:rPr>
      </w:pPr>
    </w:p>
    <w:p w14:paraId="28CB167B" w14:textId="26FC985B"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2"/>
      <w:bookmarkStart w:id="77" w:name="_Toc255048972"/>
      <w:bookmarkStart w:id="78" w:name="_Ref323045061"/>
      <w:bookmarkStart w:id="79" w:name="_Ref349378557"/>
      <w:bookmarkStart w:id="80" w:name="_Toc453152060"/>
      <w:bookmarkStart w:id="81" w:name="_Toc453166612"/>
      <w:bookmarkStart w:id="82" w:name="_Toc468260861"/>
      <w:r w:rsidRPr="00147F2B">
        <w:rPr>
          <w:b/>
          <w:sz w:val="28"/>
          <w:szCs w:val="28"/>
        </w:rPr>
        <w:t>Публикация Извещения</w:t>
      </w:r>
      <w:bookmarkEnd w:id="76"/>
      <w:bookmarkEnd w:id="77"/>
      <w:bookmarkEnd w:id="78"/>
      <w:bookmarkEnd w:id="79"/>
      <w:bookmarkEnd w:id="80"/>
      <w:bookmarkEnd w:id="81"/>
      <w:bookmarkEnd w:id="82"/>
    </w:p>
    <w:p w14:paraId="122A2688" w14:textId="77777777" w:rsidR="00ED09F0" w:rsidRPr="00147F2B" w:rsidRDefault="00ED09F0" w:rsidP="00ED09F0">
      <w:pPr>
        <w:pStyle w:val="32"/>
        <w:spacing w:after="0"/>
        <w:ind w:left="567" w:firstLine="709"/>
        <w:jc w:val="both"/>
        <w:outlineLvl w:val="1"/>
        <w:rPr>
          <w:sz w:val="28"/>
          <w:szCs w:val="28"/>
        </w:rPr>
      </w:pPr>
    </w:p>
    <w:p w14:paraId="7614EB92" w14:textId="6E845ED4" w:rsidR="003B58C3" w:rsidRPr="00147F2B" w:rsidRDefault="003B58C3" w:rsidP="000A2450">
      <w:pPr>
        <w:pStyle w:val="a"/>
        <w:numPr>
          <w:ilvl w:val="2"/>
          <w:numId w:val="28"/>
        </w:numPr>
        <w:spacing w:after="0"/>
        <w:ind w:left="0" w:firstLine="708"/>
        <w:rPr>
          <w:szCs w:val="28"/>
        </w:rPr>
      </w:pPr>
      <w:bookmarkStart w:id="83" w:name="_Ref322695984"/>
      <w:r w:rsidRPr="00147F2B">
        <w:rPr>
          <w:szCs w:val="28"/>
        </w:rPr>
        <w:t>Извещение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A703B">
        <w:rPr>
          <w:b/>
          <w:szCs w:val="28"/>
        </w:rPr>
        <w:t>1.1.1</w:t>
      </w:r>
      <w:r w:rsidR="00F8448A" w:rsidRPr="00147F2B">
        <w:rPr>
          <w:b/>
          <w:szCs w:val="28"/>
        </w:rPr>
        <w:fldChar w:fldCharType="end"/>
      </w:r>
      <w:r w:rsidRPr="00147F2B">
        <w:rPr>
          <w:szCs w:val="28"/>
        </w:rPr>
        <w:t>.</w:t>
      </w:r>
      <w:bookmarkEnd w:id="83"/>
    </w:p>
    <w:p w14:paraId="1B9E3AC6" w14:textId="7C9FC6ED" w:rsidR="00EB11C1" w:rsidRPr="00147F2B" w:rsidRDefault="00EB11C1" w:rsidP="000A2450">
      <w:pPr>
        <w:pStyle w:val="a"/>
        <w:numPr>
          <w:ilvl w:val="2"/>
          <w:numId w:val="28"/>
        </w:numPr>
        <w:spacing w:after="0"/>
        <w:ind w:left="0" w:firstLine="708"/>
        <w:rPr>
          <w:szCs w:val="28"/>
        </w:rPr>
      </w:pPr>
      <w:r w:rsidRPr="00147F2B">
        <w:rPr>
          <w:szCs w:val="28"/>
        </w:rPr>
        <w:t xml:space="preserve">Иные публикации не являются официальными и не </w:t>
      </w:r>
      <w:r w:rsidR="006B45B4">
        <w:rPr>
          <w:szCs w:val="28"/>
        </w:rPr>
        <w:t>налагают</w:t>
      </w:r>
      <w:r w:rsidRPr="00147F2B">
        <w:rPr>
          <w:szCs w:val="28"/>
        </w:rPr>
        <w:t xml:space="preserve"> никаких </w:t>
      </w:r>
      <w:r w:rsidR="00A37FF4">
        <w:rPr>
          <w:szCs w:val="28"/>
        </w:rPr>
        <w:t>обязательств</w:t>
      </w:r>
      <w:r w:rsidRPr="00147F2B">
        <w:rPr>
          <w:szCs w:val="28"/>
        </w:rPr>
        <w:t xml:space="preserve"> </w:t>
      </w:r>
      <w:r w:rsidR="00A37FF4">
        <w:rPr>
          <w:szCs w:val="28"/>
        </w:rPr>
        <w:t>на</w:t>
      </w:r>
      <w:r w:rsidRPr="00147F2B">
        <w:rPr>
          <w:szCs w:val="28"/>
        </w:rPr>
        <w:t xml:space="preserve"> </w:t>
      </w:r>
      <w:r w:rsidR="00A0353C" w:rsidRPr="00147F2B">
        <w:rPr>
          <w:szCs w:val="28"/>
        </w:rPr>
        <w:t>Организатор</w:t>
      </w:r>
      <w:r w:rsidR="004D261C" w:rsidRPr="00147F2B">
        <w:rPr>
          <w:szCs w:val="28"/>
        </w:rPr>
        <w:t>а</w:t>
      </w:r>
      <w:r w:rsidRPr="00147F2B">
        <w:rPr>
          <w:szCs w:val="28"/>
        </w:rPr>
        <w:t>.</w:t>
      </w:r>
    </w:p>
    <w:p w14:paraId="204185A3" w14:textId="77777777" w:rsidR="00A25128" w:rsidRPr="00147F2B" w:rsidRDefault="00A25128" w:rsidP="00ED09F0">
      <w:pPr>
        <w:pStyle w:val="a"/>
        <w:numPr>
          <w:ilvl w:val="0"/>
          <w:numId w:val="0"/>
        </w:numPr>
        <w:spacing w:after="0"/>
        <w:ind w:firstLine="709"/>
        <w:rPr>
          <w:szCs w:val="28"/>
        </w:rPr>
      </w:pPr>
    </w:p>
    <w:p w14:paraId="0CB0918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4" w:name="_Toc255048933"/>
      <w:bookmarkStart w:id="85" w:name="_Toc255048973"/>
      <w:bookmarkStart w:id="86" w:name="_Ref323045729"/>
      <w:bookmarkStart w:id="87" w:name="_Ref349378578"/>
      <w:bookmarkStart w:id="88" w:name="_Toc453152061"/>
      <w:bookmarkStart w:id="89" w:name="_Toc453166613"/>
      <w:bookmarkStart w:id="90" w:name="_Toc468260862"/>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w:t>
      </w:r>
      <w:r w:rsidR="00DD5C61" w:rsidRPr="00147F2B">
        <w:rPr>
          <w:b/>
          <w:sz w:val="28"/>
          <w:szCs w:val="28"/>
          <w:lang w:val="ru-RU"/>
        </w:rPr>
        <w:t>Претендентам</w:t>
      </w:r>
      <w:bookmarkEnd w:id="84"/>
      <w:bookmarkEnd w:id="85"/>
      <w:bookmarkEnd w:id="86"/>
      <w:bookmarkEnd w:id="87"/>
      <w:bookmarkEnd w:id="88"/>
      <w:bookmarkEnd w:id="89"/>
      <w:bookmarkEnd w:id="90"/>
    </w:p>
    <w:p w14:paraId="6CCC0E02" w14:textId="77777777" w:rsidR="00ED09F0" w:rsidRPr="00147F2B" w:rsidRDefault="00ED09F0" w:rsidP="00ED09F0">
      <w:pPr>
        <w:pStyle w:val="32"/>
        <w:spacing w:after="0"/>
        <w:ind w:left="567" w:firstLine="709"/>
        <w:jc w:val="both"/>
        <w:outlineLvl w:val="1"/>
        <w:rPr>
          <w:sz w:val="28"/>
          <w:szCs w:val="28"/>
        </w:rPr>
      </w:pPr>
    </w:p>
    <w:p w14:paraId="6B424960" w14:textId="395DA199" w:rsidR="00A30179" w:rsidRPr="00147F2B" w:rsidRDefault="00C440F2" w:rsidP="000A2450">
      <w:pPr>
        <w:pStyle w:val="a"/>
        <w:numPr>
          <w:ilvl w:val="2"/>
          <w:numId w:val="29"/>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4B3CE1">
        <w:rPr>
          <w:szCs w:val="28"/>
        </w:rPr>
        <w:t>Д</w:t>
      </w:r>
      <w:r w:rsidR="00761A22" w:rsidRPr="00147F2B">
        <w:rPr>
          <w:szCs w:val="28"/>
        </w:rPr>
        <w:t xml:space="preserve">окументацию </w:t>
      </w:r>
      <w:r w:rsidR="00A30179" w:rsidRPr="00147F2B">
        <w:rPr>
          <w:szCs w:val="28"/>
        </w:rPr>
        <w:t xml:space="preserve">в соответствии с порядком, указанным в Извещении.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w:t>
      </w:r>
      <w:r w:rsidR="00A30179" w:rsidRPr="00147F2B">
        <w:rPr>
          <w:szCs w:val="28"/>
        </w:rPr>
        <w:t xml:space="preserve">в </w:t>
      </w:r>
      <w:r w:rsidR="0079485E" w:rsidRPr="00147F2B">
        <w:rPr>
          <w:szCs w:val="28"/>
        </w:rPr>
        <w:t>установленном порядке</w:t>
      </w:r>
      <w:r w:rsidR="00A30179" w:rsidRPr="00147F2B">
        <w:rPr>
          <w:szCs w:val="28"/>
        </w:rPr>
        <w:t xml:space="preserve">. </w:t>
      </w:r>
      <w:r w:rsidR="00761A22" w:rsidRPr="00147F2B">
        <w:rPr>
          <w:szCs w:val="28"/>
        </w:rPr>
        <w:t xml:space="preserve">Комиссия не рассматривает </w:t>
      </w:r>
      <w:r w:rsidR="005C2EB9">
        <w:rPr>
          <w:szCs w:val="28"/>
        </w:rPr>
        <w:t>З</w:t>
      </w:r>
      <w:r w:rsidR="00761A22" w:rsidRPr="00147F2B">
        <w:rPr>
          <w:szCs w:val="28"/>
        </w:rPr>
        <w:t xml:space="preserve">аявки </w:t>
      </w:r>
      <w:r w:rsidR="0078174A" w:rsidRPr="00147F2B">
        <w:rPr>
          <w:szCs w:val="28"/>
        </w:rPr>
        <w:t>Участник</w:t>
      </w:r>
      <w:r w:rsidR="00644A31" w:rsidRPr="00147F2B">
        <w:rPr>
          <w:szCs w:val="28"/>
        </w:rPr>
        <w:t>ов</w:t>
      </w:r>
      <w:r w:rsidR="00761A22" w:rsidRPr="00147F2B">
        <w:rPr>
          <w:szCs w:val="28"/>
        </w:rPr>
        <w:t>, получивших Документацию иным образом, чем установлено в Извещении</w:t>
      </w:r>
      <w:r w:rsidR="00ED09F0" w:rsidRPr="00147F2B">
        <w:rPr>
          <w:szCs w:val="28"/>
        </w:rPr>
        <w:t>.</w:t>
      </w:r>
    </w:p>
    <w:p w14:paraId="6905E23B" w14:textId="77777777" w:rsidR="00ED09F0" w:rsidRPr="00147F2B" w:rsidRDefault="00ED09F0" w:rsidP="00ED09F0">
      <w:pPr>
        <w:pStyle w:val="a"/>
        <w:numPr>
          <w:ilvl w:val="0"/>
          <w:numId w:val="0"/>
        </w:numPr>
        <w:spacing w:after="0"/>
        <w:ind w:firstLine="709"/>
        <w:rPr>
          <w:szCs w:val="28"/>
        </w:rPr>
      </w:pPr>
    </w:p>
    <w:p w14:paraId="21C4E31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4"/>
      <w:bookmarkStart w:id="92" w:name="_Toc255048974"/>
      <w:bookmarkStart w:id="93" w:name="_Ref323047402"/>
      <w:bookmarkStart w:id="94" w:name="_Ref323049650"/>
      <w:bookmarkStart w:id="95" w:name="_Ref323314076"/>
      <w:bookmarkStart w:id="96" w:name="_Ref349220781"/>
      <w:bookmarkStart w:id="97" w:name="_Toc453152062"/>
      <w:bookmarkStart w:id="98" w:name="_Toc453166614"/>
      <w:bookmarkStart w:id="99" w:name="_Toc468260863"/>
      <w:r w:rsidRPr="00147F2B">
        <w:rPr>
          <w:b/>
          <w:sz w:val="28"/>
          <w:szCs w:val="28"/>
        </w:rPr>
        <w:t xml:space="preserve">Разъяснение положений </w:t>
      </w:r>
      <w:r w:rsidR="00761A22" w:rsidRPr="00147F2B">
        <w:rPr>
          <w:b/>
          <w:sz w:val="28"/>
          <w:szCs w:val="28"/>
        </w:rPr>
        <w:t>Документации</w:t>
      </w:r>
      <w:bookmarkEnd w:id="91"/>
      <w:bookmarkEnd w:id="92"/>
      <w:bookmarkEnd w:id="93"/>
      <w:bookmarkEnd w:id="94"/>
      <w:bookmarkEnd w:id="95"/>
      <w:bookmarkEnd w:id="96"/>
      <w:bookmarkEnd w:id="97"/>
      <w:bookmarkEnd w:id="98"/>
      <w:bookmarkEnd w:id="99"/>
    </w:p>
    <w:p w14:paraId="194924FB" w14:textId="77777777" w:rsidR="00ED09F0" w:rsidRPr="00147F2B" w:rsidRDefault="00ED09F0" w:rsidP="00ED09F0">
      <w:pPr>
        <w:pStyle w:val="32"/>
        <w:spacing w:after="0"/>
        <w:ind w:left="0" w:firstLine="709"/>
        <w:jc w:val="both"/>
        <w:outlineLvl w:val="1"/>
        <w:rPr>
          <w:sz w:val="28"/>
          <w:szCs w:val="28"/>
        </w:rPr>
      </w:pPr>
    </w:p>
    <w:p w14:paraId="261C5E11" w14:textId="5B6338EC" w:rsidR="005A6263" w:rsidRPr="00147F2B" w:rsidRDefault="00C16764" w:rsidP="000A2450">
      <w:pPr>
        <w:pStyle w:val="a"/>
        <w:numPr>
          <w:ilvl w:val="2"/>
          <w:numId w:val="30"/>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 xml:space="preserve">при помощи функционала </w:t>
      </w:r>
      <w:r w:rsidR="000739B5">
        <w:rPr>
          <w:bCs/>
          <w:kern w:val="28"/>
          <w:szCs w:val="28"/>
        </w:rPr>
        <w:t>ЭТП</w:t>
      </w:r>
      <w:r w:rsidR="004D4106" w:rsidRPr="00147F2B">
        <w:rPr>
          <w:bCs/>
          <w:kern w:val="28"/>
          <w:szCs w:val="28"/>
        </w:rPr>
        <w:t xml:space="preserve"> </w:t>
      </w:r>
      <w:r w:rsidR="004B3CE1">
        <w:rPr>
          <w:bCs/>
          <w:kern w:val="28"/>
          <w:szCs w:val="28"/>
        </w:rPr>
        <w:t>запрос о разъяснении положений Д</w:t>
      </w:r>
      <w:r w:rsidR="004D4106" w:rsidRPr="00147F2B">
        <w:rPr>
          <w:bCs/>
          <w:kern w:val="28"/>
          <w:szCs w:val="28"/>
        </w:rPr>
        <w:t>окументации</w:t>
      </w:r>
      <w:r w:rsidR="004C51E6" w:rsidRPr="00147F2B">
        <w:rPr>
          <w:szCs w:val="28"/>
        </w:rPr>
        <w:t>.</w:t>
      </w:r>
    </w:p>
    <w:p w14:paraId="29518473" w14:textId="77777777" w:rsidR="005A6263" w:rsidRPr="00147F2B" w:rsidRDefault="004D4106" w:rsidP="000A2450">
      <w:pPr>
        <w:pStyle w:val="a"/>
        <w:numPr>
          <w:ilvl w:val="2"/>
          <w:numId w:val="30"/>
        </w:numPr>
        <w:spacing w:after="0"/>
        <w:ind w:left="0" w:firstLine="708"/>
        <w:rPr>
          <w:szCs w:val="28"/>
        </w:rPr>
      </w:pPr>
      <w:r w:rsidRPr="00147F2B">
        <w:rPr>
          <w:szCs w:val="28"/>
        </w:rPr>
        <w:lastRenderedPageBreak/>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14:paraId="3752F430" w14:textId="77777777" w:rsidR="00524D4A" w:rsidRPr="00147F2B" w:rsidRDefault="005E229C" w:rsidP="000A2450">
      <w:pPr>
        <w:pStyle w:val="a"/>
        <w:numPr>
          <w:ilvl w:val="2"/>
          <w:numId w:val="30"/>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14:paraId="24587333" w14:textId="1E486805" w:rsidR="00524D4A" w:rsidRPr="003C74C6" w:rsidRDefault="002409BA" w:rsidP="00274856">
      <w:pPr>
        <w:pStyle w:val="25"/>
        <w:ind w:firstLine="709"/>
        <w:jc w:val="both"/>
        <w:rPr>
          <w:i/>
          <w:szCs w:val="28"/>
        </w:rPr>
      </w:pPr>
      <w:r w:rsidRPr="00147F2B">
        <w:rPr>
          <w:i/>
          <w:szCs w:val="28"/>
        </w:rPr>
        <w:t>«</w:t>
      </w:r>
      <w:r w:rsidR="0020493E">
        <w:rPr>
          <w:i/>
          <w:szCs w:val="28"/>
        </w:rPr>
        <w:t>Изучив Д</w:t>
      </w:r>
      <w:r w:rsidR="00524D4A" w:rsidRPr="00147F2B">
        <w:rPr>
          <w:i/>
          <w:szCs w:val="28"/>
        </w:rPr>
        <w:t>окументацию</w:t>
      </w:r>
      <w:r w:rsidR="00274856">
        <w:rPr>
          <w:i/>
          <w:szCs w:val="28"/>
        </w:rPr>
        <w:t xml:space="preserve"> </w:t>
      </w:r>
      <w:r w:rsidR="00274856" w:rsidRPr="00DD503A">
        <w:rPr>
          <w:i/>
          <w:szCs w:val="28"/>
        </w:rPr>
        <w:t>№</w:t>
      </w:r>
      <w:r w:rsidR="003C4955">
        <w:rPr>
          <w:i/>
          <w:szCs w:val="28"/>
        </w:rPr>
        <w:t>0002/16/2.2/0069276/ТГУфа/ЗП/ГОС/Э/02.12.2016</w:t>
      </w:r>
      <w:r w:rsidR="00274856">
        <w:rPr>
          <w:i/>
          <w:szCs w:val="28"/>
        </w:rPr>
        <w:t xml:space="preserve"> на поставку продуктов питания</w:t>
      </w:r>
      <w:r w:rsidR="003C74C6">
        <w:rPr>
          <w:i/>
          <w:szCs w:val="28"/>
        </w:rPr>
        <w:t xml:space="preserve"> просим</w:t>
      </w:r>
      <w:r w:rsidR="00B77237" w:rsidRPr="00B77237">
        <w:t xml:space="preserve"> </w:t>
      </w:r>
      <w:r w:rsidR="00B77237" w:rsidRPr="00B77237">
        <w:rPr>
          <w:i/>
          <w:szCs w:val="28"/>
        </w:rPr>
        <w:t>предоставить</w:t>
      </w:r>
      <w:r w:rsidR="00B77237" w:rsidRPr="00B77237">
        <w:t xml:space="preserve"> </w:t>
      </w:r>
      <w:r w:rsidR="00B77237" w:rsidRPr="00B77237">
        <w:rPr>
          <w:i/>
          <w:szCs w:val="28"/>
        </w:rPr>
        <w:t>ответы</w:t>
      </w:r>
      <w:r w:rsidR="00274856">
        <w:rPr>
          <w:i/>
          <w:szCs w:val="28"/>
        </w:rPr>
        <w:t xml:space="preserve"> </w:t>
      </w:r>
      <w:r w:rsidR="0082137B" w:rsidRPr="00147F2B">
        <w:rPr>
          <w:i/>
          <w:szCs w:val="28"/>
        </w:rPr>
        <w:t xml:space="preserve">на </w:t>
      </w:r>
      <w:r w:rsidR="00524D4A" w:rsidRPr="00147F2B">
        <w:rPr>
          <w:i/>
          <w:szCs w:val="28"/>
        </w:rPr>
        <w:t>вопросы, возникшие после изучения материалов</w:t>
      </w:r>
      <w:r w:rsidRPr="00147F2B">
        <w:rPr>
          <w:i/>
          <w:szCs w:val="28"/>
        </w:rPr>
        <w:t>»</w:t>
      </w:r>
      <w:r w:rsidR="0039557C" w:rsidRPr="00147F2B">
        <w:rPr>
          <w:i/>
          <w:szCs w:val="28"/>
        </w:rPr>
        <w:t>.</w:t>
      </w:r>
    </w:p>
    <w:p w14:paraId="704841B1" w14:textId="77777777"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14:paraId="70A98C5E" w14:textId="77777777" w:rsidTr="0082137B">
        <w:trPr>
          <w:trHeight w:val="20"/>
        </w:trPr>
        <w:tc>
          <w:tcPr>
            <w:tcW w:w="888" w:type="dxa"/>
            <w:vAlign w:val="center"/>
          </w:tcPr>
          <w:p w14:paraId="1F0D1F29" w14:textId="77777777" w:rsidR="00524D4A" w:rsidRPr="00147F2B" w:rsidRDefault="00524D4A" w:rsidP="00ED09F0">
            <w:pPr>
              <w:pStyle w:val="25"/>
              <w:ind w:right="-108"/>
              <w:jc w:val="center"/>
            </w:pPr>
            <w:r w:rsidRPr="00147F2B">
              <w:t>№</w:t>
            </w:r>
            <w:r w:rsidR="00B036EB" w:rsidRPr="00147F2B">
              <w:t xml:space="preserve"> </w:t>
            </w:r>
            <w:r w:rsidRPr="00147F2B">
              <w:t>п/п</w:t>
            </w:r>
          </w:p>
        </w:tc>
        <w:tc>
          <w:tcPr>
            <w:tcW w:w="8960" w:type="dxa"/>
            <w:vAlign w:val="center"/>
          </w:tcPr>
          <w:p w14:paraId="5571251C" w14:textId="77777777" w:rsidR="00524D4A" w:rsidRPr="00147F2B" w:rsidRDefault="00524D4A" w:rsidP="00ED09F0">
            <w:pPr>
              <w:pStyle w:val="25"/>
              <w:ind w:right="-108"/>
              <w:jc w:val="center"/>
            </w:pPr>
            <w:r w:rsidRPr="00147F2B">
              <w:t>Вопрос</w:t>
            </w:r>
          </w:p>
        </w:tc>
      </w:tr>
      <w:tr w:rsidR="00524D4A" w:rsidRPr="00147F2B" w14:paraId="44BF1E19" w14:textId="77777777" w:rsidTr="0082137B">
        <w:trPr>
          <w:trHeight w:val="20"/>
        </w:trPr>
        <w:tc>
          <w:tcPr>
            <w:tcW w:w="888" w:type="dxa"/>
            <w:vAlign w:val="center"/>
          </w:tcPr>
          <w:p w14:paraId="337AF340" w14:textId="77777777" w:rsidR="00524D4A" w:rsidRPr="00147F2B" w:rsidRDefault="000C7BA0" w:rsidP="00ED09F0">
            <w:pPr>
              <w:pStyle w:val="25"/>
              <w:jc w:val="center"/>
            </w:pPr>
            <w:r w:rsidRPr="00147F2B">
              <w:t>1.</w:t>
            </w:r>
          </w:p>
        </w:tc>
        <w:tc>
          <w:tcPr>
            <w:tcW w:w="8960" w:type="dxa"/>
            <w:vAlign w:val="center"/>
          </w:tcPr>
          <w:p w14:paraId="0ED2B6E5" w14:textId="77777777" w:rsidR="00524D4A" w:rsidRPr="00147F2B" w:rsidRDefault="00524D4A" w:rsidP="00ED09F0">
            <w:pPr>
              <w:pStyle w:val="25"/>
              <w:ind w:right="-108"/>
              <w:jc w:val="center"/>
            </w:pPr>
          </w:p>
        </w:tc>
      </w:tr>
      <w:tr w:rsidR="00524D4A" w:rsidRPr="00147F2B" w14:paraId="4EC06492" w14:textId="77777777" w:rsidTr="0082137B">
        <w:trPr>
          <w:trHeight w:val="20"/>
        </w:trPr>
        <w:tc>
          <w:tcPr>
            <w:tcW w:w="888" w:type="dxa"/>
            <w:vAlign w:val="center"/>
          </w:tcPr>
          <w:p w14:paraId="72F273AE" w14:textId="77777777" w:rsidR="00524D4A" w:rsidRPr="00147F2B" w:rsidRDefault="000C7BA0" w:rsidP="00ED09F0">
            <w:pPr>
              <w:pStyle w:val="25"/>
              <w:jc w:val="center"/>
            </w:pPr>
            <w:r w:rsidRPr="00147F2B">
              <w:t>2.</w:t>
            </w:r>
          </w:p>
        </w:tc>
        <w:tc>
          <w:tcPr>
            <w:tcW w:w="8960" w:type="dxa"/>
            <w:vAlign w:val="center"/>
          </w:tcPr>
          <w:p w14:paraId="5A4CC8CE" w14:textId="77777777" w:rsidR="00524D4A" w:rsidRPr="00147F2B" w:rsidRDefault="00524D4A" w:rsidP="00ED09F0">
            <w:pPr>
              <w:pStyle w:val="25"/>
              <w:ind w:right="-108"/>
              <w:jc w:val="center"/>
            </w:pPr>
          </w:p>
        </w:tc>
      </w:tr>
      <w:tr w:rsidR="00524D4A" w:rsidRPr="00147F2B" w14:paraId="218D9186" w14:textId="77777777" w:rsidTr="0082137B">
        <w:trPr>
          <w:trHeight w:val="20"/>
        </w:trPr>
        <w:tc>
          <w:tcPr>
            <w:tcW w:w="888" w:type="dxa"/>
            <w:vAlign w:val="center"/>
          </w:tcPr>
          <w:p w14:paraId="45DF17CB" w14:textId="77777777" w:rsidR="00524D4A" w:rsidRPr="00147F2B" w:rsidRDefault="000C7BA0" w:rsidP="00ED09F0">
            <w:pPr>
              <w:pStyle w:val="25"/>
              <w:jc w:val="center"/>
            </w:pPr>
            <w:r w:rsidRPr="00147F2B">
              <w:t>3.</w:t>
            </w:r>
          </w:p>
        </w:tc>
        <w:tc>
          <w:tcPr>
            <w:tcW w:w="8960" w:type="dxa"/>
            <w:vAlign w:val="center"/>
          </w:tcPr>
          <w:p w14:paraId="1AA0B006" w14:textId="77777777" w:rsidR="00524D4A" w:rsidRPr="00147F2B" w:rsidRDefault="00524D4A" w:rsidP="00ED09F0">
            <w:pPr>
              <w:pStyle w:val="25"/>
              <w:ind w:right="-108"/>
              <w:jc w:val="center"/>
            </w:pPr>
          </w:p>
        </w:tc>
      </w:tr>
      <w:tr w:rsidR="00524D4A" w:rsidRPr="00147F2B" w14:paraId="4141112C" w14:textId="77777777" w:rsidTr="0082137B">
        <w:trPr>
          <w:trHeight w:val="20"/>
        </w:trPr>
        <w:tc>
          <w:tcPr>
            <w:tcW w:w="888" w:type="dxa"/>
          </w:tcPr>
          <w:p w14:paraId="4F149620" w14:textId="77777777" w:rsidR="00524D4A" w:rsidRPr="00147F2B" w:rsidRDefault="000C7BA0" w:rsidP="00ED09F0">
            <w:pPr>
              <w:pStyle w:val="25"/>
              <w:ind w:right="-108"/>
              <w:jc w:val="center"/>
              <w:rPr>
                <w:szCs w:val="28"/>
              </w:rPr>
            </w:pPr>
            <w:r w:rsidRPr="00147F2B">
              <w:rPr>
                <w:szCs w:val="28"/>
              </w:rPr>
              <w:t>……</w:t>
            </w:r>
          </w:p>
        </w:tc>
        <w:tc>
          <w:tcPr>
            <w:tcW w:w="8960" w:type="dxa"/>
            <w:vAlign w:val="center"/>
          </w:tcPr>
          <w:p w14:paraId="63D0184C" w14:textId="77777777" w:rsidR="00524D4A" w:rsidRPr="00147F2B" w:rsidRDefault="00524D4A" w:rsidP="00ED09F0">
            <w:pPr>
              <w:pStyle w:val="25"/>
              <w:ind w:right="-108"/>
              <w:jc w:val="center"/>
              <w:rPr>
                <w:szCs w:val="28"/>
              </w:rPr>
            </w:pPr>
          </w:p>
        </w:tc>
      </w:tr>
    </w:tbl>
    <w:p w14:paraId="783C9E98" w14:textId="77777777" w:rsidR="00AC6212" w:rsidRPr="00147F2B" w:rsidRDefault="00AC6212" w:rsidP="00ED09F0">
      <w:pPr>
        <w:pStyle w:val="a"/>
        <w:numPr>
          <w:ilvl w:val="0"/>
          <w:numId w:val="0"/>
        </w:numPr>
        <w:spacing w:after="0"/>
        <w:ind w:firstLine="709"/>
        <w:rPr>
          <w:szCs w:val="28"/>
        </w:rPr>
      </w:pPr>
    </w:p>
    <w:p w14:paraId="50AFA337" w14:textId="77777777" w:rsidR="0019102F" w:rsidRPr="00147F2B" w:rsidRDefault="0019102F" w:rsidP="000A2450">
      <w:pPr>
        <w:pStyle w:val="a"/>
        <w:numPr>
          <w:ilvl w:val="2"/>
          <w:numId w:val="30"/>
        </w:numPr>
        <w:spacing w:after="0"/>
        <w:ind w:left="0" w:firstLine="708"/>
      </w:pPr>
      <w:bookmarkStart w:id="100" w:name="_Ref455751276"/>
      <w:r w:rsidRPr="00FB20F6">
        <w:t>Организатор обязуется ответить на любой во</w:t>
      </w:r>
      <w:r>
        <w:t>прос, связанный с разъяснением Д</w:t>
      </w:r>
      <w:r w:rsidRPr="00FB20F6">
        <w:t>окументации, который</w:t>
      </w:r>
      <w:r>
        <w:t xml:space="preserve"> он получит не позднее, чем за</w:t>
      </w:r>
      <w:r w:rsidRPr="00757758">
        <w:t xml:space="preserve"> </w:t>
      </w:r>
      <w:r>
        <w:rPr>
          <w:b/>
        </w:rPr>
        <w:t>3</w:t>
      </w:r>
      <w:r w:rsidRPr="00DC49CC">
        <w:rPr>
          <w:b/>
        </w:rPr>
        <w:t xml:space="preserve"> (</w:t>
      </w:r>
      <w:r>
        <w:rPr>
          <w:b/>
        </w:rPr>
        <w:t>три</w:t>
      </w:r>
      <w:r w:rsidRPr="00DC49CC">
        <w:rPr>
          <w:b/>
        </w:rPr>
        <w:t>)</w:t>
      </w:r>
      <w:r w:rsidRPr="00757758">
        <w:t xml:space="preserve"> </w:t>
      </w:r>
      <w:r>
        <w:rPr>
          <w:b/>
        </w:rPr>
        <w:t>рабочих</w:t>
      </w:r>
      <w:r w:rsidRPr="00DC49CC">
        <w:rPr>
          <w:b/>
        </w:rPr>
        <w:t xml:space="preserve"> дня</w:t>
      </w:r>
      <w:r>
        <w:t xml:space="preserve"> до истечения срока приема З</w:t>
      </w:r>
      <w:r w:rsidRPr="00FB20F6">
        <w:t>аявок</w:t>
      </w:r>
      <w:r>
        <w:t>, указанного в И</w:t>
      </w:r>
      <w:r w:rsidRPr="00FB20F6">
        <w:t>звещении</w:t>
      </w:r>
      <w:r>
        <w:t xml:space="preserve">. </w:t>
      </w:r>
      <w:r w:rsidRPr="00FB20F6">
        <w:t>Датой начала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 является дата размещения И</w:t>
      </w:r>
      <w:r w:rsidRPr="00FB20F6">
        <w:t xml:space="preserve">звещения на Официальном сайте и на сайтах, указанных в </w:t>
      </w:r>
      <w:r>
        <w:t>информационной карте (п. </w:t>
      </w:r>
      <w:r>
        <w:fldChar w:fldCharType="begin"/>
      </w:r>
      <w:r>
        <w:instrText xml:space="preserve"> REF З_4_3 \h </w:instrText>
      </w:r>
      <w:r>
        <w:fldChar w:fldCharType="separate"/>
      </w:r>
      <w:r w:rsidRPr="00147F2B">
        <w:rPr>
          <w:b/>
        </w:rPr>
        <w:t>4.3</w:t>
      </w:r>
      <w:r>
        <w:fldChar w:fldCharType="end"/>
      </w:r>
      <w:r>
        <w:t xml:space="preserve">). </w:t>
      </w:r>
      <w:r w:rsidRPr="00FB20F6">
        <w:t>Датой окончания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w:t>
      </w:r>
      <w:r w:rsidRPr="00FB20F6">
        <w:t xml:space="preserve"> </w:t>
      </w:r>
      <w:r>
        <w:t>является день</w:t>
      </w:r>
      <w:r w:rsidRPr="00FB20F6">
        <w:t>, предшествую</w:t>
      </w:r>
      <w:r>
        <w:t>щий дню истечения срока подачи З</w:t>
      </w:r>
      <w:r w:rsidRPr="00FB20F6">
        <w:t>аявок</w:t>
      </w:r>
      <w:r>
        <w:t>. Разъяснения Д</w:t>
      </w:r>
      <w:r w:rsidRPr="00FB20F6">
        <w:t>окументации размещаются на Официальном сайте и на сайтах, указанных в</w:t>
      </w:r>
      <w:r w:rsidRPr="00DC49CC">
        <w:t xml:space="preserve"> ин</w:t>
      </w:r>
      <w:r w:rsidRPr="00FB20F6">
        <w:t>формаци</w:t>
      </w:r>
      <w:r>
        <w:t>онной карте (п. </w:t>
      </w:r>
      <w:r>
        <w:fldChar w:fldCharType="begin"/>
      </w:r>
      <w:r>
        <w:instrText xml:space="preserve"> REF З_4_3 \h </w:instrText>
      </w:r>
      <w:r>
        <w:fldChar w:fldCharType="separate"/>
      </w:r>
      <w:r w:rsidRPr="00147F2B">
        <w:rPr>
          <w:b/>
        </w:rPr>
        <w:t>4.3</w:t>
      </w:r>
      <w:r>
        <w:fldChar w:fldCharType="end"/>
      </w:r>
      <w:r>
        <w:t>).</w:t>
      </w:r>
      <w:bookmarkEnd w:id="100"/>
    </w:p>
    <w:p w14:paraId="5248C9F2" w14:textId="77777777" w:rsidR="00524D4A" w:rsidRPr="00147F2B" w:rsidRDefault="005B6081" w:rsidP="000A2450">
      <w:pPr>
        <w:pStyle w:val="a"/>
        <w:numPr>
          <w:ilvl w:val="2"/>
          <w:numId w:val="30"/>
        </w:numPr>
        <w:spacing w:after="0"/>
        <w:ind w:left="0" w:firstLine="708"/>
      </w:pPr>
      <w:r w:rsidRPr="005B6081">
        <w:t>В случае продления срока подачи Заявок, срок подачи запросов от Претендентов остается неизменным. При этом после истечения срока подачи запросов Организатор запроса предложений отвечает только на вопросы, связанные с материалами, являющимися причиной переноса сроков подачи Заявок</w:t>
      </w:r>
      <w:r w:rsidR="00524D4A" w:rsidRPr="00147F2B">
        <w:t>.</w:t>
      </w:r>
    </w:p>
    <w:p w14:paraId="4D781CFC" w14:textId="77777777" w:rsidR="00C16764" w:rsidRPr="00147F2B" w:rsidRDefault="00C16764" w:rsidP="00ED09F0">
      <w:pPr>
        <w:pStyle w:val="25"/>
        <w:ind w:firstLine="709"/>
        <w:jc w:val="both"/>
        <w:rPr>
          <w:b/>
          <w:i/>
        </w:rPr>
      </w:pPr>
    </w:p>
    <w:p w14:paraId="13FCC1BF"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101" w:name="_Toc255048935"/>
      <w:bookmarkStart w:id="102" w:name="_Toc255048975"/>
      <w:bookmarkStart w:id="103" w:name="_Ref323051562"/>
      <w:bookmarkStart w:id="104" w:name="_Ref349054350"/>
      <w:bookmarkStart w:id="105" w:name="_Toc453152063"/>
      <w:bookmarkStart w:id="106" w:name="_Toc453166615"/>
      <w:bookmarkStart w:id="107" w:name="_Toc468260864"/>
      <w:r w:rsidRPr="00147F2B">
        <w:rPr>
          <w:b/>
          <w:sz w:val="28"/>
          <w:szCs w:val="28"/>
        </w:rPr>
        <w:t xml:space="preserve">Подготовка </w:t>
      </w:r>
      <w:bookmarkEnd w:id="101"/>
      <w:bookmarkEnd w:id="102"/>
      <w:r w:rsidR="00A54CFC" w:rsidRPr="00147F2B">
        <w:rPr>
          <w:b/>
          <w:sz w:val="28"/>
          <w:szCs w:val="28"/>
        </w:rPr>
        <w:t>Заявок</w:t>
      </w:r>
      <w:bookmarkEnd w:id="103"/>
      <w:bookmarkEnd w:id="104"/>
      <w:bookmarkEnd w:id="105"/>
      <w:bookmarkEnd w:id="106"/>
      <w:bookmarkEnd w:id="107"/>
    </w:p>
    <w:p w14:paraId="62A179D3" w14:textId="77777777" w:rsidR="00864458" w:rsidRPr="00147F2B" w:rsidRDefault="00864458" w:rsidP="00864458">
      <w:pPr>
        <w:pStyle w:val="32"/>
        <w:spacing w:after="0"/>
        <w:ind w:left="709"/>
        <w:jc w:val="both"/>
        <w:outlineLvl w:val="1"/>
        <w:rPr>
          <w:sz w:val="28"/>
          <w:szCs w:val="28"/>
        </w:rPr>
      </w:pPr>
    </w:p>
    <w:p w14:paraId="67CB91C1" w14:textId="77777777" w:rsidR="00EB11C1" w:rsidRPr="00147F2B" w:rsidRDefault="0078174A" w:rsidP="000A2450">
      <w:pPr>
        <w:pStyle w:val="a"/>
        <w:numPr>
          <w:ilvl w:val="2"/>
          <w:numId w:val="31"/>
        </w:numPr>
        <w:spacing w:after="0"/>
        <w:ind w:left="0" w:firstLine="708"/>
      </w:pPr>
      <w:bookmarkStart w:id="108" w:name="_Ref336440537"/>
      <w:r w:rsidRPr="00147F2B">
        <w:t>Участник</w:t>
      </w:r>
      <w:r w:rsidR="00EB11C1" w:rsidRPr="00147F2B">
        <w:t xml:space="preserve"> должен подготовить </w:t>
      </w:r>
      <w:r w:rsidR="00A54CFC" w:rsidRPr="00147F2B">
        <w:t>Заявку</w:t>
      </w:r>
      <w:r w:rsidR="00EB11C1" w:rsidRPr="00147F2B">
        <w:t>, которая состоит из:</w:t>
      </w:r>
      <w:bookmarkEnd w:id="108"/>
    </w:p>
    <w:p w14:paraId="07A38DDB" w14:textId="77777777"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w:t>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A703B">
        <w:rPr>
          <w:b/>
          <w:i/>
        </w:rPr>
        <w:t>3.1</w:t>
      </w:r>
      <w:r w:rsidR="00745C7C" w:rsidRPr="00147F2B">
        <w:rPr>
          <w:b/>
          <w:i/>
        </w:rPr>
        <w:fldChar w:fldCharType="end"/>
      </w:r>
      <w:r w:rsidR="00745C7C" w:rsidRPr="00147F2B">
        <w:rPr>
          <w:i/>
        </w:rPr>
        <w:t>);</w:t>
      </w:r>
    </w:p>
    <w:p w14:paraId="2885BDE3" w14:textId="77777777" w:rsidR="00EB11C1" w:rsidRPr="00147F2B" w:rsidRDefault="004A7D6D" w:rsidP="00E87921">
      <w:pPr>
        <w:pStyle w:val="25"/>
        <w:numPr>
          <w:ilvl w:val="0"/>
          <w:numId w:val="2"/>
        </w:numPr>
        <w:tabs>
          <w:tab w:val="clear" w:pos="720"/>
        </w:tabs>
        <w:ind w:left="1701" w:hanging="567"/>
        <w:jc w:val="both"/>
        <w:rPr>
          <w:b/>
          <w:i/>
        </w:rPr>
      </w:pPr>
      <w:r w:rsidRPr="00147F2B">
        <w:rPr>
          <w:b/>
          <w:i/>
        </w:rPr>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A703B">
        <w:rPr>
          <w:b/>
          <w:i/>
        </w:rPr>
        <w:t>3.2</w:t>
      </w:r>
      <w:r w:rsidR="00745C7C" w:rsidRPr="00147F2B">
        <w:rPr>
          <w:b/>
          <w:i/>
        </w:rPr>
        <w:fldChar w:fldCharType="end"/>
      </w:r>
      <w:r w:rsidR="00745C7C" w:rsidRPr="00147F2B">
        <w:rPr>
          <w:i/>
        </w:rPr>
        <w:t>);</w:t>
      </w:r>
    </w:p>
    <w:p w14:paraId="2DD27134" w14:textId="77777777"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A703B">
        <w:rPr>
          <w:b/>
          <w:i/>
        </w:rPr>
        <w:t>3.3</w:t>
      </w:r>
      <w:r w:rsidR="004C51E6" w:rsidRPr="00147F2B">
        <w:rPr>
          <w:b/>
          <w:i/>
        </w:rPr>
        <w:fldChar w:fldCharType="end"/>
      </w:r>
      <w:r w:rsidR="00762BFA" w:rsidRPr="00147F2B">
        <w:rPr>
          <w:i/>
        </w:rPr>
        <w:t>)</w:t>
      </w:r>
      <w:r w:rsidRPr="00147F2B">
        <w:rPr>
          <w:b/>
          <w:i/>
        </w:rPr>
        <w:t>;</w:t>
      </w:r>
    </w:p>
    <w:p w14:paraId="7D4D9328" w14:textId="77777777"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A703B">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A703B">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а</w:t>
      </w:r>
      <w:r w:rsidR="002409BA" w:rsidRPr="00147F2B">
        <w:rPr>
          <w:b/>
          <w:i/>
        </w:rPr>
        <w:t>;</w:t>
      </w:r>
    </w:p>
    <w:p w14:paraId="76BFA8DB" w14:textId="53E0038D" w:rsidR="00A9333C" w:rsidRPr="00DB043A" w:rsidRDefault="00A9333C" w:rsidP="00DB043A">
      <w:pPr>
        <w:pStyle w:val="25"/>
        <w:numPr>
          <w:ilvl w:val="0"/>
          <w:numId w:val="2"/>
        </w:numPr>
        <w:tabs>
          <w:tab w:val="clear" w:pos="720"/>
          <w:tab w:val="num" w:pos="0"/>
          <w:tab w:val="left" w:pos="567"/>
        </w:tabs>
        <w:ind w:left="1701" w:hanging="567"/>
        <w:jc w:val="both"/>
        <w:rPr>
          <w:i/>
        </w:rPr>
      </w:pPr>
      <w:r w:rsidRPr="00DB043A">
        <w:rPr>
          <w:b/>
          <w:i/>
        </w:rPr>
        <w:t>документов для субпоставщиков</w:t>
      </w:r>
      <w:r w:rsidR="0051339A" w:rsidRPr="00DB043A">
        <w:rPr>
          <w:b/>
          <w:i/>
        </w:rPr>
        <w:t>, принадлежащих</w:t>
      </w:r>
      <w:r w:rsidRPr="00DB043A">
        <w:rPr>
          <w:b/>
          <w:i/>
        </w:rPr>
        <w:t xml:space="preserve"> к субъектам малого и среднего предпринимательства</w:t>
      </w:r>
      <w:r w:rsidR="0060154D">
        <w:rPr>
          <w:b/>
          <w:i/>
        </w:rPr>
        <w:t xml:space="preserve"> (п. 4.24)</w:t>
      </w:r>
      <w:r w:rsidR="00DB043A">
        <w:rPr>
          <w:b/>
          <w:i/>
        </w:rPr>
        <w:t>.</w:t>
      </w:r>
      <w:r w:rsidRPr="00DB043A">
        <w:rPr>
          <w:b/>
          <w:i/>
        </w:rPr>
        <w:t xml:space="preserve"> </w:t>
      </w:r>
    </w:p>
    <w:p w14:paraId="1558644F" w14:textId="77777777" w:rsidR="0089206A" w:rsidRPr="00147F2B" w:rsidRDefault="0089206A" w:rsidP="000A2450">
      <w:pPr>
        <w:pStyle w:val="a"/>
        <w:numPr>
          <w:ilvl w:val="2"/>
          <w:numId w:val="31"/>
        </w:numPr>
        <w:spacing w:after="0"/>
        <w:ind w:left="0" w:firstLine="708"/>
      </w:pPr>
      <w:r w:rsidRPr="00147F2B">
        <w:t>В случае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должны подаваться </w:t>
      </w:r>
      <w:r w:rsidR="00DD5C61" w:rsidRPr="00147F2B">
        <w:t>Участником</w:t>
      </w:r>
      <w:r w:rsidRPr="00147F2B">
        <w:t xml:space="preserve"> по каждому лоту отдельно в соответствии с правилами оформления </w:t>
      </w:r>
      <w:r w:rsidR="0020493E">
        <w:t>З</w:t>
      </w:r>
      <w:r w:rsidR="00687CB6">
        <w:t>аявок, указанными в настоящей Д</w:t>
      </w:r>
      <w:r w:rsidRPr="00147F2B">
        <w:t>окументации</w:t>
      </w:r>
      <w:r w:rsidR="004C51E6" w:rsidRPr="00147F2B">
        <w:t>.</w:t>
      </w:r>
    </w:p>
    <w:p w14:paraId="7B0CF985" w14:textId="77777777" w:rsidR="0089206A" w:rsidRPr="00147F2B" w:rsidRDefault="0078174A" w:rsidP="000A2450">
      <w:pPr>
        <w:pStyle w:val="a"/>
        <w:numPr>
          <w:ilvl w:val="2"/>
          <w:numId w:val="31"/>
        </w:numPr>
        <w:spacing w:after="0"/>
        <w:ind w:left="0" w:firstLine="708"/>
      </w:pPr>
      <w:r w:rsidRPr="00147F2B">
        <w:lastRenderedPageBreak/>
        <w:t>Участник</w:t>
      </w:r>
      <w:r w:rsidR="005C2EB9">
        <w:t>и могут подавать З</w:t>
      </w:r>
      <w:r w:rsidR="0089206A" w:rsidRPr="00147F2B">
        <w:t>аявки как на один из лотов, так и на несколько или все лоты.</w:t>
      </w:r>
    </w:p>
    <w:p w14:paraId="3BCD66D1" w14:textId="77777777" w:rsidR="0089206A" w:rsidRPr="00147F2B" w:rsidRDefault="005C2EB9" w:rsidP="000A2450">
      <w:pPr>
        <w:pStyle w:val="a"/>
        <w:numPr>
          <w:ilvl w:val="2"/>
          <w:numId w:val="31"/>
        </w:numPr>
        <w:spacing w:after="0"/>
        <w:ind w:left="0" w:firstLine="708"/>
      </w:pPr>
      <w:r>
        <w:t>Подача З</w:t>
      </w:r>
      <w:r w:rsidR="00B03F00">
        <w:t>аявки на ч</w:t>
      </w:r>
      <w:r w:rsidR="0089206A" w:rsidRPr="00147F2B">
        <w:t>аст</w:t>
      </w:r>
      <w:r w:rsidR="00B03F00">
        <w:t>ь</w:t>
      </w:r>
      <w:r w:rsidR="0089206A" w:rsidRPr="00147F2B">
        <w:t xml:space="preserve"> </w:t>
      </w:r>
      <w:r w:rsidR="00B03F00">
        <w:t xml:space="preserve">заявленной к закупке продукции (часть Лота) </w:t>
      </w:r>
      <w:r w:rsidR="0089206A" w:rsidRPr="00147F2B">
        <w:t>не допускается.</w:t>
      </w:r>
    </w:p>
    <w:p w14:paraId="51EE315F" w14:textId="77777777" w:rsidR="00440A66" w:rsidRPr="00147F2B" w:rsidRDefault="0020493E" w:rsidP="000A2450">
      <w:pPr>
        <w:pStyle w:val="a"/>
        <w:numPr>
          <w:ilvl w:val="2"/>
          <w:numId w:val="31"/>
        </w:numPr>
        <w:spacing w:after="0"/>
        <w:ind w:left="0" w:firstLine="708"/>
      </w:pPr>
      <w:r>
        <w:t>Инструкция по подготовке З</w:t>
      </w:r>
      <w:r w:rsidR="00440A66" w:rsidRPr="00147F2B">
        <w:t>аявок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A703B">
        <w:t>3</w:t>
      </w:r>
      <w:r w:rsidR="004C51E6" w:rsidRPr="00147F2B">
        <w:fldChar w:fldCharType="end"/>
      </w:r>
      <w:r w:rsidR="00FF4A80" w:rsidRPr="00147F2B">
        <w:t xml:space="preserve"> </w:t>
      </w:r>
      <w:r w:rsidR="00687CB6">
        <w:t>настоящей Д</w:t>
      </w:r>
      <w:r w:rsidR="00440A66" w:rsidRPr="00147F2B">
        <w:t>окументации.</w:t>
      </w:r>
    </w:p>
    <w:p w14:paraId="39E8F45C" w14:textId="5E76AAD3" w:rsidR="005A6263" w:rsidRPr="00147F2B" w:rsidRDefault="005A6263" w:rsidP="000A2450">
      <w:pPr>
        <w:pStyle w:val="a"/>
        <w:numPr>
          <w:ilvl w:val="2"/>
          <w:numId w:val="31"/>
        </w:numPr>
        <w:spacing w:after="0"/>
        <w:ind w:left="0" w:firstLine="708"/>
      </w:pPr>
      <w:r w:rsidRPr="00147F2B">
        <w:t>Основным документом, определяющим суть</w:t>
      </w:r>
      <w:r w:rsidR="005C2EB9">
        <w:t xml:space="preserve"> З</w:t>
      </w:r>
      <w:r w:rsidRPr="00147F2B">
        <w:t>аявки</w:t>
      </w:r>
      <w:r w:rsidR="005C2EB9">
        <w:t>, является письмо о подаче З</w:t>
      </w:r>
      <w:r w:rsidRPr="00147F2B">
        <w:t xml:space="preserve">аявки </w:t>
      </w:r>
      <w:r w:rsidR="00661650" w:rsidRPr="00147F2B">
        <w:t>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20493E">
        <w:t>о подаче З</w:t>
      </w:r>
      <w:r w:rsidR="00E950E5" w:rsidRPr="00147F2B">
        <w:t xml:space="preserve">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A703B" w:rsidRPr="00DA703B">
        <w:rPr>
          <w:szCs w:val="28"/>
        </w:rPr>
        <w:t>Письмо о подаче Заявки (</w:t>
      </w:r>
      <w:r w:rsidR="00DA703B" w:rsidRPr="00922A8A">
        <w:rPr>
          <w:b/>
        </w:rPr>
        <w:t>Форма 1</w:t>
      </w:r>
      <w:r w:rsidR="00DA703B" w:rsidRPr="00DA703B">
        <w:rPr>
          <w:szCs w:val="28"/>
        </w:rPr>
        <w:t>)</w:t>
      </w:r>
      <w:r w:rsidR="00440A66" w:rsidRPr="00147F2B">
        <w:fldChar w:fldCharType="end"/>
      </w:r>
      <w:r w:rsidRPr="00147F2B">
        <w:t>.</w:t>
      </w:r>
    </w:p>
    <w:p w14:paraId="38F34803" w14:textId="40F8FE4A" w:rsidR="0093717A" w:rsidRPr="00147F2B" w:rsidRDefault="0093717A" w:rsidP="000A2450">
      <w:pPr>
        <w:pStyle w:val="a"/>
        <w:numPr>
          <w:ilvl w:val="2"/>
          <w:numId w:val="31"/>
        </w:numPr>
        <w:spacing w:after="0"/>
        <w:ind w:left="0" w:firstLine="708"/>
      </w:pPr>
      <w:bookmarkStart w:id="109" w:name="_Ref323229970"/>
      <w:r w:rsidRPr="00147F2B">
        <w:t xml:space="preserve">Заявка действительна в течение срока, указанного </w:t>
      </w:r>
      <w:r w:rsidR="0078174A" w:rsidRPr="00147F2B">
        <w:t>Участник</w:t>
      </w:r>
      <w:r w:rsidRPr="00147F2B">
        <w:t xml:space="preserve">ом в письме о подаче </w:t>
      </w:r>
      <w:r w:rsidR="005C2EB9">
        <w:t>З</w:t>
      </w:r>
      <w:r w:rsidRPr="00147F2B">
        <w:t>аявки. Этот срок не должен быть менее чем срок, указанный в информационной карте (п.</w:t>
      </w:r>
      <w:r w:rsidR="00390DEA">
        <w:t> </w:t>
      </w:r>
      <w:r w:rsidR="00EA62A4">
        <w:rPr>
          <w:b/>
        </w:rPr>
        <w:fldChar w:fldCharType="begin"/>
      </w:r>
      <w:r w:rsidR="00EA62A4">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Pr="00147F2B">
        <w:t>).</w:t>
      </w:r>
      <w:bookmarkEnd w:id="109"/>
    </w:p>
    <w:p w14:paraId="681E65B7" w14:textId="77777777" w:rsidR="0093717A" w:rsidRPr="00147F2B" w:rsidRDefault="0093717A" w:rsidP="000A2450">
      <w:pPr>
        <w:pStyle w:val="a"/>
        <w:numPr>
          <w:ilvl w:val="2"/>
          <w:numId w:val="31"/>
        </w:numPr>
        <w:spacing w:after="0"/>
        <w:ind w:left="0" w:firstLine="708"/>
      </w:pPr>
      <w:r w:rsidRPr="00147F2B">
        <w:t xml:space="preserve">Указание меньшего срока действия </w:t>
      </w:r>
      <w:r w:rsidR="005C2EB9">
        <w:t>З</w:t>
      </w:r>
      <w:r w:rsidRPr="00147F2B">
        <w:t>аявки является основанием для ее отклонения.</w:t>
      </w:r>
    </w:p>
    <w:p w14:paraId="71311A62" w14:textId="77777777" w:rsidR="001B4951" w:rsidRPr="00147F2B" w:rsidRDefault="001B4951" w:rsidP="000A2450">
      <w:pPr>
        <w:pStyle w:val="a"/>
        <w:numPr>
          <w:ilvl w:val="2"/>
          <w:numId w:val="31"/>
        </w:numPr>
        <w:spacing w:after="0"/>
        <w:ind w:left="0" w:firstLine="708"/>
      </w:pPr>
      <w:r w:rsidRPr="00147F2B">
        <w:t>В составе основной Заявки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405F8F" w:rsidRPr="00147F2B">
        <w:t xml:space="preserve"> информационной карты</w:t>
      </w:r>
      <w:r w:rsidRPr="00147F2B">
        <w:t>.</w:t>
      </w:r>
    </w:p>
    <w:p w14:paraId="03CE19F1" w14:textId="77777777" w:rsidR="005A6263" w:rsidRPr="00147F2B" w:rsidRDefault="005C2EB9" w:rsidP="000A2450">
      <w:pPr>
        <w:pStyle w:val="a"/>
        <w:numPr>
          <w:ilvl w:val="2"/>
          <w:numId w:val="31"/>
        </w:numPr>
        <w:spacing w:after="0"/>
        <w:ind w:left="0" w:firstLine="708"/>
      </w:pPr>
      <w:r>
        <w:t>К письму о подаче З</w:t>
      </w:r>
      <w:r w:rsidR="005A6263" w:rsidRPr="00147F2B">
        <w:t xml:space="preserve">аявки прикладываются документы, подтверждающие квалификацию и правоспособность </w:t>
      </w:r>
      <w:r w:rsidR="0078174A" w:rsidRPr="00147F2B">
        <w:t>Участник</w:t>
      </w:r>
      <w:r w:rsidR="005A6263" w:rsidRPr="00147F2B">
        <w:t>ов</w:t>
      </w:r>
      <w:r w:rsidR="0040710A" w:rsidRPr="00147F2B">
        <w:t xml:space="preserve">, и </w:t>
      </w:r>
      <w:r>
        <w:t>иные документы, входящие в З</w:t>
      </w:r>
      <w:r w:rsidR="00515EF0" w:rsidRPr="00147F2B">
        <w:t>аявку,</w:t>
      </w:r>
      <w:r w:rsidR="00687CB6">
        <w:t xml:space="preserve"> в соответствии с требованиями Д</w:t>
      </w:r>
      <w:r w:rsidR="00515EF0" w:rsidRPr="00147F2B">
        <w:t>окументации, а также последовательная опись документов за подписью Руково</w:t>
      </w:r>
      <w:r w:rsidR="0040710A" w:rsidRPr="00147F2B">
        <w:t>дителя или Уполномоченного лица.</w:t>
      </w:r>
    </w:p>
    <w:p w14:paraId="14C5DB17" w14:textId="77777777" w:rsidR="006D501A" w:rsidRPr="003C74C6" w:rsidRDefault="009C2AAC" w:rsidP="000A2450">
      <w:pPr>
        <w:pStyle w:val="a"/>
        <w:numPr>
          <w:ilvl w:val="2"/>
          <w:numId w:val="31"/>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14:paraId="0572BF1A" w14:textId="0BD9FE18" w:rsidR="004D4FD1" w:rsidRPr="003C74C6" w:rsidRDefault="004D4FD1" w:rsidP="000A2450">
      <w:pPr>
        <w:pStyle w:val="a"/>
        <w:numPr>
          <w:ilvl w:val="2"/>
          <w:numId w:val="31"/>
        </w:numPr>
        <w:spacing w:after="0"/>
        <w:ind w:left="0" w:firstLine="708"/>
        <w:rPr>
          <w:b/>
          <w:szCs w:val="28"/>
        </w:rPr>
      </w:pPr>
      <w:r w:rsidRPr="003C74C6">
        <w:rPr>
          <w:szCs w:val="28"/>
        </w:rPr>
        <w:t>О</w:t>
      </w:r>
      <w:r w:rsidR="005C2EB9">
        <w:rPr>
          <w:szCs w:val="28"/>
        </w:rPr>
        <w:t>тсутствие документов в составе З</w:t>
      </w:r>
      <w:r w:rsidRPr="003C74C6">
        <w:rPr>
          <w:szCs w:val="28"/>
        </w:rPr>
        <w:t xml:space="preserve">аявки, </w:t>
      </w:r>
      <w:r w:rsidR="00716B57" w:rsidRPr="003C74C6">
        <w:rPr>
          <w:szCs w:val="28"/>
        </w:rPr>
        <w:t xml:space="preserve">подтверждающих соответствие Участника </w:t>
      </w:r>
      <w:r w:rsidRPr="003C74C6">
        <w:rPr>
          <w:szCs w:val="28"/>
        </w:rPr>
        <w:t>обяз</w:t>
      </w:r>
      <w:r w:rsidR="00687CB6">
        <w:rPr>
          <w:szCs w:val="28"/>
        </w:rPr>
        <w:t>ательным требованиям настоящей Д</w:t>
      </w:r>
      <w:r w:rsidRPr="003C74C6">
        <w:rPr>
          <w:szCs w:val="28"/>
        </w:rPr>
        <w:t>окументации, явля</w:t>
      </w:r>
      <w:r w:rsidR="005C2EB9">
        <w:rPr>
          <w:szCs w:val="28"/>
        </w:rPr>
        <w:t>ется основанием для отклонения З</w:t>
      </w:r>
      <w:r w:rsidRPr="003C74C6">
        <w:rPr>
          <w:szCs w:val="28"/>
        </w:rPr>
        <w:t xml:space="preserve">аявки в соответствии с </w:t>
      </w:r>
      <w:bookmarkStart w:id="110" w:name="_Toc280286288"/>
      <w:bookmarkStart w:id="111" w:name="_Toc283662035"/>
      <w:bookmarkStart w:id="112" w:name="_Ref323051548"/>
      <w:bookmarkStart w:id="113" w:name="_Ref338423139"/>
      <w:bookmarkStart w:id="114" w:name="_Ref338875578"/>
      <w:r w:rsidR="00D01B07" w:rsidRPr="003C74C6">
        <w:rPr>
          <w:szCs w:val="28"/>
        </w:rPr>
        <w:t>Разделом</w:t>
      </w:r>
      <w:r w:rsidR="00985B91">
        <w:rPr>
          <w:szCs w:val="28"/>
        </w:rPr>
        <w:t> </w:t>
      </w:r>
      <w:r w:rsidRPr="003C74C6">
        <w:rPr>
          <w:szCs w:val="28"/>
        </w:rPr>
        <w:t xml:space="preserve">1 «Анализ </w:t>
      </w:r>
      <w:r w:rsidR="00985B91" w:rsidRPr="00985B91">
        <w:rPr>
          <w:szCs w:val="28"/>
        </w:rPr>
        <w:t>Заявки</w:t>
      </w:r>
      <w:r w:rsidRPr="003C74C6">
        <w:rPr>
          <w:szCs w:val="28"/>
        </w:rPr>
        <w:t xml:space="preserve"> на предмет соответствия Участника </w:t>
      </w:r>
      <w:r w:rsidR="00985B91" w:rsidRPr="00985B91">
        <w:rPr>
          <w:szCs w:val="28"/>
        </w:rPr>
        <w:t xml:space="preserve">и состава Заявки </w:t>
      </w:r>
      <w:r w:rsidRPr="003C74C6">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Pr="003C74C6">
        <w:rPr>
          <w:szCs w:val="28"/>
        </w:rPr>
        <w:t>частников».</w:t>
      </w:r>
    </w:p>
    <w:p w14:paraId="1E19EF56" w14:textId="77777777" w:rsidR="005608AE" w:rsidRPr="00147F2B" w:rsidRDefault="005608AE" w:rsidP="005608AE">
      <w:pPr>
        <w:pStyle w:val="a"/>
        <w:numPr>
          <w:ilvl w:val="0"/>
          <w:numId w:val="0"/>
        </w:numPr>
        <w:spacing w:after="0"/>
        <w:ind w:left="708"/>
        <w:rPr>
          <w:b/>
          <w:szCs w:val="28"/>
        </w:rPr>
      </w:pPr>
    </w:p>
    <w:p w14:paraId="63FF7422" w14:textId="77777777" w:rsidR="00524D4A" w:rsidRPr="00147F2B" w:rsidRDefault="00524D4A" w:rsidP="0082137B">
      <w:pPr>
        <w:pStyle w:val="a"/>
        <w:numPr>
          <w:ilvl w:val="1"/>
          <w:numId w:val="5"/>
        </w:numPr>
        <w:tabs>
          <w:tab w:val="clear" w:pos="1855"/>
        </w:tabs>
        <w:spacing w:after="0"/>
        <w:ind w:left="1701" w:hanging="992"/>
        <w:outlineLvl w:val="1"/>
        <w:rPr>
          <w:b/>
          <w:szCs w:val="28"/>
        </w:rPr>
      </w:pPr>
      <w:bookmarkStart w:id="115" w:name="_Ref383599696"/>
      <w:bookmarkStart w:id="116" w:name="_Toc453152064"/>
      <w:bookmarkStart w:id="117" w:name="_Toc453166616"/>
      <w:bookmarkStart w:id="118" w:name="_Toc468260865"/>
      <w:r w:rsidRPr="00147F2B">
        <w:rPr>
          <w:b/>
          <w:szCs w:val="28"/>
        </w:rPr>
        <w:t>П</w:t>
      </w:r>
      <w:r w:rsidR="005A15C9" w:rsidRPr="00147F2B">
        <w:rPr>
          <w:b/>
          <w:szCs w:val="28"/>
        </w:rPr>
        <w:t>одача</w:t>
      </w:r>
      <w:r w:rsidRPr="00147F2B">
        <w:rPr>
          <w:b/>
          <w:szCs w:val="28"/>
        </w:rPr>
        <w:t xml:space="preserve"> Заявок</w:t>
      </w:r>
      <w:bookmarkEnd w:id="110"/>
      <w:bookmarkEnd w:id="111"/>
      <w:bookmarkEnd w:id="112"/>
      <w:bookmarkEnd w:id="113"/>
      <w:bookmarkEnd w:id="114"/>
      <w:bookmarkEnd w:id="115"/>
      <w:bookmarkEnd w:id="116"/>
      <w:bookmarkEnd w:id="117"/>
      <w:bookmarkEnd w:id="118"/>
    </w:p>
    <w:p w14:paraId="5A17178A" w14:textId="77777777" w:rsidR="00E87921" w:rsidRPr="00147F2B" w:rsidRDefault="00E87921" w:rsidP="005608AE">
      <w:pPr>
        <w:pStyle w:val="32"/>
        <w:spacing w:after="0"/>
        <w:ind w:left="0" w:firstLine="709"/>
        <w:jc w:val="both"/>
        <w:outlineLvl w:val="1"/>
        <w:rPr>
          <w:sz w:val="28"/>
          <w:szCs w:val="28"/>
        </w:rPr>
      </w:pPr>
    </w:p>
    <w:p w14:paraId="42EEE525" w14:textId="7B108716" w:rsidR="00293E12" w:rsidRPr="00147F2B" w:rsidRDefault="00DD5C61" w:rsidP="000A2450">
      <w:pPr>
        <w:pStyle w:val="a"/>
        <w:numPr>
          <w:ilvl w:val="2"/>
          <w:numId w:val="32"/>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5C2EB9">
        <w:rPr>
          <w:szCs w:val="28"/>
        </w:rPr>
        <w:t>З</w:t>
      </w:r>
      <w:r w:rsidR="00B21D72" w:rsidRPr="00147F2B">
        <w:rPr>
          <w:szCs w:val="28"/>
        </w:rPr>
        <w:t xml:space="preserve">аявку </w:t>
      </w:r>
      <w:r w:rsidR="00293E12" w:rsidRPr="00147F2B">
        <w:rPr>
          <w:szCs w:val="28"/>
        </w:rPr>
        <w:t>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E81AE6" w:rsidRPr="00147F2B">
        <w:rPr>
          <w:bCs/>
          <w:szCs w:val="28"/>
        </w:rPr>
        <w:t xml:space="preserve">ЭТП в соответствии с Регламентом организации </w:t>
      </w:r>
      <w:r w:rsidR="00C61AC6">
        <w:rPr>
          <w:bCs/>
          <w:szCs w:val="28"/>
        </w:rPr>
        <w:t>проведения закупочных процедур П</w:t>
      </w:r>
      <w:r w:rsidR="00E81AE6" w:rsidRPr="00147F2B">
        <w:rPr>
          <w:bCs/>
          <w:szCs w:val="28"/>
        </w:rPr>
        <w:t xml:space="preserve">АО «Газпром» и компаний Группы Газпром на </w:t>
      </w:r>
      <w:r w:rsidR="000739B5">
        <w:rPr>
          <w:bCs/>
          <w:szCs w:val="28"/>
        </w:rPr>
        <w:t>ЭТП</w:t>
      </w:r>
      <w:r w:rsidR="00E81AE6" w:rsidRPr="00147F2B">
        <w:rPr>
          <w:bCs/>
          <w:szCs w:val="28"/>
        </w:rPr>
        <w:t>, размещенным на официальном сайте ЭТП (</w:t>
      </w:r>
      <w:hyperlink r:id="rId14" w:history="1">
        <w:r w:rsidR="00E81AE6" w:rsidRPr="00147F2B">
          <w:rPr>
            <w:rStyle w:val="af1"/>
            <w:bCs/>
            <w:szCs w:val="28"/>
          </w:rPr>
          <w:t>www.etpgaz.gazprombank.ru</w:t>
        </w:r>
      </w:hyperlink>
      <w:r w:rsidR="00E81AE6" w:rsidRPr="00147F2B">
        <w:rPr>
          <w:bCs/>
          <w:szCs w:val="28"/>
        </w:rPr>
        <w:t>).</w:t>
      </w:r>
    </w:p>
    <w:p w14:paraId="61D99860" w14:textId="1B6FA5A5" w:rsidR="00B21D72" w:rsidRPr="00147F2B" w:rsidRDefault="00DD5C61" w:rsidP="000A2450">
      <w:pPr>
        <w:pStyle w:val="a"/>
        <w:numPr>
          <w:ilvl w:val="2"/>
          <w:numId w:val="32"/>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5C2EB9">
        <w:rPr>
          <w:bCs/>
          <w:kern w:val="28"/>
          <w:szCs w:val="28"/>
        </w:rPr>
        <w:t>З</w:t>
      </w:r>
      <w:r w:rsidR="004725F4" w:rsidRPr="00147F2B">
        <w:rPr>
          <w:bCs/>
          <w:kern w:val="28"/>
          <w:szCs w:val="28"/>
        </w:rPr>
        <w:t xml:space="preserve">аявки в любой момент с момента размещения на официальном сайте </w:t>
      </w:r>
      <w:r w:rsidR="009042A0">
        <w:rPr>
          <w:bCs/>
          <w:kern w:val="28"/>
          <w:szCs w:val="28"/>
        </w:rPr>
        <w:t>И</w:t>
      </w:r>
      <w:r w:rsidR="004725F4" w:rsidRPr="00147F2B">
        <w:rPr>
          <w:bCs/>
          <w:kern w:val="28"/>
          <w:szCs w:val="28"/>
        </w:rPr>
        <w:t>звещения</w:t>
      </w:r>
      <w:r w:rsidR="00B05E99" w:rsidRPr="00147F2B">
        <w:rPr>
          <w:bCs/>
          <w:kern w:val="28"/>
          <w:szCs w:val="28"/>
        </w:rPr>
        <w:t>,</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1D6A5D">
        <w:rPr>
          <w:szCs w:val="28"/>
        </w:rPr>
        <w:t xml:space="preserve"> З</w:t>
      </w:r>
      <w:r w:rsidR="004C51E6" w:rsidRPr="00147F2B">
        <w:rPr>
          <w:szCs w:val="28"/>
        </w:rPr>
        <w:t>аявок, указанных в Извещении.</w:t>
      </w:r>
    </w:p>
    <w:p w14:paraId="73B79634" w14:textId="3D8F3B33" w:rsidR="00927696" w:rsidRDefault="00927696" w:rsidP="000A2450">
      <w:pPr>
        <w:pStyle w:val="a"/>
        <w:numPr>
          <w:ilvl w:val="2"/>
          <w:numId w:val="32"/>
        </w:numPr>
        <w:spacing w:after="0"/>
        <w:ind w:left="0" w:firstLine="708"/>
        <w:rPr>
          <w:szCs w:val="28"/>
        </w:rPr>
      </w:pPr>
      <w:r w:rsidRPr="00147F2B">
        <w:rPr>
          <w:szCs w:val="28"/>
        </w:rPr>
        <w:lastRenderedPageBreak/>
        <w:t xml:space="preserve">Заявка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000739B5">
        <w:rPr>
          <w:szCs w:val="28"/>
        </w:rPr>
        <w:t>ЭТП</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0739B5">
        <w:rPr>
          <w:bCs/>
          <w:kern w:val="28"/>
          <w:szCs w:val="28"/>
        </w:rPr>
        <w:t>ЭТП</w:t>
      </w:r>
      <w:r w:rsidR="000F4E6D" w:rsidRPr="00147F2B">
        <w:rPr>
          <w:szCs w:val="28"/>
        </w:rPr>
        <w:t>.</w:t>
      </w:r>
    </w:p>
    <w:p w14:paraId="650A4857" w14:textId="2B40360D" w:rsidR="003C74C6" w:rsidRPr="00147F2B" w:rsidRDefault="003C74C6" w:rsidP="000A2450">
      <w:pPr>
        <w:pStyle w:val="a"/>
        <w:numPr>
          <w:ilvl w:val="2"/>
          <w:numId w:val="32"/>
        </w:numPr>
        <w:spacing w:after="0"/>
        <w:ind w:left="0" w:firstLine="708"/>
        <w:rPr>
          <w:szCs w:val="28"/>
        </w:rPr>
      </w:pPr>
      <w:r>
        <w:rPr>
          <w:szCs w:val="28"/>
        </w:rPr>
        <w:t xml:space="preserve">По всем вопросам, связанным с функционированием </w:t>
      </w:r>
      <w:r w:rsidR="000739B5">
        <w:rPr>
          <w:szCs w:val="28"/>
        </w:rPr>
        <w:t>ЭТП</w:t>
      </w:r>
      <w:r w:rsidR="00510DE3">
        <w:rPr>
          <w:szCs w:val="28"/>
        </w:rPr>
        <w:t xml:space="preserve"> (ра</w:t>
      </w:r>
      <w:r w:rsidR="005C2EB9">
        <w:rPr>
          <w:szCs w:val="28"/>
        </w:rPr>
        <w:t>змещение З</w:t>
      </w:r>
      <w:r w:rsidR="00510DE3">
        <w:rPr>
          <w:szCs w:val="28"/>
        </w:rPr>
        <w:t xml:space="preserve">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0739B5">
        <w:rPr>
          <w:szCs w:val="28"/>
        </w:rPr>
        <w:t>ЭТП</w:t>
      </w:r>
      <w:r w:rsidR="00510DE3">
        <w:rPr>
          <w:szCs w:val="28"/>
        </w:rPr>
        <w:t xml:space="preserve"> – 8-800-100-66-22.</w:t>
      </w:r>
    </w:p>
    <w:p w14:paraId="568630C2" w14:textId="77777777" w:rsidR="009F1FE9" w:rsidRPr="00147F2B" w:rsidRDefault="009F1FE9" w:rsidP="005608AE">
      <w:pPr>
        <w:pStyle w:val="25"/>
        <w:ind w:firstLine="709"/>
        <w:jc w:val="both"/>
        <w:rPr>
          <w:szCs w:val="28"/>
        </w:rPr>
      </w:pPr>
    </w:p>
    <w:p w14:paraId="750965AE" w14:textId="77777777"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119" w:name="_Toc324499984"/>
      <w:bookmarkStart w:id="120" w:name="_Toc324500144"/>
      <w:bookmarkStart w:id="121" w:name="_Toc324502981"/>
      <w:bookmarkStart w:id="122" w:name="_Toc324503120"/>
      <w:bookmarkStart w:id="123" w:name="_Toc324503259"/>
      <w:bookmarkStart w:id="124" w:name="_Toc324499985"/>
      <w:bookmarkStart w:id="125" w:name="_Toc324500145"/>
      <w:bookmarkStart w:id="126" w:name="_Toc324502982"/>
      <w:bookmarkStart w:id="127" w:name="_Toc324503121"/>
      <w:bookmarkStart w:id="128" w:name="_Toc324503260"/>
      <w:bookmarkStart w:id="129" w:name="_Toc280286289"/>
      <w:bookmarkStart w:id="130" w:name="_Toc283662036"/>
      <w:bookmarkStart w:id="131" w:name="_Ref323200736"/>
      <w:bookmarkStart w:id="132" w:name="_Toc453152065"/>
      <w:bookmarkStart w:id="133" w:name="_Toc453166617"/>
      <w:bookmarkStart w:id="134" w:name="_Toc468260866"/>
      <w:bookmarkEnd w:id="119"/>
      <w:bookmarkEnd w:id="120"/>
      <w:bookmarkEnd w:id="121"/>
      <w:bookmarkEnd w:id="122"/>
      <w:bookmarkEnd w:id="123"/>
      <w:bookmarkEnd w:id="124"/>
      <w:bookmarkEnd w:id="125"/>
      <w:bookmarkEnd w:id="126"/>
      <w:bookmarkEnd w:id="127"/>
      <w:bookmarkEnd w:id="128"/>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и их отзыв</w:t>
      </w:r>
      <w:bookmarkEnd w:id="129"/>
      <w:bookmarkEnd w:id="130"/>
      <w:bookmarkEnd w:id="131"/>
      <w:bookmarkEnd w:id="132"/>
      <w:bookmarkEnd w:id="133"/>
      <w:bookmarkEnd w:id="134"/>
    </w:p>
    <w:p w14:paraId="048EB0F0" w14:textId="77777777" w:rsidR="00E87921" w:rsidRPr="00147F2B" w:rsidRDefault="00E87921" w:rsidP="005608AE">
      <w:pPr>
        <w:pStyle w:val="32"/>
        <w:spacing w:after="0"/>
        <w:ind w:left="0" w:firstLine="709"/>
        <w:jc w:val="both"/>
        <w:outlineLvl w:val="1"/>
        <w:rPr>
          <w:sz w:val="28"/>
          <w:szCs w:val="28"/>
        </w:rPr>
      </w:pPr>
    </w:p>
    <w:p w14:paraId="712689E0" w14:textId="77777777" w:rsidR="00524D4A" w:rsidRPr="00147F2B" w:rsidRDefault="0078174A" w:rsidP="000A2450">
      <w:pPr>
        <w:pStyle w:val="a"/>
        <w:numPr>
          <w:ilvl w:val="2"/>
          <w:numId w:val="33"/>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5C2EB9">
        <w:rPr>
          <w:szCs w:val="28"/>
        </w:rPr>
        <w:t>З</w:t>
      </w:r>
      <w:r w:rsidR="00524D4A" w:rsidRPr="00147F2B">
        <w:rPr>
          <w:szCs w:val="28"/>
        </w:rPr>
        <w:t xml:space="preserve">аявку после ее подачи </w:t>
      </w:r>
      <w:r w:rsidR="00A62CE4" w:rsidRPr="00147F2B">
        <w:rPr>
          <w:szCs w:val="28"/>
        </w:rPr>
        <w:t xml:space="preserve">до </w:t>
      </w:r>
      <w:r w:rsidR="00636D89" w:rsidRPr="00147F2B">
        <w:rPr>
          <w:szCs w:val="28"/>
        </w:rPr>
        <w:t>истечения</w:t>
      </w:r>
      <w:r w:rsidR="00524D4A" w:rsidRPr="00147F2B">
        <w:rPr>
          <w:szCs w:val="28"/>
        </w:rPr>
        <w:t xml:space="preserve"> установленного в Извеще</w:t>
      </w:r>
      <w:r w:rsidR="005C2EB9">
        <w:rPr>
          <w:szCs w:val="28"/>
        </w:rPr>
        <w:t>нии срока представления Заявок.</w:t>
      </w:r>
    </w:p>
    <w:p w14:paraId="6E845A65" w14:textId="77777777" w:rsidR="00524D4A" w:rsidRDefault="00524D4A" w:rsidP="000A2450">
      <w:pPr>
        <w:pStyle w:val="a"/>
        <w:numPr>
          <w:ilvl w:val="2"/>
          <w:numId w:val="33"/>
        </w:numPr>
        <w:spacing w:after="0"/>
        <w:ind w:left="0" w:firstLine="708"/>
        <w:rPr>
          <w:szCs w:val="28"/>
        </w:rPr>
      </w:pPr>
      <w:r w:rsidRPr="00147F2B">
        <w:rPr>
          <w:szCs w:val="28"/>
        </w:rPr>
        <w:t xml:space="preserve">В случае изменения Заявки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w:t>
      </w:r>
      <w:r w:rsidR="00022751" w:rsidRPr="00147F2B">
        <w:rPr>
          <w:szCs w:val="28"/>
        </w:rPr>
        <w:t>.</w:t>
      </w:r>
    </w:p>
    <w:p w14:paraId="441AE393" w14:textId="77777777" w:rsidR="00F335A8" w:rsidRPr="00147F2B" w:rsidRDefault="00F335A8" w:rsidP="000A2450">
      <w:pPr>
        <w:pStyle w:val="a"/>
        <w:numPr>
          <w:ilvl w:val="2"/>
          <w:numId w:val="33"/>
        </w:numPr>
        <w:spacing w:after="0"/>
        <w:ind w:left="0" w:firstLine="708"/>
        <w:rPr>
          <w:szCs w:val="28"/>
        </w:rPr>
      </w:pPr>
      <w:r w:rsidRPr="00147F2B">
        <w:rPr>
          <w:szCs w:val="28"/>
        </w:rPr>
        <w:t>Ни</w:t>
      </w:r>
      <w:r w:rsidR="005C2EB9">
        <w:rPr>
          <w:szCs w:val="28"/>
        </w:rPr>
        <w:t>какие изменения и дополнения к З</w:t>
      </w:r>
      <w:r w:rsidRPr="00147F2B">
        <w:rPr>
          <w:szCs w:val="28"/>
        </w:rPr>
        <w:t>аявкам после окончания срока их представления не принимаются, за исключением представления:</w:t>
      </w:r>
    </w:p>
    <w:p w14:paraId="569966B4"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нового коммерческого предложе</w:t>
      </w:r>
      <w:r w:rsidR="005C2EB9">
        <w:rPr>
          <w:szCs w:val="28"/>
        </w:rPr>
        <w:t>ния, содержащего снижение цены З</w:t>
      </w:r>
      <w:r w:rsidRPr="00147F2B">
        <w:rPr>
          <w:szCs w:val="28"/>
        </w:rPr>
        <w:t xml:space="preserve">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A703B">
        <w:rPr>
          <w:b/>
          <w:szCs w:val="28"/>
        </w:rPr>
        <w:t>2.10</w:t>
      </w:r>
      <w:r w:rsidRPr="00147F2B">
        <w:rPr>
          <w:b/>
          <w:szCs w:val="28"/>
        </w:rPr>
        <w:fldChar w:fldCharType="end"/>
      </w:r>
      <w:r w:rsidRPr="00147F2B">
        <w:rPr>
          <w:szCs w:val="28"/>
        </w:rPr>
        <w:t>;</w:t>
      </w:r>
    </w:p>
    <w:p w14:paraId="5605DB3C"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39B87074" w14:textId="77777777" w:rsidR="00F335A8" w:rsidRPr="00147F2B" w:rsidRDefault="00F335A8" w:rsidP="005608AE">
      <w:pPr>
        <w:pStyle w:val="a"/>
        <w:numPr>
          <w:ilvl w:val="0"/>
          <w:numId w:val="0"/>
        </w:numPr>
        <w:spacing w:after="0"/>
        <w:ind w:firstLine="709"/>
        <w:rPr>
          <w:szCs w:val="28"/>
        </w:rPr>
      </w:pPr>
      <w:r w:rsidRPr="00147F2B">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14:paraId="73BEDBF1" w14:textId="77777777" w:rsidR="00A65002" w:rsidRPr="00147F2B" w:rsidRDefault="00A65002" w:rsidP="005608AE">
      <w:pPr>
        <w:pStyle w:val="a"/>
        <w:numPr>
          <w:ilvl w:val="0"/>
          <w:numId w:val="0"/>
        </w:numPr>
        <w:spacing w:after="0"/>
        <w:ind w:left="709"/>
        <w:rPr>
          <w:szCs w:val="28"/>
        </w:rPr>
      </w:pPr>
    </w:p>
    <w:p w14:paraId="7C08A987" w14:textId="77777777"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35" w:name="_Toc280286290"/>
      <w:bookmarkStart w:id="136" w:name="_Toc283662037"/>
      <w:bookmarkStart w:id="137" w:name="_Ref323204200"/>
      <w:bookmarkStart w:id="138" w:name="_Toc453152066"/>
      <w:bookmarkStart w:id="139" w:name="_Toc453166618"/>
      <w:bookmarkStart w:id="140" w:name="_Toc468260867"/>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bookmarkEnd w:id="135"/>
      <w:bookmarkEnd w:id="136"/>
      <w:r w:rsidR="000C01CA" w:rsidRPr="00147F2B">
        <w:rPr>
          <w:b/>
          <w:sz w:val="28"/>
          <w:szCs w:val="28"/>
        </w:rPr>
        <w:t>.</w:t>
      </w:r>
      <w:bookmarkEnd w:id="137"/>
      <w:bookmarkEnd w:id="138"/>
      <w:bookmarkEnd w:id="139"/>
      <w:bookmarkEnd w:id="140"/>
    </w:p>
    <w:p w14:paraId="735C9F58" w14:textId="77777777" w:rsidR="00A65002" w:rsidRPr="00147F2B" w:rsidRDefault="00A65002" w:rsidP="005608AE">
      <w:pPr>
        <w:pStyle w:val="32"/>
        <w:spacing w:after="0"/>
        <w:ind w:left="709"/>
        <w:jc w:val="both"/>
        <w:outlineLvl w:val="1"/>
        <w:rPr>
          <w:sz w:val="28"/>
          <w:szCs w:val="28"/>
        </w:rPr>
      </w:pPr>
    </w:p>
    <w:p w14:paraId="4359E42F" w14:textId="2874D4A6" w:rsidR="00490E17" w:rsidRPr="00147F2B" w:rsidRDefault="00490E17" w:rsidP="000A2450">
      <w:pPr>
        <w:pStyle w:val="a"/>
        <w:numPr>
          <w:ilvl w:val="2"/>
          <w:numId w:val="35"/>
        </w:numPr>
        <w:spacing w:after="0"/>
        <w:ind w:left="0" w:firstLine="708"/>
        <w:rPr>
          <w:szCs w:val="28"/>
        </w:rPr>
      </w:pPr>
      <w:r w:rsidRPr="00147F2B">
        <w:rPr>
          <w:szCs w:val="28"/>
        </w:rPr>
        <w:t xml:space="preserve">Открытие доступа </w:t>
      </w:r>
      <w:r w:rsidR="00510DE3">
        <w:rPr>
          <w:szCs w:val="28"/>
        </w:rPr>
        <w:t xml:space="preserve">оператором </w:t>
      </w:r>
      <w:r w:rsidR="000739B5">
        <w:rPr>
          <w:szCs w:val="28"/>
        </w:rPr>
        <w:t>ЭТП</w:t>
      </w:r>
      <w:r w:rsidR="00510DE3">
        <w:rPr>
          <w:szCs w:val="28"/>
        </w:rPr>
        <w:t xml:space="preserve"> Организатору</w:t>
      </w:r>
      <w:r w:rsidRPr="00147F2B">
        <w:rPr>
          <w:szCs w:val="28"/>
        </w:rPr>
        <w:t xml:space="preserve"> к поданным Заявкам осуществляется в срок</w:t>
      </w:r>
      <w:r w:rsidR="00EB548F" w:rsidRPr="00147F2B">
        <w:rPr>
          <w:szCs w:val="28"/>
        </w:rPr>
        <w:t>,</w:t>
      </w:r>
      <w:r w:rsidRPr="00147F2B">
        <w:rPr>
          <w:szCs w:val="28"/>
        </w:rPr>
        <w:t xml:space="preserve"> указанный в Извещении</w:t>
      </w:r>
      <w:r w:rsidR="00BF16BD" w:rsidRPr="00147F2B">
        <w:rPr>
          <w:szCs w:val="28"/>
        </w:rPr>
        <w:t>.</w:t>
      </w:r>
    </w:p>
    <w:p w14:paraId="6A93CA98" w14:textId="77777777" w:rsidR="00490E17" w:rsidRPr="00147F2B" w:rsidRDefault="00490E17" w:rsidP="000A2450">
      <w:pPr>
        <w:pStyle w:val="a"/>
        <w:numPr>
          <w:ilvl w:val="2"/>
          <w:numId w:val="35"/>
        </w:numPr>
        <w:spacing w:after="0"/>
        <w:ind w:left="0" w:firstLine="708"/>
        <w:rPr>
          <w:szCs w:val="28"/>
        </w:rPr>
      </w:pPr>
      <w:bookmarkStart w:id="141"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001D6A5D">
        <w:rPr>
          <w:szCs w:val="28"/>
        </w:rPr>
        <w:t>к материалам З</w:t>
      </w:r>
      <w:r w:rsidRPr="00147F2B">
        <w:rPr>
          <w:szCs w:val="28"/>
        </w:rPr>
        <w:t xml:space="preserve">аявок </w:t>
      </w:r>
      <w:r w:rsidR="00F306B6" w:rsidRPr="00147F2B">
        <w:rPr>
          <w:szCs w:val="28"/>
        </w:rPr>
        <w:t xml:space="preserve">других Участников </w:t>
      </w:r>
      <w:r w:rsidRPr="00147F2B">
        <w:rPr>
          <w:szCs w:val="28"/>
        </w:rPr>
        <w:t>не осуществляется.</w:t>
      </w:r>
      <w:bookmarkEnd w:id="141"/>
    </w:p>
    <w:p w14:paraId="42D01C29" w14:textId="77777777" w:rsidR="00F306B6" w:rsidRPr="00147F2B" w:rsidRDefault="00490E17" w:rsidP="000A2450">
      <w:pPr>
        <w:pStyle w:val="a"/>
        <w:numPr>
          <w:ilvl w:val="2"/>
          <w:numId w:val="35"/>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5C2EB9">
        <w:rPr>
          <w:szCs w:val="28"/>
        </w:rPr>
        <w:t>к З</w:t>
      </w:r>
      <w:r w:rsidR="004A1A4A" w:rsidRPr="00147F2B">
        <w:rPr>
          <w:szCs w:val="28"/>
        </w:rPr>
        <w:t>аявкам</w:t>
      </w:r>
      <w:r w:rsidRPr="00147F2B">
        <w:rPr>
          <w:szCs w:val="28"/>
        </w:rPr>
        <w:t xml:space="preserve"> Организатор формирует Акт </w:t>
      </w:r>
      <w:r w:rsidR="001D6A5D">
        <w:rPr>
          <w:szCs w:val="28"/>
        </w:rPr>
        <w:t>вскрытия З</w:t>
      </w:r>
      <w:r w:rsidR="00510DE3">
        <w:rPr>
          <w:szCs w:val="28"/>
        </w:rPr>
        <w:t>аявок</w:t>
      </w:r>
      <w:r w:rsidRPr="00147F2B">
        <w:rPr>
          <w:szCs w:val="28"/>
        </w:rPr>
        <w:t>.</w:t>
      </w:r>
    </w:p>
    <w:p w14:paraId="44D51CCC" w14:textId="06175065" w:rsidR="004A1A4A" w:rsidRPr="00147F2B" w:rsidRDefault="004A1A4A" w:rsidP="000A2450">
      <w:pPr>
        <w:pStyle w:val="a"/>
        <w:numPr>
          <w:ilvl w:val="2"/>
          <w:numId w:val="35"/>
        </w:numPr>
        <w:spacing w:after="0"/>
        <w:ind w:left="0" w:firstLine="708"/>
        <w:rPr>
          <w:szCs w:val="28"/>
        </w:rPr>
      </w:pPr>
      <w:r w:rsidRPr="00147F2B">
        <w:rPr>
          <w:szCs w:val="28"/>
        </w:rPr>
        <w:t xml:space="preserve">Участникам предоставляется информация о наименовании и первичных ценовых предложениях </w:t>
      </w:r>
      <w:r w:rsidR="00A37FF4">
        <w:rPr>
          <w:szCs w:val="28"/>
        </w:rPr>
        <w:t xml:space="preserve">всех </w:t>
      </w:r>
      <w:r w:rsidR="00753CD6" w:rsidRPr="00147F2B">
        <w:rPr>
          <w:szCs w:val="28"/>
        </w:rPr>
        <w:t>Участников.</w:t>
      </w:r>
    </w:p>
    <w:p w14:paraId="3EBE9806" w14:textId="77777777" w:rsidR="004D588F" w:rsidRPr="00147F2B" w:rsidRDefault="004D588F" w:rsidP="000A2450">
      <w:pPr>
        <w:pStyle w:val="a"/>
        <w:numPr>
          <w:ilvl w:val="2"/>
          <w:numId w:val="35"/>
        </w:numPr>
        <w:spacing w:after="0"/>
        <w:ind w:left="0" w:firstLine="708"/>
        <w:rPr>
          <w:szCs w:val="28"/>
        </w:rPr>
      </w:pPr>
      <w:r w:rsidRPr="00147F2B">
        <w:rPr>
          <w:szCs w:val="28"/>
        </w:rPr>
        <w:t>В случае</w:t>
      </w:r>
      <w:r w:rsidR="005D27CE" w:rsidRPr="00147F2B">
        <w:rPr>
          <w:szCs w:val="28"/>
        </w:rPr>
        <w:t>,</w:t>
      </w:r>
      <w:r w:rsidRPr="00147F2B">
        <w:rPr>
          <w:szCs w:val="28"/>
        </w:rPr>
        <w:t xml:space="preserve"> </w:t>
      </w:r>
      <w:r w:rsidR="001D6A5D">
        <w:rPr>
          <w:szCs w:val="28"/>
        </w:rPr>
        <w:t>если по истечении срока подачи З</w:t>
      </w:r>
      <w:r w:rsidRPr="00147F2B">
        <w:rPr>
          <w:szCs w:val="28"/>
        </w:rPr>
        <w:t xml:space="preserve">аявок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w:t>
      </w:r>
    </w:p>
    <w:p w14:paraId="30DAF6D2" w14:textId="77777777" w:rsidR="00524D4A" w:rsidRPr="00147F2B" w:rsidRDefault="00524D4A" w:rsidP="00A65002">
      <w:pPr>
        <w:pStyle w:val="25"/>
        <w:ind w:firstLine="709"/>
        <w:jc w:val="both"/>
        <w:rPr>
          <w:szCs w:val="28"/>
        </w:rPr>
      </w:pPr>
    </w:p>
    <w:p w14:paraId="5B3BAB8E" w14:textId="77777777"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42" w:name="_Toc255048939"/>
      <w:bookmarkStart w:id="143" w:name="_Toc255048979"/>
      <w:bookmarkStart w:id="144" w:name="_Ref323204232"/>
      <w:bookmarkStart w:id="145" w:name="_Ref323317175"/>
      <w:bookmarkStart w:id="146" w:name="_Toc453152067"/>
      <w:bookmarkStart w:id="147" w:name="_Toc453166619"/>
      <w:bookmarkStart w:id="148" w:name="_Toc468260868"/>
      <w:r w:rsidRPr="00147F2B">
        <w:rPr>
          <w:b/>
          <w:sz w:val="28"/>
          <w:szCs w:val="28"/>
        </w:rPr>
        <w:t>Анализ, рассмотрение и о</w:t>
      </w:r>
      <w:r w:rsidR="003F1272" w:rsidRPr="00147F2B">
        <w:rPr>
          <w:b/>
          <w:sz w:val="28"/>
          <w:szCs w:val="28"/>
        </w:rPr>
        <w:t xml:space="preserve">ценка </w:t>
      </w:r>
      <w:r w:rsidR="001D6A5D">
        <w:rPr>
          <w:b/>
          <w:sz w:val="28"/>
          <w:szCs w:val="28"/>
          <w:lang w:val="ru-RU"/>
        </w:rPr>
        <w:t>З</w:t>
      </w:r>
      <w:bookmarkEnd w:id="142"/>
      <w:bookmarkEnd w:id="143"/>
      <w:bookmarkEnd w:id="144"/>
      <w:bookmarkEnd w:id="145"/>
      <w:r w:rsidR="001D6A5D">
        <w:rPr>
          <w:b/>
          <w:sz w:val="28"/>
          <w:szCs w:val="28"/>
          <w:lang w:val="ru-RU"/>
        </w:rPr>
        <w:t>аявок</w:t>
      </w:r>
      <w:bookmarkEnd w:id="146"/>
      <w:bookmarkEnd w:id="147"/>
      <w:bookmarkEnd w:id="148"/>
    </w:p>
    <w:p w14:paraId="1B315B8D" w14:textId="77777777" w:rsidR="00A65002" w:rsidRPr="00147F2B" w:rsidRDefault="00A65002" w:rsidP="00A65002">
      <w:pPr>
        <w:pStyle w:val="32"/>
        <w:spacing w:after="0"/>
        <w:ind w:left="709"/>
        <w:jc w:val="both"/>
        <w:outlineLvl w:val="1"/>
        <w:rPr>
          <w:sz w:val="28"/>
          <w:szCs w:val="28"/>
        </w:rPr>
      </w:pPr>
    </w:p>
    <w:p w14:paraId="4F91F874" w14:textId="250EA4AC" w:rsidR="00DD6B3F" w:rsidRPr="00147F2B" w:rsidRDefault="001D6A5D" w:rsidP="000A2450">
      <w:pPr>
        <w:pStyle w:val="a"/>
        <w:numPr>
          <w:ilvl w:val="2"/>
          <w:numId w:val="36"/>
        </w:numPr>
        <w:spacing w:after="0"/>
        <w:ind w:left="0" w:firstLine="708"/>
        <w:rPr>
          <w:szCs w:val="28"/>
        </w:rPr>
      </w:pPr>
      <w:bookmarkStart w:id="149" w:name="_Ref322607693"/>
      <w:r>
        <w:rPr>
          <w:szCs w:val="28"/>
        </w:rPr>
        <w:lastRenderedPageBreak/>
        <w:t>Место и дата рассмотрения З</w:t>
      </w:r>
      <w:r w:rsidR="00DD6B3F" w:rsidRPr="00147F2B">
        <w:rPr>
          <w:szCs w:val="28"/>
        </w:rPr>
        <w:t xml:space="preserve">аявок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00DD6B3F" w:rsidRPr="00147F2B">
        <w:rPr>
          <w:szCs w:val="28"/>
        </w:rPr>
        <w:t xml:space="preserve">указаны в </w:t>
      </w:r>
      <w:r w:rsidR="00FA22FC" w:rsidRPr="00147F2B">
        <w:rPr>
          <w:szCs w:val="28"/>
        </w:rPr>
        <w:t>Извещении</w:t>
      </w:r>
      <w:r w:rsidR="00DD6B3F" w:rsidRPr="00147F2B">
        <w:rPr>
          <w:szCs w:val="28"/>
        </w:rPr>
        <w:t>.</w:t>
      </w:r>
      <w:bookmarkEnd w:id="149"/>
    </w:p>
    <w:p w14:paraId="2DF557E1" w14:textId="77777777" w:rsidR="00FC6CE8" w:rsidRPr="00147F2B" w:rsidRDefault="00FC6CE8" w:rsidP="000A2450">
      <w:pPr>
        <w:pStyle w:val="a"/>
        <w:numPr>
          <w:ilvl w:val="2"/>
          <w:numId w:val="36"/>
        </w:numPr>
        <w:spacing w:after="0"/>
        <w:ind w:left="0" w:firstLine="708"/>
        <w:rPr>
          <w:szCs w:val="28"/>
        </w:rPr>
      </w:pPr>
      <w:r w:rsidRPr="00147F2B">
        <w:rPr>
          <w:szCs w:val="28"/>
        </w:rPr>
        <w:t>В случае если запрос предложений состоит из нескольких лотов, анализ, рассмотрение и о</w:t>
      </w:r>
      <w:r w:rsidR="001D6A5D">
        <w:rPr>
          <w:szCs w:val="28"/>
        </w:rPr>
        <w:t>ценка З</w:t>
      </w:r>
      <w:r w:rsidRPr="00147F2B">
        <w:rPr>
          <w:szCs w:val="28"/>
        </w:rPr>
        <w:t>аявок проводятся по каждому лоту отдельно.</w:t>
      </w:r>
    </w:p>
    <w:p w14:paraId="38390F22" w14:textId="16F800F7" w:rsidR="00BE72A5" w:rsidRPr="00147F2B" w:rsidRDefault="00B80D46" w:rsidP="000A2450">
      <w:pPr>
        <w:pStyle w:val="a"/>
        <w:numPr>
          <w:ilvl w:val="2"/>
          <w:numId w:val="36"/>
        </w:numPr>
        <w:spacing w:after="0"/>
        <w:ind w:left="0" w:firstLine="708"/>
        <w:rPr>
          <w:szCs w:val="28"/>
        </w:rPr>
      </w:pPr>
      <w:bookmarkStart w:id="150" w:name="_Ref338878497"/>
      <w:r w:rsidRPr="00147F2B">
        <w:rPr>
          <w:szCs w:val="28"/>
        </w:rPr>
        <w:t>А</w:t>
      </w:r>
      <w:r w:rsidR="00DD6B3F" w:rsidRPr="00147F2B">
        <w:rPr>
          <w:szCs w:val="28"/>
        </w:rPr>
        <w:t>нализ</w:t>
      </w:r>
      <w:r w:rsidR="005115EE" w:rsidRPr="00147F2B">
        <w:rPr>
          <w:szCs w:val="28"/>
        </w:rPr>
        <w:t>, рассмотрение</w:t>
      </w:r>
      <w:r w:rsidR="001D6A5D">
        <w:rPr>
          <w:szCs w:val="28"/>
        </w:rPr>
        <w:t xml:space="preserve"> З</w:t>
      </w:r>
      <w:r w:rsidR="00DD6B3F" w:rsidRPr="00147F2B">
        <w:rPr>
          <w:szCs w:val="28"/>
        </w:rPr>
        <w:t>аяв</w:t>
      </w:r>
      <w:r w:rsidRPr="00147F2B">
        <w:rPr>
          <w:szCs w:val="28"/>
        </w:rPr>
        <w:t>ок</w:t>
      </w:r>
      <w:r w:rsidR="00DD6B3F" w:rsidRPr="00147F2B">
        <w:rPr>
          <w:szCs w:val="28"/>
        </w:rPr>
        <w:t xml:space="preserve"> </w:t>
      </w:r>
      <w:r w:rsidR="00A37FF4">
        <w:rPr>
          <w:szCs w:val="28"/>
        </w:rPr>
        <w:t>проводя</w:t>
      </w:r>
      <w:r w:rsidRPr="00147F2B">
        <w:rPr>
          <w:szCs w:val="28"/>
        </w:rPr>
        <w:t xml:space="preserve">тся в соответствии с </w:t>
      </w:r>
      <w:r w:rsidR="00BF3418" w:rsidRPr="00147F2B">
        <w:rPr>
          <w:szCs w:val="28"/>
        </w:rPr>
        <w:t>Разделом</w:t>
      </w:r>
      <w:r w:rsidR="00540F54">
        <w:rPr>
          <w:szCs w:val="28"/>
        </w:rPr>
        <w:t> </w:t>
      </w:r>
      <w:r w:rsidR="00BF3418" w:rsidRPr="00147F2B">
        <w:rPr>
          <w:szCs w:val="28"/>
        </w:rPr>
        <w:t xml:space="preserve">1 «Анализ </w:t>
      </w:r>
      <w:r w:rsidR="00985B91" w:rsidRPr="00985B91">
        <w:rPr>
          <w:szCs w:val="28"/>
        </w:rPr>
        <w:t>Заявки</w:t>
      </w:r>
      <w:r w:rsidR="00BF3418" w:rsidRPr="00147F2B">
        <w:rPr>
          <w:szCs w:val="28"/>
        </w:rPr>
        <w:t xml:space="preserve"> на предмет соответствия Участника </w:t>
      </w:r>
      <w:r w:rsidR="00985B91" w:rsidRPr="00985B91">
        <w:rPr>
          <w:szCs w:val="28"/>
        </w:rPr>
        <w:t xml:space="preserve">и состава Заявки </w:t>
      </w:r>
      <w:r w:rsidR="00BF3418" w:rsidRPr="00147F2B">
        <w:rPr>
          <w:szCs w:val="28"/>
        </w:rPr>
        <w:t>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00540F54">
        <w:rPr>
          <w:szCs w:val="28"/>
        </w:rPr>
        <w:t>З</w:t>
      </w:r>
      <w:r w:rsidRPr="00147F2B">
        <w:rPr>
          <w:szCs w:val="28"/>
        </w:rPr>
        <w:t>аявок</w:t>
      </w:r>
      <w:r w:rsidR="00F53A73">
        <w:rPr>
          <w:szCs w:val="28"/>
        </w:rPr>
        <w:t xml:space="preserve"> Участников</w:t>
      </w:r>
      <w:r w:rsidRPr="00147F2B">
        <w:rPr>
          <w:szCs w:val="28"/>
        </w:rPr>
        <w:t>», являющи</w:t>
      </w:r>
      <w:r w:rsidR="00687CB6">
        <w:rPr>
          <w:szCs w:val="28"/>
        </w:rPr>
        <w:t>мся неотъемлемой частью данной Д</w:t>
      </w:r>
      <w:r w:rsidRPr="00147F2B">
        <w:rPr>
          <w:szCs w:val="28"/>
        </w:rPr>
        <w:t>окументации</w:t>
      </w:r>
      <w:r w:rsidR="00DD6B3F" w:rsidRPr="00147F2B">
        <w:rPr>
          <w:szCs w:val="28"/>
        </w:rPr>
        <w:t>, в том числе на:</w:t>
      </w:r>
      <w:bookmarkEnd w:id="150"/>
    </w:p>
    <w:p w14:paraId="00064E44" w14:textId="77777777" w:rsidR="00BE72A5" w:rsidRPr="00147F2B" w:rsidRDefault="005C2EB9" w:rsidP="00B87060">
      <w:pPr>
        <w:pStyle w:val="a0"/>
        <w:numPr>
          <w:ilvl w:val="3"/>
          <w:numId w:val="15"/>
        </w:numPr>
        <w:tabs>
          <w:tab w:val="clear" w:pos="1222"/>
        </w:tabs>
        <w:ind w:left="1701" w:hanging="567"/>
        <w:rPr>
          <w:szCs w:val="28"/>
        </w:rPr>
      </w:pPr>
      <w:r>
        <w:rPr>
          <w:szCs w:val="28"/>
        </w:rPr>
        <w:t>соответствие предмета З</w:t>
      </w:r>
      <w:r w:rsidR="00BE72A5" w:rsidRPr="00147F2B">
        <w:rPr>
          <w:szCs w:val="28"/>
        </w:rPr>
        <w:t xml:space="preserve">аявки </w:t>
      </w:r>
      <w:r w:rsidR="00687CB6">
        <w:rPr>
          <w:szCs w:val="28"/>
        </w:rPr>
        <w:t>предмету закупки, указанному в Д</w:t>
      </w:r>
      <w:r w:rsidR="00BE72A5" w:rsidRPr="00147F2B">
        <w:rPr>
          <w:szCs w:val="28"/>
        </w:rPr>
        <w:t>окументации, в том числе по количественным показателям (количество поставляемого товара)</w:t>
      </w:r>
      <w:r w:rsidR="00614344" w:rsidRPr="00147F2B">
        <w:rPr>
          <w:szCs w:val="28"/>
        </w:rPr>
        <w:t xml:space="preserve"> и срока поставки</w:t>
      </w:r>
      <w:r w:rsidR="00BE72A5" w:rsidRPr="00147F2B">
        <w:rPr>
          <w:szCs w:val="28"/>
        </w:rPr>
        <w:t>;</w:t>
      </w:r>
    </w:p>
    <w:p w14:paraId="0CF5420D"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w:t>
      </w:r>
      <w:r w:rsidR="00687CB6">
        <w:rPr>
          <w:szCs w:val="28"/>
        </w:rPr>
        <w:t>ление документов, определенных Д</w:t>
      </w:r>
      <w:r w:rsidRPr="00147F2B">
        <w:rPr>
          <w:szCs w:val="28"/>
        </w:rPr>
        <w:t>окументацией;</w:t>
      </w:r>
    </w:p>
    <w:p w14:paraId="37F39ACE"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w:t>
      </w:r>
      <w:r w:rsidR="00687CB6">
        <w:rPr>
          <w:szCs w:val="28"/>
        </w:rPr>
        <w:t>екта договора, содержащегося в Д</w:t>
      </w:r>
      <w:r w:rsidRPr="00147F2B">
        <w:rPr>
          <w:szCs w:val="28"/>
        </w:rPr>
        <w:t>окументации;</w:t>
      </w:r>
    </w:p>
    <w:p w14:paraId="1786AD2B" w14:textId="77777777"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14:paraId="24AE1434" w14:textId="126B7559"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Pr="00147F2B">
        <w:rPr>
          <w:szCs w:val="28"/>
        </w:rPr>
        <w:t>).</w:t>
      </w:r>
    </w:p>
    <w:p w14:paraId="4549D09A" w14:textId="77777777" w:rsidR="000351E3"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14:paraId="3BD48940" w14:textId="77777777" w:rsidR="00F231FB"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14:paraId="63A225E7" w14:textId="673E3E4D" w:rsidR="004E0388" w:rsidRPr="00147F2B" w:rsidRDefault="00400232" w:rsidP="000A2450">
      <w:pPr>
        <w:pStyle w:val="a"/>
        <w:numPr>
          <w:ilvl w:val="2"/>
          <w:numId w:val="36"/>
        </w:numPr>
        <w:spacing w:after="0"/>
        <w:ind w:left="0" w:firstLine="708"/>
        <w:rPr>
          <w:szCs w:val="28"/>
        </w:rPr>
      </w:pPr>
      <w:r w:rsidRPr="00400232">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Pr>
          <w:szCs w:val="28"/>
        </w:rPr>
        <w:t>ЭТП</w:t>
      </w:r>
      <w:r w:rsidRPr="00400232">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Pr>
          <w:szCs w:val="28"/>
        </w:rPr>
        <w:t>ЭТП</w:t>
      </w:r>
      <w:r w:rsidR="004E0388" w:rsidRPr="00147F2B">
        <w:rPr>
          <w:szCs w:val="28"/>
        </w:rPr>
        <w:t>.</w:t>
      </w:r>
    </w:p>
    <w:p w14:paraId="5E94FDF6" w14:textId="77777777" w:rsidR="004E0388" w:rsidRPr="00147F2B" w:rsidRDefault="004E0388" w:rsidP="000A2450">
      <w:pPr>
        <w:pStyle w:val="a"/>
        <w:numPr>
          <w:ilvl w:val="2"/>
          <w:numId w:val="36"/>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14DFA78D" w14:textId="77777777" w:rsidR="004E0388" w:rsidRPr="00147F2B" w:rsidRDefault="00A0353C" w:rsidP="000A2450">
      <w:pPr>
        <w:pStyle w:val="a"/>
        <w:numPr>
          <w:ilvl w:val="2"/>
          <w:numId w:val="36"/>
        </w:numPr>
        <w:spacing w:after="0"/>
        <w:ind w:left="0" w:firstLine="708"/>
        <w:rPr>
          <w:szCs w:val="28"/>
        </w:rPr>
      </w:pPr>
      <w:r w:rsidRPr="00147F2B">
        <w:rPr>
          <w:szCs w:val="28"/>
        </w:rPr>
        <w:lastRenderedPageBreak/>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14:paraId="632B9640" w14:textId="51248092" w:rsidR="00E51B80" w:rsidRPr="00147F2B" w:rsidRDefault="001D6A5D" w:rsidP="000A2450">
      <w:pPr>
        <w:pStyle w:val="a"/>
        <w:numPr>
          <w:ilvl w:val="2"/>
          <w:numId w:val="36"/>
        </w:numPr>
        <w:spacing w:after="0"/>
        <w:ind w:left="0" w:firstLine="708"/>
        <w:rPr>
          <w:szCs w:val="28"/>
        </w:rPr>
      </w:pPr>
      <w:bookmarkStart w:id="151" w:name="_Ref263072065"/>
      <w:bookmarkStart w:id="152" w:name="_Ref310555233"/>
      <w:r>
        <w:rPr>
          <w:szCs w:val="28"/>
        </w:rPr>
        <w:t>По результатам анализа З</w:t>
      </w:r>
      <w:r w:rsidR="00E51B80" w:rsidRPr="00147F2B">
        <w:rPr>
          <w:szCs w:val="28"/>
        </w:rPr>
        <w:t xml:space="preserve">аявок и проверки информации об </w:t>
      </w:r>
      <w:r w:rsidR="0078174A" w:rsidRPr="00147F2B">
        <w:rPr>
          <w:szCs w:val="28"/>
        </w:rPr>
        <w:t>Участник</w:t>
      </w:r>
      <w:r w:rsidR="00E51B80"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005C2EB9">
        <w:rPr>
          <w:szCs w:val="28"/>
        </w:rPr>
        <w:t xml:space="preserve"> З</w:t>
      </w:r>
      <w:r w:rsidR="00E51B80" w:rsidRPr="00147F2B">
        <w:rPr>
          <w:szCs w:val="28"/>
        </w:rPr>
        <w:t xml:space="preserve">аявки </w:t>
      </w:r>
      <w:bookmarkEnd w:id="151"/>
      <w:r w:rsidR="00A35B70" w:rsidRPr="00147F2B">
        <w:rPr>
          <w:color w:val="000000"/>
          <w:szCs w:val="28"/>
        </w:rPr>
        <w:t xml:space="preserve">в соответствии с </w:t>
      </w:r>
      <w:r w:rsidR="00D01B07" w:rsidRPr="00147F2B">
        <w:rPr>
          <w:color w:val="000000"/>
          <w:szCs w:val="28"/>
        </w:rPr>
        <w:t xml:space="preserve">Разделом 1 «Анализ </w:t>
      </w:r>
      <w:r w:rsidR="00985B91" w:rsidRPr="00985B91">
        <w:rPr>
          <w:color w:val="000000"/>
          <w:szCs w:val="28"/>
        </w:rPr>
        <w:t>Заявки</w:t>
      </w:r>
      <w:r w:rsidR="00D01B07" w:rsidRPr="00147F2B">
        <w:rPr>
          <w:color w:val="000000"/>
          <w:szCs w:val="28"/>
        </w:rPr>
        <w:t xml:space="preserve"> на предмет соответствия Участника </w:t>
      </w:r>
      <w:r w:rsidR="00985B91" w:rsidRPr="00985B91">
        <w:rPr>
          <w:color w:val="000000"/>
          <w:szCs w:val="28"/>
        </w:rPr>
        <w:t xml:space="preserve">и состава Заявки </w:t>
      </w:r>
      <w:r w:rsidR="00D01B07" w:rsidRPr="00147F2B">
        <w:rPr>
          <w:color w:val="000000"/>
          <w:szCs w:val="28"/>
        </w:rPr>
        <w:t xml:space="preserve">требованиям Документации» Приложения 3 «Методика анализа и оценки </w:t>
      </w:r>
      <w:r w:rsidR="00540F54">
        <w:rPr>
          <w:color w:val="000000"/>
          <w:szCs w:val="28"/>
        </w:rPr>
        <w:t>З</w:t>
      </w:r>
      <w:r w:rsidR="001B3EE6">
        <w:rPr>
          <w:color w:val="000000"/>
          <w:szCs w:val="28"/>
        </w:rPr>
        <w:t>аявок У</w:t>
      </w:r>
      <w:r w:rsidR="00D01B07" w:rsidRPr="00147F2B">
        <w:rPr>
          <w:color w:val="000000"/>
          <w:szCs w:val="28"/>
        </w:rPr>
        <w:t>частников»</w:t>
      </w:r>
      <w:r w:rsidR="00E51B80" w:rsidRPr="00147F2B">
        <w:rPr>
          <w:szCs w:val="28"/>
        </w:rPr>
        <w:t>.</w:t>
      </w:r>
      <w:bookmarkEnd w:id="152"/>
      <w:r w:rsidR="005C2EB9">
        <w:rPr>
          <w:szCs w:val="28"/>
        </w:rPr>
        <w:t xml:space="preserve"> Если З</w:t>
      </w:r>
      <w:r w:rsidR="00A31FDD" w:rsidRPr="00A31FDD">
        <w:rPr>
          <w:szCs w:val="28"/>
        </w:rPr>
        <w:t>аявка одного из Участников по какому-либо критерию данного раздел</w:t>
      </w:r>
      <w:r w:rsidR="008F462A">
        <w:rPr>
          <w:szCs w:val="28"/>
        </w:rPr>
        <w:t>а не была отклонена Комиссией, З</w:t>
      </w:r>
      <w:r w:rsidR="00A31FDD" w:rsidRPr="00A31FDD">
        <w:rPr>
          <w:szCs w:val="28"/>
        </w:rPr>
        <w:t>аявки остальных Участников по данному критерию также не отклоняются.</w:t>
      </w:r>
    </w:p>
    <w:p w14:paraId="1A3000C6" w14:textId="1D512551" w:rsidR="00B01204" w:rsidRDefault="00DD4C52" w:rsidP="000A2450">
      <w:pPr>
        <w:pStyle w:val="a"/>
        <w:numPr>
          <w:ilvl w:val="2"/>
          <w:numId w:val="36"/>
        </w:numPr>
        <w:spacing w:after="0"/>
        <w:ind w:left="0" w:firstLine="708"/>
        <w:rPr>
          <w:szCs w:val="28"/>
        </w:rPr>
      </w:pPr>
      <w:bookmarkStart w:id="153" w:name="_Ref323253028"/>
      <w:r w:rsidRPr="00147F2B">
        <w:rPr>
          <w:szCs w:val="28"/>
        </w:rPr>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аявки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 xml:space="preserve">требованиями Раздела 2 «Оценка и сопоставление </w:t>
      </w:r>
      <w:r w:rsidR="00540F54">
        <w:rPr>
          <w:szCs w:val="28"/>
        </w:rPr>
        <w:t>З</w:t>
      </w:r>
      <w:r w:rsidR="005A038A" w:rsidRPr="00147F2B">
        <w:rPr>
          <w:szCs w:val="28"/>
        </w:rPr>
        <w:t>аявок Участников» Приложения</w:t>
      </w:r>
      <w:r w:rsidR="00CC4541" w:rsidRPr="00147F2B">
        <w:rPr>
          <w:szCs w:val="28"/>
        </w:rPr>
        <w:t xml:space="preserve"> 3 «Методика анализа и оценки </w:t>
      </w:r>
      <w:r w:rsidR="00540F54">
        <w:rPr>
          <w:szCs w:val="28"/>
        </w:rPr>
        <w:t>З</w:t>
      </w:r>
      <w:r w:rsidR="001B3EE6">
        <w:rPr>
          <w:szCs w:val="28"/>
        </w:rPr>
        <w:t>аявок У</w:t>
      </w:r>
      <w:r w:rsidR="00CC4541" w:rsidRPr="00147F2B">
        <w:rPr>
          <w:szCs w:val="28"/>
        </w:rPr>
        <w:t>част</w:t>
      </w:r>
      <w:r w:rsidR="001B3EE6">
        <w:rPr>
          <w:szCs w:val="28"/>
        </w:rPr>
        <w:t>ников</w:t>
      </w:r>
      <w:r w:rsidR="00CC4541" w:rsidRPr="00147F2B">
        <w:rPr>
          <w:szCs w:val="28"/>
        </w:rPr>
        <w:t>»</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53"/>
      <w:r w:rsidR="00B01204" w:rsidRPr="00147F2B">
        <w:rPr>
          <w:szCs w:val="28"/>
        </w:rPr>
        <w:t>.</w:t>
      </w:r>
    </w:p>
    <w:p w14:paraId="7479FB4A" w14:textId="79B6AF79" w:rsidR="007F65DC" w:rsidRPr="006A3D51" w:rsidRDefault="007F65DC" w:rsidP="000A2450">
      <w:pPr>
        <w:pStyle w:val="a"/>
        <w:numPr>
          <w:ilvl w:val="2"/>
          <w:numId w:val="36"/>
        </w:numPr>
        <w:spacing w:after="0"/>
        <w:ind w:left="0" w:firstLine="708"/>
        <w:rPr>
          <w:szCs w:val="28"/>
        </w:rPr>
      </w:pPr>
      <w:r w:rsidRPr="006A3D51">
        <w:rPr>
          <w:szCs w:val="28"/>
        </w:rPr>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14:paraId="3E9A7882" w14:textId="77777777" w:rsidR="006F4E2C" w:rsidRPr="0082137B" w:rsidRDefault="006F4E2C" w:rsidP="005608AE">
      <w:pPr>
        <w:pStyle w:val="a"/>
        <w:numPr>
          <w:ilvl w:val="0"/>
          <w:numId w:val="0"/>
        </w:numPr>
        <w:spacing w:after="0"/>
        <w:rPr>
          <w:szCs w:val="28"/>
        </w:rPr>
      </w:pPr>
    </w:p>
    <w:p w14:paraId="470DDF21" w14:textId="77777777"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54" w:name="_Toc182371984"/>
      <w:bookmarkStart w:id="155" w:name="_Toc182906254"/>
      <w:bookmarkStart w:id="156" w:name="_Toc184801752"/>
      <w:bookmarkStart w:id="157" w:name="_Toc255048940"/>
      <w:bookmarkStart w:id="158" w:name="_Toc255048980"/>
      <w:bookmarkStart w:id="159" w:name="_Ref323216438"/>
      <w:bookmarkStart w:id="160" w:name="_Ref336338287"/>
      <w:bookmarkStart w:id="161" w:name="_Toc453152068"/>
      <w:bookmarkStart w:id="162" w:name="_Toc453166620"/>
      <w:bookmarkStart w:id="163" w:name="_Toc468260869"/>
      <w:r w:rsidRPr="00147F2B">
        <w:rPr>
          <w:b/>
          <w:sz w:val="28"/>
          <w:szCs w:val="28"/>
        </w:rPr>
        <w:t xml:space="preserve">Уторговывание цен </w:t>
      </w:r>
      <w:r w:rsidR="001D6A5D">
        <w:rPr>
          <w:b/>
          <w:sz w:val="28"/>
          <w:szCs w:val="28"/>
          <w:lang w:val="ru-RU"/>
        </w:rPr>
        <w:t>Заявок</w:t>
      </w:r>
      <w:bookmarkEnd w:id="154"/>
      <w:bookmarkEnd w:id="155"/>
      <w:bookmarkEnd w:id="156"/>
      <w:bookmarkEnd w:id="157"/>
      <w:bookmarkEnd w:id="158"/>
      <w:bookmarkEnd w:id="159"/>
      <w:bookmarkEnd w:id="160"/>
      <w:bookmarkEnd w:id="161"/>
      <w:bookmarkEnd w:id="162"/>
      <w:bookmarkEnd w:id="163"/>
    </w:p>
    <w:p w14:paraId="7A35CEE6" w14:textId="77777777" w:rsidR="00430A34" w:rsidRPr="00147F2B" w:rsidRDefault="00430A34" w:rsidP="00430A34">
      <w:pPr>
        <w:pStyle w:val="32"/>
        <w:spacing w:after="0"/>
        <w:ind w:left="709"/>
        <w:jc w:val="both"/>
        <w:outlineLvl w:val="1"/>
        <w:rPr>
          <w:sz w:val="28"/>
          <w:szCs w:val="28"/>
        </w:rPr>
      </w:pPr>
    </w:p>
    <w:p w14:paraId="7D4F4C8E" w14:textId="19DF3186" w:rsidR="006617A3" w:rsidRPr="00147F2B" w:rsidRDefault="0041732C" w:rsidP="000A2450">
      <w:pPr>
        <w:pStyle w:val="a"/>
        <w:numPr>
          <w:ilvl w:val="2"/>
          <w:numId w:val="37"/>
        </w:numPr>
        <w:spacing w:after="0"/>
        <w:ind w:left="0" w:firstLine="708"/>
        <w:rPr>
          <w:szCs w:val="28"/>
        </w:rPr>
      </w:pPr>
      <w:r w:rsidRPr="00147F2B">
        <w:rPr>
          <w:szCs w:val="28"/>
        </w:rPr>
        <w:t xml:space="preserve">Процедура уторговывания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этом случае Организатор приглашает к уторговыванию Участников с использованием функционала </w:t>
      </w:r>
      <w:r w:rsidR="000739B5">
        <w:rPr>
          <w:szCs w:val="28"/>
        </w:rPr>
        <w:t>ЭТП</w:t>
      </w:r>
      <w:r w:rsidRPr="00147F2B">
        <w:rPr>
          <w:szCs w:val="28"/>
        </w:rPr>
        <w:t>.</w:t>
      </w:r>
    </w:p>
    <w:p w14:paraId="6638DF4A" w14:textId="77777777" w:rsidR="0041732C" w:rsidRPr="00147F2B" w:rsidRDefault="0041732C" w:rsidP="000A2450">
      <w:pPr>
        <w:pStyle w:val="a"/>
        <w:numPr>
          <w:ilvl w:val="2"/>
          <w:numId w:val="37"/>
        </w:numPr>
        <w:spacing w:after="0"/>
        <w:ind w:left="0" w:firstLine="708"/>
        <w:rPr>
          <w:szCs w:val="28"/>
        </w:rPr>
      </w:pPr>
      <w:r w:rsidRPr="00147F2B">
        <w:rPr>
          <w:szCs w:val="28"/>
        </w:rPr>
        <w:t xml:space="preserve">Изменение иных условий Заявки,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14:paraId="2EDB15E4" w14:textId="77777777" w:rsidR="0041732C" w:rsidRPr="00147F2B" w:rsidRDefault="0078174A" w:rsidP="000A2450">
      <w:pPr>
        <w:pStyle w:val="a"/>
        <w:numPr>
          <w:ilvl w:val="2"/>
          <w:numId w:val="37"/>
        </w:numPr>
        <w:spacing w:after="0"/>
        <w:ind w:left="0" w:firstLine="708"/>
        <w:rPr>
          <w:szCs w:val="28"/>
        </w:rPr>
      </w:pPr>
      <w:r w:rsidRPr="00147F2B">
        <w:rPr>
          <w:szCs w:val="28"/>
        </w:rPr>
        <w:t>Участник</w:t>
      </w:r>
      <w:r w:rsidR="0041732C" w:rsidRPr="00147F2B">
        <w:rPr>
          <w:szCs w:val="28"/>
        </w:rPr>
        <w:t xml:space="preserve">и, получившие предложения к уторговыванию,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14:paraId="25E396E8" w14:textId="77777777" w:rsidR="00FF517C" w:rsidRPr="00147F2B" w:rsidRDefault="0078174A" w:rsidP="000A2450">
      <w:pPr>
        <w:pStyle w:val="a"/>
        <w:numPr>
          <w:ilvl w:val="2"/>
          <w:numId w:val="37"/>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w:t>
      </w:r>
      <w:r w:rsidR="008F462A">
        <w:rPr>
          <w:szCs w:val="28"/>
        </w:rPr>
        <w:t>ения, содержащие снижение цены З</w:t>
      </w:r>
      <w:r w:rsidR="006617A3" w:rsidRPr="00147F2B">
        <w:rPr>
          <w:szCs w:val="28"/>
        </w:rPr>
        <w:t>аявки.</w:t>
      </w:r>
    </w:p>
    <w:p w14:paraId="27211C46" w14:textId="77777777" w:rsidR="00F601C6" w:rsidRPr="00147F2B" w:rsidRDefault="00F601C6" w:rsidP="000A2450">
      <w:pPr>
        <w:pStyle w:val="a"/>
        <w:numPr>
          <w:ilvl w:val="2"/>
          <w:numId w:val="37"/>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уторговывания Участникам не сообщаются и разглашен</w:t>
      </w:r>
      <w:r w:rsidR="002134EC">
        <w:rPr>
          <w:szCs w:val="28"/>
        </w:rPr>
        <w:t>ию не подлежат.</w:t>
      </w:r>
    </w:p>
    <w:p w14:paraId="3C4662AD" w14:textId="77777777" w:rsidR="00586F38" w:rsidRPr="00147F2B" w:rsidRDefault="00586F38" w:rsidP="00430A34">
      <w:pPr>
        <w:pStyle w:val="25"/>
        <w:ind w:firstLine="709"/>
        <w:jc w:val="both"/>
        <w:rPr>
          <w:szCs w:val="28"/>
        </w:rPr>
      </w:pPr>
    </w:p>
    <w:p w14:paraId="734457FE" w14:textId="77777777"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64" w:name="_Toc255048941"/>
      <w:bookmarkStart w:id="165" w:name="_Toc255048981"/>
      <w:bookmarkStart w:id="166" w:name="_Toc279325389"/>
      <w:bookmarkStart w:id="167" w:name="_Ref323216465"/>
      <w:bookmarkStart w:id="168" w:name="_Ref323317281"/>
      <w:bookmarkStart w:id="169" w:name="_Toc453152069"/>
      <w:bookmarkStart w:id="170" w:name="_Toc453166621"/>
      <w:bookmarkStart w:id="171" w:name="_Toc468260870"/>
      <w:r w:rsidRPr="00147F2B">
        <w:rPr>
          <w:b/>
          <w:sz w:val="28"/>
          <w:szCs w:val="28"/>
        </w:rPr>
        <w:t>Подведение итогов запроса предложений</w:t>
      </w:r>
      <w:bookmarkEnd w:id="164"/>
      <w:bookmarkEnd w:id="165"/>
      <w:bookmarkEnd w:id="166"/>
      <w:bookmarkEnd w:id="167"/>
      <w:bookmarkEnd w:id="168"/>
      <w:bookmarkEnd w:id="169"/>
      <w:bookmarkEnd w:id="170"/>
      <w:bookmarkEnd w:id="171"/>
    </w:p>
    <w:p w14:paraId="1FF0A09D" w14:textId="77777777" w:rsidR="00430A34" w:rsidRPr="00147F2B" w:rsidRDefault="00430A34" w:rsidP="00430A34">
      <w:pPr>
        <w:pStyle w:val="32"/>
        <w:spacing w:after="0"/>
        <w:ind w:left="709"/>
        <w:jc w:val="both"/>
        <w:outlineLvl w:val="1"/>
        <w:rPr>
          <w:b/>
          <w:sz w:val="28"/>
          <w:szCs w:val="28"/>
        </w:rPr>
      </w:pPr>
    </w:p>
    <w:p w14:paraId="6D4E6BBE" w14:textId="227BA416" w:rsidR="00DD66B6" w:rsidRPr="00147F2B" w:rsidRDefault="00DD66B6" w:rsidP="000A2450">
      <w:pPr>
        <w:pStyle w:val="a"/>
        <w:numPr>
          <w:ilvl w:val="2"/>
          <w:numId w:val="38"/>
        </w:numPr>
        <w:spacing w:after="0"/>
        <w:ind w:left="0" w:firstLine="708"/>
        <w:rPr>
          <w:szCs w:val="28"/>
        </w:rPr>
      </w:pPr>
      <w:r w:rsidRPr="00147F2B">
        <w:rPr>
          <w:szCs w:val="28"/>
        </w:rPr>
        <w:lastRenderedPageBreak/>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w:t>
      </w:r>
      <w:r w:rsidRPr="00147F2B">
        <w:rPr>
          <w:szCs w:val="28"/>
        </w:rPr>
        <w:t>.</w:t>
      </w:r>
    </w:p>
    <w:p w14:paraId="74884784" w14:textId="17C5DD41" w:rsidR="00E9040C" w:rsidRPr="00147F2B" w:rsidRDefault="00E9040C" w:rsidP="000A2450">
      <w:pPr>
        <w:pStyle w:val="a"/>
        <w:numPr>
          <w:ilvl w:val="2"/>
          <w:numId w:val="38"/>
        </w:numPr>
        <w:spacing w:after="0"/>
        <w:ind w:left="0" w:firstLine="708"/>
        <w:rPr>
          <w:szCs w:val="28"/>
        </w:rPr>
      </w:pPr>
      <w:r w:rsidRPr="00147F2B">
        <w:rPr>
          <w:szCs w:val="28"/>
        </w:rPr>
        <w:t xml:space="preserve">Организатор извещает Участников о дате заседания Комиссии с использованием функционала </w:t>
      </w:r>
      <w:r w:rsidR="000739B5">
        <w:rPr>
          <w:szCs w:val="28"/>
        </w:rPr>
        <w:t>ЭТП</w:t>
      </w:r>
      <w:r w:rsidRPr="00147F2B">
        <w:rPr>
          <w:szCs w:val="28"/>
        </w:rPr>
        <w:t>.</w:t>
      </w:r>
    </w:p>
    <w:p w14:paraId="2B2C7795" w14:textId="77777777" w:rsidR="0017296D" w:rsidRPr="00147F2B" w:rsidRDefault="008C4A09" w:rsidP="000A2450">
      <w:pPr>
        <w:pStyle w:val="a"/>
        <w:numPr>
          <w:ilvl w:val="2"/>
          <w:numId w:val="38"/>
        </w:numPr>
        <w:spacing w:after="0"/>
        <w:ind w:left="0" w:firstLine="708"/>
        <w:rPr>
          <w:szCs w:val="28"/>
        </w:rPr>
      </w:pPr>
      <w:bookmarkStart w:id="172" w:name="_Ref383599493"/>
      <w:r w:rsidRPr="00147F2B">
        <w:rPr>
          <w:szCs w:val="28"/>
        </w:rPr>
        <w:t>В случае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72"/>
    </w:p>
    <w:p w14:paraId="63F466DE" w14:textId="1516AA4B" w:rsidR="00FD3471" w:rsidRPr="00147F2B" w:rsidRDefault="0017296D" w:rsidP="000A2450">
      <w:pPr>
        <w:pStyle w:val="a"/>
        <w:numPr>
          <w:ilvl w:val="2"/>
          <w:numId w:val="38"/>
        </w:numPr>
        <w:spacing w:after="0"/>
        <w:ind w:left="0" w:firstLine="708"/>
        <w:rPr>
          <w:szCs w:val="28"/>
        </w:rPr>
      </w:pPr>
      <w:bookmarkStart w:id="173"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8F462A">
        <w:rPr>
          <w:szCs w:val="28"/>
        </w:rPr>
        <w:t>лучшей З</w:t>
      </w:r>
      <w:r w:rsidR="00F94793" w:rsidRPr="00147F2B">
        <w:rPr>
          <w:szCs w:val="28"/>
        </w:rPr>
        <w:t>аявки</w:t>
      </w:r>
      <w:r w:rsidR="008F462A">
        <w:rPr>
          <w:szCs w:val="28"/>
        </w:rPr>
        <w:t xml:space="preserve"> У</w:t>
      </w:r>
      <w:r w:rsidR="007F0594" w:rsidRPr="00147F2B">
        <w:rPr>
          <w:szCs w:val="28"/>
        </w:rPr>
        <w:t xml:space="preserve">частников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2134EC">
        <w:rPr>
          <w:szCs w:val="28"/>
        </w:rPr>
        <w:t>еше</w:t>
      </w:r>
      <w:r w:rsidR="001D6A5D">
        <w:rPr>
          <w:szCs w:val="28"/>
        </w:rPr>
        <w:t>ние об отклонении З</w:t>
      </w:r>
      <w:r w:rsidR="002134EC">
        <w:rPr>
          <w:szCs w:val="28"/>
        </w:rPr>
        <w:t>аявок У</w:t>
      </w:r>
      <w:r w:rsidR="00C87B3D" w:rsidRPr="00147F2B">
        <w:rPr>
          <w:szCs w:val="28"/>
        </w:rPr>
        <w:t xml:space="preserve">частников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w:t>
      </w:r>
      <w:r w:rsidR="00985B91" w:rsidRPr="00985B91">
        <w:rPr>
          <w:szCs w:val="28"/>
        </w:rPr>
        <w:t>Заявки</w:t>
      </w:r>
      <w:r w:rsidR="00C87B3D" w:rsidRPr="00147F2B">
        <w:rPr>
          <w:szCs w:val="28"/>
        </w:rPr>
        <w:t xml:space="preserve"> на предмет соответствия Участника </w:t>
      </w:r>
      <w:r w:rsidR="00985B91" w:rsidRPr="00985B91">
        <w:rPr>
          <w:szCs w:val="28"/>
        </w:rPr>
        <w:t xml:space="preserve">и состава Заявки </w:t>
      </w:r>
      <w:r w:rsidR="00C87B3D"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87B3D" w:rsidRPr="00147F2B">
        <w:rPr>
          <w:szCs w:val="28"/>
        </w:rPr>
        <w:t>частников».</w:t>
      </w:r>
      <w:bookmarkEnd w:id="173"/>
    </w:p>
    <w:p w14:paraId="321B4763" w14:textId="515B249D" w:rsidR="00C87B3D" w:rsidRPr="00147F2B" w:rsidRDefault="00C87B3D" w:rsidP="000A2450">
      <w:pPr>
        <w:pStyle w:val="a"/>
        <w:numPr>
          <w:ilvl w:val="2"/>
          <w:numId w:val="38"/>
        </w:numPr>
        <w:spacing w:after="0"/>
        <w:ind w:left="0" w:firstLine="708"/>
        <w:rPr>
          <w:szCs w:val="28"/>
        </w:rPr>
      </w:pPr>
      <w:r w:rsidRPr="00147F2B">
        <w:rPr>
          <w:szCs w:val="28"/>
        </w:rPr>
        <w:t xml:space="preserve">По </w:t>
      </w:r>
      <w:r w:rsidR="00FE240F" w:rsidRPr="00147F2B">
        <w:rPr>
          <w:szCs w:val="28"/>
        </w:rPr>
        <w:t>не</w:t>
      </w:r>
      <w:r w:rsidR="008F462A">
        <w:rPr>
          <w:szCs w:val="28"/>
        </w:rPr>
        <w:t>отклоненным З</w:t>
      </w:r>
      <w:r w:rsidR="00DB72D3" w:rsidRPr="00147F2B">
        <w:rPr>
          <w:szCs w:val="28"/>
        </w:rPr>
        <w:t>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 xml:space="preserve">аллы в соответствии с Разделом </w:t>
      </w:r>
      <w:r w:rsidR="00A02B64">
        <w:rPr>
          <w:szCs w:val="28"/>
        </w:rPr>
        <w:t>2</w:t>
      </w:r>
      <w:r w:rsidR="00DB72D3" w:rsidRPr="00147F2B">
        <w:rPr>
          <w:szCs w:val="28"/>
        </w:rPr>
        <w:t xml:space="preserve"> «</w:t>
      </w:r>
      <w:r w:rsidR="00140201" w:rsidRPr="00147F2B">
        <w:rPr>
          <w:szCs w:val="28"/>
        </w:rPr>
        <w:t xml:space="preserve">Оценка и сопоставление </w:t>
      </w:r>
      <w:r w:rsidR="00540F54">
        <w:rPr>
          <w:szCs w:val="28"/>
        </w:rPr>
        <w:t>З</w:t>
      </w:r>
      <w:r w:rsidR="00140201" w:rsidRPr="00147F2B">
        <w:rPr>
          <w:szCs w:val="28"/>
        </w:rPr>
        <w:t>аявок Участников</w:t>
      </w:r>
      <w:r w:rsidR="00DB72D3" w:rsidRPr="00147F2B">
        <w:rPr>
          <w:szCs w:val="28"/>
        </w:rPr>
        <w:t xml:space="preserve">» Приложения 3 «Методика анализа и оценки </w:t>
      </w:r>
      <w:r w:rsidR="00540F54">
        <w:rPr>
          <w:szCs w:val="28"/>
        </w:rPr>
        <w:t>З</w:t>
      </w:r>
      <w:r w:rsidR="001B3EE6">
        <w:rPr>
          <w:szCs w:val="28"/>
        </w:rPr>
        <w:t>аявок У</w:t>
      </w:r>
      <w:r w:rsidR="00DB72D3" w:rsidRPr="00147F2B">
        <w:rPr>
          <w:szCs w:val="28"/>
        </w:rPr>
        <w:t>частников»</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14:paraId="5B8E7AA7" w14:textId="77777777" w:rsidR="00633266" w:rsidRPr="00147F2B" w:rsidRDefault="007339D3" w:rsidP="000A2450">
      <w:pPr>
        <w:pStyle w:val="a"/>
        <w:numPr>
          <w:ilvl w:val="2"/>
          <w:numId w:val="38"/>
        </w:numPr>
        <w:spacing w:after="0"/>
        <w:ind w:left="0" w:firstLine="708"/>
        <w:rPr>
          <w:szCs w:val="28"/>
        </w:rPr>
      </w:pPr>
      <w:bookmarkStart w:id="174"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сумма средне</w:t>
      </w:r>
      <w:r w:rsidR="007F0594" w:rsidRPr="00147F2B">
        <w:rPr>
          <w:szCs w:val="28"/>
        </w:rPr>
        <w:t xml:space="preserve"> </w:t>
      </w:r>
      <w:r w:rsidR="00D912AD" w:rsidRPr="00147F2B">
        <w:rPr>
          <w:szCs w:val="28"/>
        </w:rPr>
        <w:t>арифметических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74"/>
    </w:p>
    <w:p w14:paraId="040442C5" w14:textId="77777777" w:rsidR="009745CF" w:rsidRPr="00147F2B" w:rsidRDefault="008F462A" w:rsidP="00633266">
      <w:pPr>
        <w:pStyle w:val="a"/>
        <w:numPr>
          <w:ilvl w:val="0"/>
          <w:numId w:val="0"/>
        </w:numPr>
        <w:spacing w:after="0"/>
        <w:ind w:firstLine="709"/>
        <w:rPr>
          <w:szCs w:val="28"/>
        </w:rPr>
      </w:pPr>
      <w:r>
        <w:rPr>
          <w:szCs w:val="28"/>
        </w:rPr>
        <w:t>Лучшей признается З</w:t>
      </w:r>
      <w:r w:rsidR="00633266" w:rsidRPr="00147F2B">
        <w:rPr>
          <w:szCs w:val="28"/>
        </w:rPr>
        <w:t xml:space="preserve">аявка с наибольшим количеством баллов, </w:t>
      </w:r>
      <w:r w:rsidR="00BE1F4E">
        <w:rPr>
          <w:szCs w:val="28"/>
        </w:rPr>
        <w:t>которой присвоено первое место.</w:t>
      </w:r>
    </w:p>
    <w:p w14:paraId="32823AD6" w14:textId="1A8BE29E" w:rsidR="002D7652" w:rsidRPr="00147F2B" w:rsidRDefault="00633266" w:rsidP="000A2450">
      <w:pPr>
        <w:pStyle w:val="a"/>
        <w:numPr>
          <w:ilvl w:val="2"/>
          <w:numId w:val="38"/>
        </w:numPr>
        <w:spacing w:after="0"/>
        <w:ind w:left="0" w:firstLine="708"/>
        <w:rPr>
          <w:szCs w:val="28"/>
        </w:rPr>
      </w:pPr>
      <w:bookmarkStart w:id="175" w:name="_Ref383599523"/>
      <w:r w:rsidRPr="00147F2B">
        <w:rPr>
          <w:szCs w:val="28"/>
        </w:rPr>
        <w:t>Зая</w:t>
      </w:r>
      <w:r w:rsidR="008F462A">
        <w:rPr>
          <w:szCs w:val="28"/>
        </w:rPr>
        <w:t>вка признается лучшей в пользу Заявки У</w:t>
      </w:r>
      <w:r w:rsidRPr="00147F2B">
        <w:rPr>
          <w:szCs w:val="28"/>
        </w:rPr>
        <w:t>частника, предложившего более низкую цену, при у</w:t>
      </w:r>
      <w:r w:rsidR="008F462A">
        <w:rPr>
          <w:szCs w:val="28"/>
        </w:rPr>
        <w:t>словии, что разница между этой Заявкой и З</w:t>
      </w:r>
      <w:r w:rsidR="002134EC">
        <w:rPr>
          <w:szCs w:val="28"/>
        </w:rPr>
        <w:t>аявкой У</w:t>
      </w:r>
      <w:r w:rsidRPr="00147F2B">
        <w:rPr>
          <w:szCs w:val="28"/>
        </w:rPr>
        <w:t>частника, которой присвоено 1 место, достигается за счет оценки по не стоимостному крит</w:t>
      </w:r>
      <w:r w:rsidR="000503BC">
        <w:rPr>
          <w:szCs w:val="28"/>
        </w:rPr>
        <w:t xml:space="preserve">ерию в соответствии с Разделом </w:t>
      </w:r>
      <w:r w:rsidR="00A02B64">
        <w:rPr>
          <w:szCs w:val="28"/>
        </w:rPr>
        <w:t>2</w:t>
      </w:r>
      <w:r w:rsidRPr="00147F2B">
        <w:rPr>
          <w:szCs w:val="28"/>
        </w:rPr>
        <w:t xml:space="preserve"> «Оценка и сопоставление </w:t>
      </w:r>
      <w:r w:rsidR="00540F54">
        <w:rPr>
          <w:szCs w:val="28"/>
        </w:rPr>
        <w:t>З</w:t>
      </w:r>
      <w:r w:rsidRPr="00147F2B">
        <w:rPr>
          <w:szCs w:val="28"/>
        </w:rPr>
        <w:t xml:space="preserve">аявок Участников» Приложения 3 «Методика анализа и оценки </w:t>
      </w:r>
      <w:r w:rsidR="00540F54">
        <w:rPr>
          <w:szCs w:val="28"/>
        </w:rPr>
        <w:t>З</w:t>
      </w:r>
      <w:r w:rsidR="001B3EE6">
        <w:rPr>
          <w:szCs w:val="28"/>
        </w:rPr>
        <w:t>аявок У</w:t>
      </w:r>
      <w:r w:rsidRPr="00147F2B">
        <w:rPr>
          <w:szCs w:val="28"/>
        </w:rPr>
        <w:t>частников».</w:t>
      </w:r>
      <w:bookmarkEnd w:id="175"/>
    </w:p>
    <w:p w14:paraId="4917F138" w14:textId="0AD9ACD1" w:rsidR="00023986" w:rsidRPr="00147F2B" w:rsidRDefault="00023986" w:rsidP="000A2450">
      <w:pPr>
        <w:pStyle w:val="a"/>
        <w:numPr>
          <w:ilvl w:val="2"/>
          <w:numId w:val="38"/>
        </w:numPr>
        <w:spacing w:after="0"/>
        <w:ind w:left="0" w:firstLine="708"/>
        <w:rPr>
          <w:szCs w:val="28"/>
        </w:rPr>
      </w:pPr>
      <w:r w:rsidRPr="00147F2B">
        <w:rPr>
          <w:szCs w:val="28"/>
        </w:rPr>
        <w:t xml:space="preserve">В случае снижения </w:t>
      </w:r>
      <w:r w:rsidR="00772A95" w:rsidRPr="00147F2B">
        <w:rPr>
          <w:szCs w:val="28"/>
        </w:rPr>
        <w:t xml:space="preserve">Участником </w:t>
      </w:r>
      <w:r w:rsidR="008F462A">
        <w:rPr>
          <w:szCs w:val="28"/>
        </w:rPr>
        <w:t>цены З</w:t>
      </w:r>
      <w:r w:rsidRPr="00147F2B">
        <w:rPr>
          <w:szCs w:val="28"/>
        </w:rPr>
        <w:t xml:space="preserve">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8F462A">
        <w:rPr>
          <w:szCs w:val="28"/>
        </w:rPr>
        <w:t xml:space="preserve"> З</w:t>
      </w:r>
      <w:r w:rsidR="005115EE" w:rsidRPr="00147F2B">
        <w:rPr>
          <w:szCs w:val="28"/>
        </w:rPr>
        <w:t>аявки</w:t>
      </w:r>
      <w:r w:rsidRPr="00147F2B">
        <w:rPr>
          <w:szCs w:val="28"/>
        </w:rPr>
        <w:t>, включая гарантии поставки товара. В случае не предо</w:t>
      </w:r>
      <w:r w:rsidR="008F462A">
        <w:rPr>
          <w:szCs w:val="28"/>
        </w:rPr>
        <w:t>ставления указанных документов З</w:t>
      </w:r>
      <w:r w:rsidRPr="00147F2B">
        <w:rPr>
          <w:szCs w:val="28"/>
        </w:rPr>
        <w:t xml:space="preserve">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w:t>
      </w:r>
      <w:r w:rsidR="00A2524A">
        <w:rPr>
          <w:b/>
          <w:szCs w:val="28"/>
        </w:rPr>
        <w:t>9</w:t>
      </w:r>
      <w:r w:rsidRPr="00147F2B">
        <w:rPr>
          <w:szCs w:val="28"/>
        </w:rPr>
        <w:t xml:space="preserve"> </w:t>
      </w:r>
      <w:r w:rsidR="00CC2547" w:rsidRPr="00147F2B">
        <w:rPr>
          <w:szCs w:val="28"/>
        </w:rPr>
        <w:t xml:space="preserve">Раздела 1 «Анализ </w:t>
      </w:r>
      <w:r w:rsidR="00985B91" w:rsidRPr="00985B91">
        <w:rPr>
          <w:szCs w:val="28"/>
        </w:rPr>
        <w:t>Заявки</w:t>
      </w:r>
      <w:r w:rsidR="00CC2547" w:rsidRPr="00147F2B">
        <w:rPr>
          <w:szCs w:val="28"/>
        </w:rPr>
        <w:t xml:space="preserve"> на предмет соответствия Участника </w:t>
      </w:r>
      <w:r w:rsidR="00985B91" w:rsidRPr="00985B91">
        <w:rPr>
          <w:szCs w:val="28"/>
        </w:rPr>
        <w:t xml:space="preserve">и состава Заявки </w:t>
      </w:r>
      <w:r w:rsidR="00CC2547"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C2547" w:rsidRPr="00147F2B">
        <w:rPr>
          <w:szCs w:val="28"/>
        </w:rPr>
        <w:t>частников».</w:t>
      </w:r>
    </w:p>
    <w:p w14:paraId="368DC424" w14:textId="742DD87E" w:rsidR="0005028E" w:rsidRPr="00147F2B" w:rsidRDefault="00751836" w:rsidP="000A2450">
      <w:pPr>
        <w:pStyle w:val="a"/>
        <w:numPr>
          <w:ilvl w:val="2"/>
          <w:numId w:val="38"/>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w:t>
      </w:r>
      <w:r w:rsidR="00687CB6">
        <w:rPr>
          <w:szCs w:val="28"/>
        </w:rPr>
        <w:t>ие исполнения договора, если в Д</w:t>
      </w:r>
      <w:r w:rsidRPr="00147F2B">
        <w:rPr>
          <w:szCs w:val="28"/>
        </w:rPr>
        <w:t>окументации было установлено такое требование, Комиссия вправе пересмотреть итоги запроса</w:t>
      </w:r>
      <w:r w:rsidR="008F462A">
        <w:rPr>
          <w:szCs w:val="28"/>
        </w:rPr>
        <w:t xml:space="preserve"> предложений и признать лучшей </w:t>
      </w:r>
      <w:r w:rsidR="008F462A">
        <w:rPr>
          <w:szCs w:val="28"/>
        </w:rPr>
        <w:lastRenderedPageBreak/>
        <w:t>З</w:t>
      </w:r>
      <w:r w:rsidRPr="00147F2B">
        <w:rPr>
          <w:szCs w:val="28"/>
        </w:rPr>
        <w:t>аявку, которой присвоено второе место, или принять решение об отказе от проведения запроса предложений.</w:t>
      </w:r>
    </w:p>
    <w:p w14:paraId="77AA67E6" w14:textId="77777777" w:rsidR="00801326" w:rsidRPr="00147F2B" w:rsidRDefault="00801326" w:rsidP="000A2450">
      <w:pPr>
        <w:pStyle w:val="a"/>
        <w:numPr>
          <w:ilvl w:val="2"/>
          <w:numId w:val="38"/>
        </w:numPr>
        <w:spacing w:after="0"/>
        <w:ind w:left="0" w:firstLine="708"/>
        <w:rPr>
          <w:szCs w:val="28"/>
        </w:rPr>
      </w:pPr>
      <w:bookmarkStart w:id="176" w:name="_Ref383610156"/>
      <w:r w:rsidRPr="00147F2B">
        <w:rPr>
          <w:szCs w:val="28"/>
        </w:rPr>
        <w:t>Комиссия может принять следующие решения:</w:t>
      </w:r>
      <w:bookmarkEnd w:id="176"/>
    </w:p>
    <w:p w14:paraId="5F60E60D" w14:textId="77777777" w:rsidR="00DD66B6"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sidR="00DD66B6" w:rsidRPr="00147F2B">
        <w:rPr>
          <w:szCs w:val="28"/>
        </w:rPr>
        <w:t>;</w:t>
      </w:r>
    </w:p>
    <w:p w14:paraId="23667889" w14:textId="69688DA8" w:rsidR="004324AB"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Pr>
          <w:szCs w:val="28"/>
        </w:rPr>
        <w:t xml:space="preserve"> </w:t>
      </w:r>
      <w:r w:rsidR="004324AB" w:rsidRPr="004324AB">
        <w:rPr>
          <w:szCs w:val="28"/>
        </w:rPr>
        <w:t>на часть объема за</w:t>
      </w:r>
      <w:r>
        <w:rPr>
          <w:szCs w:val="28"/>
        </w:rPr>
        <w:t xml:space="preserve">купки, но не менее 90% от цены </w:t>
      </w:r>
      <w:r>
        <w:rPr>
          <w:szCs w:val="28"/>
          <w:lang w:val="ru-RU"/>
        </w:rPr>
        <w:t>Заявки</w:t>
      </w:r>
      <w:r w:rsidR="004324AB" w:rsidRPr="004324AB">
        <w:rPr>
          <w:szCs w:val="28"/>
        </w:rPr>
        <w:t>.</w:t>
      </w:r>
    </w:p>
    <w:p w14:paraId="2D2AE441" w14:textId="77777777" w:rsidR="00DD66B6" w:rsidRPr="00147F2B" w:rsidRDefault="001D6A5D" w:rsidP="000A2450">
      <w:pPr>
        <w:pStyle w:val="23"/>
        <w:numPr>
          <w:ilvl w:val="0"/>
          <w:numId w:val="21"/>
        </w:numPr>
        <w:ind w:left="1701" w:hanging="567"/>
        <w:textAlignment w:val="baseline"/>
        <w:rPr>
          <w:szCs w:val="28"/>
        </w:rPr>
      </w:pPr>
      <w:r>
        <w:rPr>
          <w:szCs w:val="28"/>
        </w:rPr>
        <w:t xml:space="preserve">о проведении уторговывания цен </w:t>
      </w:r>
      <w:r>
        <w:rPr>
          <w:szCs w:val="28"/>
          <w:lang w:val="ru-RU"/>
        </w:rPr>
        <w:t>Заявок</w:t>
      </w:r>
      <w:r w:rsidR="00DD66B6" w:rsidRPr="00147F2B">
        <w:rPr>
          <w:szCs w:val="28"/>
        </w:rPr>
        <w:t>;</w:t>
      </w:r>
    </w:p>
    <w:p w14:paraId="61836C33" w14:textId="77777777" w:rsidR="00DD66B6" w:rsidRPr="00147F2B" w:rsidRDefault="001D6A5D" w:rsidP="000A2450">
      <w:pPr>
        <w:pStyle w:val="23"/>
        <w:numPr>
          <w:ilvl w:val="0"/>
          <w:numId w:val="21"/>
        </w:numPr>
        <w:ind w:left="1701" w:hanging="567"/>
        <w:textAlignment w:val="baseline"/>
        <w:rPr>
          <w:szCs w:val="28"/>
        </w:rPr>
      </w:pPr>
      <w:r>
        <w:rPr>
          <w:szCs w:val="28"/>
        </w:rPr>
        <w:t xml:space="preserve">об отклонении всех </w:t>
      </w:r>
      <w:r>
        <w:rPr>
          <w:szCs w:val="28"/>
          <w:lang w:val="ru-RU"/>
        </w:rPr>
        <w:t>Заявок</w:t>
      </w:r>
      <w:r w:rsidR="00DD66B6" w:rsidRPr="00147F2B">
        <w:rPr>
          <w:szCs w:val="28"/>
        </w:rPr>
        <w:t xml:space="preserve"> и признании запроса предложений несостоявшимся;</w:t>
      </w:r>
    </w:p>
    <w:p w14:paraId="09DAD186" w14:textId="77777777" w:rsidR="00DD66B6" w:rsidRPr="00147F2B" w:rsidRDefault="00DD66B6" w:rsidP="000A2450">
      <w:pPr>
        <w:pStyle w:val="23"/>
        <w:numPr>
          <w:ilvl w:val="0"/>
          <w:numId w:val="21"/>
        </w:numPr>
        <w:ind w:left="1701" w:hanging="567"/>
        <w:textAlignment w:val="baseline"/>
        <w:rPr>
          <w:szCs w:val="28"/>
        </w:rPr>
      </w:pPr>
      <w:r w:rsidRPr="00147F2B">
        <w:rPr>
          <w:szCs w:val="28"/>
        </w:rPr>
        <w:t>об отказе от проведения запроса предложений;</w:t>
      </w:r>
    </w:p>
    <w:p w14:paraId="2AA4B1DC" w14:textId="77777777" w:rsidR="00D912AD" w:rsidRPr="004324AB" w:rsidRDefault="00DD66B6" w:rsidP="000A2450">
      <w:pPr>
        <w:pStyle w:val="23"/>
        <w:numPr>
          <w:ilvl w:val="0"/>
          <w:numId w:val="21"/>
        </w:numPr>
        <w:ind w:left="1701" w:hanging="567"/>
        <w:textAlignment w:val="baseline"/>
        <w:rPr>
          <w:szCs w:val="28"/>
        </w:rPr>
      </w:pPr>
      <w:r w:rsidRPr="00147F2B">
        <w:rPr>
          <w:szCs w:val="28"/>
        </w:rPr>
        <w:t>о пр</w:t>
      </w:r>
      <w:r w:rsidR="001D6A5D">
        <w:rPr>
          <w:szCs w:val="28"/>
        </w:rPr>
        <w:t xml:space="preserve">оведении дополнительной оценки </w:t>
      </w:r>
      <w:r w:rsidR="001D6A5D">
        <w:rPr>
          <w:szCs w:val="28"/>
          <w:lang w:val="ru-RU"/>
        </w:rPr>
        <w:t>Заявок</w:t>
      </w:r>
      <w:r w:rsidR="004324AB">
        <w:rPr>
          <w:szCs w:val="28"/>
          <w:lang w:val="ru-RU"/>
        </w:rPr>
        <w:t>.</w:t>
      </w:r>
    </w:p>
    <w:p w14:paraId="0B4816E6" w14:textId="77777777" w:rsidR="00801326" w:rsidRPr="00147F2B" w:rsidRDefault="00DD66B6" w:rsidP="000A2450">
      <w:pPr>
        <w:pStyle w:val="a"/>
        <w:numPr>
          <w:ilvl w:val="2"/>
          <w:numId w:val="38"/>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14:paraId="67A31E17" w14:textId="6B0F4B8F"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w:t>
      </w:r>
      <w:r w:rsidR="009042A0">
        <w:rPr>
          <w:szCs w:val="28"/>
          <w:lang w:val="ru-RU"/>
        </w:rPr>
        <w:t>Извещения</w:t>
      </w:r>
      <w:r w:rsidRPr="00147F2B">
        <w:rPr>
          <w:szCs w:val="28"/>
        </w:rPr>
        <w:t>)</w:t>
      </w:r>
      <w:r w:rsidR="0024009F" w:rsidRPr="00147F2B">
        <w:rPr>
          <w:szCs w:val="28"/>
          <w:lang w:val="ru-RU"/>
        </w:rPr>
        <w:t>;</w:t>
      </w:r>
    </w:p>
    <w:p w14:paraId="77C63C75" w14:textId="77777777"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8F462A">
        <w:rPr>
          <w:szCs w:val="28"/>
          <w:lang w:val="ru-RU"/>
        </w:rPr>
        <w:t>открытия доступа к З</w:t>
      </w:r>
      <w:r w:rsidR="00115EA6" w:rsidRPr="00147F2B">
        <w:rPr>
          <w:szCs w:val="28"/>
          <w:lang w:val="ru-RU"/>
        </w:rPr>
        <w:t>аявкам</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8F462A">
        <w:rPr>
          <w:szCs w:val="28"/>
          <w:lang w:val="ru-RU"/>
        </w:rPr>
        <w:t>З</w:t>
      </w:r>
      <w:r w:rsidR="00022751" w:rsidRPr="00147F2B">
        <w:rPr>
          <w:szCs w:val="28"/>
          <w:lang w:val="ru-RU"/>
        </w:rPr>
        <w:t>аявки</w:t>
      </w:r>
      <w:r w:rsidRPr="00147F2B">
        <w:rPr>
          <w:szCs w:val="28"/>
        </w:rPr>
        <w:t xml:space="preserve">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14:paraId="0B0A481F" w14:textId="77777777"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w:t>
      </w:r>
      <w:r w:rsidR="001D6A5D">
        <w:rPr>
          <w:szCs w:val="28"/>
          <w:lang w:val="ru-RU"/>
        </w:rPr>
        <w:t>и</w:t>
      </w:r>
      <w:r w:rsidR="00243776">
        <w:rPr>
          <w:szCs w:val="28"/>
          <w:lang w:val="ru-RU"/>
        </w:rPr>
        <w:t xml:space="preserve"> </w:t>
      </w:r>
      <w:r>
        <w:rPr>
          <w:szCs w:val="28"/>
        </w:rPr>
        <w:t>оцен</w:t>
      </w:r>
      <w:r w:rsidR="00243776">
        <w:rPr>
          <w:szCs w:val="28"/>
          <w:lang w:val="ru-RU"/>
        </w:rPr>
        <w:t>ки</w:t>
      </w:r>
      <w:r>
        <w:rPr>
          <w:szCs w:val="28"/>
          <w:lang w:val="ru-RU"/>
        </w:rPr>
        <w:t xml:space="preserve"> </w:t>
      </w:r>
      <w:r w:rsidR="001D6A5D">
        <w:rPr>
          <w:szCs w:val="28"/>
          <w:lang w:val="ru-RU"/>
        </w:rPr>
        <w:t xml:space="preserve">Заявок </w:t>
      </w:r>
      <w:r w:rsidR="00D912AD" w:rsidRPr="00147F2B">
        <w:rPr>
          <w:szCs w:val="28"/>
        </w:rPr>
        <w:t>член</w:t>
      </w:r>
      <w:r w:rsidR="001D6A5D">
        <w:rPr>
          <w:szCs w:val="28"/>
          <w:lang w:val="ru-RU"/>
        </w:rPr>
        <w:t>ами</w:t>
      </w:r>
      <w:r w:rsidR="00D912AD" w:rsidRPr="00147F2B">
        <w:rPr>
          <w:szCs w:val="28"/>
        </w:rPr>
        <w:t xml:space="preserve"> Комиссии</w:t>
      </w:r>
      <w:r w:rsidR="00A43E72" w:rsidRPr="00147F2B">
        <w:rPr>
          <w:szCs w:val="28"/>
          <w:lang w:val="ru-RU"/>
        </w:rPr>
        <w:t>;</w:t>
      </w:r>
    </w:p>
    <w:p w14:paraId="247D8B3B" w14:textId="77777777"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принятом на основании резу</w:t>
      </w:r>
      <w:r w:rsidR="001D6A5D">
        <w:rPr>
          <w:szCs w:val="28"/>
          <w:lang w:val="ru-RU"/>
        </w:rPr>
        <w:t>льтатов оценки и сопоставления З</w:t>
      </w:r>
      <w:r w:rsidR="00A43E72" w:rsidRPr="00147F2B">
        <w:rPr>
          <w:szCs w:val="28"/>
          <w:lang w:val="ru-RU"/>
        </w:rPr>
        <w:t xml:space="preserve">аявок </w:t>
      </w:r>
      <w:r w:rsidR="008F462A">
        <w:rPr>
          <w:szCs w:val="28"/>
          <w:lang w:val="ru-RU"/>
        </w:rPr>
        <w:t>решении о присвоении З</w:t>
      </w:r>
      <w:r w:rsidR="00A43E72" w:rsidRPr="00147F2B">
        <w:rPr>
          <w:szCs w:val="28"/>
          <w:lang w:val="ru-RU"/>
        </w:rPr>
        <w:t>аявкам мест</w:t>
      </w:r>
      <w:r w:rsidRPr="00147F2B">
        <w:rPr>
          <w:szCs w:val="28"/>
          <w:lang w:val="ru-RU"/>
        </w:rPr>
        <w:t>;</w:t>
      </w:r>
    </w:p>
    <w:p w14:paraId="7F531239" w14:textId="72AD9296" w:rsidR="00681E3E" w:rsidRPr="00147F2B" w:rsidRDefault="001D6A5D" w:rsidP="00922A8A">
      <w:pPr>
        <w:pStyle w:val="23"/>
        <w:numPr>
          <w:ilvl w:val="3"/>
          <w:numId w:val="6"/>
        </w:numPr>
        <w:tabs>
          <w:tab w:val="clear" w:pos="3560"/>
        </w:tabs>
        <w:ind w:left="1701" w:hanging="567"/>
        <w:textAlignment w:val="baseline"/>
        <w:rPr>
          <w:b/>
          <w:szCs w:val="28"/>
        </w:rPr>
      </w:pPr>
      <w:r>
        <w:rPr>
          <w:szCs w:val="28"/>
          <w:lang w:val="ru-RU"/>
        </w:rPr>
        <w:t>в случае отклонения З</w:t>
      </w:r>
      <w:r w:rsidR="00681E3E" w:rsidRPr="00147F2B">
        <w:rPr>
          <w:szCs w:val="28"/>
          <w:lang w:val="ru-RU"/>
        </w:rPr>
        <w:t>аявок указывается</w:t>
      </w:r>
      <w:r w:rsidR="00A65047" w:rsidRPr="00147F2B">
        <w:rPr>
          <w:szCs w:val="28"/>
          <w:lang w:val="ru-RU"/>
        </w:rPr>
        <w:t xml:space="preserve"> </w:t>
      </w:r>
      <w:r w:rsidR="00681E3E" w:rsidRPr="00147F2B">
        <w:rPr>
          <w:szCs w:val="28"/>
          <w:lang w:val="ru-RU"/>
        </w:rPr>
        <w:t>причина</w:t>
      </w:r>
      <w:r w:rsidR="00A65047" w:rsidRPr="00147F2B">
        <w:rPr>
          <w:szCs w:val="28"/>
          <w:lang w:val="ru-RU"/>
        </w:rPr>
        <w:t xml:space="preserve"> отклоне</w:t>
      </w:r>
      <w:r w:rsidR="00681E3E" w:rsidRPr="00147F2B">
        <w:rPr>
          <w:szCs w:val="28"/>
          <w:lang w:val="ru-RU"/>
        </w:rPr>
        <w:t>ния</w:t>
      </w:r>
      <w:r>
        <w:rPr>
          <w:szCs w:val="28"/>
          <w:lang w:val="ru-RU"/>
        </w:rPr>
        <w:t xml:space="preserve"> З</w:t>
      </w:r>
      <w:r w:rsidR="00A65047" w:rsidRPr="00147F2B">
        <w:rPr>
          <w:szCs w:val="28"/>
          <w:lang w:val="ru-RU"/>
        </w:rPr>
        <w:t>аявок в соответствии с Разделом 1</w:t>
      </w:r>
      <w:r w:rsidR="00115619" w:rsidRPr="00147F2B">
        <w:rPr>
          <w:szCs w:val="28"/>
          <w:lang w:val="ru-RU"/>
        </w:rPr>
        <w:t xml:space="preserve"> «Анализ </w:t>
      </w:r>
      <w:r w:rsidR="00985B91" w:rsidRPr="00985B91">
        <w:rPr>
          <w:szCs w:val="28"/>
          <w:lang w:val="ru-RU"/>
        </w:rPr>
        <w:t>Заявки</w:t>
      </w:r>
      <w:r w:rsidR="00115619" w:rsidRPr="00147F2B">
        <w:rPr>
          <w:szCs w:val="28"/>
          <w:lang w:val="ru-RU"/>
        </w:rPr>
        <w:t xml:space="preserve"> на предмет соответствия Участника </w:t>
      </w:r>
      <w:r w:rsidR="00985B91" w:rsidRPr="00985B91">
        <w:rPr>
          <w:szCs w:val="28"/>
          <w:lang w:val="ru-RU"/>
        </w:rPr>
        <w:t xml:space="preserve">и состава Заявки </w:t>
      </w:r>
      <w:r w:rsidR="00115619" w:rsidRPr="00147F2B">
        <w:rPr>
          <w:szCs w:val="28"/>
          <w:lang w:val="ru-RU"/>
        </w:rPr>
        <w:t>требованиям Документации» Приложения 3 «</w:t>
      </w:r>
      <w:r w:rsidR="00115619" w:rsidRPr="00147F2B">
        <w:rPr>
          <w:szCs w:val="28"/>
        </w:rPr>
        <w:t xml:space="preserve">Методика анализа и оценки </w:t>
      </w:r>
      <w:r w:rsidR="00C30C88">
        <w:rPr>
          <w:szCs w:val="28"/>
          <w:lang w:val="ru-RU"/>
        </w:rPr>
        <w:t>З</w:t>
      </w:r>
      <w:r w:rsidR="00C50D71">
        <w:rPr>
          <w:szCs w:val="28"/>
          <w:lang w:val="ru-RU"/>
        </w:rPr>
        <w:t>аявок</w:t>
      </w:r>
      <w:r w:rsidR="001B3EE6">
        <w:rPr>
          <w:szCs w:val="28"/>
        </w:rPr>
        <w:t xml:space="preserve"> </w:t>
      </w:r>
      <w:r w:rsidR="001B3EE6">
        <w:rPr>
          <w:szCs w:val="28"/>
          <w:lang w:val="ru-RU"/>
        </w:rPr>
        <w:t>У</w:t>
      </w:r>
      <w:r w:rsidR="00115619" w:rsidRPr="00147F2B">
        <w:rPr>
          <w:szCs w:val="28"/>
        </w:rPr>
        <w:t>частников</w:t>
      </w:r>
      <w:r w:rsidR="00115619" w:rsidRPr="00147F2B">
        <w:rPr>
          <w:szCs w:val="28"/>
          <w:lang w:val="ru-RU"/>
        </w:rPr>
        <w:t>»</w:t>
      </w:r>
      <w:r w:rsidR="00681E3E" w:rsidRPr="00147F2B">
        <w:rPr>
          <w:szCs w:val="28"/>
          <w:lang w:val="ru-RU"/>
        </w:rPr>
        <w:t>;</w:t>
      </w:r>
    </w:p>
    <w:p w14:paraId="30EF12F6" w14:textId="54449FEF" w:rsidR="00A65047" w:rsidRPr="00147F2B" w:rsidRDefault="00A43E72" w:rsidP="00B87060">
      <w:pPr>
        <w:pStyle w:val="23"/>
        <w:numPr>
          <w:ilvl w:val="3"/>
          <w:numId w:val="6"/>
        </w:numPr>
        <w:tabs>
          <w:tab w:val="clear" w:pos="3560"/>
        </w:tabs>
        <w:ind w:left="1701" w:hanging="567"/>
        <w:textAlignment w:val="baseline"/>
        <w:rPr>
          <w:szCs w:val="28"/>
        </w:rPr>
      </w:pPr>
      <w:r w:rsidRPr="00147F2B">
        <w:rPr>
          <w:szCs w:val="28"/>
          <w:lang w:val="ru-RU"/>
        </w:rPr>
        <w:t>информация об изменении перечня номенклатур</w:t>
      </w:r>
      <w:r w:rsidR="003B6BAB" w:rsidRPr="00147F2B">
        <w:rPr>
          <w:szCs w:val="28"/>
          <w:lang w:val="ru-RU"/>
        </w:rPr>
        <w:t>ных позиций в случае выбора части объема закупки, но не</w:t>
      </w:r>
      <w:r w:rsidR="003B6BAB" w:rsidRPr="00147F2B">
        <w:rPr>
          <w:sz w:val="20"/>
          <w:szCs w:val="28"/>
          <w:lang w:val="ru-RU" w:eastAsia="ru-RU"/>
        </w:rPr>
        <w:t xml:space="preserve"> </w:t>
      </w:r>
      <w:r w:rsidR="008F462A">
        <w:rPr>
          <w:szCs w:val="28"/>
          <w:lang w:val="ru-RU"/>
        </w:rPr>
        <w:t>менее 90% от цены Заявки</w:t>
      </w:r>
      <w:r w:rsidR="003B6BAB" w:rsidRPr="00147F2B">
        <w:rPr>
          <w:szCs w:val="28"/>
          <w:lang w:val="ru-RU"/>
        </w:rPr>
        <w:t>;</w:t>
      </w:r>
    </w:p>
    <w:p w14:paraId="5EB743C1" w14:textId="77777777"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в случае пр</w:t>
      </w:r>
      <w:r w:rsidR="008F462A">
        <w:rPr>
          <w:szCs w:val="28"/>
        </w:rPr>
        <w:t xml:space="preserve">инятия решения о выборе лучшей </w:t>
      </w:r>
      <w:r w:rsidR="008F462A">
        <w:rPr>
          <w:szCs w:val="28"/>
          <w:lang w:val="ru-RU"/>
        </w:rPr>
        <w:t>Заявки</w:t>
      </w:r>
      <w:r w:rsidRPr="00147F2B">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008F462A">
        <w:rPr>
          <w:szCs w:val="28"/>
        </w:rPr>
        <w:t xml:space="preserve">а, представившего </w:t>
      </w:r>
      <w:r w:rsidR="008F462A">
        <w:rPr>
          <w:szCs w:val="28"/>
          <w:lang w:val="ru-RU"/>
        </w:rPr>
        <w:t>Заявку</w:t>
      </w:r>
      <w:r w:rsidR="00AC2BA6" w:rsidRPr="00147F2B">
        <w:rPr>
          <w:szCs w:val="28"/>
        </w:rPr>
        <w:t>, признанную лучшей</w:t>
      </w:r>
      <w:r w:rsidR="003B6BAB" w:rsidRPr="00147F2B">
        <w:rPr>
          <w:szCs w:val="28"/>
          <w:lang w:val="ru-RU"/>
        </w:rPr>
        <w:t>.</w:t>
      </w:r>
    </w:p>
    <w:p w14:paraId="37AF1B88" w14:textId="77777777" w:rsidR="00180C6C" w:rsidRPr="00410513" w:rsidRDefault="00180C6C" w:rsidP="00922A8A">
      <w:pPr>
        <w:pStyle w:val="23"/>
        <w:ind w:left="0"/>
        <w:textAlignment w:val="baseline"/>
      </w:pPr>
    </w:p>
    <w:p w14:paraId="53BFF0C5" w14:textId="77777777"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77" w:name="_Toc280286294"/>
      <w:bookmarkStart w:id="178" w:name="_Toc283662041"/>
      <w:bookmarkStart w:id="179" w:name="_Ref323217902"/>
      <w:bookmarkStart w:id="180" w:name="_Toc453152070"/>
      <w:bookmarkStart w:id="181" w:name="_Toc453166622"/>
      <w:bookmarkStart w:id="182" w:name="_Toc468260871"/>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77"/>
      <w:bookmarkEnd w:id="178"/>
      <w:bookmarkEnd w:id="179"/>
      <w:bookmarkEnd w:id="180"/>
      <w:bookmarkEnd w:id="181"/>
      <w:bookmarkEnd w:id="182"/>
    </w:p>
    <w:p w14:paraId="05849089" w14:textId="77777777" w:rsidR="00E7316E" w:rsidRPr="00147F2B" w:rsidRDefault="00E7316E" w:rsidP="00176D88">
      <w:pPr>
        <w:pStyle w:val="32"/>
        <w:spacing w:after="0"/>
        <w:ind w:left="0" w:firstLine="709"/>
        <w:jc w:val="both"/>
        <w:outlineLvl w:val="1"/>
        <w:rPr>
          <w:sz w:val="28"/>
          <w:szCs w:val="28"/>
        </w:rPr>
      </w:pPr>
    </w:p>
    <w:p w14:paraId="49A97883" w14:textId="4156315E" w:rsidR="00F502A2" w:rsidRPr="00147F2B" w:rsidRDefault="00F502A2" w:rsidP="000A2450">
      <w:pPr>
        <w:pStyle w:val="a"/>
        <w:numPr>
          <w:ilvl w:val="2"/>
          <w:numId w:val="39"/>
        </w:numPr>
        <w:spacing w:after="0"/>
        <w:ind w:left="0" w:firstLine="708"/>
        <w:rPr>
          <w:szCs w:val="28"/>
        </w:rPr>
      </w:pPr>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Pr>
          <w:szCs w:val="28"/>
        </w:rPr>
        <w:t xml:space="preserve">bank.ru и на официальном сайте </w:t>
      </w:r>
      <w:r w:rsidR="007514D7" w:rsidRPr="00DD503A">
        <w:rPr>
          <w:szCs w:val="28"/>
        </w:rPr>
        <w:t xml:space="preserve">ООО «Газпром трансгаз Уфа» </w:t>
      </w:r>
      <w:r w:rsidR="007514D7" w:rsidRPr="0083217C">
        <w:t>http://ufa-tr.gazprom.ru/</w:t>
      </w:r>
      <w:r w:rsidR="007514D7" w:rsidRPr="00147F2B">
        <w:rPr>
          <w:szCs w:val="28"/>
        </w:rPr>
        <w:t xml:space="preserve"> </w:t>
      </w:r>
      <w:r w:rsidR="00B647B3" w:rsidRPr="00147F2B">
        <w:rPr>
          <w:szCs w:val="28"/>
        </w:rPr>
        <w:t xml:space="preserve">(указывается информация о месте размещения протокола) </w:t>
      </w:r>
      <w:r w:rsidRPr="00147F2B">
        <w:rPr>
          <w:szCs w:val="28"/>
        </w:rPr>
        <w:t>не позднее чем через три дня со д</w:t>
      </w:r>
      <w:r w:rsidR="00213A3F" w:rsidRPr="00147F2B">
        <w:rPr>
          <w:szCs w:val="28"/>
        </w:rPr>
        <w:t>ня подписания таких протоколов.</w:t>
      </w:r>
    </w:p>
    <w:p w14:paraId="058121E5" w14:textId="12201BD0" w:rsidR="003F1272" w:rsidRPr="00147F2B" w:rsidRDefault="00A0353C" w:rsidP="000A2450">
      <w:pPr>
        <w:pStyle w:val="a"/>
        <w:numPr>
          <w:ilvl w:val="2"/>
          <w:numId w:val="39"/>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w:t>
      </w:r>
      <w:r w:rsidR="008F462A">
        <w:rPr>
          <w:szCs w:val="28"/>
        </w:rPr>
        <w:t>, представившего З</w:t>
      </w:r>
      <w:r w:rsidR="00AC3029" w:rsidRPr="00147F2B">
        <w:rPr>
          <w:szCs w:val="28"/>
        </w:rPr>
        <w:t>аявку,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w:t>
      </w:r>
      <w:r w:rsidR="000739B5">
        <w:rPr>
          <w:szCs w:val="28"/>
        </w:rPr>
        <w:t>ЭТП</w:t>
      </w:r>
      <w:r w:rsidR="00AC3029" w:rsidRPr="00147F2B">
        <w:rPr>
          <w:szCs w:val="28"/>
        </w:rPr>
        <w:t>.</w:t>
      </w:r>
    </w:p>
    <w:p w14:paraId="45FDFBAC" w14:textId="77777777" w:rsidR="00E7316E" w:rsidRPr="00147F2B" w:rsidRDefault="00E7316E" w:rsidP="00176D88">
      <w:pPr>
        <w:pStyle w:val="a"/>
        <w:numPr>
          <w:ilvl w:val="0"/>
          <w:numId w:val="0"/>
        </w:numPr>
        <w:spacing w:after="0"/>
        <w:ind w:firstLine="709"/>
        <w:rPr>
          <w:szCs w:val="28"/>
        </w:rPr>
      </w:pPr>
    </w:p>
    <w:p w14:paraId="3BACD924" w14:textId="44BA7ABC"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83" w:name="_Ref323217910"/>
      <w:bookmarkStart w:id="184" w:name="_Toc453152071"/>
      <w:bookmarkStart w:id="185" w:name="_Toc453166623"/>
      <w:bookmarkStart w:id="186" w:name="_Toc468260872"/>
      <w:r w:rsidRPr="00147F2B">
        <w:rPr>
          <w:b/>
          <w:sz w:val="28"/>
          <w:szCs w:val="28"/>
        </w:rPr>
        <w:t xml:space="preserve">Подписание </w:t>
      </w:r>
      <w:r w:rsidR="00B77237">
        <w:rPr>
          <w:b/>
          <w:sz w:val="28"/>
          <w:szCs w:val="28"/>
          <w:lang w:val="ru-RU"/>
        </w:rPr>
        <w:t>д</w:t>
      </w:r>
      <w:r w:rsidRPr="00147F2B">
        <w:rPr>
          <w:b/>
          <w:sz w:val="28"/>
          <w:szCs w:val="28"/>
        </w:rPr>
        <w:t>оговора</w:t>
      </w:r>
      <w:bookmarkEnd w:id="183"/>
      <w:bookmarkEnd w:id="184"/>
      <w:bookmarkEnd w:id="185"/>
      <w:bookmarkEnd w:id="186"/>
    </w:p>
    <w:p w14:paraId="711303E1" w14:textId="77777777" w:rsidR="00E7316E" w:rsidRPr="00147F2B" w:rsidRDefault="00E7316E" w:rsidP="00176D88">
      <w:pPr>
        <w:pStyle w:val="32"/>
        <w:spacing w:after="0"/>
        <w:ind w:left="0" w:firstLine="709"/>
        <w:jc w:val="both"/>
        <w:outlineLvl w:val="1"/>
        <w:rPr>
          <w:sz w:val="28"/>
          <w:szCs w:val="28"/>
        </w:rPr>
      </w:pPr>
    </w:p>
    <w:p w14:paraId="0BC5761B" w14:textId="77777777" w:rsidR="00B352EF" w:rsidRPr="00B352EF" w:rsidRDefault="00B352EF" w:rsidP="000A2450">
      <w:pPr>
        <w:pStyle w:val="a"/>
        <w:numPr>
          <w:ilvl w:val="2"/>
          <w:numId w:val="40"/>
        </w:numPr>
        <w:spacing w:after="0"/>
        <w:ind w:left="0" w:firstLine="708"/>
        <w:rPr>
          <w:szCs w:val="28"/>
        </w:rPr>
      </w:pPr>
      <w:r>
        <w:rPr>
          <w:szCs w:val="28"/>
        </w:rPr>
        <w:t xml:space="preserve">Участник, представивший заявку на участие в запросе предложений, признанную лучшей, </w:t>
      </w:r>
      <w:r>
        <w:rPr>
          <w:b/>
          <w:bCs/>
          <w:szCs w:val="28"/>
        </w:rPr>
        <w:t>в течение 5 (пяти) рабочих дней с момента получения уведомления Организатора о результатах запроса предложений</w:t>
      </w:r>
      <w:r>
        <w:rPr>
          <w:szCs w:val="28"/>
        </w:rPr>
        <w:t xml:space="preserve">, должен представить Заказчику подписанный со своей стороны текст договора на условиях, содержащихся в документации о запросе предложений и представленной им заявке на участие в запросе предложений, и информацию о цепочке собственников, включая бенефициаров (в том числе конечных). 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лучшей. </w:t>
      </w:r>
    </w:p>
    <w:p w14:paraId="0188CBB9" w14:textId="3150B1AB" w:rsidR="00F502A2" w:rsidRPr="00147F2B" w:rsidRDefault="00B352EF" w:rsidP="00B352EF">
      <w:pPr>
        <w:pStyle w:val="a"/>
        <w:numPr>
          <w:ilvl w:val="0"/>
          <w:numId w:val="0"/>
        </w:numPr>
        <w:spacing w:after="0"/>
        <w:ind w:firstLine="709"/>
        <w:rPr>
          <w:szCs w:val="28"/>
        </w:rPr>
      </w:pPr>
      <w:r>
        <w:rPr>
          <w:szCs w:val="28"/>
        </w:rPr>
        <w:t>Срок заключения договора с Участником, представившим заявку на участие в запросе предложений, признанную лучшей, должен составлять не более 20 (двадцати) рабочих дней от даты подведения итогов запроса предложений,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запроса предложений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14:paraId="77FC2AC8" w14:textId="77777777" w:rsidR="00AE10F3" w:rsidRPr="00147F2B" w:rsidRDefault="00E76E75" w:rsidP="000A2450">
      <w:pPr>
        <w:pStyle w:val="a"/>
        <w:numPr>
          <w:ilvl w:val="2"/>
          <w:numId w:val="40"/>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14:paraId="20022BCD" w14:textId="77777777" w:rsidR="00E56559" w:rsidRPr="00147F2B" w:rsidRDefault="00E56559" w:rsidP="000A2450">
      <w:pPr>
        <w:pStyle w:val="a"/>
        <w:numPr>
          <w:ilvl w:val="2"/>
          <w:numId w:val="40"/>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цену</w:t>
      </w:r>
      <w:r w:rsidR="008F462A">
        <w:rPr>
          <w:szCs w:val="28"/>
        </w:rPr>
        <w:t xml:space="preserve"> указанную в З</w:t>
      </w:r>
      <w:r w:rsidRPr="00147F2B">
        <w:rPr>
          <w:szCs w:val="28"/>
        </w:rPr>
        <w:t xml:space="preserve">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14:paraId="0E572121" w14:textId="77777777" w:rsidR="00801326" w:rsidRPr="00147F2B" w:rsidRDefault="00801326" w:rsidP="000A2450">
      <w:pPr>
        <w:pStyle w:val="a"/>
        <w:numPr>
          <w:ilvl w:val="2"/>
          <w:numId w:val="40"/>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8F462A">
        <w:rPr>
          <w:szCs w:val="28"/>
        </w:rPr>
        <w:t>З</w:t>
      </w:r>
      <w:r w:rsidRPr="00147F2B">
        <w:rPr>
          <w:szCs w:val="28"/>
        </w:rPr>
        <w:t xml:space="preserve">аявку,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
    <w:p w14:paraId="3F9EB7AB" w14:textId="77777777" w:rsidR="00801326" w:rsidRPr="00147F2B" w:rsidRDefault="0078174A" w:rsidP="000A2450">
      <w:pPr>
        <w:pStyle w:val="a"/>
        <w:numPr>
          <w:ilvl w:val="2"/>
          <w:numId w:val="40"/>
        </w:numPr>
        <w:spacing w:after="0"/>
        <w:ind w:left="0" w:firstLine="708"/>
        <w:rPr>
          <w:szCs w:val="28"/>
        </w:rPr>
      </w:pPr>
      <w:r w:rsidRPr="00147F2B">
        <w:rPr>
          <w:szCs w:val="28"/>
        </w:rPr>
        <w:t>Участник</w:t>
      </w:r>
      <w:r w:rsidR="00801326" w:rsidRPr="00147F2B">
        <w:rPr>
          <w:szCs w:val="28"/>
        </w:rPr>
        <w:t xml:space="preserve">, представивший </w:t>
      </w:r>
      <w:r w:rsidR="008F462A">
        <w:rPr>
          <w:szCs w:val="28"/>
        </w:rPr>
        <w:t>З</w:t>
      </w:r>
      <w:r w:rsidR="00801326" w:rsidRPr="00147F2B">
        <w:rPr>
          <w:szCs w:val="28"/>
        </w:rPr>
        <w:t xml:space="preserve">аявку,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A703B"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предусмотренными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A703B">
        <w:rPr>
          <w:b/>
          <w:szCs w:val="28"/>
        </w:rPr>
        <w:t>2.14</w:t>
      </w:r>
      <w:r w:rsidR="008832E5" w:rsidRPr="00147F2B">
        <w:rPr>
          <w:b/>
          <w:szCs w:val="28"/>
        </w:rPr>
        <w:fldChar w:fldCharType="end"/>
      </w:r>
      <w:r w:rsidR="002216FD" w:rsidRPr="00147F2B">
        <w:rPr>
          <w:b/>
          <w:szCs w:val="28"/>
        </w:rPr>
        <w:t xml:space="preserve"> </w:t>
      </w:r>
      <w:r w:rsidR="00687CB6">
        <w:rPr>
          <w:szCs w:val="28"/>
        </w:rPr>
        <w:t>настоящей Д</w:t>
      </w:r>
      <w:r w:rsidR="002216FD" w:rsidRPr="00147F2B">
        <w:rPr>
          <w:szCs w:val="28"/>
        </w:rPr>
        <w:t>окументации</w:t>
      </w:r>
      <w:r w:rsidR="00801326" w:rsidRPr="00147F2B">
        <w:rPr>
          <w:szCs w:val="28"/>
        </w:rPr>
        <w:t xml:space="preserve">. В случае непредставления </w:t>
      </w:r>
      <w:r w:rsidRPr="00147F2B">
        <w:rPr>
          <w:szCs w:val="28"/>
        </w:rPr>
        <w:t>Участник</w:t>
      </w:r>
      <w:r w:rsidR="00801326" w:rsidRPr="00147F2B">
        <w:rPr>
          <w:szCs w:val="28"/>
        </w:rPr>
        <w:t xml:space="preserve">ом обеспечения </w:t>
      </w:r>
      <w:r w:rsidR="00801326" w:rsidRPr="00147F2B">
        <w:rPr>
          <w:szCs w:val="28"/>
        </w:rPr>
        <w:lastRenderedPageBreak/>
        <w:t>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14:paraId="46F8FC4E" w14:textId="77777777" w:rsidR="00E47F68" w:rsidRPr="00147F2B" w:rsidRDefault="00E47F68" w:rsidP="000A2450">
      <w:pPr>
        <w:pStyle w:val="a"/>
        <w:numPr>
          <w:ilvl w:val="2"/>
          <w:numId w:val="40"/>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8F462A">
        <w:rPr>
          <w:szCs w:val="28"/>
        </w:rPr>
        <w:t>З</w:t>
      </w:r>
      <w:r w:rsidR="00801326" w:rsidRPr="00147F2B">
        <w:rPr>
          <w:szCs w:val="28"/>
        </w:rPr>
        <w:t xml:space="preserve">аявки, если такое обеспечение было предусмотрено Документацией, и </w:t>
      </w:r>
      <w:r w:rsidRPr="00147F2B">
        <w:rPr>
          <w:szCs w:val="28"/>
        </w:rPr>
        <w:t>Комиссия вправе пересмотреть итоги запроса</w:t>
      </w:r>
      <w:r w:rsidR="008F462A">
        <w:rPr>
          <w:szCs w:val="28"/>
        </w:rPr>
        <w:t xml:space="preserve"> предложений и признать лучшей З</w:t>
      </w:r>
      <w:r w:rsidRPr="00147F2B">
        <w:rPr>
          <w:szCs w:val="28"/>
        </w:rPr>
        <w:t>аявку, которой присвоено второе место, или принять решение об отказе от проведения запроса предложений.</w:t>
      </w:r>
    </w:p>
    <w:p w14:paraId="58F4065D" w14:textId="77777777" w:rsidR="00176D88" w:rsidRPr="00147F2B" w:rsidRDefault="00176D88" w:rsidP="00176D88">
      <w:pPr>
        <w:pStyle w:val="a"/>
        <w:numPr>
          <w:ilvl w:val="0"/>
          <w:numId w:val="0"/>
        </w:numPr>
        <w:spacing w:after="0"/>
        <w:ind w:left="709"/>
        <w:rPr>
          <w:szCs w:val="28"/>
        </w:rPr>
      </w:pPr>
    </w:p>
    <w:p w14:paraId="24A5094F" w14:textId="41035AAF"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87" w:name="_Toc98329569"/>
      <w:bookmarkStart w:id="188" w:name="_Toc108423684"/>
      <w:bookmarkStart w:id="189" w:name="_Toc114916501"/>
      <w:bookmarkStart w:id="190" w:name="_Toc114917022"/>
      <w:bookmarkStart w:id="191" w:name="_Toc115241707"/>
      <w:bookmarkStart w:id="192" w:name="_Toc115242593"/>
      <w:bookmarkStart w:id="193" w:name="_Toc115243344"/>
      <w:bookmarkStart w:id="194" w:name="_Ref323299791"/>
      <w:bookmarkStart w:id="195" w:name="_Ref323299950"/>
      <w:bookmarkStart w:id="196" w:name="_Toc453152072"/>
      <w:bookmarkStart w:id="197" w:name="_Toc453166624"/>
      <w:bookmarkStart w:id="198" w:name="_Toc468260873"/>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 xml:space="preserve">по </w:t>
      </w:r>
      <w:r w:rsidR="00B77237">
        <w:rPr>
          <w:b/>
          <w:sz w:val="28"/>
          <w:szCs w:val="28"/>
          <w:lang w:val="ru-RU"/>
        </w:rPr>
        <w:t>д</w:t>
      </w:r>
      <w:r w:rsidRPr="00147F2B">
        <w:rPr>
          <w:b/>
          <w:sz w:val="28"/>
          <w:szCs w:val="28"/>
        </w:rPr>
        <w:t>оговору</w:t>
      </w:r>
      <w:bookmarkEnd w:id="187"/>
      <w:bookmarkEnd w:id="188"/>
      <w:bookmarkEnd w:id="189"/>
      <w:bookmarkEnd w:id="190"/>
      <w:bookmarkEnd w:id="191"/>
      <w:bookmarkEnd w:id="192"/>
      <w:bookmarkEnd w:id="193"/>
      <w:bookmarkEnd w:id="194"/>
      <w:bookmarkEnd w:id="195"/>
      <w:r w:rsidR="006371D7">
        <w:rPr>
          <w:b/>
          <w:sz w:val="28"/>
          <w:szCs w:val="28"/>
          <w:lang w:val="ru-RU"/>
        </w:rPr>
        <w:t>.</w:t>
      </w:r>
      <w:bookmarkEnd w:id="196"/>
      <w:bookmarkEnd w:id="197"/>
      <w:bookmarkEnd w:id="198"/>
    </w:p>
    <w:p w14:paraId="6A62E846" w14:textId="77777777" w:rsidR="00176D88" w:rsidRPr="00147F2B" w:rsidRDefault="00176D88" w:rsidP="00176D88">
      <w:pPr>
        <w:pStyle w:val="32"/>
        <w:spacing w:after="0"/>
        <w:ind w:left="709"/>
        <w:jc w:val="both"/>
        <w:outlineLvl w:val="1"/>
        <w:rPr>
          <w:sz w:val="28"/>
          <w:szCs w:val="28"/>
        </w:rPr>
      </w:pPr>
    </w:p>
    <w:p w14:paraId="6F75B7B1" w14:textId="7EFCDECA" w:rsidR="008832E5" w:rsidRPr="00147F2B" w:rsidRDefault="008832E5" w:rsidP="000A2450">
      <w:pPr>
        <w:pStyle w:val="a"/>
        <w:numPr>
          <w:ilvl w:val="2"/>
          <w:numId w:val="41"/>
        </w:numPr>
        <w:spacing w:after="0"/>
        <w:ind w:left="0" w:firstLine="708"/>
        <w:rPr>
          <w:szCs w:val="28"/>
        </w:rPr>
      </w:pPr>
      <w:r w:rsidRPr="00147F2B">
        <w:t>В случае если в информационной карте (п.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w:t>
      </w:r>
      <w:r w:rsidR="00B77237">
        <w:rPr>
          <w:szCs w:val="28"/>
        </w:rPr>
        <w:t>д</w:t>
      </w:r>
      <w:r w:rsidRPr="00147F2B">
        <w:rPr>
          <w:szCs w:val="28"/>
        </w:rPr>
        <w:t xml:space="preserve">оговору, </w:t>
      </w:r>
      <w:r w:rsidR="0078174A" w:rsidRPr="00147F2B">
        <w:rPr>
          <w:szCs w:val="28"/>
        </w:rPr>
        <w:t>Участник</w:t>
      </w:r>
      <w:r w:rsidR="008F462A">
        <w:rPr>
          <w:szCs w:val="28"/>
        </w:rPr>
        <w:t>, З</w:t>
      </w:r>
      <w:r w:rsidRPr="00147F2B">
        <w:rPr>
          <w:szCs w:val="28"/>
        </w:rPr>
        <w:t xml:space="preserve">аявка которого признана лучшей, </w:t>
      </w:r>
      <w:r w:rsidR="005E1B21" w:rsidRPr="00147F2B">
        <w:rPr>
          <w:color w:val="000000"/>
        </w:rPr>
        <w:t xml:space="preserve">должен </w:t>
      </w:r>
      <w:r w:rsidRPr="00147F2B">
        <w:rPr>
          <w:szCs w:val="28"/>
        </w:rPr>
        <w:t xml:space="preserve">в течение срока, указанного в </w:t>
      </w:r>
      <w:r w:rsidR="00B77237">
        <w:rPr>
          <w:color w:val="000000"/>
        </w:rPr>
        <w:t>д</w:t>
      </w:r>
      <w:r w:rsidR="005E1B21" w:rsidRPr="00147F2B">
        <w:rPr>
          <w:color w:val="000000"/>
        </w:rPr>
        <w:t>оговоре</w:t>
      </w:r>
      <w:r w:rsidR="005F6C6B">
        <w:rPr>
          <w:color w:val="000000"/>
        </w:rPr>
        <w:t xml:space="preserve">, </w:t>
      </w:r>
      <w:r w:rsidR="005F6C6B" w:rsidRPr="005F6C6B">
        <w:rPr>
          <w:color w:val="000000"/>
        </w:rPr>
        <w:t xml:space="preserve">представить гарантию </w:t>
      </w:r>
      <w:r w:rsidR="00A46788" w:rsidRPr="00A46788">
        <w:rPr>
          <w:color w:val="000000"/>
        </w:rPr>
        <w:t>исполнения обязательств по договору</w:t>
      </w:r>
      <w:r w:rsidR="005F6C6B" w:rsidRPr="005F6C6B">
        <w:rPr>
          <w:color w:val="000000"/>
        </w:rPr>
        <w:t xml:space="preserve"> </w:t>
      </w:r>
      <w:r w:rsidR="005F6C6B" w:rsidRPr="005F6C6B">
        <w:rPr>
          <w:b/>
          <w:color w:val="000000"/>
        </w:rPr>
        <w:t>(Форма 7.1)</w:t>
      </w:r>
      <w:r w:rsidR="005F6C6B" w:rsidRPr="005F6C6B">
        <w:rPr>
          <w:color w:val="000000"/>
        </w:rPr>
        <w:t xml:space="preserve"> и гарантию возврата аванса </w:t>
      </w:r>
      <w:r w:rsidR="005F6C6B" w:rsidRPr="005F6C6B">
        <w:rPr>
          <w:b/>
          <w:color w:val="000000"/>
        </w:rPr>
        <w:t>(Форма 7.2)</w:t>
      </w:r>
      <w:r w:rsidRPr="00147F2B">
        <w:rPr>
          <w:color w:val="000000"/>
        </w:rPr>
        <w:t>.</w:t>
      </w:r>
    </w:p>
    <w:p w14:paraId="12150195" w14:textId="2F0E4D96" w:rsidR="008832E5" w:rsidRPr="00147F2B" w:rsidRDefault="007E6A22" w:rsidP="000A2450">
      <w:pPr>
        <w:pStyle w:val="a"/>
        <w:numPr>
          <w:ilvl w:val="2"/>
          <w:numId w:val="41"/>
        </w:numPr>
        <w:spacing w:after="0"/>
        <w:ind w:left="0" w:firstLine="708"/>
        <w:rPr>
          <w:szCs w:val="28"/>
        </w:rPr>
      </w:pPr>
      <w:bookmarkStart w:id="199" w:name="_Ref349221535"/>
      <w:r w:rsidRPr="007E6A22">
        <w:t xml:space="preserve">Обеспечение исполнения обязательств по Договору может быть предоставлено Участником по его выбору путем внесения денежных средств на счет, либо путем предоставления безотзывной банковской гарантии. Размер, форма и порядок предоставления обеспечения </w:t>
      </w:r>
      <w:r w:rsidR="00A46788">
        <w:t xml:space="preserve">исполнения обязательств </w:t>
      </w:r>
      <w:r w:rsidRPr="007E6A22">
        <w:t xml:space="preserve">по </w:t>
      </w:r>
      <w:r w:rsidR="00B77237">
        <w:t>д</w:t>
      </w:r>
      <w:r w:rsidR="008832E5" w:rsidRPr="00147F2B">
        <w:t>оговору</w:t>
      </w:r>
      <w:r w:rsidRPr="007E6A22">
        <w:t>, срок действия обеспечения и счет для внесения денежных средств указаны в информационной карте</w:t>
      </w:r>
      <w:r w:rsidR="008832E5" w:rsidRPr="00147F2B">
        <w:t xml:space="preserve"> </w:t>
      </w:r>
      <w:r w:rsidR="008832E5" w:rsidRPr="00147F2B">
        <w:rPr>
          <w:szCs w:val="28"/>
        </w:rPr>
        <w:t>(</w:t>
      </w:r>
      <w:r w:rsidR="008832E5" w:rsidRPr="00147F2B">
        <w:t>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008832E5" w:rsidRPr="00147F2B">
        <w:t>).</w:t>
      </w:r>
      <w:bookmarkEnd w:id="199"/>
    </w:p>
    <w:p w14:paraId="4AEA6368" w14:textId="4A44968E" w:rsidR="008832E5" w:rsidRPr="00147F2B" w:rsidRDefault="008832E5" w:rsidP="000A2450">
      <w:pPr>
        <w:pStyle w:val="a"/>
        <w:numPr>
          <w:ilvl w:val="2"/>
          <w:numId w:val="41"/>
        </w:numPr>
        <w:spacing w:after="0"/>
        <w:ind w:left="0" w:firstLine="708"/>
      </w:pPr>
      <w:r w:rsidRPr="00147F2B">
        <w:t xml:space="preserve">При продлении срока действия </w:t>
      </w:r>
      <w:r w:rsidR="00B77237">
        <w:t>д</w:t>
      </w:r>
      <w:r w:rsidRPr="00147F2B">
        <w:t xml:space="preserve">оговора срок действия обеспечения исполнения обязательств по </w:t>
      </w:r>
      <w:r w:rsidR="00B77237">
        <w:t>д</w:t>
      </w:r>
      <w:r w:rsidRPr="00147F2B">
        <w:t>оговору также должен быть продлен на этот же период времени.</w:t>
      </w:r>
    </w:p>
    <w:p w14:paraId="1CF4620D" w14:textId="77777777" w:rsidR="008832E5" w:rsidRPr="00147F2B" w:rsidRDefault="008832E5" w:rsidP="000A2450">
      <w:pPr>
        <w:pStyle w:val="a"/>
        <w:numPr>
          <w:ilvl w:val="2"/>
          <w:numId w:val="41"/>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(п.</w:t>
      </w:r>
      <w:r w:rsidR="000234B8">
        <w:t> </w:t>
      </w:r>
      <w:r w:rsidR="003F05D6">
        <w:fldChar w:fldCharType="begin"/>
      </w:r>
      <w:r w:rsidR="003F05D6">
        <w:instrText xml:space="preserve"> REF З_4_1 \h </w:instrText>
      </w:r>
      <w:r w:rsidR="003F05D6">
        <w:fldChar w:fldCharType="separate"/>
      </w:r>
      <w:r w:rsidR="003F05D6" w:rsidRPr="00147F2B">
        <w:rPr>
          <w:b/>
        </w:rPr>
        <w:t>4.1</w:t>
      </w:r>
      <w:r w:rsidR="003F05D6">
        <w:fldChar w:fldCharType="end"/>
      </w:r>
      <w:r w:rsidR="00E92123" w:rsidRPr="00147F2B">
        <w:t xml:space="preserve"> информационной карты</w:t>
      </w:r>
      <w:r w:rsidR="003F05D6">
        <w:t>)</w:t>
      </w:r>
      <w:r w:rsidRPr="00147F2B">
        <w:t xml:space="preserve">, принципалом - </w:t>
      </w:r>
      <w:r w:rsidR="0078174A" w:rsidRPr="00147F2B">
        <w:t>Участник</w:t>
      </w:r>
      <w:r w:rsidRPr="00147F2B">
        <w:t>, гарантом - банк, выдавший банковскую гарантию.</w:t>
      </w:r>
    </w:p>
    <w:p w14:paraId="66625B52" w14:textId="61A8254C" w:rsidR="008832E5" w:rsidRPr="00147F2B" w:rsidRDefault="008832E5" w:rsidP="000A2450">
      <w:pPr>
        <w:pStyle w:val="a"/>
        <w:numPr>
          <w:ilvl w:val="2"/>
          <w:numId w:val="41"/>
        </w:numPr>
        <w:spacing w:after="0"/>
        <w:ind w:left="0" w:firstLine="708"/>
      </w:pPr>
      <w:r w:rsidRPr="00147F2B">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B77237">
        <w:t>д</w:t>
      </w:r>
      <w:r w:rsidRPr="00147F2B">
        <w:t>оговора, указан</w:t>
      </w:r>
      <w:r w:rsidR="00687CB6">
        <w:t xml:space="preserve">ных в </w:t>
      </w:r>
      <w:r w:rsidR="00B77237">
        <w:t>д</w:t>
      </w:r>
      <w:r w:rsidR="00027041">
        <w:t>оговоре</w:t>
      </w:r>
      <w:r w:rsidR="00687CB6">
        <w:t xml:space="preserve"> (Приложение 1 к Д</w:t>
      </w:r>
      <w:r w:rsidRPr="00147F2B">
        <w:t>окументации).</w:t>
      </w:r>
    </w:p>
    <w:p w14:paraId="66564762" w14:textId="77777777" w:rsidR="008832E5" w:rsidRPr="00147F2B" w:rsidRDefault="008832E5" w:rsidP="000A2450">
      <w:pPr>
        <w:pStyle w:val="a"/>
        <w:numPr>
          <w:ilvl w:val="2"/>
          <w:numId w:val="41"/>
        </w:numPr>
        <w:spacing w:after="0"/>
        <w:ind w:left="0" w:firstLine="708"/>
      </w:pPr>
      <w:r w:rsidRPr="00147F2B">
        <w:t>В банковской гарантии не должно быть условий или требований, противоречащих вышеизложенному.</w:t>
      </w:r>
    </w:p>
    <w:p w14:paraId="0C78140A" w14:textId="50718FB0" w:rsidR="00B1595E" w:rsidRPr="004E6E8C" w:rsidRDefault="004E6E8C" w:rsidP="000A2450">
      <w:pPr>
        <w:pStyle w:val="a"/>
        <w:numPr>
          <w:ilvl w:val="2"/>
          <w:numId w:val="41"/>
        </w:numPr>
        <w:spacing w:after="0"/>
        <w:ind w:left="0" w:firstLine="708"/>
        <w:rPr>
          <w:szCs w:val="28"/>
        </w:rPr>
      </w:pPr>
      <w:bookmarkStart w:id="200" w:name="_Ref455396871"/>
      <w:r>
        <w:rPr>
          <w:szCs w:val="28"/>
        </w:rPr>
        <w:t>Банковская гарантия должна быть выдана</w:t>
      </w:r>
      <w:r w:rsidRPr="00887C13">
        <w:rPr>
          <w:szCs w:val="28"/>
        </w:rPr>
        <w:t xml:space="preserve"> </w:t>
      </w:r>
      <w:r>
        <w:rPr>
          <w:szCs w:val="28"/>
        </w:rPr>
        <w:t>банком, который соответствует</w:t>
      </w:r>
      <w:r w:rsidRPr="00887C13">
        <w:rPr>
          <w:szCs w:val="28"/>
        </w:rPr>
        <w:t xml:space="preserve"> следующим требованиям</w:t>
      </w:r>
      <w:r w:rsidR="00B1595E" w:rsidRPr="004E6E8C">
        <w:rPr>
          <w:szCs w:val="28"/>
        </w:rPr>
        <w:t>:</w:t>
      </w:r>
      <w:bookmarkEnd w:id="200"/>
    </w:p>
    <w:p w14:paraId="6137DE87"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60CCB">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AE86520"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lastRenderedPageBreak/>
        <w:t>Наличие собственных средств (капитала) банка в размере не менее 1 миллиарда рублей.</w:t>
      </w:r>
    </w:p>
    <w:p w14:paraId="6ED05435"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14:paraId="623B47AA"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384B5A0F"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0B3C798C" w14:textId="3DCAC286" w:rsidR="00887C13" w:rsidRP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16FD5857" w14:textId="61BDA239" w:rsidR="008832E5" w:rsidRPr="00DA0605" w:rsidRDefault="008832E5" w:rsidP="000A2450">
      <w:pPr>
        <w:pStyle w:val="a"/>
        <w:numPr>
          <w:ilvl w:val="2"/>
          <w:numId w:val="41"/>
        </w:numPr>
        <w:spacing w:after="0"/>
        <w:ind w:left="0" w:firstLine="708"/>
      </w:pPr>
      <w:r w:rsidRPr="00DA0605">
        <w:t xml:space="preserve">Условия и порядок удержания и возврата обеспечения исполнения </w:t>
      </w:r>
      <w:r w:rsidR="005F6C6B" w:rsidRPr="00DA0605">
        <w:t>договора</w:t>
      </w:r>
      <w:r w:rsidRPr="00DA0605">
        <w:t xml:space="preserve"> содержится в Приложени</w:t>
      </w:r>
      <w:r w:rsidR="007F033E" w:rsidRPr="00DA0605">
        <w:t>и</w:t>
      </w:r>
      <w:r w:rsidRPr="00DA0605">
        <w:t xml:space="preserve"> 1 </w:t>
      </w:r>
      <w:r w:rsidR="008D3F10" w:rsidRPr="00DA0605">
        <w:t>«</w:t>
      </w:r>
      <w:r w:rsidR="004213F3" w:rsidRPr="00DA0605">
        <w:t>Проект договора</w:t>
      </w:r>
      <w:r w:rsidR="008D3F10" w:rsidRPr="00DA0605">
        <w:t xml:space="preserve">» </w:t>
      </w:r>
      <w:r w:rsidR="00687CB6" w:rsidRPr="00DA0605">
        <w:t>к Д</w:t>
      </w:r>
      <w:r w:rsidRPr="00DA0605">
        <w:t>окументации.</w:t>
      </w:r>
    </w:p>
    <w:p w14:paraId="05AFC8EA" w14:textId="77777777" w:rsidR="003A74DE" w:rsidRPr="00147F2B" w:rsidRDefault="003A74DE" w:rsidP="00176D88">
      <w:pPr>
        <w:pStyle w:val="a"/>
        <w:numPr>
          <w:ilvl w:val="0"/>
          <w:numId w:val="0"/>
        </w:numPr>
        <w:spacing w:after="0"/>
        <w:ind w:firstLine="709"/>
        <w:rPr>
          <w:szCs w:val="28"/>
        </w:rPr>
      </w:pPr>
      <w:r w:rsidRPr="00147F2B">
        <w:rPr>
          <w:szCs w:val="28"/>
        </w:rPr>
        <w:br w:type="page"/>
      </w:r>
    </w:p>
    <w:p w14:paraId="43BB745A" w14:textId="77777777" w:rsidR="005A6263" w:rsidRPr="00147F2B" w:rsidRDefault="005A6263" w:rsidP="00B87060">
      <w:pPr>
        <w:pStyle w:val="1"/>
        <w:numPr>
          <w:ilvl w:val="0"/>
          <w:numId w:val="5"/>
        </w:numPr>
        <w:ind w:left="0" w:firstLine="34"/>
        <w:rPr>
          <w:szCs w:val="28"/>
        </w:rPr>
      </w:pPr>
      <w:bookmarkStart w:id="201" w:name="_Ref323051262"/>
      <w:bookmarkStart w:id="202" w:name="_Ref323248157"/>
      <w:bookmarkStart w:id="203" w:name="_Ref349378938"/>
      <w:bookmarkStart w:id="204" w:name="_Toc453152073"/>
      <w:bookmarkStart w:id="205" w:name="_Toc453166625"/>
      <w:bookmarkStart w:id="206" w:name="_Toc468260874"/>
      <w:bookmarkStart w:id="207" w:name="_Toc98329570"/>
      <w:bookmarkStart w:id="208" w:name="_Toc108423685"/>
      <w:bookmarkStart w:id="209" w:name="_Toc114916502"/>
      <w:bookmarkStart w:id="210" w:name="_Toc114917023"/>
      <w:bookmarkStart w:id="211" w:name="_Toc115241708"/>
      <w:bookmarkStart w:id="212" w:name="_Toc115242594"/>
      <w:bookmarkStart w:id="213" w:name="_Toc115243345"/>
      <w:r w:rsidRPr="00147F2B">
        <w:rPr>
          <w:szCs w:val="28"/>
        </w:rPr>
        <w:lastRenderedPageBreak/>
        <w:t>ИНСТРУКЦИЯ ПО ПОДГОТОВКЕ ЗАЯВОК</w:t>
      </w:r>
      <w:bookmarkEnd w:id="201"/>
      <w:bookmarkEnd w:id="202"/>
      <w:bookmarkEnd w:id="203"/>
      <w:bookmarkEnd w:id="204"/>
      <w:bookmarkEnd w:id="205"/>
      <w:bookmarkEnd w:id="206"/>
    </w:p>
    <w:p w14:paraId="096B7525" w14:textId="77777777" w:rsidR="00CE048D" w:rsidRPr="00147F2B" w:rsidRDefault="00CE048D" w:rsidP="00176D88">
      <w:pPr>
        <w:pStyle w:val="2e"/>
        <w:spacing w:after="0"/>
        <w:ind w:left="0" w:firstLine="709"/>
        <w:rPr>
          <w:sz w:val="28"/>
          <w:szCs w:val="28"/>
        </w:rPr>
      </w:pPr>
    </w:p>
    <w:p w14:paraId="7A79B4C0" w14:textId="77777777"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214" w:name="_Ref323807524"/>
      <w:bookmarkStart w:id="215" w:name="_Toc453152074"/>
      <w:bookmarkStart w:id="216" w:name="_Toc453166626"/>
      <w:bookmarkStart w:id="217" w:name="_Toc468260875"/>
      <w:r w:rsidRPr="00147F2B">
        <w:rPr>
          <w:b/>
          <w:sz w:val="28"/>
          <w:szCs w:val="28"/>
        </w:rPr>
        <w:t>Требовани</w:t>
      </w:r>
      <w:r w:rsidR="001D6A5D">
        <w:rPr>
          <w:b/>
          <w:sz w:val="28"/>
          <w:szCs w:val="28"/>
        </w:rPr>
        <w:t xml:space="preserve">я к подготовке Письма о подаче </w:t>
      </w:r>
      <w:r w:rsidR="001D6A5D">
        <w:rPr>
          <w:b/>
          <w:sz w:val="28"/>
          <w:szCs w:val="28"/>
          <w:lang w:val="ru-RU"/>
        </w:rPr>
        <w:t>З</w:t>
      </w:r>
      <w:bookmarkEnd w:id="214"/>
      <w:r w:rsidR="001D6A5D">
        <w:rPr>
          <w:b/>
          <w:sz w:val="28"/>
          <w:szCs w:val="28"/>
          <w:lang w:val="ru-RU"/>
        </w:rPr>
        <w:t>аявки</w:t>
      </w:r>
      <w:bookmarkEnd w:id="215"/>
      <w:bookmarkEnd w:id="216"/>
      <w:bookmarkEnd w:id="217"/>
    </w:p>
    <w:p w14:paraId="2A181F50" w14:textId="77777777" w:rsidR="00A75C42" w:rsidRPr="00147F2B" w:rsidRDefault="00A75C42" w:rsidP="00176D88">
      <w:pPr>
        <w:pStyle w:val="32"/>
        <w:spacing w:after="0"/>
        <w:ind w:left="0" w:firstLine="709"/>
        <w:jc w:val="both"/>
        <w:outlineLvl w:val="1"/>
        <w:rPr>
          <w:sz w:val="28"/>
          <w:szCs w:val="28"/>
        </w:rPr>
      </w:pPr>
    </w:p>
    <w:p w14:paraId="7A7619C0" w14:textId="1219DD5A" w:rsidR="008C7153" w:rsidRPr="00147F2B" w:rsidRDefault="008F462A" w:rsidP="000A2450">
      <w:pPr>
        <w:pStyle w:val="a"/>
        <w:numPr>
          <w:ilvl w:val="2"/>
          <w:numId w:val="42"/>
        </w:numPr>
        <w:spacing w:after="0"/>
        <w:ind w:left="0" w:firstLine="708"/>
        <w:rPr>
          <w:szCs w:val="28"/>
        </w:rPr>
      </w:pPr>
      <w:r>
        <w:rPr>
          <w:szCs w:val="28"/>
        </w:rPr>
        <w:t>Письмо о подаче З</w:t>
      </w:r>
      <w:r w:rsidR="003A74DE" w:rsidRPr="00147F2B">
        <w:rPr>
          <w:szCs w:val="28"/>
        </w:rPr>
        <w:t>аявки должно быть подготовлено в строгом соответствии с фор</w:t>
      </w:r>
      <w:r w:rsidR="00687CB6">
        <w:rPr>
          <w:szCs w:val="28"/>
        </w:rPr>
        <w:t>мой, установленной в настоящей Д</w:t>
      </w:r>
      <w:r w:rsidR="003A74DE" w:rsidRPr="00147F2B">
        <w:rPr>
          <w:szCs w:val="28"/>
        </w:rPr>
        <w:t>окум</w:t>
      </w:r>
      <w:r w:rsidR="00022751" w:rsidRPr="00147F2B">
        <w:rPr>
          <w:szCs w:val="28"/>
        </w:rPr>
        <w:t>ентации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A703B" w:rsidRPr="00DA703B">
        <w:rPr>
          <w:b/>
          <w:szCs w:val="28"/>
        </w:rPr>
        <w:t>Письмо о подаче Заявки (Форма 1)</w:t>
      </w:r>
      <w:r w:rsidR="00E55CE8" w:rsidRPr="00147F2B">
        <w:rPr>
          <w:szCs w:val="28"/>
        </w:rPr>
        <w:fldChar w:fldCharType="end"/>
      </w:r>
      <w:r w:rsidR="003A74DE"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w:t>
      </w:r>
      <w:r>
        <w:rPr>
          <w:szCs w:val="28"/>
        </w:rPr>
        <w:t>У</w:t>
      </w:r>
      <w:r w:rsidR="00EB312C" w:rsidRPr="00147F2B">
        <w:rPr>
          <w:szCs w:val="28"/>
        </w:rPr>
        <w:t>частник</w:t>
      </w:r>
      <w:r>
        <w:rPr>
          <w:szCs w:val="28"/>
        </w:rPr>
        <w:t xml:space="preserve"> дает согласие о выборе лучшей Заявки У</w:t>
      </w:r>
      <w:r w:rsidR="00EB312C" w:rsidRPr="00147F2B">
        <w:rPr>
          <w:szCs w:val="28"/>
        </w:rPr>
        <w:t xml:space="preserve">частника на </w:t>
      </w:r>
      <w:r w:rsidR="00BF36A5" w:rsidRPr="00147F2B">
        <w:rPr>
          <w:szCs w:val="28"/>
        </w:rPr>
        <w:t>поставку части</w:t>
      </w:r>
      <w:r w:rsidR="00EB312C" w:rsidRPr="00147F2B">
        <w:rPr>
          <w:szCs w:val="28"/>
        </w:rPr>
        <w:t xml:space="preserve"> объема за</w:t>
      </w:r>
      <w:r>
        <w:rPr>
          <w:szCs w:val="28"/>
        </w:rPr>
        <w:t>купки, но не менее 90% от цены З</w:t>
      </w:r>
      <w:r w:rsidR="00EB312C" w:rsidRPr="00147F2B">
        <w:rPr>
          <w:szCs w:val="28"/>
        </w:rPr>
        <w:t>аявки.</w:t>
      </w:r>
    </w:p>
    <w:p w14:paraId="1FC6C4DA" w14:textId="054D6E63" w:rsidR="00F66F0E" w:rsidRPr="00147F2B" w:rsidRDefault="00AC33C4" w:rsidP="000A2450">
      <w:pPr>
        <w:pStyle w:val="a"/>
        <w:numPr>
          <w:ilvl w:val="2"/>
          <w:numId w:val="42"/>
        </w:numPr>
        <w:spacing w:after="0"/>
        <w:ind w:left="0" w:firstLine="708"/>
        <w:rPr>
          <w:szCs w:val="28"/>
        </w:rPr>
      </w:pPr>
      <w:bookmarkStart w:id="218"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ЭТП.</w:t>
      </w:r>
    </w:p>
    <w:p w14:paraId="277A9A77" w14:textId="06907148" w:rsidR="008C7153" w:rsidRPr="00147F2B" w:rsidRDefault="0078174A" w:rsidP="000A2450">
      <w:pPr>
        <w:pStyle w:val="a"/>
        <w:numPr>
          <w:ilvl w:val="2"/>
          <w:numId w:val="42"/>
        </w:numPr>
        <w:spacing w:after="0"/>
        <w:ind w:left="0" w:firstLine="708"/>
        <w:rPr>
          <w:szCs w:val="28"/>
        </w:rPr>
      </w:pPr>
      <w:r w:rsidRPr="00147F2B">
        <w:t>Участник</w:t>
      </w:r>
      <w:r w:rsidR="008C7153" w:rsidRPr="00147F2B">
        <w:t xml:space="preserve"> должен указать срок действия Заявки </w:t>
      </w:r>
      <w:r w:rsidR="008C7153" w:rsidRPr="00147F2B">
        <w:rPr>
          <w:szCs w:val="28"/>
        </w:rPr>
        <w:t>согласно требованиям п</w:t>
      </w:r>
      <w:r w:rsidR="00EC521B" w:rsidRPr="00147F2B">
        <w:rPr>
          <w:szCs w:val="28"/>
        </w:rPr>
        <w:t>.</w:t>
      </w:r>
      <w:r w:rsidR="008C7153" w:rsidRPr="00147F2B">
        <w:rPr>
          <w:szCs w:val="28"/>
        </w:rPr>
        <w:t> </w:t>
      </w:r>
      <w:bookmarkEnd w:id="218"/>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00E92123" w:rsidRPr="00147F2B">
        <w:rPr>
          <w:szCs w:val="28"/>
        </w:rPr>
        <w:t xml:space="preserve"> информационной карты.</w:t>
      </w:r>
    </w:p>
    <w:p w14:paraId="258494B5" w14:textId="77777777" w:rsidR="008C7153" w:rsidRPr="00147F2B" w:rsidRDefault="0078174A" w:rsidP="000A2450">
      <w:pPr>
        <w:pStyle w:val="a"/>
        <w:numPr>
          <w:ilvl w:val="2"/>
          <w:numId w:val="42"/>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F462A">
        <w:rPr>
          <w:szCs w:val="28"/>
        </w:rPr>
        <w:t>прилагаемых к письму о подаче З</w:t>
      </w:r>
      <w:r w:rsidR="008C7153" w:rsidRPr="00147F2B">
        <w:rPr>
          <w:szCs w:val="28"/>
        </w:rPr>
        <w:t>аявки.</w:t>
      </w:r>
    </w:p>
    <w:p w14:paraId="6A49B68C" w14:textId="77777777" w:rsidR="00E7316E" w:rsidRPr="00147F2B" w:rsidRDefault="00E7316E" w:rsidP="00176D88">
      <w:pPr>
        <w:pStyle w:val="a"/>
        <w:numPr>
          <w:ilvl w:val="0"/>
          <w:numId w:val="0"/>
        </w:numPr>
        <w:spacing w:after="0"/>
        <w:ind w:firstLine="709"/>
        <w:rPr>
          <w:szCs w:val="28"/>
        </w:rPr>
      </w:pPr>
    </w:p>
    <w:p w14:paraId="28ED0E0D"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19" w:name="_Ref323315093"/>
      <w:bookmarkStart w:id="220" w:name="_Toc453152075"/>
      <w:bookmarkStart w:id="221" w:name="_Toc453166627"/>
      <w:bookmarkStart w:id="222" w:name="_Toc468260876"/>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219"/>
      <w:bookmarkEnd w:id="220"/>
      <w:bookmarkEnd w:id="221"/>
      <w:bookmarkEnd w:id="222"/>
    </w:p>
    <w:p w14:paraId="2940BF7F" w14:textId="77777777" w:rsidR="00620C64" w:rsidRPr="00147F2B" w:rsidRDefault="00620C64" w:rsidP="00176D88">
      <w:pPr>
        <w:pStyle w:val="32"/>
        <w:spacing w:after="0"/>
        <w:ind w:left="0" w:firstLine="709"/>
        <w:jc w:val="both"/>
        <w:outlineLvl w:val="1"/>
        <w:rPr>
          <w:sz w:val="28"/>
          <w:szCs w:val="28"/>
        </w:rPr>
      </w:pPr>
    </w:p>
    <w:p w14:paraId="33FF3C83" w14:textId="1ADE6D2A" w:rsidR="00305D55" w:rsidRPr="00687CB6" w:rsidRDefault="00651989" w:rsidP="000A2450">
      <w:pPr>
        <w:pStyle w:val="a"/>
        <w:numPr>
          <w:ilvl w:val="2"/>
          <w:numId w:val="43"/>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w:t>
      </w:r>
      <w:r w:rsidR="00022751" w:rsidRPr="00896DA5">
        <w:rPr>
          <w:szCs w:val="28"/>
        </w:rPr>
        <w:t>-</w:t>
      </w:r>
      <w:r w:rsidR="007166CB" w:rsidRPr="00896DA5">
        <w:rPr>
          <w:szCs w:val="28"/>
        </w:rPr>
        <w:t xml:space="preserve"> </w:t>
      </w:r>
      <w:r w:rsidR="009E6563" w:rsidRPr="00687CB6">
        <w:rPr>
          <w:b/>
          <w:szCs w:val="28"/>
        </w:rPr>
        <w:fldChar w:fldCharType="begin"/>
      </w:r>
      <w:r w:rsidR="009E6563" w:rsidRPr="00896DA5">
        <w:rPr>
          <w:b/>
          <w:szCs w:val="28"/>
        </w:rPr>
        <w:instrText xml:space="preserve"> REF _Ref349049659 \h  \* MERGEFORMAT </w:instrText>
      </w:r>
      <w:r w:rsidR="009E6563" w:rsidRPr="00687CB6">
        <w:rPr>
          <w:b/>
          <w:szCs w:val="28"/>
        </w:rPr>
      </w:r>
      <w:r w:rsidR="009E6563" w:rsidRPr="00687CB6">
        <w:rPr>
          <w:b/>
          <w:szCs w:val="28"/>
        </w:rPr>
        <w:fldChar w:fldCharType="separate"/>
      </w:r>
      <w:r w:rsidR="00DA703B" w:rsidRPr="00687CB6">
        <w:rPr>
          <w:b/>
          <w:szCs w:val="28"/>
        </w:rPr>
        <w:t xml:space="preserve">Технико-коммерческое предложение на товар, предлагаемый к поставке. (Приложение к </w:t>
      </w:r>
      <w:r w:rsidR="00DA703B" w:rsidRPr="004920C8">
        <w:rPr>
          <w:b/>
          <w:lang w:val="x-none"/>
        </w:rPr>
        <w:t>форме 1)</w:t>
      </w:r>
      <w:r w:rsidR="009E6563" w:rsidRPr="00687CB6">
        <w:rPr>
          <w:b/>
          <w:szCs w:val="28"/>
        </w:rPr>
        <w:fldChar w:fldCharType="end"/>
      </w:r>
      <w:r w:rsidR="00D867A6" w:rsidRPr="00687CB6">
        <w:rPr>
          <w:b/>
          <w:szCs w:val="28"/>
        </w:rPr>
        <w:t>.</w:t>
      </w:r>
    </w:p>
    <w:p w14:paraId="61C12B1B" w14:textId="27D9BA4E" w:rsidR="00946A40" w:rsidRPr="00147F2B" w:rsidRDefault="005A1481" w:rsidP="000A2450">
      <w:pPr>
        <w:pStyle w:val="a"/>
        <w:numPr>
          <w:ilvl w:val="2"/>
          <w:numId w:val="43"/>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008F462A">
        <w:rPr>
          <w:szCs w:val="28"/>
        </w:rPr>
        <w:t>З</w:t>
      </w:r>
      <w:r w:rsidRPr="00147F2B">
        <w:rPr>
          <w:szCs w:val="28"/>
        </w:rPr>
        <w:t>аявки</w:t>
      </w:r>
      <w:r w:rsidR="00696FC0" w:rsidRPr="00147F2B">
        <w:rPr>
          <w:szCs w:val="28"/>
        </w:rPr>
        <w:t>,</w:t>
      </w:r>
      <w:r w:rsidRPr="00147F2B">
        <w:rPr>
          <w:szCs w:val="28"/>
        </w:rPr>
        <w:t xml:space="preserve"> календарный план выполнения поставки</w:t>
      </w:r>
      <w:r w:rsidR="00946A40" w:rsidRPr="00147F2B">
        <w:rPr>
          <w:szCs w:val="28"/>
        </w:rPr>
        <w:t>.</w:t>
      </w:r>
    </w:p>
    <w:p w14:paraId="4A9F8985" w14:textId="62BCD71A" w:rsidR="005A6263" w:rsidRPr="00147F2B" w:rsidRDefault="00651989" w:rsidP="000A2450">
      <w:pPr>
        <w:pStyle w:val="a"/>
        <w:numPr>
          <w:ilvl w:val="2"/>
          <w:numId w:val="43"/>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A46788">
        <w:rPr>
          <w:b/>
        </w:rPr>
        <w:t>Приложение 1</w:t>
      </w:r>
      <w:r w:rsidR="00353485" w:rsidRPr="00147F2B">
        <w:rPr>
          <w:b/>
        </w:rPr>
        <w:t xml:space="preserve">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A46788" w:rsidRPr="00A46788">
        <w:rPr>
          <w:b/>
          <w:szCs w:val="28"/>
          <w:lang w:eastAsia="en-US"/>
        </w:rPr>
        <w:t>Приложение 2 «Техническая часть»</w:t>
      </w:r>
      <w:r w:rsidR="00A46788">
        <w:rPr>
          <w:szCs w:val="28"/>
          <w:lang w:eastAsia="en-US"/>
        </w:rPr>
        <w:t xml:space="preserve"> </w:t>
      </w:r>
      <w:r w:rsidR="00B63BB2" w:rsidRPr="00147F2B">
        <w:t xml:space="preserve">к </w:t>
      </w:r>
      <w:r w:rsidR="00687CB6">
        <w:t>настоящей Д</w:t>
      </w:r>
      <w:r w:rsidR="007169E7" w:rsidRPr="00147F2B">
        <w:t>окументации.</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w:t>
      </w:r>
      <w:r w:rsidR="00406DD2">
        <w:rPr>
          <w:b/>
          <w:szCs w:val="28"/>
        </w:rPr>
        <w:t>формате</w:t>
      </w:r>
      <w:r w:rsidRPr="00147F2B">
        <w:rPr>
          <w:b/>
          <w:szCs w:val="28"/>
        </w:rPr>
        <w:t xml:space="preserve">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14:paraId="656B7D92" w14:textId="77777777" w:rsidR="00651D30" w:rsidRPr="00147F2B" w:rsidRDefault="00651D30" w:rsidP="000A2450">
      <w:pPr>
        <w:pStyle w:val="a"/>
        <w:numPr>
          <w:ilvl w:val="2"/>
          <w:numId w:val="43"/>
        </w:numPr>
        <w:ind w:left="0" w:firstLine="708"/>
      </w:pPr>
      <w:bookmarkStart w:id="223"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(пп.</w:t>
      </w:r>
      <w:r w:rsidR="007308C6">
        <w:t> </w:t>
      </w:r>
      <w:r w:rsidR="00896DA5">
        <w:rPr>
          <w:b/>
        </w:rPr>
        <w:fldChar w:fldCharType="begin"/>
      </w:r>
      <w:r w:rsidR="00896DA5">
        <w:instrText xml:space="preserve"> REF З_4_12 \h </w:instrText>
      </w:r>
      <w:r w:rsidR="00896DA5">
        <w:rPr>
          <w:b/>
        </w:rPr>
      </w:r>
      <w:r w:rsidR="00896DA5">
        <w:rPr>
          <w:b/>
        </w:rPr>
        <w:fldChar w:fldCharType="separate"/>
      </w:r>
      <w:r w:rsidR="00DA703B"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A703B" w:rsidRPr="00147F2B">
        <w:rPr>
          <w:b/>
        </w:rPr>
        <w:t>4.13</w:t>
      </w:r>
      <w:r w:rsidR="00896DA5">
        <w:rPr>
          <w:b/>
        </w:rPr>
        <w:fldChar w:fldCharType="end"/>
      </w:r>
      <w:r w:rsidRPr="00147F2B">
        <w:t>).</w:t>
      </w:r>
      <w:bookmarkEnd w:id="223"/>
    </w:p>
    <w:p w14:paraId="67BD241A" w14:textId="77777777" w:rsidR="00721E0C" w:rsidRPr="00147F2B" w:rsidRDefault="008F462A" w:rsidP="000A2450">
      <w:pPr>
        <w:pStyle w:val="a"/>
        <w:numPr>
          <w:ilvl w:val="2"/>
          <w:numId w:val="43"/>
        </w:numPr>
        <w:ind w:left="0" w:firstLine="708"/>
      </w:pPr>
      <w:r>
        <w:t>Цена, указываемая в З</w:t>
      </w:r>
      <w:r w:rsidR="00721E0C" w:rsidRPr="00147F2B">
        <w:t>аявке, не должна превышать указанную</w:t>
      </w:r>
      <w:r w:rsidR="007B7E82" w:rsidRPr="00147F2B">
        <w:t xml:space="preserve"> (в случае ее публикации)</w:t>
      </w:r>
      <w:r w:rsidR="00721E0C" w:rsidRPr="00147F2B">
        <w:t xml:space="preserve"> </w:t>
      </w:r>
      <w:r w:rsidR="00A25128" w:rsidRPr="00147F2B">
        <w:t xml:space="preserve">начальную </w:t>
      </w:r>
      <w:r w:rsidR="00721E0C" w:rsidRPr="00147F2B">
        <w:t>(максимальную) цену предмета закупки</w:t>
      </w:r>
      <w:r w:rsidR="00BC0274">
        <w:t>, в том числе по каждой позиции</w:t>
      </w:r>
      <w:r w:rsidR="00721E0C" w:rsidRPr="00147F2B">
        <w:t>.</w:t>
      </w:r>
    </w:p>
    <w:p w14:paraId="5E1EE005" w14:textId="77777777" w:rsidR="005A6263" w:rsidRPr="00147F2B" w:rsidRDefault="008F462A" w:rsidP="000A2450">
      <w:pPr>
        <w:pStyle w:val="a"/>
        <w:numPr>
          <w:ilvl w:val="2"/>
          <w:numId w:val="43"/>
        </w:numPr>
        <w:ind w:left="0" w:firstLine="708"/>
      </w:pPr>
      <w:bookmarkStart w:id="224" w:name="_Ref349221244"/>
      <w:r>
        <w:t>Цена З</w:t>
      </w:r>
      <w:r w:rsidR="005A6263" w:rsidRPr="00147F2B">
        <w:t>аявки определяется в соот</w:t>
      </w:r>
      <w:r w:rsidR="00687CB6">
        <w:t>ветствии с правилами настоящей Д</w:t>
      </w:r>
      <w:r w:rsidR="005A6263" w:rsidRPr="00147F2B">
        <w:t>окументации</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A703B" w:rsidRPr="00147F2B">
        <w:rPr>
          <w:b/>
        </w:rPr>
        <w:t>4.14</w:t>
      </w:r>
      <w:r w:rsidR="00896DA5">
        <w:rPr>
          <w:b/>
        </w:rPr>
        <w:fldChar w:fldCharType="end"/>
      </w:r>
      <w:r w:rsidR="007169E7" w:rsidRPr="00147F2B">
        <w:t>)</w:t>
      </w:r>
      <w:r w:rsidR="005A6263" w:rsidRPr="00147F2B">
        <w:t>.</w:t>
      </w:r>
      <w:r w:rsidR="00721E0C" w:rsidRPr="00147F2B">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24"/>
    </w:p>
    <w:p w14:paraId="61851334" w14:textId="13CAAE0D" w:rsidR="00651989" w:rsidRPr="00147F2B" w:rsidRDefault="00B1595E" w:rsidP="000A2450">
      <w:pPr>
        <w:pStyle w:val="a"/>
        <w:numPr>
          <w:ilvl w:val="2"/>
          <w:numId w:val="43"/>
        </w:numPr>
        <w:ind w:left="0" w:firstLine="708"/>
      </w:pPr>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w:t>
      </w:r>
      <w:r w:rsidR="00406DD2" w:rsidRPr="00406DD2">
        <w:rPr>
          <w:szCs w:val="28"/>
        </w:rPr>
        <w:t>Евразийского экономического</w:t>
      </w:r>
      <w:r w:rsidR="00651989" w:rsidRPr="00147F2B">
        <w:rPr>
          <w:szCs w:val="28"/>
        </w:rPr>
        <w:t xml:space="preserve"> союза, и в отношении данного Товара должны быть уплачены все таможенные платежи.</w:t>
      </w:r>
    </w:p>
    <w:p w14:paraId="493EA79A" w14:textId="194D5197" w:rsidR="00651989" w:rsidRPr="00147F2B" w:rsidRDefault="00651989" w:rsidP="00176D88">
      <w:pPr>
        <w:pStyle w:val="a"/>
        <w:numPr>
          <w:ilvl w:val="0"/>
          <w:numId w:val="0"/>
        </w:numPr>
        <w:ind w:firstLine="709"/>
      </w:pPr>
      <w:r w:rsidRPr="00147F2B">
        <w:lastRenderedPageBreak/>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w:t>
      </w:r>
      <w:r w:rsidR="00406DD2">
        <w:t>Евразийского экономического</w:t>
      </w:r>
      <w:r w:rsidR="00022751" w:rsidRPr="00147F2B">
        <w:t xml:space="preserve">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
    <w:p w14:paraId="03B0A680" w14:textId="74FD21EB" w:rsidR="00B63BB2" w:rsidRPr="00147F2B" w:rsidRDefault="00651325" w:rsidP="000A2450">
      <w:pPr>
        <w:pStyle w:val="a"/>
        <w:numPr>
          <w:ilvl w:val="2"/>
          <w:numId w:val="43"/>
        </w:numPr>
        <w:ind w:left="0" w:firstLine="708"/>
      </w:pPr>
      <w:bookmarkStart w:id="225" w:name="_Ref349221304"/>
      <w:r w:rsidRPr="00147F2B">
        <w:t>Форма, сроки и п</w:t>
      </w:r>
      <w:r w:rsidR="00B63BB2" w:rsidRPr="00147F2B">
        <w:t xml:space="preserve">орядок расчета определен в </w:t>
      </w:r>
      <w:r w:rsidRPr="00147F2B">
        <w:t>Приложении 1</w:t>
      </w:r>
      <w:r w:rsidR="00B63BB2" w:rsidRPr="00147F2B">
        <w:t xml:space="preserve"> «</w:t>
      </w:r>
      <w:r w:rsidR="004213F3" w:rsidRPr="00147F2B">
        <w:t>Проект договора</w:t>
      </w:r>
      <w:r w:rsidR="00B63BB2" w:rsidRPr="00147F2B">
        <w:t>».</w:t>
      </w:r>
      <w:bookmarkEnd w:id="225"/>
    </w:p>
    <w:p w14:paraId="2AF03107" w14:textId="1B581878" w:rsidR="005A6263" w:rsidRPr="00147F2B" w:rsidRDefault="005A6263" w:rsidP="000A2450">
      <w:pPr>
        <w:pStyle w:val="a"/>
        <w:numPr>
          <w:ilvl w:val="2"/>
          <w:numId w:val="43"/>
        </w:numPr>
        <w:ind w:left="0" w:firstLine="708"/>
      </w:pPr>
      <w:r w:rsidRPr="00147F2B">
        <w:t xml:space="preserve">Цены, предлагаемые </w:t>
      </w:r>
      <w:r w:rsidR="0078174A" w:rsidRPr="00147F2B">
        <w:t>Участник</w:t>
      </w:r>
      <w:r w:rsidRPr="00147F2B">
        <w:t xml:space="preserve">ом, должны оставаться фиксированными на протяжении всего срока выполнения </w:t>
      </w:r>
      <w:r w:rsidR="00B77237">
        <w:t>д</w:t>
      </w:r>
      <w:r w:rsidRPr="00147F2B">
        <w:t xml:space="preserve">оговора, если иное не предусмотрено условиями </w:t>
      </w:r>
      <w:r w:rsidR="00B77237">
        <w:t>д</w:t>
      </w:r>
      <w:r w:rsidRPr="00147F2B">
        <w:t>оговора.</w:t>
      </w:r>
    </w:p>
    <w:p w14:paraId="5B9599AE" w14:textId="77777777" w:rsidR="00C70B7E" w:rsidRPr="00147F2B" w:rsidRDefault="001A1E12" w:rsidP="000A2450">
      <w:pPr>
        <w:pStyle w:val="a"/>
        <w:numPr>
          <w:ilvl w:val="2"/>
          <w:numId w:val="43"/>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687CB6">
        <w:t xml:space="preserve"> к Д</w:t>
      </w:r>
      <w:r w:rsidR="00C70B7E" w:rsidRPr="00147F2B">
        <w:t>окументации.</w:t>
      </w:r>
    </w:p>
    <w:p w14:paraId="46715CED" w14:textId="06F05850" w:rsidR="00575F71" w:rsidRPr="00DA0605" w:rsidRDefault="00575F71" w:rsidP="000A2450">
      <w:pPr>
        <w:pStyle w:val="a"/>
        <w:numPr>
          <w:ilvl w:val="2"/>
          <w:numId w:val="43"/>
        </w:numPr>
        <w:ind w:left="0" w:firstLine="708"/>
        <w:rPr>
          <w:szCs w:val="28"/>
        </w:rPr>
      </w:pPr>
      <w:r w:rsidRPr="00DA0605">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w:t>
      </w:r>
    </w:p>
    <w:p w14:paraId="4393DE52" w14:textId="77777777" w:rsidR="00810A3F" w:rsidRPr="00147F2B" w:rsidRDefault="00810A3F" w:rsidP="000A2450">
      <w:pPr>
        <w:pStyle w:val="a"/>
        <w:numPr>
          <w:ilvl w:val="2"/>
          <w:numId w:val="43"/>
        </w:numPr>
        <w:ind w:left="0" w:firstLine="708"/>
        <w:rPr>
          <w:szCs w:val="28"/>
        </w:rPr>
      </w:pPr>
      <w:r w:rsidRPr="00147F2B">
        <w:rPr>
          <w:szCs w:val="28"/>
        </w:rPr>
        <w:t xml:space="preserve">В составе основной Заявки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A703B">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696FC0" w:rsidRPr="00147F2B">
        <w:t xml:space="preserve"> информационной карты</w:t>
      </w:r>
      <w:r w:rsidRPr="00147F2B">
        <w:rPr>
          <w:szCs w:val="28"/>
        </w:rPr>
        <w:t>.</w:t>
      </w:r>
    </w:p>
    <w:p w14:paraId="1AC4D6F8" w14:textId="77777777" w:rsidR="005A6263" w:rsidRPr="00147F2B" w:rsidRDefault="002D7FF6" w:rsidP="000A2450">
      <w:pPr>
        <w:pStyle w:val="a"/>
        <w:numPr>
          <w:ilvl w:val="2"/>
          <w:numId w:val="43"/>
        </w:numPr>
        <w:ind w:left="0" w:firstLine="708"/>
      </w:pPr>
      <w:bookmarkStart w:id="226" w:name="продолжительностьРабот"/>
      <w:bookmarkStart w:id="227" w:name="_Ref323315353"/>
      <w:bookmarkEnd w:id="226"/>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A703B" w:rsidRPr="00147F2B">
        <w:rPr>
          <w:b/>
        </w:rPr>
        <w:t>4.9</w:t>
      </w:r>
      <w:r w:rsidR="00896DA5">
        <w:rPr>
          <w:b/>
        </w:rPr>
        <w:fldChar w:fldCharType="end"/>
      </w:r>
      <w:r w:rsidRPr="00147F2B">
        <w:t>)</w:t>
      </w:r>
      <w:r w:rsidR="005A6263" w:rsidRPr="00147F2B">
        <w:t>.</w:t>
      </w:r>
      <w:bookmarkEnd w:id="227"/>
      <w:r w:rsidR="005A6263" w:rsidRPr="00147F2B">
        <w:t xml:space="preserve"> </w:t>
      </w:r>
    </w:p>
    <w:p w14:paraId="0C77A025" w14:textId="77777777" w:rsidR="00DF655B" w:rsidRPr="00147F2B" w:rsidRDefault="00DF655B" w:rsidP="00176D88">
      <w:pPr>
        <w:pStyle w:val="a"/>
        <w:numPr>
          <w:ilvl w:val="0"/>
          <w:numId w:val="0"/>
        </w:numPr>
        <w:spacing w:after="0"/>
        <w:ind w:firstLine="709"/>
      </w:pPr>
    </w:p>
    <w:p w14:paraId="644759D2" w14:textId="77777777"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228" w:name="_Ref349378863"/>
      <w:bookmarkStart w:id="229" w:name="_Toc453152076"/>
      <w:bookmarkStart w:id="230" w:name="_Toc453166628"/>
      <w:bookmarkStart w:id="231" w:name="_Toc468260877"/>
      <w:r w:rsidRPr="00147F2B">
        <w:rPr>
          <w:b/>
          <w:sz w:val="28"/>
          <w:szCs w:val="28"/>
          <w:lang w:val="x-none" w:eastAsia="x-none"/>
        </w:rPr>
        <w:t>Требования к подготовке альтернативных предложений</w:t>
      </w:r>
      <w:bookmarkEnd w:id="228"/>
      <w:bookmarkEnd w:id="229"/>
      <w:bookmarkEnd w:id="230"/>
      <w:bookmarkEnd w:id="231"/>
    </w:p>
    <w:p w14:paraId="204DB7D7" w14:textId="77777777" w:rsidR="00E7316E" w:rsidRPr="00147F2B" w:rsidRDefault="00E7316E" w:rsidP="00176D88">
      <w:pPr>
        <w:ind w:firstLine="709"/>
        <w:jc w:val="both"/>
        <w:outlineLvl w:val="1"/>
        <w:rPr>
          <w:b/>
          <w:sz w:val="28"/>
          <w:szCs w:val="28"/>
          <w:lang w:val="x-none" w:eastAsia="x-none"/>
        </w:rPr>
      </w:pPr>
    </w:p>
    <w:p w14:paraId="609271D2" w14:textId="77777777" w:rsidR="0020037B" w:rsidRPr="00147F2B" w:rsidRDefault="0020037B" w:rsidP="000A2450">
      <w:pPr>
        <w:pStyle w:val="a"/>
        <w:numPr>
          <w:ilvl w:val="2"/>
          <w:numId w:val="44"/>
        </w:numPr>
        <w:spacing w:after="0"/>
        <w:ind w:left="0" w:firstLine="708"/>
      </w:pPr>
      <w:r w:rsidRPr="00147F2B">
        <w:t>Альтернативные технико-коммерческ</w:t>
      </w:r>
      <w:r w:rsidR="00DF655B" w:rsidRPr="00147F2B">
        <w:t>ие</w:t>
      </w:r>
      <w:r w:rsidRPr="00147F2B">
        <w:t xml:space="preserve"> предложения</w:t>
      </w:r>
      <w:r w:rsidR="008F462A">
        <w:t xml:space="preserve"> подаются Участником в составе З</w:t>
      </w:r>
      <w:r w:rsidRPr="00147F2B">
        <w:t>аявки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E96EA3" w:rsidRPr="00147F2B">
        <w:t>)</w:t>
      </w:r>
      <w:r w:rsidRPr="00147F2B">
        <w:t>.</w:t>
      </w:r>
    </w:p>
    <w:p w14:paraId="6D256066" w14:textId="77777777" w:rsidR="00DF655B" w:rsidRPr="00147F2B" w:rsidRDefault="00DF655B" w:rsidP="000A2450">
      <w:pPr>
        <w:pStyle w:val="a"/>
        <w:numPr>
          <w:ilvl w:val="2"/>
          <w:numId w:val="44"/>
        </w:numPr>
        <w:spacing w:after="0"/>
        <w:ind w:left="0" w:firstLine="708"/>
      </w:pPr>
      <w:r w:rsidRPr="00147F2B">
        <w:t>Альтернативное предложение должно быть п</w:t>
      </w:r>
      <w:r w:rsidR="008F462A">
        <w:t>редставлено в составе основной З</w:t>
      </w:r>
      <w:r w:rsidRPr="00147F2B">
        <w:t>аявки и состоять из:</w:t>
      </w:r>
    </w:p>
    <w:p w14:paraId="4DF02476" w14:textId="273D6AD8" w:rsidR="0020037B" w:rsidRPr="00147F2B" w:rsidRDefault="0020037B" w:rsidP="000A2450">
      <w:pPr>
        <w:numPr>
          <w:ilvl w:val="2"/>
          <w:numId w:val="19"/>
        </w:numPr>
        <w:spacing w:after="120"/>
        <w:contextualSpacing/>
        <w:jc w:val="both"/>
        <w:rPr>
          <w:bCs/>
          <w:iCs/>
          <w:sz w:val="28"/>
        </w:rPr>
      </w:pPr>
      <w:r w:rsidRPr="00147F2B">
        <w:rPr>
          <w:bCs/>
          <w:iCs/>
          <w:sz w:val="28"/>
        </w:rPr>
        <w:t xml:space="preserve">альтернативного технико-коммерческого предложения, оформленного в соответствии с требованиями к подготовке </w:t>
      </w:r>
      <w:r w:rsidR="00A46788" w:rsidRPr="00A46788">
        <w:rPr>
          <w:bCs/>
          <w:iCs/>
          <w:sz w:val="28"/>
        </w:rPr>
        <w:t>технико-коммерческого предложения</w:t>
      </w:r>
      <w:r w:rsidRPr="00147F2B">
        <w:rPr>
          <w:bCs/>
          <w:iCs/>
          <w:sz w:val="28"/>
        </w:rPr>
        <w:t xml:space="preserve"> (п.</w:t>
      </w:r>
      <w:r w:rsidR="00152AC5">
        <w:rPr>
          <w:bCs/>
          <w:iCs/>
          <w:sz w:val="28"/>
        </w:rPr>
        <w:t> </w:t>
      </w:r>
      <w:r w:rsidR="004431AA">
        <w:rPr>
          <w:b/>
          <w:bCs/>
          <w:iCs/>
          <w:sz w:val="28"/>
        </w:rPr>
        <w:fldChar w:fldCharType="begin"/>
      </w:r>
      <w:r w:rsidR="004431AA">
        <w:rPr>
          <w:b/>
          <w:bCs/>
          <w:iCs/>
          <w:sz w:val="28"/>
        </w:rPr>
        <w:instrText xml:space="preserve"> REF _Ref323315093 \r \h </w:instrText>
      </w:r>
      <w:r w:rsidR="004431AA">
        <w:rPr>
          <w:b/>
          <w:bCs/>
          <w:iCs/>
          <w:sz w:val="28"/>
        </w:rPr>
      </w:r>
      <w:r w:rsidR="004431AA">
        <w:rPr>
          <w:b/>
          <w:bCs/>
          <w:iCs/>
          <w:sz w:val="28"/>
        </w:rPr>
        <w:fldChar w:fldCharType="separate"/>
      </w:r>
      <w:r w:rsidR="004431AA">
        <w:rPr>
          <w:b/>
          <w:bCs/>
          <w:iCs/>
          <w:sz w:val="28"/>
        </w:rPr>
        <w:t>3.2</w:t>
      </w:r>
      <w:r w:rsidR="004431AA">
        <w:rPr>
          <w:b/>
          <w:bCs/>
          <w:iCs/>
          <w:sz w:val="28"/>
        </w:rPr>
        <w:fldChar w:fldCharType="end"/>
      </w:r>
      <w:r w:rsidRPr="00147F2B">
        <w:rPr>
          <w:bCs/>
          <w:iCs/>
          <w:sz w:val="28"/>
        </w:rPr>
        <w:t>);</w:t>
      </w:r>
    </w:p>
    <w:p w14:paraId="10B3A301"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14:paraId="56811290"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14:paraId="30B1F6CE" w14:textId="77777777" w:rsidR="0020037B" w:rsidRPr="00147F2B" w:rsidRDefault="009F2394" w:rsidP="000A2450">
      <w:pPr>
        <w:numPr>
          <w:ilvl w:val="2"/>
          <w:numId w:val="20"/>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14:paraId="3656042B" w14:textId="77777777" w:rsidR="00842DA5" w:rsidRPr="00147F2B" w:rsidRDefault="00DD2CE4" w:rsidP="000A2450">
      <w:pPr>
        <w:numPr>
          <w:ilvl w:val="2"/>
          <w:numId w:val="20"/>
        </w:numPr>
        <w:tabs>
          <w:tab w:val="clear" w:pos="1713"/>
        </w:tabs>
        <w:spacing w:after="120"/>
        <w:ind w:left="1701" w:hanging="283"/>
        <w:contextualSpacing/>
        <w:jc w:val="both"/>
        <w:rPr>
          <w:bCs/>
          <w:iCs/>
          <w:sz w:val="28"/>
        </w:rPr>
      </w:pPr>
      <w:r w:rsidRPr="00147F2B">
        <w:rPr>
          <w:bCs/>
          <w:iCs/>
          <w:sz w:val="28"/>
        </w:rPr>
        <w:lastRenderedPageBreak/>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8F462A">
        <w:rPr>
          <w:bCs/>
          <w:iCs/>
          <w:sz w:val="28"/>
        </w:rPr>
        <w:t xml:space="preserve"> в случае признания его З</w:t>
      </w:r>
      <w:r w:rsidR="0020037B" w:rsidRPr="00147F2B">
        <w:rPr>
          <w:bCs/>
          <w:iCs/>
          <w:sz w:val="28"/>
        </w:rPr>
        <w:t>аявки лучшей</w:t>
      </w:r>
      <w:r w:rsidR="006C18C6" w:rsidRPr="00147F2B">
        <w:rPr>
          <w:bCs/>
          <w:iCs/>
          <w:sz w:val="28"/>
        </w:rPr>
        <w:t>.</w:t>
      </w:r>
    </w:p>
    <w:p w14:paraId="1CEABC77" w14:textId="77777777"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w:t>
      </w:r>
      <w:r w:rsidR="008F462A">
        <w:rPr>
          <w:sz w:val="28"/>
          <w:szCs w:val="28"/>
        </w:rPr>
        <w:t>емые Участником в основной З</w:t>
      </w:r>
      <w:r w:rsidRPr="00147F2B">
        <w:rPr>
          <w:sz w:val="28"/>
          <w:szCs w:val="28"/>
        </w:rPr>
        <w:t>аявке или в другом альтернативном п</w:t>
      </w:r>
      <w:r w:rsidR="008F462A">
        <w:rPr>
          <w:sz w:val="28"/>
          <w:szCs w:val="28"/>
        </w:rPr>
        <w:t>редложении в составе настоящей З</w:t>
      </w:r>
      <w:r w:rsidRPr="00147F2B">
        <w:rPr>
          <w:sz w:val="28"/>
          <w:szCs w:val="28"/>
        </w:rPr>
        <w:t>аявки</w:t>
      </w:r>
      <w:r w:rsidRPr="00147F2B">
        <w:rPr>
          <w:bCs/>
          <w:iCs/>
          <w:sz w:val="28"/>
          <w:szCs w:val="28"/>
        </w:rPr>
        <w:t>. В этом случае необходима соответствующая ссылка с указанием на данные документы.</w:t>
      </w:r>
    </w:p>
    <w:p w14:paraId="744CE8B6"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14:paraId="458872E5"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14:paraId="1EACA0DF" w14:textId="77777777" w:rsidR="0020037B" w:rsidRPr="00147F2B" w:rsidRDefault="0020037B" w:rsidP="000A2450">
      <w:pPr>
        <w:pStyle w:val="a"/>
        <w:numPr>
          <w:ilvl w:val="2"/>
          <w:numId w:val="44"/>
        </w:numPr>
        <w:spacing w:after="0"/>
        <w:ind w:left="0" w:firstLine="708"/>
        <w:rPr>
          <w:szCs w:val="28"/>
        </w:rPr>
      </w:pPr>
      <w:r w:rsidRPr="00147F2B">
        <w:rPr>
          <w:szCs w:val="28"/>
        </w:rPr>
        <w:t>Альтернативные предлож</w:t>
      </w:r>
      <w:r w:rsidR="008F462A">
        <w:rPr>
          <w:szCs w:val="28"/>
        </w:rPr>
        <w:t>ения, отличающиеся от основной З</w:t>
      </w:r>
      <w:r w:rsidRPr="00147F2B">
        <w:rPr>
          <w:szCs w:val="28"/>
        </w:rPr>
        <w:t>аявки только ценой, не рассматриваются.</w:t>
      </w:r>
    </w:p>
    <w:p w14:paraId="5FA45125" w14:textId="77777777"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14:paraId="3DC9D2E1" w14:textId="3C0D1528" w:rsidR="00F23995" w:rsidRPr="00147F2B" w:rsidRDefault="008F462A" w:rsidP="00120350">
      <w:pPr>
        <w:pStyle w:val="32"/>
        <w:numPr>
          <w:ilvl w:val="1"/>
          <w:numId w:val="5"/>
        </w:numPr>
        <w:tabs>
          <w:tab w:val="clear" w:pos="1855"/>
        </w:tabs>
        <w:spacing w:after="0"/>
        <w:ind w:left="1701" w:hanging="992"/>
        <w:jc w:val="both"/>
        <w:outlineLvl w:val="1"/>
        <w:rPr>
          <w:b/>
          <w:sz w:val="28"/>
          <w:szCs w:val="28"/>
        </w:rPr>
      </w:pPr>
      <w:bookmarkStart w:id="232" w:name="_Toc324499998"/>
      <w:bookmarkStart w:id="233" w:name="_Toc324500158"/>
      <w:bookmarkStart w:id="234" w:name="_Toc324502995"/>
      <w:bookmarkStart w:id="235" w:name="_Toc324503134"/>
      <w:bookmarkStart w:id="236" w:name="_Toc324503273"/>
      <w:bookmarkStart w:id="237" w:name="_Ref323292926"/>
      <w:bookmarkStart w:id="238" w:name="_Toc453152077"/>
      <w:bookmarkStart w:id="239" w:name="_Toc453166629"/>
      <w:bookmarkStart w:id="240" w:name="_Toc468260878"/>
      <w:bookmarkEnd w:id="232"/>
      <w:bookmarkEnd w:id="233"/>
      <w:bookmarkEnd w:id="234"/>
      <w:bookmarkEnd w:id="235"/>
      <w:bookmarkEnd w:id="236"/>
      <w:r>
        <w:rPr>
          <w:b/>
          <w:sz w:val="28"/>
          <w:szCs w:val="28"/>
        </w:rPr>
        <w:t xml:space="preserve">Требования к обеспечению </w:t>
      </w:r>
      <w:bookmarkEnd w:id="237"/>
      <w:r>
        <w:rPr>
          <w:b/>
          <w:sz w:val="28"/>
          <w:szCs w:val="28"/>
          <w:lang w:val="ru-RU"/>
        </w:rPr>
        <w:t>Заявки</w:t>
      </w:r>
      <w:bookmarkEnd w:id="238"/>
      <w:bookmarkEnd w:id="239"/>
      <w:bookmarkEnd w:id="240"/>
    </w:p>
    <w:p w14:paraId="02ABE4CC" w14:textId="77777777" w:rsidR="00985C32" w:rsidRPr="00147F2B" w:rsidRDefault="00985C32" w:rsidP="00842DA5">
      <w:pPr>
        <w:pStyle w:val="32"/>
        <w:spacing w:after="0"/>
        <w:ind w:left="0" w:firstLine="709"/>
        <w:jc w:val="both"/>
        <w:outlineLvl w:val="1"/>
        <w:rPr>
          <w:sz w:val="28"/>
          <w:szCs w:val="28"/>
        </w:rPr>
      </w:pPr>
    </w:p>
    <w:p w14:paraId="17751E88" w14:textId="77777777" w:rsidR="00F23995" w:rsidRPr="00147F2B" w:rsidRDefault="00622F5D" w:rsidP="000A2450">
      <w:pPr>
        <w:pStyle w:val="a"/>
        <w:numPr>
          <w:ilvl w:val="2"/>
          <w:numId w:val="45"/>
        </w:numPr>
        <w:spacing w:after="0"/>
        <w:ind w:left="0" w:firstLine="708"/>
        <w:rPr>
          <w:szCs w:val="28"/>
        </w:rPr>
      </w:pPr>
      <w:bookmarkStart w:id="24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8F462A">
        <w:rPr>
          <w:szCs w:val="28"/>
        </w:rPr>
        <w:t xml:space="preserve"> З</w:t>
      </w:r>
      <w:r w:rsidR="00F23995" w:rsidRPr="00147F2B">
        <w:rPr>
          <w:szCs w:val="28"/>
        </w:rPr>
        <w:t xml:space="preserve">аявки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w:t>
      </w:r>
      <w:bookmarkEnd w:id="241"/>
    </w:p>
    <w:p w14:paraId="032118A3" w14:textId="77777777" w:rsidR="00F23995" w:rsidRPr="00147F2B" w:rsidRDefault="008F462A" w:rsidP="000A2450">
      <w:pPr>
        <w:pStyle w:val="a"/>
        <w:numPr>
          <w:ilvl w:val="2"/>
          <w:numId w:val="45"/>
        </w:numPr>
        <w:spacing w:after="0"/>
        <w:ind w:left="0" w:firstLine="708"/>
        <w:rPr>
          <w:szCs w:val="28"/>
        </w:rPr>
      </w:pPr>
      <w:bookmarkStart w:id="242" w:name="_Ref323294765"/>
      <w:r>
        <w:rPr>
          <w:szCs w:val="28"/>
        </w:rPr>
        <w:t>Обеспечение З</w:t>
      </w:r>
      <w:r w:rsidR="0085527C" w:rsidRPr="00147F2B">
        <w:rPr>
          <w:szCs w:val="28"/>
        </w:rPr>
        <w:t xml:space="preserve">аявки </w:t>
      </w:r>
      <w:r w:rsidR="00FD0987" w:rsidRPr="00147F2B">
        <w:rPr>
          <w:szCs w:val="28"/>
        </w:rPr>
        <w:t>предусма</w:t>
      </w:r>
      <w:r w:rsidR="00F23995" w:rsidRPr="00147F2B">
        <w:rPr>
          <w:szCs w:val="28"/>
        </w:rPr>
        <w:t>тр</w:t>
      </w:r>
      <w:r w:rsidR="0085527C"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Pr>
          <w:szCs w:val="28"/>
        </w:rPr>
        <w:t>обеспечения З</w:t>
      </w:r>
      <w:r w:rsidR="00AB2211" w:rsidRPr="00147F2B">
        <w:rPr>
          <w:szCs w:val="28"/>
        </w:rPr>
        <w:t xml:space="preserve">аявки </w:t>
      </w:r>
      <w:r w:rsidR="00F23995" w:rsidRPr="00147F2B">
        <w:rPr>
          <w:szCs w:val="28"/>
        </w:rPr>
        <w:t>полностью или частично в следующих случаях:</w:t>
      </w:r>
      <w:bookmarkEnd w:id="242"/>
    </w:p>
    <w:p w14:paraId="27BAC570" w14:textId="77777777" w:rsidR="00F23995" w:rsidRPr="00147F2B" w:rsidRDefault="008F462A" w:rsidP="00B87060">
      <w:pPr>
        <w:pStyle w:val="23"/>
        <w:numPr>
          <w:ilvl w:val="3"/>
          <w:numId w:val="6"/>
        </w:numPr>
        <w:tabs>
          <w:tab w:val="clear" w:pos="3560"/>
        </w:tabs>
        <w:ind w:left="1701" w:hanging="567"/>
        <w:textAlignment w:val="baseline"/>
        <w:rPr>
          <w:szCs w:val="28"/>
        </w:rPr>
      </w:pPr>
      <w:r>
        <w:rPr>
          <w:szCs w:val="28"/>
        </w:rPr>
        <w:t xml:space="preserve">изменения или отзыва </w:t>
      </w:r>
      <w:r>
        <w:rPr>
          <w:szCs w:val="28"/>
          <w:lang w:val="ru-RU"/>
        </w:rPr>
        <w:t>Заявки</w:t>
      </w:r>
      <w:r w:rsidR="00C611B1" w:rsidRPr="00147F2B">
        <w:rPr>
          <w:szCs w:val="28"/>
        </w:rPr>
        <w:t xml:space="preserve"> в течение срока ее действия, оговоренного самим </w:t>
      </w:r>
      <w:r w:rsidR="0078174A" w:rsidRPr="00147F2B">
        <w:rPr>
          <w:szCs w:val="28"/>
        </w:rPr>
        <w:t>Участник</w:t>
      </w:r>
      <w:r w:rsidR="00C611B1" w:rsidRPr="00147F2B">
        <w:rPr>
          <w:szCs w:val="28"/>
        </w:rPr>
        <w:t>ом в тек</w:t>
      </w:r>
      <w:r>
        <w:rPr>
          <w:szCs w:val="28"/>
        </w:rPr>
        <w:t xml:space="preserve">сте письма о подаче </w:t>
      </w:r>
      <w:r>
        <w:rPr>
          <w:szCs w:val="28"/>
          <w:lang w:val="ru-RU"/>
        </w:rPr>
        <w:t>Заявки</w:t>
      </w:r>
      <w:r w:rsidR="00C611B1" w:rsidRPr="00147F2B">
        <w:rPr>
          <w:szCs w:val="28"/>
        </w:rPr>
        <w:t>;</w:t>
      </w:r>
    </w:p>
    <w:p w14:paraId="43351136"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A703B" w:rsidRPr="00147F2B">
        <w:rPr>
          <w:b/>
        </w:rPr>
        <w:t>4.19</w:t>
      </w:r>
      <w:r w:rsidR="00896DA5">
        <w:rPr>
          <w:b/>
          <w:szCs w:val="28"/>
          <w:lang w:val="ru-RU"/>
        </w:rPr>
        <w:fldChar w:fldCharType="end"/>
      </w:r>
      <w:r w:rsidRPr="00147F2B">
        <w:rPr>
          <w:szCs w:val="28"/>
        </w:rPr>
        <w:t>);</w:t>
      </w:r>
    </w:p>
    <w:p w14:paraId="65E225F2"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008F462A">
        <w:rPr>
          <w:szCs w:val="28"/>
        </w:rPr>
        <w:t xml:space="preserve">ом в составе </w:t>
      </w:r>
      <w:r w:rsidR="008F462A">
        <w:rPr>
          <w:szCs w:val="28"/>
          <w:lang w:val="ru-RU"/>
        </w:rPr>
        <w:t>Заявки</w:t>
      </w:r>
      <w:r w:rsidRPr="00147F2B">
        <w:rPr>
          <w:szCs w:val="28"/>
        </w:rPr>
        <w:t xml:space="preserve"> заведомо ложной информации, имеющей существенный характер;</w:t>
      </w:r>
    </w:p>
    <w:p w14:paraId="2FD6B33F" w14:textId="5CF18369"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заключить </w:t>
      </w:r>
      <w:r w:rsidR="00B77237">
        <w:rPr>
          <w:szCs w:val="28"/>
          <w:lang w:val="ru-RU"/>
        </w:rPr>
        <w:t>д</w:t>
      </w:r>
      <w:r w:rsidRPr="00147F2B">
        <w:rPr>
          <w:szCs w:val="28"/>
        </w:rPr>
        <w:t xml:space="preserve">оговор на условиях согласно Извещению, настоящей Документации, </w:t>
      </w:r>
      <w:r w:rsidR="00512090">
        <w:rPr>
          <w:szCs w:val="28"/>
          <w:lang w:val="ru-RU"/>
        </w:rPr>
        <w:t>Заявке</w:t>
      </w:r>
      <w:r w:rsidRPr="00147F2B">
        <w:rPr>
          <w:szCs w:val="28"/>
        </w:rPr>
        <w:t xml:space="preserve"> и Протоколу о результатах </w:t>
      </w:r>
      <w:r w:rsidR="008E1AD6" w:rsidRPr="00147F2B">
        <w:rPr>
          <w:szCs w:val="28"/>
        </w:rPr>
        <w:t>запрос</w:t>
      </w:r>
      <w:r w:rsidRPr="00147F2B">
        <w:rPr>
          <w:szCs w:val="28"/>
        </w:rPr>
        <w:t>а предложений.</w:t>
      </w:r>
    </w:p>
    <w:p w14:paraId="5AA734CD" w14:textId="77777777" w:rsidR="00F23995" w:rsidRPr="00147F2B" w:rsidRDefault="00512090" w:rsidP="000A2450">
      <w:pPr>
        <w:pStyle w:val="a"/>
        <w:numPr>
          <w:ilvl w:val="2"/>
          <w:numId w:val="45"/>
        </w:numPr>
        <w:spacing w:after="0"/>
        <w:ind w:left="0" w:firstLine="708"/>
        <w:rPr>
          <w:szCs w:val="28"/>
        </w:rPr>
      </w:pPr>
      <w:r>
        <w:rPr>
          <w:szCs w:val="28"/>
        </w:rPr>
        <w:t>Обеспечение З</w:t>
      </w:r>
      <w:r w:rsidR="00F23995" w:rsidRPr="00147F2B">
        <w:rPr>
          <w:szCs w:val="28"/>
        </w:rPr>
        <w:t xml:space="preserve">аявки может быть реализовано по решению </w:t>
      </w:r>
      <w:r w:rsidR="00A0353C" w:rsidRPr="00147F2B">
        <w:rPr>
          <w:szCs w:val="28"/>
        </w:rPr>
        <w:t>Организатор</w:t>
      </w:r>
      <w:r w:rsidR="005575D5" w:rsidRPr="00147F2B">
        <w:rPr>
          <w:szCs w:val="28"/>
        </w:rPr>
        <w:t>а</w:t>
      </w:r>
      <w:r w:rsidR="00F23995"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A703B">
        <w:rPr>
          <w:b/>
          <w:szCs w:val="28"/>
        </w:rPr>
        <w:t>3.4.2</w:t>
      </w:r>
      <w:r w:rsidR="00EA1D31" w:rsidRPr="00147F2B">
        <w:rPr>
          <w:b/>
          <w:szCs w:val="28"/>
        </w:rPr>
        <w:fldChar w:fldCharType="end"/>
      </w:r>
      <w:r w:rsidR="00F23995" w:rsidRPr="00147F2B">
        <w:rPr>
          <w:szCs w:val="28"/>
        </w:rPr>
        <w:t>.</w:t>
      </w:r>
    </w:p>
    <w:p w14:paraId="5BA19029" w14:textId="5CD77CF1" w:rsidR="00F23995" w:rsidRPr="00147F2B" w:rsidRDefault="00E71DB1" w:rsidP="000A2450">
      <w:pPr>
        <w:pStyle w:val="a"/>
        <w:numPr>
          <w:ilvl w:val="2"/>
          <w:numId w:val="45"/>
        </w:numPr>
        <w:spacing w:after="0"/>
        <w:ind w:left="0" w:firstLine="709"/>
        <w:rPr>
          <w:szCs w:val="28"/>
        </w:rPr>
      </w:pPr>
      <w:bookmarkStart w:id="243" w:name="_Ref323890705"/>
      <w:r w:rsidRPr="00E71DB1">
        <w:rPr>
          <w:szCs w:val="28"/>
        </w:rPr>
        <w:t>Денежные средства, внесе</w:t>
      </w:r>
      <w:r w:rsidR="002134EC">
        <w:rPr>
          <w:szCs w:val="28"/>
        </w:rPr>
        <w:t>нные У</w:t>
      </w:r>
      <w:r w:rsidRPr="00E71DB1">
        <w:rPr>
          <w:szCs w:val="28"/>
        </w:rPr>
        <w:t>ча</w:t>
      </w:r>
      <w:r w:rsidR="00371940">
        <w:rPr>
          <w:szCs w:val="28"/>
        </w:rPr>
        <w:t xml:space="preserve">стником в качестве обеспечения </w:t>
      </w:r>
      <w:r w:rsidR="00371940" w:rsidRPr="004920C8">
        <w:t>З</w:t>
      </w:r>
      <w:r w:rsidRPr="004920C8">
        <w:t>аявки</w:t>
      </w:r>
      <w:r w:rsidRPr="00E71DB1">
        <w:rPr>
          <w:szCs w:val="28"/>
        </w:rPr>
        <w:t xml:space="preserve">, на счет, указанный </w:t>
      </w:r>
      <w:r>
        <w:rPr>
          <w:szCs w:val="28"/>
        </w:rPr>
        <w:t>Организатором</w:t>
      </w:r>
      <w:r w:rsidR="00687CB6">
        <w:rPr>
          <w:szCs w:val="28"/>
        </w:rPr>
        <w:t xml:space="preserve"> в Д</w:t>
      </w:r>
      <w:r w:rsidRPr="00E71DB1">
        <w:rPr>
          <w:szCs w:val="28"/>
        </w:rPr>
        <w:t>окументации, возвращаются</w:t>
      </w:r>
      <w:r w:rsidR="00F23995" w:rsidRPr="00147F2B">
        <w:rPr>
          <w:szCs w:val="28"/>
        </w:rPr>
        <w:t>:</w:t>
      </w:r>
      <w:bookmarkEnd w:id="243"/>
    </w:p>
    <w:p w14:paraId="6024601E"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rPr>
        <w:t xml:space="preserve">всем </w:t>
      </w:r>
      <w:r>
        <w:rPr>
          <w:szCs w:val="28"/>
          <w:lang w:val="ru-RU"/>
        </w:rPr>
        <w:t>У</w:t>
      </w:r>
      <w:r w:rsidRPr="00E71DB1">
        <w:rPr>
          <w:szCs w:val="28"/>
        </w:rPr>
        <w:t>частникам</w:t>
      </w:r>
      <w:r>
        <w:rPr>
          <w:szCs w:val="28"/>
        </w:rPr>
        <w:t xml:space="preserve">, за исключением </w:t>
      </w:r>
      <w:r>
        <w:rPr>
          <w:szCs w:val="28"/>
          <w:lang w:val="ru-RU"/>
        </w:rPr>
        <w:t>У</w:t>
      </w:r>
      <w:r w:rsidR="00512090">
        <w:rPr>
          <w:szCs w:val="28"/>
        </w:rPr>
        <w:t xml:space="preserve">частника, </w:t>
      </w:r>
      <w:r w:rsidR="00371940">
        <w:rPr>
          <w:szCs w:val="28"/>
          <w:lang w:val="ru-RU"/>
        </w:rPr>
        <w:t>Заявке</w:t>
      </w:r>
      <w:r w:rsidRPr="00E71DB1">
        <w:rPr>
          <w:szCs w:val="28"/>
        </w:rPr>
        <w:t xml:space="preserve"> которого присвоен первый номер, в срок не более 7 (семи) рабочих дней от даты подписания протокола, составленного по результатам запроса предложений</w:t>
      </w:r>
      <w:r w:rsidR="009D69E1" w:rsidRPr="00147F2B">
        <w:rPr>
          <w:szCs w:val="28"/>
        </w:rPr>
        <w:t>;</w:t>
      </w:r>
    </w:p>
    <w:p w14:paraId="6E8835F6"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lang w:val="ru-RU"/>
        </w:rPr>
        <w:t>У</w:t>
      </w:r>
      <w:r w:rsidR="00512090">
        <w:rPr>
          <w:szCs w:val="28"/>
        </w:rPr>
        <w:t xml:space="preserve">частнику, </w:t>
      </w:r>
      <w:r w:rsidR="00371940">
        <w:rPr>
          <w:szCs w:val="28"/>
          <w:lang w:val="ru-RU"/>
        </w:rPr>
        <w:t>Заявке</w:t>
      </w:r>
      <w:r w:rsidRPr="00E71DB1">
        <w:rPr>
          <w:szCs w:val="28"/>
        </w:rPr>
        <w:t xml:space="preserve"> которого присвоен первый номер, в течение 7 (семи) рабочих дней от даты заключения договора либо от даты принятия Заказчиком решения о том, что договор по результатам </w:t>
      </w:r>
      <w:r w:rsidRPr="00E71DB1">
        <w:rPr>
          <w:szCs w:val="28"/>
        </w:rPr>
        <w:lastRenderedPageBreak/>
        <w:t>закупки не заключается</w:t>
      </w:r>
      <w:r>
        <w:rPr>
          <w:szCs w:val="28"/>
          <w:lang w:val="ru-RU"/>
        </w:rPr>
        <w:t xml:space="preserve"> </w:t>
      </w:r>
      <w:r w:rsidRPr="00E71DB1">
        <w:rPr>
          <w:szCs w:val="28"/>
          <w:lang w:val="ru-RU"/>
        </w:rPr>
        <w:t>в порядке, установленном Положением о зак</w:t>
      </w:r>
      <w:r>
        <w:rPr>
          <w:szCs w:val="28"/>
          <w:lang w:val="ru-RU"/>
        </w:rPr>
        <w:t>упках товаров, работ, услуг ОАО </w:t>
      </w:r>
      <w:r w:rsidRPr="00E71DB1">
        <w:rPr>
          <w:szCs w:val="28"/>
          <w:lang w:val="ru-RU"/>
        </w:rPr>
        <w:t>«Газпром» и Компаний группы Газпром (утв. Советом директоров ОАО «Газпром» 19.04.2012г. №1969)</w:t>
      </w:r>
      <w:r w:rsidR="009D69E1" w:rsidRPr="00147F2B">
        <w:rPr>
          <w:szCs w:val="28"/>
        </w:rPr>
        <w:t>;</w:t>
      </w:r>
    </w:p>
    <w:p w14:paraId="7A8B211D"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A703B">
        <w:rPr>
          <w:b/>
          <w:szCs w:val="28"/>
        </w:rPr>
        <w:t>1.4</w:t>
      </w:r>
      <w:r w:rsidRPr="00147F2B">
        <w:rPr>
          <w:b/>
          <w:szCs w:val="28"/>
        </w:rPr>
        <w:fldChar w:fldCharType="end"/>
      </w:r>
      <w:r w:rsidRPr="00147F2B">
        <w:rPr>
          <w:szCs w:val="28"/>
        </w:rPr>
        <w:t>;</w:t>
      </w:r>
    </w:p>
    <w:p w14:paraId="46825464"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до окончания </w:t>
      </w:r>
      <w:r w:rsidR="009C41CC" w:rsidRPr="00147F2B">
        <w:rPr>
          <w:szCs w:val="28"/>
          <w:lang w:val="ru-RU"/>
        </w:rPr>
        <w:t xml:space="preserve">срока </w:t>
      </w:r>
      <w:r w:rsidRPr="00147F2B">
        <w:rPr>
          <w:szCs w:val="28"/>
        </w:rPr>
        <w:t xml:space="preserve">приема </w:t>
      </w:r>
      <w:r w:rsidR="001D6A5D">
        <w:rPr>
          <w:szCs w:val="28"/>
          <w:lang w:val="ru-RU"/>
        </w:rPr>
        <w:t>З</w:t>
      </w:r>
      <w:r w:rsidR="009C41CC" w:rsidRPr="00147F2B">
        <w:rPr>
          <w:szCs w:val="28"/>
          <w:lang w:val="ru-RU"/>
        </w:rPr>
        <w:t>аявок</w:t>
      </w:r>
      <w:r w:rsidRPr="00147F2B">
        <w:rPr>
          <w:szCs w:val="28"/>
        </w:rPr>
        <w:t xml:space="preserve">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A703B">
        <w:rPr>
          <w:b/>
          <w:szCs w:val="28"/>
        </w:rPr>
        <w:t>2.7</w:t>
      </w:r>
      <w:r w:rsidRPr="00147F2B">
        <w:rPr>
          <w:b/>
          <w:szCs w:val="28"/>
        </w:rPr>
        <w:fldChar w:fldCharType="end"/>
      </w:r>
      <w:r w:rsidRPr="00147F2B">
        <w:rPr>
          <w:szCs w:val="28"/>
        </w:rPr>
        <w:t>.</w:t>
      </w:r>
    </w:p>
    <w:p w14:paraId="10EC47BD" w14:textId="77777777" w:rsidR="00F23995" w:rsidRDefault="009D69E1" w:rsidP="000A2450">
      <w:pPr>
        <w:pStyle w:val="a"/>
        <w:numPr>
          <w:ilvl w:val="2"/>
          <w:numId w:val="45"/>
        </w:numPr>
        <w:spacing w:after="0"/>
        <w:ind w:left="0" w:firstLine="708"/>
        <w:rPr>
          <w:szCs w:val="28"/>
        </w:rPr>
      </w:pPr>
      <w:r w:rsidRPr="00147F2B">
        <w:rPr>
          <w:szCs w:val="28"/>
        </w:rPr>
        <w:t xml:space="preserve">Все </w:t>
      </w:r>
      <w:r w:rsidR="00512090">
        <w:rPr>
          <w:szCs w:val="28"/>
        </w:rPr>
        <w:t>З</w:t>
      </w:r>
      <w:r w:rsidRPr="00147F2B">
        <w:rPr>
          <w:szCs w:val="28"/>
        </w:rPr>
        <w:t>аявки,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
    <w:p w14:paraId="67F63718" w14:textId="666EDE73" w:rsidR="00753177" w:rsidRPr="00147F2B" w:rsidRDefault="00551033" w:rsidP="000A2450">
      <w:pPr>
        <w:pStyle w:val="a"/>
        <w:numPr>
          <w:ilvl w:val="2"/>
          <w:numId w:val="45"/>
        </w:numPr>
        <w:spacing w:after="0"/>
        <w:ind w:left="0" w:firstLine="708"/>
        <w:rPr>
          <w:szCs w:val="28"/>
        </w:rPr>
      </w:pPr>
      <w:r w:rsidRPr="00551033">
        <w:rPr>
          <w:szCs w:val="28"/>
        </w:rPr>
        <w:t>Участник, в случае признания заявки лучшей, предоставляет гарантию выполнения условий Договора (</w:t>
      </w:r>
      <w:r w:rsidRPr="00551033">
        <w:rPr>
          <w:b/>
          <w:szCs w:val="28"/>
        </w:rPr>
        <w:t>Форма 7.1</w:t>
      </w:r>
      <w:r w:rsidRPr="00551033">
        <w:rPr>
          <w:szCs w:val="28"/>
        </w:rPr>
        <w:t>) и гарантию возврата аванса (</w:t>
      </w:r>
      <w:r w:rsidRPr="00551033">
        <w:rPr>
          <w:b/>
          <w:szCs w:val="28"/>
        </w:rPr>
        <w:t>Форма 7.2</w:t>
      </w:r>
      <w:r w:rsidRPr="00551033">
        <w:rPr>
          <w:szCs w:val="28"/>
        </w:rPr>
        <w:t>) (если данное требование установлено в информационной карте в п. </w:t>
      </w:r>
      <w:r w:rsidRPr="00551033">
        <w:rPr>
          <w:b/>
          <w:szCs w:val="28"/>
        </w:rPr>
        <w:fldChar w:fldCharType="begin"/>
      </w:r>
      <w:r w:rsidRPr="00551033">
        <w:rPr>
          <w:szCs w:val="28"/>
        </w:rPr>
        <w:instrText xml:space="preserve"> REF З_4_19 \h </w:instrText>
      </w:r>
      <w:r w:rsidRPr="00551033">
        <w:rPr>
          <w:b/>
          <w:szCs w:val="28"/>
        </w:rPr>
      </w:r>
      <w:r w:rsidRPr="00551033">
        <w:rPr>
          <w:b/>
          <w:szCs w:val="28"/>
        </w:rPr>
        <w:fldChar w:fldCharType="separate"/>
      </w:r>
      <w:r w:rsidRPr="00551033">
        <w:rPr>
          <w:b/>
          <w:szCs w:val="28"/>
        </w:rPr>
        <w:t>4.19</w:t>
      </w:r>
      <w:r w:rsidRPr="00551033">
        <w:rPr>
          <w:szCs w:val="28"/>
        </w:rPr>
        <w:fldChar w:fldCharType="end"/>
      </w:r>
      <w:r w:rsidRPr="00551033">
        <w:rPr>
          <w:szCs w:val="28"/>
        </w:rPr>
        <w:t>).</w:t>
      </w:r>
    </w:p>
    <w:p w14:paraId="6A26D359" w14:textId="77777777" w:rsidR="00E7316E" w:rsidRPr="00147F2B" w:rsidRDefault="00E7316E" w:rsidP="00842DA5">
      <w:pPr>
        <w:pStyle w:val="a"/>
        <w:numPr>
          <w:ilvl w:val="0"/>
          <w:numId w:val="0"/>
        </w:numPr>
        <w:spacing w:after="0"/>
        <w:ind w:firstLine="709"/>
        <w:rPr>
          <w:szCs w:val="28"/>
        </w:rPr>
      </w:pPr>
    </w:p>
    <w:p w14:paraId="6E86E34F" w14:textId="77777777" w:rsidR="00B90EF3" w:rsidRPr="00147F2B" w:rsidRDefault="00B90EF3" w:rsidP="00120350">
      <w:pPr>
        <w:pStyle w:val="32"/>
        <w:numPr>
          <w:ilvl w:val="1"/>
          <w:numId w:val="5"/>
        </w:numPr>
        <w:tabs>
          <w:tab w:val="clear" w:pos="1855"/>
        </w:tabs>
        <w:spacing w:after="0"/>
        <w:ind w:left="1701" w:hanging="992"/>
        <w:jc w:val="both"/>
        <w:outlineLvl w:val="1"/>
        <w:rPr>
          <w:b/>
          <w:sz w:val="28"/>
          <w:szCs w:val="28"/>
        </w:rPr>
      </w:pPr>
      <w:bookmarkStart w:id="244" w:name="_Toc323391384"/>
      <w:bookmarkStart w:id="245" w:name="_Ref323308300"/>
      <w:bookmarkStart w:id="246" w:name="_Ref349039777"/>
      <w:bookmarkStart w:id="247" w:name="_Toc453152078"/>
      <w:bookmarkStart w:id="248" w:name="_Toc453166630"/>
      <w:bookmarkStart w:id="249" w:name="_Toc468260879"/>
      <w:bookmarkEnd w:id="24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квалификационным требованиям настоящей Документации</w:t>
      </w:r>
      <w:bookmarkEnd w:id="245"/>
      <w:bookmarkEnd w:id="246"/>
      <w:bookmarkEnd w:id="247"/>
      <w:bookmarkEnd w:id="248"/>
      <w:bookmarkEnd w:id="249"/>
    </w:p>
    <w:p w14:paraId="47CB2FB5" w14:textId="77777777" w:rsidR="00C06C16" w:rsidRPr="00147F2B" w:rsidRDefault="00C06C16" w:rsidP="00C06C16">
      <w:pPr>
        <w:pStyle w:val="32"/>
        <w:spacing w:after="0"/>
        <w:ind w:left="1701"/>
        <w:jc w:val="both"/>
        <w:outlineLvl w:val="1"/>
        <w:rPr>
          <w:b/>
          <w:sz w:val="28"/>
          <w:szCs w:val="28"/>
        </w:rPr>
      </w:pPr>
    </w:p>
    <w:p w14:paraId="58F1FCB5" w14:textId="77777777" w:rsidR="005F28FC" w:rsidRPr="00147F2B" w:rsidRDefault="00125D21" w:rsidP="000A2450">
      <w:pPr>
        <w:pStyle w:val="a"/>
        <w:numPr>
          <w:ilvl w:val="2"/>
          <w:numId w:val="46"/>
        </w:numPr>
        <w:ind w:left="0" w:firstLine="708"/>
      </w:pPr>
      <w:bookmarkStart w:id="250" w:name="_Ref323302438"/>
      <w:bookmarkStart w:id="251"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250"/>
      <w:r w:rsidR="00357431" w:rsidRPr="00147F2B">
        <w:t> </w:t>
      </w:r>
      <w:r w:rsidR="003E5CB1">
        <w:rPr>
          <w:b/>
        </w:rPr>
        <w:fldChar w:fldCharType="begin"/>
      </w:r>
      <w:r w:rsidR="003E5CB1">
        <w:instrText xml:space="preserve"> REF З_4_30 \h </w:instrText>
      </w:r>
      <w:r w:rsidR="003E5CB1">
        <w:rPr>
          <w:b/>
        </w:rPr>
      </w:r>
      <w:r w:rsidR="003E5CB1">
        <w:rPr>
          <w:b/>
        </w:rPr>
        <w:fldChar w:fldCharType="separate"/>
      </w:r>
      <w:r w:rsidR="003E5CB1">
        <w:rPr>
          <w:b/>
        </w:rPr>
        <w:t>4.30</w:t>
      </w:r>
      <w:r w:rsidR="003E5CB1">
        <w:rPr>
          <w:b/>
        </w:rPr>
        <w:fldChar w:fldCharType="end"/>
      </w:r>
      <w:r w:rsidR="00357431" w:rsidRPr="00147F2B">
        <w:t>)</w:t>
      </w:r>
      <w:r w:rsidR="004F52A1" w:rsidRPr="00147F2B">
        <w:t>.</w:t>
      </w:r>
      <w:bookmarkEnd w:id="251"/>
    </w:p>
    <w:p w14:paraId="43B15019" w14:textId="77777777" w:rsidR="00757A65" w:rsidRPr="00757A65" w:rsidRDefault="00DC4E3F" w:rsidP="000A2450">
      <w:pPr>
        <w:pStyle w:val="a"/>
        <w:numPr>
          <w:ilvl w:val="2"/>
          <w:numId w:val="46"/>
        </w:numPr>
        <w:ind w:left="0" w:firstLine="708"/>
      </w:pPr>
      <w:r w:rsidRPr="00147F2B">
        <w:t xml:space="preserve">Анкета по установленной в настоящей Документации </w:t>
      </w:r>
      <w:r w:rsidR="00357431" w:rsidRPr="00147F2B">
        <w:t>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A703B" w:rsidRPr="00DA703B">
        <w:rPr>
          <w:b/>
        </w:rPr>
        <w:t>Анкета Участника (Форма 2)</w:t>
      </w:r>
      <w:r w:rsidR="0069339D" w:rsidRPr="00147F2B">
        <w:fldChar w:fldCharType="end"/>
      </w:r>
      <w:r w:rsidRPr="00147F2B">
        <w:t>.</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14:paraId="6A44F765" w14:textId="6E05994E" w:rsidR="0036722F" w:rsidRPr="00147F2B" w:rsidRDefault="00757A65" w:rsidP="000A2450">
      <w:pPr>
        <w:pStyle w:val="a"/>
        <w:numPr>
          <w:ilvl w:val="2"/>
          <w:numId w:val="46"/>
        </w:numPr>
        <w:ind w:left="0" w:firstLine="708"/>
        <w:rPr>
          <w:b/>
          <w:i/>
          <w:sz w:val="24"/>
          <w:szCs w:val="24"/>
        </w:rPr>
      </w:pPr>
      <w:r w:rsidRPr="00757A65">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p>
    <w:p w14:paraId="72D3CF94" w14:textId="1B28068F" w:rsidR="00A24F99" w:rsidRPr="00147F2B" w:rsidRDefault="0036722F" w:rsidP="000A2450">
      <w:pPr>
        <w:pStyle w:val="a"/>
        <w:numPr>
          <w:ilvl w:val="2"/>
          <w:numId w:val="46"/>
        </w:numPr>
        <w:ind w:left="0" w:firstLine="708"/>
        <w:rPr>
          <w:b/>
          <w:i/>
          <w:sz w:val="24"/>
          <w:szCs w:val="24"/>
        </w:rPr>
      </w:pPr>
      <w:r w:rsidRPr="00147F2B">
        <w:rPr>
          <w:b/>
          <w:szCs w:val="28"/>
        </w:rPr>
        <w:t>Согласие на обработку и переда</w:t>
      </w:r>
      <w:r w:rsidR="00C61AC6">
        <w:rPr>
          <w:b/>
          <w:szCs w:val="28"/>
        </w:rPr>
        <w:t xml:space="preserve">чу своих персональных данных в </w:t>
      </w:r>
      <w:r w:rsidR="00575F71">
        <w:rPr>
          <w:b/>
          <w:szCs w:val="28"/>
        </w:rPr>
        <w:t>ОО</w:t>
      </w:r>
      <w:r w:rsidR="00575F71" w:rsidRPr="00147F2B">
        <w:rPr>
          <w:b/>
          <w:szCs w:val="28"/>
        </w:rPr>
        <w:t>О «Газпром</w:t>
      </w:r>
      <w:r w:rsidR="00575F71">
        <w:rPr>
          <w:b/>
          <w:szCs w:val="28"/>
        </w:rPr>
        <w:t xml:space="preserve"> трансгаз Уфа</w:t>
      </w:r>
      <w:r w:rsidR="00575F71" w:rsidRPr="00147F2B">
        <w:rPr>
          <w:b/>
          <w:szCs w:val="28"/>
        </w:rPr>
        <w:t xml:space="preserve">» </w:t>
      </w:r>
      <w:r w:rsidRPr="00147F2B">
        <w:rPr>
          <w:b/>
          <w:szCs w:val="28"/>
        </w:rPr>
        <w:t xml:space="preserve">для последующей передачи в </w:t>
      </w:r>
      <w:r w:rsidR="00C423B9">
        <w:rPr>
          <w:b/>
          <w:szCs w:val="28"/>
        </w:rPr>
        <w:t xml:space="preserve">                    </w:t>
      </w:r>
      <w:r w:rsidR="00575F71">
        <w:rPr>
          <w:b/>
          <w:szCs w:val="28"/>
        </w:rPr>
        <w:t>П</w:t>
      </w:r>
      <w:r w:rsidR="00575F71" w:rsidRPr="00147F2B">
        <w:rPr>
          <w:b/>
          <w:szCs w:val="28"/>
        </w:rPr>
        <w:t>АО «Газпром»</w:t>
      </w:r>
      <w:r w:rsidR="00575F71">
        <w:rPr>
          <w:b/>
          <w:szCs w:val="28"/>
        </w:rPr>
        <w:t>,</w:t>
      </w:r>
      <w:r w:rsidR="00575F71" w:rsidRPr="00147F2B">
        <w:rPr>
          <w:b/>
          <w:szCs w:val="28"/>
        </w:rPr>
        <w:t xml:space="preserve"> </w:t>
      </w:r>
      <w:r w:rsidRPr="00147F2B">
        <w:rPr>
          <w:b/>
          <w:szCs w:val="28"/>
        </w:rPr>
        <w:t xml:space="preserve">Минэнерго России, Росфинмониторинг, </w:t>
      </w:r>
      <w:r w:rsidR="00C423B9">
        <w:rPr>
          <w:b/>
          <w:szCs w:val="28"/>
        </w:rPr>
        <w:t xml:space="preserve">                                       </w:t>
      </w:r>
      <w:r w:rsidRPr="00147F2B">
        <w:rPr>
          <w:b/>
          <w:szCs w:val="28"/>
        </w:rPr>
        <w:t>ФНС России и Экспертам по запросу предложений № </w:t>
      </w:r>
      <w:r w:rsidR="003C4955">
        <w:rPr>
          <w:b/>
          <w:szCs w:val="28"/>
        </w:rPr>
        <w:t>0002/16/2.2/0069276/ТГУфа/ЗП/ГОС/Э/02.12.2016</w:t>
      </w:r>
      <w:r w:rsidRPr="00147F2B">
        <w:rPr>
          <w:b/>
          <w:szCs w:val="28"/>
        </w:rPr>
        <w:t xml:space="preserve"> (Форма </w:t>
      </w:r>
      <w:r w:rsidR="00EF60E5" w:rsidRPr="00147F2B">
        <w:rPr>
          <w:b/>
          <w:szCs w:val="28"/>
        </w:rPr>
        <w:t>2</w:t>
      </w:r>
      <w:r w:rsidRPr="00147F2B">
        <w:rPr>
          <w:b/>
          <w:szCs w:val="28"/>
        </w:rPr>
        <w:t>.2)</w:t>
      </w:r>
      <w:r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Pr>
          <w:b/>
        </w:rPr>
        <w:t> </w:t>
      </w:r>
      <w:r w:rsidR="00EA62A4">
        <w:rPr>
          <w:b/>
        </w:rPr>
        <w:fldChar w:fldCharType="begin"/>
      </w:r>
      <w:r w:rsidR="00EA62A4">
        <w:rPr>
          <w:b/>
        </w:rPr>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00A24F99" w:rsidRPr="00147F2B">
        <w:t xml:space="preserve">). </w:t>
      </w:r>
    </w:p>
    <w:p w14:paraId="42CF6491" w14:textId="77777777" w:rsidR="00356E3D" w:rsidRPr="00147F2B" w:rsidRDefault="00356E3D" w:rsidP="000A2450">
      <w:pPr>
        <w:pStyle w:val="a"/>
        <w:numPr>
          <w:ilvl w:val="2"/>
          <w:numId w:val="46"/>
        </w:numPr>
        <w:ind w:left="0" w:firstLine="708"/>
      </w:pPr>
      <w:r w:rsidRPr="00147F2B">
        <w:rPr>
          <w:b/>
        </w:rPr>
        <w:t>Справка об объеме поставок товара</w:t>
      </w:r>
      <w:r w:rsidR="00687CB6">
        <w:t xml:space="preserve"> по установленной в настоящей Д</w:t>
      </w:r>
      <w:r w:rsidRPr="00147F2B">
        <w:t xml:space="preserve">окументации форме </w:t>
      </w:r>
      <w:r w:rsidRPr="00147F2B">
        <w:rPr>
          <w:b/>
        </w:rPr>
        <w:t xml:space="preserve">(Форма </w:t>
      </w:r>
      <w:r w:rsidR="00EF60E5" w:rsidRPr="00147F2B">
        <w:rPr>
          <w:b/>
        </w:rPr>
        <w:t>3</w:t>
      </w:r>
      <w:r w:rsidRPr="00147F2B">
        <w:rPr>
          <w:b/>
        </w:rPr>
        <w:t>)</w:t>
      </w:r>
      <w:r w:rsidRPr="00147F2B">
        <w:t>.</w:t>
      </w:r>
    </w:p>
    <w:p w14:paraId="2951D5A2" w14:textId="4C6A3F5F" w:rsidR="005A6263" w:rsidRDefault="00A46788" w:rsidP="000A2450">
      <w:pPr>
        <w:pStyle w:val="a"/>
        <w:numPr>
          <w:ilvl w:val="2"/>
          <w:numId w:val="46"/>
        </w:numPr>
        <w:ind w:left="0" w:firstLine="708"/>
        <w:rPr>
          <w:b/>
        </w:rPr>
      </w:pPr>
      <w:r w:rsidRPr="00A46788">
        <w:t>Информация о выполнении договоров поставки продукции, подобной закупаемой, за последние три года на сумму не менее 20% от начальной (максимальной) цены по установленной в настоящей Документации форме</w:t>
      </w:r>
      <w:r w:rsidR="007E6D51" w:rsidRPr="00147F2B">
        <w:t xml:space="preserve"> </w:t>
      </w:r>
      <w:r w:rsidR="00A423B7" w:rsidRPr="00147F2B">
        <w:t>-</w:t>
      </w:r>
      <w:r w:rsidR="005A6263" w:rsidRPr="00147F2B">
        <w:t xml:space="preserve"> </w:t>
      </w:r>
      <w:r w:rsidR="00A4354E" w:rsidRPr="00A4354E">
        <w:rPr>
          <w:b/>
        </w:rPr>
        <w:t>Справка об опыте поставки товара, подобного предмету закупки (Форма 4)</w:t>
      </w:r>
      <w:r w:rsidR="005A6263" w:rsidRPr="00147F2B">
        <w:rPr>
          <w:b/>
        </w:rPr>
        <w:t>.</w:t>
      </w:r>
    </w:p>
    <w:p w14:paraId="437D8237" w14:textId="3139ACFE" w:rsidR="00BC0274" w:rsidRPr="00BC0274" w:rsidRDefault="00BC0274" w:rsidP="000A2450">
      <w:pPr>
        <w:pStyle w:val="a"/>
        <w:numPr>
          <w:ilvl w:val="2"/>
          <w:numId w:val="46"/>
        </w:numPr>
        <w:ind w:left="0" w:firstLine="708"/>
      </w:pPr>
      <w:r w:rsidRPr="00147F2B">
        <w:lastRenderedPageBreak/>
        <w:t>Отзывы заказчиков</w:t>
      </w:r>
      <w:r w:rsidRPr="00C533DD">
        <w:t xml:space="preserve"> </w:t>
      </w:r>
      <w:r w:rsidR="002134EC">
        <w:t>о работе с У</w:t>
      </w:r>
      <w:r w:rsidRPr="00147F2B">
        <w:t>частником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rsidR="008979A9" w:rsidRPr="00932A2A">
        <w:rPr>
          <w:b/>
        </w:rPr>
        <w:t xml:space="preserve"> (п</w:t>
      </w:r>
      <w:r w:rsidR="007D4ACC" w:rsidRPr="00932A2A">
        <w:rPr>
          <w:b/>
        </w:rPr>
        <w:t>р</w:t>
      </w:r>
      <w:r w:rsidR="008979A9" w:rsidRPr="00932A2A">
        <w:rPr>
          <w:b/>
        </w:rPr>
        <w:t>и наличии)</w:t>
      </w:r>
      <w:r w:rsidRPr="00932A2A">
        <w:t>.</w:t>
      </w:r>
    </w:p>
    <w:p w14:paraId="6180F1D0" w14:textId="7DA2430F" w:rsidR="009101A6" w:rsidRPr="00DA0605" w:rsidRDefault="009101A6" w:rsidP="000A2450">
      <w:pPr>
        <w:pStyle w:val="a"/>
        <w:numPr>
          <w:ilvl w:val="2"/>
          <w:numId w:val="46"/>
        </w:numPr>
        <w:ind w:left="0" w:firstLine="708"/>
      </w:pPr>
      <w:r w:rsidRPr="00DA0605">
        <w:t xml:space="preserve">Информация о материально-технических ресурсах по установленной в настоящей Документации - </w:t>
      </w:r>
      <w:r w:rsidRPr="00DA0605">
        <w:rPr>
          <w:b/>
        </w:rPr>
        <w:t>Справка о материально-технических ресурсах (Форма 11).</w:t>
      </w:r>
    </w:p>
    <w:p w14:paraId="40F95411" w14:textId="77777777" w:rsidR="004F6E74" w:rsidRPr="00147F2B" w:rsidRDefault="00841FD9" w:rsidP="000A2450">
      <w:pPr>
        <w:pStyle w:val="a"/>
        <w:numPr>
          <w:ilvl w:val="2"/>
          <w:numId w:val="46"/>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A703B" w:rsidRPr="00DA703B">
        <w:rPr>
          <w:b/>
        </w:rPr>
        <w:t>Сведения о субпоставщиках Товара (Форма 5)</w:t>
      </w:r>
      <w:r w:rsidR="00A423B7" w:rsidRPr="00147F2B">
        <w:rPr>
          <w:b/>
        </w:rPr>
        <w:fldChar w:fldCharType="end"/>
      </w:r>
      <w:r w:rsidR="00A423B7" w:rsidRPr="00147F2B">
        <w:rPr>
          <w:b/>
        </w:rPr>
        <w:t>.</w:t>
      </w:r>
    </w:p>
    <w:p w14:paraId="381AF315" w14:textId="77777777" w:rsidR="0069339D" w:rsidRPr="00147F2B" w:rsidRDefault="00841FD9" w:rsidP="00922A8A">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14:paraId="7CEC3D79" w14:textId="77777777" w:rsidR="00990FA2" w:rsidRPr="00147F2B" w:rsidRDefault="005A6263" w:rsidP="000A2450">
      <w:pPr>
        <w:pStyle w:val="a"/>
        <w:numPr>
          <w:ilvl w:val="2"/>
          <w:numId w:val="46"/>
        </w:numPr>
        <w:ind w:left="0" w:firstLine="708"/>
      </w:pPr>
      <w:r w:rsidRPr="00147F2B">
        <w:t xml:space="preserve">Копии </w:t>
      </w:r>
      <w:r w:rsidR="00990FA2" w:rsidRPr="00147F2B">
        <w:t>форм бухгалтерской отчетности:</w:t>
      </w:r>
    </w:p>
    <w:p w14:paraId="0DFF4ACA"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w:t>
      </w:r>
      <w:r w:rsidR="00C65998">
        <w:rPr>
          <w:lang w:val="ru-RU"/>
        </w:rPr>
        <w:t xml:space="preserve">бухгалтерского </w:t>
      </w:r>
      <w:r w:rsidR="00356E3D" w:rsidRPr="00147F2B">
        <w:t>баланса за прошедший год и за последний отчетный период текущего года;</w:t>
      </w:r>
    </w:p>
    <w:p w14:paraId="15E4D637"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отчета о </w:t>
      </w:r>
      <w:r w:rsidR="00C65998">
        <w:rPr>
          <w:lang w:val="ru-RU"/>
        </w:rPr>
        <w:t>финансовых результатах</w:t>
      </w:r>
      <w:r w:rsidR="00356E3D" w:rsidRPr="00147F2B">
        <w:t xml:space="preserve"> за прошедший год и за последни</w:t>
      </w:r>
      <w:r w:rsidRPr="00147F2B">
        <w:t>й отчетный период текущего года</w:t>
      </w:r>
      <w:r w:rsidRPr="00147F2B">
        <w:rPr>
          <w:lang w:val="ru-RU"/>
        </w:rPr>
        <w:t>;</w:t>
      </w:r>
    </w:p>
    <w:p w14:paraId="06FAC39E" w14:textId="77777777" w:rsidR="00F70519" w:rsidRPr="0082137B" w:rsidRDefault="00356E3D" w:rsidP="0082137B">
      <w:pPr>
        <w:pStyle w:val="23"/>
        <w:numPr>
          <w:ilvl w:val="3"/>
          <w:numId w:val="6"/>
        </w:numPr>
        <w:tabs>
          <w:tab w:val="clear" w:pos="3560"/>
        </w:tabs>
        <w:ind w:left="1701" w:hanging="501"/>
        <w:textAlignment w:val="baseline"/>
        <w:rPr>
          <w:lang w:val="ru-RU"/>
        </w:rPr>
      </w:pPr>
      <w:r w:rsidRPr="00147F2B">
        <w:rPr>
          <w:lang w:val="ru-RU"/>
        </w:rPr>
        <w:t>копии пояснений к бухгалтерскому балансу и отчет</w:t>
      </w:r>
      <w:r w:rsidR="004F6981" w:rsidRPr="00147F2B">
        <w:rPr>
          <w:lang w:val="ru-RU"/>
        </w:rPr>
        <w:t xml:space="preserve">у о </w:t>
      </w:r>
      <w:r w:rsidR="00C65998">
        <w:rPr>
          <w:lang w:val="ru-RU"/>
        </w:rPr>
        <w:t>финансовых результатах</w:t>
      </w:r>
      <w:r w:rsidR="00F00F6B" w:rsidRPr="00147F2B">
        <w:rPr>
          <w:lang w:val="ru-RU"/>
        </w:rPr>
        <w:t>.</w:t>
      </w:r>
    </w:p>
    <w:p w14:paraId="5D2F2A63" w14:textId="77777777" w:rsidR="005A6263" w:rsidRDefault="005A6263" w:rsidP="000A2450">
      <w:pPr>
        <w:pStyle w:val="a"/>
        <w:numPr>
          <w:ilvl w:val="2"/>
          <w:numId w:val="46"/>
        </w:numPr>
        <w:ind w:left="0" w:firstLine="708"/>
      </w:pPr>
      <w:r w:rsidRPr="00147F2B">
        <w:t>Для и</w:t>
      </w:r>
      <w:r w:rsidR="00A423B7" w:rsidRPr="00147F2B">
        <w:t>ндивидуальных предпринимателей -</w:t>
      </w:r>
      <w:r w:rsidRPr="00147F2B">
        <w:t xml:space="preserve"> копии налоговых деклараций </w:t>
      </w:r>
      <w:r w:rsidR="001D24CF" w:rsidRPr="00147F2B">
        <w:t>за последний отчетный год</w:t>
      </w:r>
      <w:r w:rsidRPr="00147F2B">
        <w:t>.</w:t>
      </w:r>
    </w:p>
    <w:p w14:paraId="7579F553" w14:textId="77777777" w:rsidR="00910D07" w:rsidRPr="00147F2B" w:rsidRDefault="00910D07" w:rsidP="000A2450">
      <w:pPr>
        <w:pStyle w:val="a"/>
        <w:numPr>
          <w:ilvl w:val="2"/>
          <w:numId w:val="46"/>
        </w:numPr>
        <w:ind w:left="0" w:firstLine="708"/>
      </w:pPr>
      <w:r w:rsidRPr="00910D07">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14:paraId="62C5576D" w14:textId="77777777" w:rsidR="005A6263" w:rsidRPr="00147F2B" w:rsidRDefault="00356E3D" w:rsidP="000A2450">
      <w:pPr>
        <w:pStyle w:val="a"/>
        <w:numPr>
          <w:ilvl w:val="2"/>
          <w:numId w:val="46"/>
        </w:numPr>
        <w:ind w:left="0" w:firstLine="708"/>
      </w:pPr>
      <w:r w:rsidRPr="00147F2B">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1D6A5D">
        <w:t xml:space="preserve"> года до даты окончания приема З</w:t>
      </w:r>
      <w:r w:rsidRPr="00147F2B">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
    <w:p w14:paraId="76477E05" w14:textId="425BB87A" w:rsidR="00FE12C0" w:rsidRPr="00147F2B" w:rsidRDefault="00FE12C0" w:rsidP="000A2450">
      <w:pPr>
        <w:pStyle w:val="a"/>
        <w:numPr>
          <w:ilvl w:val="2"/>
          <w:numId w:val="46"/>
        </w:numPr>
        <w:ind w:left="0" w:firstLine="708"/>
      </w:pPr>
      <w:r w:rsidRPr="00147F2B">
        <w:t xml:space="preserve">Копия письма </w:t>
      </w:r>
      <w:r w:rsidR="00C61AC6">
        <w:t>П</w:t>
      </w:r>
      <w:r w:rsidR="00EC2E09" w:rsidRPr="00147F2B">
        <w:t>АО «Газпром»</w:t>
      </w:r>
      <w:r w:rsidRPr="00147F2B">
        <w:t xml:space="preserve"> о включении в </w:t>
      </w:r>
      <w:r w:rsidR="00F74E56">
        <w:t>р</w:t>
      </w:r>
      <w:r w:rsidRPr="00147F2B">
        <w:t xml:space="preserve">еестр </w:t>
      </w:r>
      <w:r w:rsidR="00EC2E09" w:rsidRPr="00147F2B">
        <w:t xml:space="preserve">потенциальных </w:t>
      </w:r>
      <w:r w:rsidR="00F74E56">
        <w:t>у</w:t>
      </w:r>
      <w:r w:rsidR="0078174A" w:rsidRPr="00147F2B">
        <w:t>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14:paraId="2FBA8E1D" w14:textId="77777777" w:rsidR="005A6263" w:rsidRPr="00147F2B" w:rsidRDefault="005A6263" w:rsidP="000A2450">
      <w:pPr>
        <w:pStyle w:val="a"/>
        <w:numPr>
          <w:ilvl w:val="2"/>
          <w:numId w:val="46"/>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14:paraId="22EAB199" w14:textId="24AACFEF" w:rsidR="0014433E" w:rsidRPr="00223DE6" w:rsidRDefault="00FA4E39" w:rsidP="000A2450">
      <w:pPr>
        <w:pStyle w:val="a"/>
        <w:numPr>
          <w:ilvl w:val="2"/>
          <w:numId w:val="46"/>
        </w:numPr>
        <w:ind w:left="0" w:firstLine="708"/>
      </w:pPr>
      <w:r w:rsidRPr="00223DE6">
        <w:t xml:space="preserve">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Pr="00223DE6">
        <w:rPr>
          <w:b/>
        </w:rPr>
        <w:t>(Форма 9)</w:t>
      </w:r>
      <w:r w:rsidRPr="00223DE6">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0AC03DD" w14:textId="77777777" w:rsidR="00946A40" w:rsidRPr="00147F2B" w:rsidRDefault="00A423B7" w:rsidP="000A2450">
      <w:pPr>
        <w:pStyle w:val="a"/>
        <w:numPr>
          <w:ilvl w:val="2"/>
          <w:numId w:val="46"/>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14:paraId="021D017E" w14:textId="7BA7CE27" w:rsidR="00946A40" w:rsidRPr="00147F2B" w:rsidRDefault="007933F6" w:rsidP="000A2450">
      <w:pPr>
        <w:pStyle w:val="a"/>
        <w:numPr>
          <w:ilvl w:val="2"/>
          <w:numId w:val="46"/>
        </w:numPr>
        <w:ind w:left="0" w:firstLine="708"/>
        <w:rPr>
          <w:lang w:val="x-none"/>
        </w:rPr>
      </w:pPr>
      <w:r w:rsidRPr="00147F2B">
        <w:rPr>
          <w:iCs/>
          <w:lang w:val="x-none"/>
        </w:rPr>
        <w:lastRenderedPageBreak/>
        <w:t>Документ</w:t>
      </w:r>
      <w:r w:rsidR="00A46788">
        <w:rPr>
          <w:iCs/>
        </w:rPr>
        <w:t>ы</w:t>
      </w:r>
      <w:r w:rsidRPr="00147F2B">
        <w:rPr>
          <w:iCs/>
          <w:lang w:val="x-none"/>
        </w:rPr>
        <w:t>, подтверждающи</w:t>
      </w:r>
      <w:r w:rsidR="00A46788">
        <w:rPr>
          <w:iCs/>
        </w:rPr>
        <w:t>е</w:t>
      </w:r>
      <w:r w:rsidR="002134EC">
        <w:rPr>
          <w:iCs/>
          <w:lang w:val="x-none"/>
        </w:rPr>
        <w:t xml:space="preserve"> полномочия </w:t>
      </w:r>
      <w:r w:rsidR="002134EC">
        <w:rPr>
          <w:iCs/>
        </w:rPr>
        <w:t>У</w:t>
      </w:r>
      <w:r w:rsidR="00946A40" w:rsidRPr="00147F2B">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00946A40" w:rsidRPr="00147F2B">
        <w:rPr>
          <w:iCs/>
          <w:lang w:val="x-none"/>
        </w:rPr>
        <w:t>:</w:t>
      </w:r>
    </w:p>
    <w:p w14:paraId="2DCEE7D6" w14:textId="77777777" w:rsidR="00946A40" w:rsidRPr="00147F2B" w:rsidRDefault="00946A40" w:rsidP="000A2450">
      <w:pPr>
        <w:pStyle w:val="a"/>
        <w:numPr>
          <w:ilvl w:val="2"/>
          <w:numId w:val="18"/>
        </w:numPr>
        <w:tabs>
          <w:tab w:val="clear" w:pos="1713"/>
        </w:tabs>
        <w:ind w:left="1701" w:hanging="567"/>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14:paraId="75A0C4E6" w14:textId="2EA9E2E1" w:rsidR="00946A40" w:rsidRPr="00147F2B" w:rsidRDefault="0088779D" w:rsidP="000A2450">
      <w:pPr>
        <w:pStyle w:val="a"/>
        <w:numPr>
          <w:ilvl w:val="2"/>
          <w:numId w:val="18"/>
        </w:numPr>
        <w:spacing w:after="0"/>
        <w:ind w:left="1701" w:hanging="567"/>
        <w:rPr>
          <w:iCs/>
          <w:szCs w:val="28"/>
          <w:lang w:val="x-none"/>
        </w:rPr>
      </w:pPr>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2134EC">
        <w:rPr>
          <w:iCs/>
          <w:lang w:val="x-none"/>
        </w:rPr>
        <w:t xml:space="preserve">предоставляющие </w:t>
      </w:r>
      <w:r w:rsidR="002134EC">
        <w:rPr>
          <w:iCs/>
        </w:rPr>
        <w:t>У</w:t>
      </w:r>
      <w:r w:rsidR="00946A40" w:rsidRPr="00147F2B">
        <w:rPr>
          <w:iCs/>
          <w:lang w:val="x-none"/>
        </w:rPr>
        <w:t>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w:t>
      </w:r>
      <w:r w:rsidR="002134EC">
        <w:rPr>
          <w:lang w:val="x-none"/>
        </w:rPr>
        <w:t xml:space="preserve">тгрузки Товара в случае победы </w:t>
      </w:r>
      <w:r w:rsidR="002134EC">
        <w:t>У</w:t>
      </w:r>
      <w:r w:rsidR="00946A40" w:rsidRPr="00147F2B">
        <w:rPr>
          <w:lang w:val="x-none"/>
        </w:rPr>
        <w:t>частника</w:t>
      </w:r>
      <w:r w:rsidR="007933F6" w:rsidRPr="00147F2B">
        <w:rPr>
          <w:szCs w:val="28"/>
        </w:rPr>
        <w:t>;</w:t>
      </w:r>
    </w:p>
    <w:p w14:paraId="33AE9953" w14:textId="77777777" w:rsidR="007933F6" w:rsidRPr="00147F2B" w:rsidRDefault="009F6630" w:rsidP="000A2450">
      <w:pPr>
        <w:pStyle w:val="a"/>
        <w:numPr>
          <w:ilvl w:val="2"/>
          <w:numId w:val="18"/>
        </w:numPr>
        <w:tabs>
          <w:tab w:val="clear" w:pos="1713"/>
        </w:tabs>
        <w:spacing w:after="0"/>
        <w:ind w:left="1701" w:hanging="567"/>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14:paraId="4C3CE309" w14:textId="77777777" w:rsidR="005A6263" w:rsidRPr="00147F2B" w:rsidRDefault="009F2394" w:rsidP="000A2450">
      <w:pPr>
        <w:pStyle w:val="a"/>
        <w:numPr>
          <w:ilvl w:val="2"/>
          <w:numId w:val="46"/>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 xml:space="preserve">«ISO-9001», «Газпромсерт» </w:t>
      </w:r>
      <w:r w:rsidR="005A6263" w:rsidRPr="00147F2B">
        <w:rPr>
          <w:szCs w:val="28"/>
        </w:rPr>
        <w:t>и других сертификационных центров (при наличии).</w:t>
      </w:r>
    </w:p>
    <w:p w14:paraId="56DEC0F6" w14:textId="4AED073A" w:rsidR="004F52A1" w:rsidRPr="00147F2B" w:rsidRDefault="004F52A1" w:rsidP="000A2450">
      <w:pPr>
        <w:pStyle w:val="a"/>
        <w:numPr>
          <w:ilvl w:val="2"/>
          <w:numId w:val="46"/>
        </w:numPr>
        <w:ind w:left="0" w:firstLine="708"/>
        <w:rPr>
          <w:szCs w:val="28"/>
        </w:rPr>
      </w:pPr>
      <w:bookmarkStart w:id="252" w:name="_Ref323302879"/>
      <w:bookmarkStart w:id="253" w:name="_Ref349222778"/>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ов квалификационным требованиям настоящей Документации, перечень которых приведен в информационной карте (п.</w:t>
      </w:r>
      <w:bookmarkEnd w:id="252"/>
      <w:r w:rsidR="0057011C">
        <w:rPr>
          <w:b/>
          <w:szCs w:val="28"/>
        </w:rPr>
        <w:t> </w:t>
      </w:r>
      <w:r w:rsidR="003E5CB1">
        <w:rPr>
          <w:b/>
          <w:szCs w:val="28"/>
        </w:rPr>
        <w:fldChar w:fldCharType="begin"/>
      </w:r>
      <w:r w:rsidR="003E5CB1">
        <w:rPr>
          <w:b/>
          <w:szCs w:val="28"/>
        </w:rPr>
        <w:instrText xml:space="preserve"> REF З_4_</w:instrText>
      </w:r>
      <w:r w:rsidR="008E3097">
        <w:rPr>
          <w:b/>
          <w:szCs w:val="28"/>
        </w:rPr>
        <w:instrText>30</w:instrText>
      </w:r>
      <w:r w:rsidR="003E5CB1">
        <w:rPr>
          <w:b/>
          <w:szCs w:val="28"/>
        </w:rPr>
        <w:instrText xml:space="preserve"> \h </w:instrText>
      </w:r>
      <w:r w:rsidR="003E5CB1">
        <w:rPr>
          <w:b/>
          <w:szCs w:val="28"/>
        </w:rPr>
      </w:r>
      <w:r w:rsidR="003E5CB1">
        <w:rPr>
          <w:b/>
          <w:szCs w:val="28"/>
        </w:rPr>
        <w:fldChar w:fldCharType="separate"/>
      </w:r>
      <w:r w:rsidR="003E5CB1" w:rsidRPr="00147F2B">
        <w:rPr>
          <w:b/>
        </w:rPr>
        <w:t>4.</w:t>
      </w:r>
      <w:r w:rsidR="00757A65" w:rsidRPr="00A67287">
        <w:rPr>
          <w:b/>
        </w:rPr>
        <w:t>30</w:t>
      </w:r>
      <w:r w:rsidR="003E5CB1">
        <w:rPr>
          <w:b/>
          <w:szCs w:val="28"/>
        </w:rPr>
        <w:fldChar w:fldCharType="end"/>
      </w:r>
      <w:r w:rsidR="007C3D35" w:rsidRPr="0057011C">
        <w:rPr>
          <w:szCs w:val="28"/>
        </w:rPr>
        <w:t>)</w:t>
      </w:r>
      <w:r w:rsidR="007C3D35" w:rsidRPr="00147F2B">
        <w:rPr>
          <w:b/>
          <w:szCs w:val="28"/>
        </w:rPr>
        <w:t>.</w:t>
      </w:r>
      <w:bookmarkEnd w:id="253"/>
    </w:p>
    <w:p w14:paraId="3A9D7E66" w14:textId="77777777" w:rsidR="00932E81" w:rsidRPr="00147F2B" w:rsidRDefault="00932E81" w:rsidP="00932E81">
      <w:pPr>
        <w:pStyle w:val="a"/>
        <w:numPr>
          <w:ilvl w:val="0"/>
          <w:numId w:val="0"/>
        </w:numPr>
        <w:spacing w:after="0"/>
        <w:ind w:left="709"/>
        <w:rPr>
          <w:szCs w:val="28"/>
        </w:rPr>
      </w:pPr>
    </w:p>
    <w:p w14:paraId="4706F183"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54" w:name="_Toc182371976"/>
      <w:bookmarkStart w:id="255" w:name="_Toc182906246"/>
      <w:bookmarkStart w:id="256" w:name="_Toc184801744"/>
      <w:bookmarkStart w:id="257" w:name="_Ref323307954"/>
      <w:bookmarkStart w:id="258" w:name="_Ref349222510"/>
      <w:bookmarkStart w:id="259" w:name="_Ref353275124"/>
      <w:bookmarkStart w:id="260" w:name="_Ref383534409"/>
      <w:bookmarkStart w:id="261" w:name="_Toc453152079"/>
      <w:bookmarkStart w:id="262" w:name="_Toc453166631"/>
      <w:bookmarkStart w:id="263" w:name="_Toc468260880"/>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54"/>
      <w:bookmarkEnd w:id="255"/>
      <w:bookmarkEnd w:id="256"/>
      <w:bookmarkEnd w:id="257"/>
      <w:bookmarkEnd w:id="258"/>
      <w:bookmarkEnd w:id="259"/>
      <w:bookmarkEnd w:id="260"/>
      <w:bookmarkEnd w:id="261"/>
      <w:bookmarkEnd w:id="262"/>
      <w:bookmarkEnd w:id="263"/>
    </w:p>
    <w:p w14:paraId="706BFBFD" w14:textId="77777777" w:rsidR="00BC3F3E" w:rsidRPr="00147F2B" w:rsidRDefault="00BC3F3E" w:rsidP="00932E81">
      <w:pPr>
        <w:pStyle w:val="32"/>
        <w:spacing w:after="0"/>
        <w:ind w:left="0" w:firstLine="709"/>
        <w:jc w:val="both"/>
        <w:outlineLvl w:val="1"/>
        <w:rPr>
          <w:sz w:val="28"/>
          <w:szCs w:val="28"/>
        </w:rPr>
      </w:pPr>
    </w:p>
    <w:p w14:paraId="79AF0B19" w14:textId="77777777" w:rsidR="009F755E" w:rsidRPr="00147F2B" w:rsidRDefault="009F755E" w:rsidP="000A2450">
      <w:pPr>
        <w:pStyle w:val="a"/>
        <w:numPr>
          <w:ilvl w:val="2"/>
          <w:numId w:val="47"/>
        </w:numPr>
        <w:spacing w:after="0"/>
        <w:ind w:left="0" w:firstLine="708"/>
        <w:rPr>
          <w:szCs w:val="28"/>
        </w:rPr>
      </w:pPr>
      <w:r w:rsidRPr="00147F2B">
        <w:rPr>
          <w:szCs w:val="28"/>
        </w:rPr>
        <w:t>Копия устава в действующей редакции.</w:t>
      </w:r>
    </w:p>
    <w:p w14:paraId="4B49B764" w14:textId="023B1DC8" w:rsidR="009F755E" w:rsidRPr="00147F2B" w:rsidRDefault="009F755E" w:rsidP="000A2450">
      <w:pPr>
        <w:pStyle w:val="a"/>
        <w:numPr>
          <w:ilvl w:val="2"/>
          <w:numId w:val="47"/>
        </w:numPr>
        <w:spacing w:after="0"/>
        <w:ind w:left="0" w:firstLine="708"/>
        <w:rPr>
          <w:szCs w:val="28"/>
        </w:rPr>
      </w:pPr>
      <w:r w:rsidRPr="00147F2B">
        <w:rPr>
          <w:szCs w:val="28"/>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Cs w:val="28"/>
        </w:rPr>
        <w:t>И</w:t>
      </w:r>
      <w:r w:rsidRPr="00147F2B">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60D542A" w14:textId="77777777" w:rsidR="009F755E" w:rsidRPr="00147F2B" w:rsidRDefault="009F755E" w:rsidP="000A2450">
      <w:pPr>
        <w:pStyle w:val="a"/>
        <w:numPr>
          <w:ilvl w:val="2"/>
          <w:numId w:val="47"/>
        </w:numPr>
        <w:spacing w:after="0"/>
        <w:ind w:left="0" w:firstLine="708"/>
        <w:rPr>
          <w:szCs w:val="28"/>
        </w:rPr>
      </w:pPr>
      <w:r w:rsidRPr="00147F2B">
        <w:rPr>
          <w:szCs w:val="28"/>
        </w:rPr>
        <w:t xml:space="preserve">Документы, подтверждающие полномочия всех лиц, </w:t>
      </w:r>
      <w:r w:rsidR="00512090">
        <w:rPr>
          <w:szCs w:val="28"/>
        </w:rPr>
        <w:t>подписывающих З</w:t>
      </w:r>
      <w:r w:rsidRPr="00147F2B">
        <w:rPr>
          <w:szCs w:val="28"/>
        </w:rPr>
        <w:t>аявку и (или) входящие в ее состав электронные документы, на осуществление действий от и</w:t>
      </w:r>
      <w:r w:rsidR="002134EC">
        <w:rPr>
          <w:szCs w:val="28"/>
        </w:rPr>
        <w:t>мени У</w:t>
      </w:r>
      <w:r w:rsidRPr="00147F2B">
        <w:rPr>
          <w:szCs w:val="28"/>
        </w:rPr>
        <w:t>частника – юридического лица в соответствии с их полномочиями.</w:t>
      </w:r>
    </w:p>
    <w:p w14:paraId="2862AB1F" w14:textId="77777777" w:rsidR="009F755E" w:rsidRPr="00147F2B" w:rsidRDefault="009F755E" w:rsidP="000A2450">
      <w:pPr>
        <w:pStyle w:val="a"/>
        <w:numPr>
          <w:ilvl w:val="2"/>
          <w:numId w:val="47"/>
        </w:numPr>
        <w:spacing w:after="0"/>
        <w:ind w:left="0" w:firstLine="708"/>
        <w:rPr>
          <w:szCs w:val="28"/>
        </w:rPr>
      </w:pPr>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687CB6">
        <w:rPr>
          <w:szCs w:val="28"/>
        </w:rPr>
        <w:t>м</w:t>
      </w:r>
      <w:r w:rsidR="002134EC">
        <w:rPr>
          <w:szCs w:val="28"/>
        </w:rPr>
        <w:t>и юридического лица и если для У</w:t>
      </w:r>
      <w:r w:rsidRPr="00147F2B">
        <w:rPr>
          <w:szCs w:val="28"/>
        </w:rPr>
        <w:t xml:space="preserve">частника выполнение договора </w:t>
      </w:r>
      <w:r w:rsidR="00512090">
        <w:rPr>
          <w:szCs w:val="28"/>
        </w:rPr>
        <w:t>или предоставление обеспечения З</w:t>
      </w:r>
      <w:r w:rsidRPr="00147F2B">
        <w:rPr>
          <w:szCs w:val="28"/>
        </w:rPr>
        <w:t xml:space="preserve">аявки, обеспечение договора является сделкой с </w:t>
      </w:r>
      <w:r w:rsidRPr="00147F2B">
        <w:rPr>
          <w:szCs w:val="28"/>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1D6A5D">
        <w:rPr>
          <w:szCs w:val="28"/>
        </w:rPr>
        <w:t>ечения срока подачи З</w:t>
      </w:r>
      <w:r w:rsidR="002134EC">
        <w:rPr>
          <w:szCs w:val="28"/>
        </w:rPr>
        <w:t>аявок для У</w:t>
      </w:r>
      <w:r w:rsidRPr="00147F2B">
        <w:rPr>
          <w:szCs w:val="28"/>
        </w:rPr>
        <w:t>частника невозможно в силу необходимости соблюдения установленного законодательством и учредительн</w:t>
      </w:r>
      <w:r w:rsidR="002134EC">
        <w:rPr>
          <w:szCs w:val="28"/>
        </w:rPr>
        <w:t>ыми документами У</w:t>
      </w:r>
      <w:r w:rsidRPr="00147F2B">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2134EC">
        <w:rPr>
          <w:szCs w:val="28"/>
        </w:rPr>
        <w:t>, что данная сделка для такого У</w:t>
      </w:r>
      <w:r w:rsidRPr="00147F2B">
        <w:rPr>
          <w:szCs w:val="28"/>
        </w:rPr>
        <w:t>частника не является сделкой с Заинтересов</w:t>
      </w:r>
      <w:r w:rsidR="002134EC">
        <w:rPr>
          <w:szCs w:val="28"/>
        </w:rPr>
        <w:t>анностью или письмо У</w:t>
      </w:r>
      <w:r w:rsidRPr="00147F2B">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C4B9242" w14:textId="561E3456" w:rsidR="009F755E" w:rsidRPr="00147F2B" w:rsidRDefault="009F755E" w:rsidP="000A2450">
      <w:pPr>
        <w:pStyle w:val="a"/>
        <w:numPr>
          <w:ilvl w:val="2"/>
          <w:numId w:val="47"/>
        </w:numPr>
        <w:spacing w:after="0"/>
        <w:ind w:left="0" w:firstLine="708"/>
        <w:rPr>
          <w:szCs w:val="28"/>
        </w:rPr>
      </w:pPr>
      <w:r w:rsidRPr="00147F2B">
        <w:rPr>
          <w:szCs w:val="28"/>
        </w:rPr>
        <w:t xml:space="preserve">Письмо об отсутствии у </w:t>
      </w:r>
      <w:r w:rsidR="001B3EE6">
        <w:rPr>
          <w:szCs w:val="28"/>
        </w:rPr>
        <w:t>У</w:t>
      </w:r>
      <w:r w:rsidRPr="00147F2B">
        <w:rPr>
          <w:szCs w:val="28"/>
        </w:rPr>
        <w:t xml:space="preserve">частника физического лица либо у руководителя, членов коллегиального исполнительного органа или главного бухгалтера юридического лица - </w:t>
      </w:r>
      <w:r w:rsidR="00DC0B4B">
        <w:rPr>
          <w:szCs w:val="28"/>
        </w:rPr>
        <w:t>У</w:t>
      </w:r>
      <w:r w:rsidRPr="00147F2B">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14:paraId="2A36F18D" w14:textId="77777777" w:rsidR="006D0A02" w:rsidRPr="0082137B" w:rsidRDefault="006D0A02" w:rsidP="005608AE">
      <w:pPr>
        <w:pStyle w:val="32"/>
        <w:spacing w:after="0"/>
        <w:ind w:left="0"/>
        <w:jc w:val="both"/>
        <w:outlineLvl w:val="1"/>
        <w:rPr>
          <w:b/>
          <w:sz w:val="28"/>
          <w:szCs w:val="28"/>
          <w:lang w:val="ru-RU"/>
        </w:rPr>
      </w:pPr>
    </w:p>
    <w:p w14:paraId="593774F5"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64" w:name="_Toc324500004"/>
      <w:bookmarkStart w:id="265" w:name="_Toc324500164"/>
      <w:bookmarkStart w:id="266" w:name="_Toc453152081"/>
      <w:bookmarkStart w:id="267" w:name="_Toc453166633"/>
      <w:bookmarkStart w:id="268" w:name="_Toc468260881"/>
      <w:bookmarkEnd w:id="264"/>
      <w:bookmarkEnd w:id="265"/>
      <w:r w:rsidRPr="00147F2B">
        <w:rPr>
          <w:b/>
          <w:sz w:val="28"/>
          <w:szCs w:val="28"/>
        </w:rPr>
        <w:t>Требования к оформлению Заявки</w:t>
      </w:r>
      <w:bookmarkEnd w:id="266"/>
      <w:bookmarkEnd w:id="267"/>
      <w:bookmarkEnd w:id="268"/>
    </w:p>
    <w:p w14:paraId="3F8EBEBC" w14:textId="77777777" w:rsidR="00875AA1" w:rsidRPr="00147F2B" w:rsidRDefault="00875AA1" w:rsidP="00842DA5">
      <w:pPr>
        <w:pStyle w:val="32"/>
        <w:spacing w:after="0"/>
        <w:ind w:left="0" w:firstLine="709"/>
        <w:jc w:val="both"/>
        <w:outlineLvl w:val="1"/>
        <w:rPr>
          <w:sz w:val="28"/>
          <w:szCs w:val="28"/>
        </w:rPr>
      </w:pPr>
    </w:p>
    <w:p w14:paraId="62380311" w14:textId="77777777" w:rsidR="008C7153" w:rsidRPr="00147F2B" w:rsidRDefault="008C7153" w:rsidP="000A2450">
      <w:pPr>
        <w:pStyle w:val="a"/>
        <w:numPr>
          <w:ilvl w:val="2"/>
          <w:numId w:val="48"/>
        </w:numPr>
        <w:spacing w:after="0"/>
        <w:ind w:left="0" w:firstLine="708"/>
        <w:rPr>
          <w:szCs w:val="28"/>
        </w:rPr>
      </w:pPr>
      <w:bookmarkStart w:id="269" w:name="_Ref323314960"/>
      <w:r w:rsidRPr="00147F2B">
        <w:rPr>
          <w:szCs w:val="28"/>
        </w:rPr>
        <w:t>Общие положения</w:t>
      </w:r>
      <w:bookmarkEnd w:id="269"/>
      <w:r w:rsidR="00EF2AAC" w:rsidRPr="00147F2B">
        <w:rPr>
          <w:szCs w:val="28"/>
        </w:rPr>
        <w:t>.</w:t>
      </w:r>
    </w:p>
    <w:p w14:paraId="19DA9C0A" w14:textId="77777777" w:rsidR="005A6263" w:rsidRPr="00147F2B" w:rsidRDefault="005A6263" w:rsidP="000A2450">
      <w:pPr>
        <w:pStyle w:val="a0"/>
        <w:numPr>
          <w:ilvl w:val="3"/>
          <w:numId w:val="48"/>
        </w:numPr>
        <w:ind w:left="0" w:firstLine="709"/>
        <w:rPr>
          <w:szCs w:val="28"/>
        </w:rPr>
      </w:pPr>
      <w:bookmarkStart w:id="270" w:name="_Ref349221415"/>
      <w:r w:rsidRPr="00147F2B">
        <w:rPr>
          <w:szCs w:val="28"/>
        </w:rPr>
        <w:t xml:space="preserve">Все документы, входящие в Заявку,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A703B"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70"/>
    </w:p>
    <w:p w14:paraId="72A0DE95" w14:textId="77777777" w:rsidR="005A6263" w:rsidRPr="00147F2B" w:rsidRDefault="005A6263" w:rsidP="000A2450">
      <w:pPr>
        <w:pStyle w:val="a0"/>
        <w:numPr>
          <w:ilvl w:val="3"/>
          <w:numId w:val="48"/>
        </w:numPr>
        <w:ind w:left="0" w:firstLine="709"/>
        <w:rPr>
          <w:szCs w:val="28"/>
        </w:rPr>
      </w:pPr>
      <w:r w:rsidRPr="00147F2B">
        <w:rPr>
          <w:szCs w:val="28"/>
        </w:rPr>
        <w:t>Все суммы денежных средств в документах, входящих в Заявку,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A703B"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Документы, оригиналы которых выданы </w:t>
      </w:r>
      <w:r w:rsidR="0078174A" w:rsidRPr="00147F2B">
        <w:rPr>
          <w:szCs w:val="28"/>
        </w:rPr>
        <w:t>Участник</w:t>
      </w:r>
      <w:r w:rsidR="00892612" w:rsidRPr="00147F2B">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087E7C0" w14:textId="77777777" w:rsidR="00C1081E" w:rsidRPr="00147F2B" w:rsidRDefault="00C1081E" w:rsidP="000A2450">
      <w:pPr>
        <w:pStyle w:val="a0"/>
        <w:numPr>
          <w:ilvl w:val="3"/>
          <w:numId w:val="48"/>
        </w:numPr>
        <w:ind w:left="0" w:firstLine="709"/>
        <w:rPr>
          <w:szCs w:val="28"/>
        </w:rPr>
      </w:pPr>
      <w:r w:rsidRPr="00147F2B">
        <w:rPr>
          <w:szCs w:val="28"/>
        </w:rPr>
        <w:t xml:space="preserve">Каждый документ, входящий в Заявку, должен быть подписан Руководителем или Уполномоченным лицом </w:t>
      </w:r>
      <w:r w:rsidR="0078174A" w:rsidRPr="00147F2B">
        <w:rPr>
          <w:szCs w:val="28"/>
        </w:rPr>
        <w:t>Участник</w:t>
      </w:r>
      <w:r w:rsidRPr="00147F2B">
        <w:rPr>
          <w:szCs w:val="28"/>
        </w:rPr>
        <w:t>а.</w:t>
      </w:r>
    </w:p>
    <w:p w14:paraId="18D280B4" w14:textId="65BD6CD7" w:rsidR="00A50FA1" w:rsidRPr="00147F2B" w:rsidRDefault="00A50FA1" w:rsidP="000A2450">
      <w:pPr>
        <w:pStyle w:val="a0"/>
        <w:numPr>
          <w:ilvl w:val="3"/>
          <w:numId w:val="48"/>
        </w:numPr>
        <w:ind w:left="0" w:firstLine="709"/>
        <w:rPr>
          <w:szCs w:val="28"/>
        </w:rPr>
      </w:pPr>
      <w:r w:rsidRPr="00147F2B">
        <w:rPr>
          <w:szCs w:val="28"/>
        </w:rPr>
        <w:t>Наличие исправлений в формах, являющихся частью Заявки</w:t>
      </w:r>
      <w:r w:rsidR="00512090">
        <w:rPr>
          <w:szCs w:val="28"/>
        </w:rPr>
        <w:t>, является поводом отклонения З</w:t>
      </w:r>
      <w:r w:rsidRPr="00147F2B">
        <w:rPr>
          <w:szCs w:val="28"/>
        </w:rPr>
        <w:t xml:space="preserve">аявки в соответствии с требованиями Раздела 1 «Анализ </w:t>
      </w:r>
      <w:r w:rsidR="00DF68C0">
        <w:rPr>
          <w:szCs w:val="28"/>
        </w:rPr>
        <w:t>З</w:t>
      </w:r>
      <w:r w:rsidR="00985B91">
        <w:rPr>
          <w:szCs w:val="28"/>
        </w:rPr>
        <w:t>аявки</w:t>
      </w:r>
      <w:r w:rsidRPr="00147F2B">
        <w:rPr>
          <w:szCs w:val="28"/>
        </w:rPr>
        <w:t xml:space="preserve"> на предмет соответствия Участника </w:t>
      </w:r>
      <w:r w:rsidR="00985B91">
        <w:rPr>
          <w:szCs w:val="28"/>
        </w:rPr>
        <w:t xml:space="preserve">и </w:t>
      </w:r>
      <w:r w:rsidR="00DF68C0">
        <w:rPr>
          <w:szCs w:val="28"/>
        </w:rPr>
        <w:t>состава З</w:t>
      </w:r>
      <w:r w:rsidRPr="00147F2B">
        <w:rPr>
          <w:szCs w:val="28"/>
        </w:rPr>
        <w:t>аяв</w:t>
      </w:r>
      <w:r w:rsidR="00985B91">
        <w:rPr>
          <w:szCs w:val="28"/>
        </w:rPr>
        <w:t>ки</w:t>
      </w:r>
      <w:r w:rsidRPr="00147F2B">
        <w:rPr>
          <w:szCs w:val="28"/>
        </w:rPr>
        <w:t xml:space="preserve"> </w:t>
      </w:r>
      <w:r w:rsidRPr="00147F2B">
        <w:rPr>
          <w:szCs w:val="28"/>
        </w:rPr>
        <w:lastRenderedPageBreak/>
        <w:t xml:space="preserve">требованиям Документации» Приложения 3 «Методика анализа и оценки </w:t>
      </w:r>
      <w:r w:rsidR="00DF68C0">
        <w:rPr>
          <w:szCs w:val="28"/>
        </w:rPr>
        <w:t>З</w:t>
      </w:r>
      <w:r w:rsidR="00DC0B4B">
        <w:rPr>
          <w:szCs w:val="28"/>
        </w:rPr>
        <w:t>аявок У</w:t>
      </w:r>
      <w:r w:rsidR="00FB783F">
        <w:rPr>
          <w:szCs w:val="28"/>
        </w:rPr>
        <w:t>частников</w:t>
      </w:r>
      <w:r w:rsidRPr="00147F2B">
        <w:rPr>
          <w:szCs w:val="28"/>
        </w:rPr>
        <w:t>»</w:t>
      </w:r>
      <w:r w:rsidR="00512090">
        <w:rPr>
          <w:szCs w:val="28"/>
        </w:rPr>
        <w:t xml:space="preserve"> и З</w:t>
      </w:r>
      <w:r w:rsidRPr="00147F2B">
        <w:rPr>
          <w:szCs w:val="28"/>
        </w:rPr>
        <w:t>аявка не рассматривается.</w:t>
      </w:r>
    </w:p>
    <w:p w14:paraId="5EA02599" w14:textId="77777777" w:rsidR="008C7153" w:rsidRPr="00147F2B" w:rsidRDefault="00512090" w:rsidP="000A2450">
      <w:pPr>
        <w:pStyle w:val="a"/>
        <w:numPr>
          <w:ilvl w:val="2"/>
          <w:numId w:val="48"/>
        </w:numPr>
        <w:spacing w:after="0"/>
        <w:ind w:left="0" w:firstLine="709"/>
        <w:rPr>
          <w:szCs w:val="28"/>
        </w:rPr>
      </w:pPr>
      <w:bookmarkStart w:id="271" w:name="_Toc57314647"/>
      <w:bookmarkStart w:id="272" w:name="_Ref295050255"/>
      <w:bookmarkStart w:id="273" w:name="_Ref323311021"/>
      <w:r>
        <w:rPr>
          <w:szCs w:val="28"/>
        </w:rPr>
        <w:t>Требования к З</w:t>
      </w:r>
      <w:r w:rsidR="008C7153" w:rsidRPr="00147F2B">
        <w:rPr>
          <w:szCs w:val="28"/>
        </w:rPr>
        <w:t>аявк</w:t>
      </w:r>
      <w:r w:rsidR="003E2E56" w:rsidRPr="00147F2B">
        <w:rPr>
          <w:szCs w:val="28"/>
        </w:rPr>
        <w:t>е</w:t>
      </w:r>
      <w:bookmarkEnd w:id="271"/>
      <w:r w:rsidR="008C7153" w:rsidRPr="00147F2B">
        <w:rPr>
          <w:szCs w:val="28"/>
        </w:rPr>
        <w:t>, подготовленной в электронно</w:t>
      </w:r>
      <w:r w:rsidR="00F601C6" w:rsidRPr="00147F2B">
        <w:rPr>
          <w:szCs w:val="28"/>
        </w:rPr>
        <w:t>й</w:t>
      </w:r>
      <w:r w:rsidR="008C7153" w:rsidRPr="00147F2B">
        <w:rPr>
          <w:szCs w:val="28"/>
        </w:rPr>
        <w:t xml:space="preserve"> </w:t>
      </w:r>
      <w:bookmarkEnd w:id="272"/>
      <w:r w:rsidR="00F601C6" w:rsidRPr="00147F2B">
        <w:rPr>
          <w:szCs w:val="28"/>
        </w:rPr>
        <w:t>форме</w:t>
      </w:r>
      <w:r w:rsidR="00EF1B6B" w:rsidRPr="00147F2B">
        <w:rPr>
          <w:szCs w:val="28"/>
        </w:rPr>
        <w:t>:</w:t>
      </w:r>
      <w:bookmarkEnd w:id="273"/>
    </w:p>
    <w:p w14:paraId="40CF3EDD" w14:textId="77777777" w:rsidR="00970A29" w:rsidRPr="00147F2B" w:rsidRDefault="0078174A" w:rsidP="000A2450">
      <w:pPr>
        <w:pStyle w:val="a0"/>
        <w:numPr>
          <w:ilvl w:val="3"/>
          <w:numId w:val="48"/>
        </w:numPr>
        <w:ind w:left="0" w:firstLine="709"/>
        <w:rPr>
          <w:szCs w:val="28"/>
        </w:rPr>
      </w:pPr>
      <w:r w:rsidRPr="00147F2B">
        <w:rPr>
          <w:szCs w:val="28"/>
        </w:rPr>
        <w:t>Участник</w:t>
      </w:r>
      <w:r w:rsidR="00970A29" w:rsidRPr="00147F2B">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9AB8DC8" w14:textId="77777777" w:rsidR="007809B5" w:rsidRPr="00180C6C" w:rsidRDefault="00FF5475" w:rsidP="000A2450">
      <w:pPr>
        <w:pStyle w:val="a0"/>
        <w:numPr>
          <w:ilvl w:val="3"/>
          <w:numId w:val="48"/>
        </w:numPr>
        <w:ind w:left="0" w:firstLine="709"/>
        <w:rPr>
          <w:u w:val="single"/>
        </w:rPr>
      </w:pPr>
      <w:r w:rsidRPr="00147F2B">
        <w:t>Документы, вкл</w:t>
      </w:r>
      <w:r w:rsidR="00512090">
        <w:t>ючаемые в З</w:t>
      </w:r>
      <w:r w:rsidRPr="00147F2B">
        <w:t xml:space="preserve">аявку, должны быть </w:t>
      </w:r>
      <w:r w:rsidRPr="00147F2B">
        <w:rPr>
          <w:u w:val="single"/>
        </w:rPr>
        <w:t>читаемыми, иметь удобный для ознакомления разворот, настроены для печати в фо</w:t>
      </w:r>
      <w:r w:rsidR="007809B5">
        <w:rPr>
          <w:u w:val="single"/>
        </w:rPr>
        <w:t>р</w:t>
      </w:r>
      <w:r w:rsidRPr="00147F2B">
        <w:rPr>
          <w:u w:val="single"/>
        </w:rPr>
        <w:t>мате А4 и размещены в отдельных файлах или папках.</w:t>
      </w:r>
    </w:p>
    <w:p w14:paraId="756B2844" w14:textId="6722C810"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00512090">
        <w:rPr>
          <w:b/>
          <w:i/>
          <w:sz w:val="28"/>
          <w:szCs w:val="28"/>
        </w:rPr>
        <w:t xml:space="preserve"> З</w:t>
      </w:r>
      <w:r w:rsidRPr="00147F2B">
        <w:rPr>
          <w:b/>
          <w:i/>
          <w:sz w:val="28"/>
          <w:szCs w:val="28"/>
        </w:rPr>
        <w:t xml:space="preserve">аявки </w:t>
      </w:r>
      <w:r w:rsidR="00422BE6">
        <w:rPr>
          <w:b/>
          <w:i/>
          <w:sz w:val="28"/>
          <w:szCs w:val="28"/>
        </w:rPr>
        <w:t>на ЭТП</w:t>
      </w:r>
      <w:r w:rsidRPr="00147F2B">
        <w:rPr>
          <w:b/>
          <w:i/>
          <w:sz w:val="28"/>
          <w:szCs w:val="28"/>
        </w:rPr>
        <w:t>:</w:t>
      </w:r>
    </w:p>
    <w:p w14:paraId="06BD2C9B"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7488" behindDoc="0" locked="0" layoutInCell="1" allowOverlap="1" wp14:anchorId="38712D86" wp14:editId="68EC40EC">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712D86" id="Прямоугольник с одним скругленным углом 3" o:spid="_x0000_s1026" style="position:absolute;left:0;text-align:left;margin-left:7.15pt;margin-top:4.05pt;width:178.45pt;height:28.8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14:paraId="2264FAF2" w14:textId="77777777" w:rsidR="00F72F27" w:rsidRPr="006432C6" w:rsidRDefault="00F72F27" w:rsidP="003B4A70">
      <w:pPr>
        <w:jc w:val="both"/>
        <w:rPr>
          <w:b/>
          <w:i/>
          <w:sz w:val="28"/>
          <w:szCs w:val="28"/>
        </w:rPr>
      </w:pPr>
    </w:p>
    <w:p w14:paraId="16FBD814" w14:textId="77777777" w:rsidR="00F72F27" w:rsidRDefault="00F72F27" w:rsidP="003B4A70">
      <w:pPr>
        <w:ind w:firstLine="1418"/>
        <w:jc w:val="both"/>
      </w:pPr>
      <w:r w:rsidRPr="00F72F27">
        <w:rPr>
          <w:b/>
          <w:i/>
          <w:noProof/>
        </w:rPr>
        <mc:AlternateContent>
          <mc:Choice Requires="wps">
            <w:drawing>
              <wp:anchor distT="0" distB="0" distL="114300" distR="114300" simplePos="0" relativeHeight="251652608" behindDoc="0" locked="0" layoutInCell="1" allowOverlap="1" wp14:anchorId="4A83965E" wp14:editId="352C7E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06CB07"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14:paraId="569D39A7" w14:textId="77777777" w:rsidR="003B4A70" w:rsidRDefault="00F72F27" w:rsidP="003B4A70">
      <w:pPr>
        <w:ind w:firstLine="1418"/>
        <w:jc w:val="both"/>
      </w:pPr>
      <w:r>
        <w:rPr>
          <w:noProof/>
        </w:rPr>
        <mc:AlternateContent>
          <mc:Choice Requires="wps">
            <w:drawing>
              <wp:anchor distT="0" distB="0" distL="114300" distR="114300" simplePos="0" relativeHeight="251651584" behindDoc="0" locked="0" layoutInCell="1" allowOverlap="1" wp14:anchorId="070DF75C" wp14:editId="3DD72CCF">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46E203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512090">
        <w:t>Форма 1 - Письмо о подаче З</w:t>
      </w:r>
      <w:r w:rsidR="003B4A70" w:rsidRPr="003B4A70">
        <w:t>аявки.</w:t>
      </w:r>
      <w:r w:rsidR="003B4A70" w:rsidRPr="003B4A70">
        <w:rPr>
          <w:lang w:val="en-US"/>
        </w:rPr>
        <w:t>pdf</w:t>
      </w:r>
    </w:p>
    <w:p w14:paraId="68B992F5" w14:textId="77777777" w:rsidR="003B4A70" w:rsidRDefault="003B4A70" w:rsidP="003B4A70">
      <w:pPr>
        <w:ind w:firstLine="1418"/>
        <w:jc w:val="both"/>
      </w:pPr>
      <w:r>
        <w:t>Приложение к Форме 1 - Технико-коммерческое предложение.pdf</w:t>
      </w:r>
    </w:p>
    <w:p w14:paraId="3247B24C" w14:textId="77777777" w:rsidR="003B4A70" w:rsidRDefault="003B4A70" w:rsidP="003B4A70">
      <w:pPr>
        <w:ind w:firstLine="1418"/>
        <w:jc w:val="both"/>
      </w:pPr>
      <w:r>
        <w:t>Приложение к Форме 1 - Технико-коммерческое предложение.xls</w:t>
      </w:r>
    </w:p>
    <w:p w14:paraId="038FD9AA" w14:textId="77777777"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14:paraId="409E103F" w14:textId="77777777"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r w:rsidRPr="003B4A70">
        <w:rPr>
          <w:lang w:val="en-US"/>
        </w:rPr>
        <w:t>xls</w:t>
      </w:r>
      <w:r w:rsidRPr="003B4A70">
        <w:t xml:space="preserve">, </w:t>
      </w:r>
      <w:r w:rsidRPr="003B4A70">
        <w:rPr>
          <w:i/>
        </w:rPr>
        <w:t>при наличии</w:t>
      </w:r>
      <w:r w:rsidRPr="003B4A70">
        <w:t>)</w:t>
      </w:r>
    </w:p>
    <w:p w14:paraId="1DBDF38A"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8512" behindDoc="0" locked="0" layoutInCell="1" allowOverlap="1" wp14:anchorId="02DED75F" wp14:editId="39F906A4">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ED75F" id="Прямоугольник с одним скругленным углом 4" o:spid="_x0000_s1027" style="position:absolute;left:0;text-align:left;margin-left:8.35pt;margin-top:1.9pt;width:172.8pt;height:28.8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14:paraId="1B34BCB1" w14:textId="77777777" w:rsidR="00F72F27" w:rsidRPr="006432C6" w:rsidRDefault="00F72F27" w:rsidP="003B4A70">
      <w:pPr>
        <w:jc w:val="both"/>
        <w:rPr>
          <w:b/>
          <w:i/>
          <w:sz w:val="28"/>
          <w:szCs w:val="28"/>
        </w:rPr>
      </w:pPr>
    </w:p>
    <w:p w14:paraId="513797AF" w14:textId="77777777" w:rsidR="00F72F27" w:rsidRDefault="00F72F27" w:rsidP="003B4A70">
      <w:pPr>
        <w:ind w:firstLine="1418"/>
        <w:jc w:val="both"/>
      </w:pPr>
    </w:p>
    <w:p w14:paraId="5CC2F60E" w14:textId="2B12BCE1"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54656" behindDoc="0" locked="0" layoutInCell="1" allowOverlap="1" wp14:anchorId="2180A516" wp14:editId="5F4A0FDC">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A5D12E" id="Соединительная линия уступом 19" o:spid="_x0000_s1026" type="#_x0000_t34" style="position:absolute;margin-left:-6.6pt;margin-top:8.55pt;width:80.7pt;height:50.65pt;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58752" behindDoc="0" locked="0" layoutInCell="1" allowOverlap="1" wp14:anchorId="374F6714" wp14:editId="7C3243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BF4AB" id="Левая круглая скобка 20" o:spid="_x0000_s1026" type="#_x0000_t85" style="position:absolute;margin-left:59.15pt;margin-top:3.95pt;width:4.95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9112B0">
        <w:t>Форма </w:t>
      </w:r>
      <w:r w:rsidR="003B4A70" w:rsidRPr="003B4A70">
        <w:t>2 - Анкета Участника.doc</w:t>
      </w:r>
    </w:p>
    <w:p w14:paraId="3E665CFD" w14:textId="08E4E0CE" w:rsidR="003B4A70" w:rsidRPr="003B4A70" w:rsidRDefault="009112B0" w:rsidP="003B4A70">
      <w:pPr>
        <w:ind w:firstLine="1418"/>
        <w:jc w:val="both"/>
      </w:pPr>
      <w:r>
        <w:t>Форма </w:t>
      </w:r>
      <w:r w:rsidR="003B4A70" w:rsidRPr="003B4A70">
        <w:t xml:space="preserve">2.1 </w:t>
      </w:r>
      <w:r w:rsidR="003B4A70">
        <w:t>- Инф. о цепочке собственников.</w:t>
      </w:r>
      <w:r w:rsidR="003B4A70" w:rsidRPr="003B4A70">
        <w:t>pdf</w:t>
      </w:r>
    </w:p>
    <w:p w14:paraId="780A30F2" w14:textId="4F90E2E0" w:rsidR="003B4A70" w:rsidRPr="003B4A70" w:rsidRDefault="009112B0" w:rsidP="003B4A70">
      <w:pPr>
        <w:ind w:firstLine="1418"/>
        <w:jc w:val="both"/>
      </w:pPr>
      <w:r>
        <w:t>Форма </w:t>
      </w:r>
      <w:r w:rsidR="003B4A70" w:rsidRPr="003B4A70">
        <w:t>2.1 - Инф. о цепочке собственников.</w:t>
      </w:r>
      <w:r w:rsidR="003B4A70">
        <w:rPr>
          <w:lang w:val="en-US"/>
        </w:rPr>
        <w:t>d</w:t>
      </w:r>
      <w:r w:rsidR="003B4A70" w:rsidRPr="003B4A70">
        <w:t>oc</w:t>
      </w:r>
    </w:p>
    <w:p w14:paraId="3A04A85A" w14:textId="045C9361" w:rsidR="003B4A70" w:rsidRPr="003B4A70" w:rsidRDefault="009112B0" w:rsidP="003B4A70">
      <w:pPr>
        <w:ind w:firstLine="1418"/>
        <w:jc w:val="both"/>
      </w:pPr>
      <w:r>
        <w:t>Форма </w:t>
      </w:r>
      <w:r w:rsidR="003B4A70" w:rsidRPr="003B4A70">
        <w:t xml:space="preserve">2.2 - Согласие на обработку </w:t>
      </w:r>
      <w:r w:rsidR="003B4A70">
        <w:t>и передачу персональных данных.</w:t>
      </w:r>
      <w:r w:rsidR="003B4A70" w:rsidRPr="003B4A70">
        <w:t>pdf</w:t>
      </w:r>
    </w:p>
    <w:p w14:paraId="5FBB68DF" w14:textId="6E8EA835" w:rsidR="004135FC" w:rsidRPr="003B4A70" w:rsidRDefault="009112B0" w:rsidP="003B4A70">
      <w:pPr>
        <w:ind w:firstLine="1418"/>
        <w:jc w:val="both"/>
      </w:pPr>
      <w:r>
        <w:t>Форма </w:t>
      </w:r>
      <w:r w:rsidR="003B4A70" w:rsidRPr="003B4A70">
        <w:t>3 - Справка об объеме поставок товара.doc</w:t>
      </w:r>
    </w:p>
    <w:p w14:paraId="33B32D98" w14:textId="71D7ED64" w:rsidR="003B4A70" w:rsidRPr="003B4A70" w:rsidRDefault="009112B0" w:rsidP="003B4A70">
      <w:pPr>
        <w:ind w:firstLine="1418"/>
        <w:jc w:val="both"/>
      </w:pPr>
      <w:r>
        <w:t>Форма </w:t>
      </w:r>
      <w:r w:rsidR="003B4A70" w:rsidRPr="003B4A70">
        <w:t>4 - Справка об опыте выполнения поставок товара.doc</w:t>
      </w:r>
    </w:p>
    <w:p w14:paraId="7BE90059" w14:textId="03BB0400" w:rsidR="003B4A70" w:rsidRPr="003B4A70" w:rsidRDefault="009112B0" w:rsidP="003B4A70">
      <w:pPr>
        <w:ind w:firstLine="1418"/>
        <w:jc w:val="both"/>
      </w:pPr>
      <w:r>
        <w:t>Форма </w:t>
      </w:r>
      <w:r w:rsidR="003B4A70" w:rsidRPr="003B4A70">
        <w:t>5 - Справка о субпоставщиках.doc</w:t>
      </w:r>
    </w:p>
    <w:p w14:paraId="34BF5842" w14:textId="3895326B" w:rsidR="003B4A70" w:rsidRPr="003B4A70" w:rsidRDefault="009112B0" w:rsidP="003B4A70">
      <w:pPr>
        <w:ind w:firstLine="1418"/>
        <w:jc w:val="both"/>
      </w:pPr>
      <w:r>
        <w:t>Форма </w:t>
      </w:r>
      <w:r w:rsidR="003B4A70" w:rsidRPr="003B4A70">
        <w:t>6</w:t>
      </w:r>
      <w:r w:rsidR="003B4A70">
        <w:t xml:space="preserve"> - Справка о деловой репутации.</w:t>
      </w:r>
      <w:r w:rsidR="003B4A70" w:rsidRPr="003B4A70">
        <w:t>doc</w:t>
      </w:r>
    </w:p>
    <w:p w14:paraId="2BA9B478" w14:textId="4EBBF21C" w:rsidR="003B4A70" w:rsidRPr="003B4A70" w:rsidRDefault="009112B0" w:rsidP="003B4A70">
      <w:pPr>
        <w:ind w:firstLine="1418"/>
        <w:jc w:val="both"/>
      </w:pPr>
      <w:r>
        <w:t>Форма </w:t>
      </w:r>
      <w:r w:rsidR="003B4A70" w:rsidRPr="003B4A70">
        <w:t>8 - Письма предприятий-изготовителей Товара.pdf</w:t>
      </w:r>
    </w:p>
    <w:p w14:paraId="1DA8BD83" w14:textId="77777777" w:rsidR="00223DE6" w:rsidRPr="00A00C96" w:rsidRDefault="009112B0" w:rsidP="00223DE6">
      <w:pPr>
        <w:ind w:left="1418"/>
        <w:jc w:val="both"/>
      </w:pPr>
      <w:r>
        <w:t>Форма </w:t>
      </w:r>
      <w:r w:rsidR="00F72F27">
        <w:t xml:space="preserve">9 - </w:t>
      </w:r>
      <w:r w:rsidR="00223DE6" w:rsidRPr="00A00C96">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pdf</w:t>
      </w:r>
    </w:p>
    <w:p w14:paraId="644B28F0" w14:textId="4458CC77" w:rsidR="003B4A70" w:rsidRPr="003B4A70" w:rsidRDefault="009112B0" w:rsidP="00223DE6">
      <w:pPr>
        <w:ind w:left="1418"/>
        <w:jc w:val="both"/>
      </w:pPr>
      <w:r>
        <w:t>Форма </w:t>
      </w:r>
      <w:r w:rsidR="002134EC">
        <w:t>10 - Письмо об отсутствии у У</w:t>
      </w:r>
      <w:r w:rsidR="003B4A70" w:rsidRPr="003B4A70">
        <w:t>частника судимости.pdf</w:t>
      </w:r>
    </w:p>
    <w:p w14:paraId="01381520" w14:textId="4C249B9A" w:rsidR="00F221DB" w:rsidRPr="00DA0605" w:rsidRDefault="009112B0" w:rsidP="00F221DB">
      <w:pPr>
        <w:ind w:firstLine="1418"/>
        <w:jc w:val="both"/>
      </w:pPr>
      <w:r>
        <w:t>Форма </w:t>
      </w:r>
      <w:r w:rsidR="003B4A70" w:rsidRPr="00DA0605">
        <w:t xml:space="preserve">11 - </w:t>
      </w:r>
      <w:r w:rsidR="00F221DB" w:rsidRPr="00DA0605">
        <w:t>Справка о материально-технических ресурсах.pdf</w:t>
      </w:r>
    </w:p>
    <w:p w14:paraId="3709434D" w14:textId="33723238" w:rsidR="000A2450" w:rsidRPr="00F221DB" w:rsidRDefault="000A2450" w:rsidP="00F221DB">
      <w:pPr>
        <w:ind w:firstLine="1418"/>
        <w:jc w:val="both"/>
      </w:pPr>
      <w:r w:rsidRPr="00DA0605">
        <w:t>Форма 12 - Опись документов.doc</w:t>
      </w:r>
    </w:p>
    <w:p w14:paraId="78DC0F2D" w14:textId="77777777"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49536" behindDoc="0" locked="0" layoutInCell="1" allowOverlap="1" wp14:anchorId="2F4BF2E8" wp14:editId="0FB2685B">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4BF2E8" id="Прямоугольник с одним скругленным углом 5" o:spid="_x0000_s1028" style="position:absolute;left:0;text-align:left;margin-left:7.1pt;margin-top:1.8pt;width:177.2pt;height:28.8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14:paraId="2D3F16E1" w14:textId="77777777" w:rsidR="003B4A70" w:rsidRPr="0082137B" w:rsidRDefault="003B4A70" w:rsidP="003B4A70">
      <w:pPr>
        <w:jc w:val="both"/>
        <w:rPr>
          <w:b/>
          <w:i/>
          <w:sz w:val="28"/>
          <w:szCs w:val="28"/>
        </w:rPr>
      </w:pPr>
    </w:p>
    <w:p w14:paraId="685D6E02" w14:textId="77777777" w:rsidR="00F72F27" w:rsidRDefault="006432C6" w:rsidP="00F72F27">
      <w:pPr>
        <w:ind w:left="1418"/>
        <w:jc w:val="both"/>
      </w:pPr>
      <w:r w:rsidRPr="006432C6">
        <w:rPr>
          <w:noProof/>
        </w:rPr>
        <mc:AlternateContent>
          <mc:Choice Requires="wps">
            <w:drawing>
              <wp:anchor distT="0" distB="0" distL="114300" distR="114300" simplePos="0" relativeHeight="251665920" behindDoc="0" locked="0" layoutInCell="1" allowOverlap="1" wp14:anchorId="4A5A15C4" wp14:editId="7D01EE92">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D35812" id="Соединительная линия уступом 22" o:spid="_x0000_s1026" type="#_x0000_t34" style="position:absolute;margin-left:7.8pt;margin-top:8.25pt;width:51.35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63872" behindDoc="0" locked="0" layoutInCell="1" allowOverlap="1" wp14:anchorId="4E2A463B" wp14:editId="46D5348D">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F041B" id="Левая круглая скобка 21" o:spid="_x0000_s1026" type="#_x0000_t85" style="position:absolute;margin-left:59.05pt;margin-top:14.45pt;width:5.65pt;height:2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14:paraId="63522C60" w14:textId="77777777" w:rsidR="00F72F27" w:rsidRDefault="00F72F27" w:rsidP="00F72F27">
      <w:pPr>
        <w:ind w:left="1418"/>
        <w:jc w:val="both"/>
      </w:pPr>
      <w:r w:rsidRPr="00F72F27">
        <w:t>Наименование Документа 1.pdf</w:t>
      </w:r>
    </w:p>
    <w:p w14:paraId="627D3D0F" w14:textId="77777777" w:rsidR="00F72F27" w:rsidRDefault="00F72F27" w:rsidP="00F72F27">
      <w:pPr>
        <w:ind w:left="1418"/>
        <w:jc w:val="both"/>
      </w:pPr>
      <w:r w:rsidRPr="00F72F27">
        <w:t>Наименование Документа 2.pdf</w:t>
      </w:r>
    </w:p>
    <w:p w14:paraId="799C4EA6" w14:textId="77777777"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14:paraId="4443DA54" w14:textId="77777777"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50560" behindDoc="0" locked="0" layoutInCell="1" allowOverlap="1" wp14:anchorId="131705AE" wp14:editId="7541B0E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1705AE" id="Прямоугольник с одним скругленным углом 9" o:spid="_x0000_s1029" style="position:absolute;left:0;text-align:left;margin-left:7.25pt;margin-top:3.35pt;width:177.15pt;height:28.8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C9qgJW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v:textbox>
              </v:shape>
            </w:pict>
          </mc:Fallback>
        </mc:AlternateContent>
      </w:r>
    </w:p>
    <w:p w14:paraId="7A1BA9EB" w14:textId="77777777" w:rsidR="003B4A70" w:rsidRPr="003B4A70" w:rsidRDefault="003B4A70" w:rsidP="003B4A70">
      <w:pPr>
        <w:jc w:val="both"/>
        <w:rPr>
          <w:b/>
          <w:i/>
          <w:sz w:val="28"/>
          <w:szCs w:val="28"/>
        </w:rPr>
      </w:pPr>
    </w:p>
    <w:p w14:paraId="1252A1AC" w14:textId="77777777"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67968" behindDoc="0" locked="0" layoutInCell="1" allowOverlap="1" wp14:anchorId="742DC106" wp14:editId="1A52FB4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71FE4A" id="Соединительная линия уступом 26" o:spid="_x0000_s1026" type="#_x0000_t34" style="position:absolute;margin-left:8.5pt;margin-top:4.8pt;width:51.3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14:paraId="0710FC5C" w14:textId="77777777"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66944" behindDoc="0" locked="0" layoutInCell="1" allowOverlap="1" wp14:anchorId="7C7F2650" wp14:editId="34EDC280">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F70C3" id="Левая круглая скобка 25" o:spid="_x0000_s1026" type="#_x0000_t85" style="position:absolute;margin-left:59.75pt;margin-top:3.3pt;width:5.65pt;height:2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14:paraId="7BD1DA26" w14:textId="61BA6936" w:rsidR="003B4A70" w:rsidRPr="003B4A70" w:rsidRDefault="006432C6" w:rsidP="007F375E">
      <w:pPr>
        <w:ind w:left="1418"/>
        <w:jc w:val="both"/>
        <w:rPr>
          <w:b/>
          <w:i/>
          <w:sz w:val="28"/>
          <w:szCs w:val="28"/>
        </w:rPr>
      </w:pPr>
      <w:r>
        <w:t>Презентация компании.</w:t>
      </w:r>
      <w:r w:rsidR="00422BE6">
        <w:rPr>
          <w:b/>
          <w:i/>
          <w:sz w:val="28"/>
          <w:szCs w:val="28"/>
        </w:rPr>
        <w:br w:type="page"/>
      </w:r>
    </w:p>
    <w:p w14:paraId="3CAACD01" w14:textId="799C29C7" w:rsidR="00E14385" w:rsidRPr="00147F2B" w:rsidRDefault="0036642F" w:rsidP="00B87060">
      <w:pPr>
        <w:pStyle w:val="1"/>
        <w:numPr>
          <w:ilvl w:val="0"/>
          <w:numId w:val="5"/>
        </w:numPr>
        <w:ind w:left="0" w:firstLine="34"/>
        <w:rPr>
          <w:szCs w:val="28"/>
        </w:rPr>
      </w:pPr>
      <w:bookmarkStart w:id="274" w:name="_Toc453152082"/>
      <w:bookmarkStart w:id="275" w:name="_Toc453166634"/>
      <w:bookmarkStart w:id="276" w:name="_Toc468260882"/>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207"/>
      <w:bookmarkEnd w:id="208"/>
      <w:bookmarkEnd w:id="209"/>
      <w:bookmarkEnd w:id="210"/>
      <w:bookmarkEnd w:id="211"/>
      <w:bookmarkEnd w:id="212"/>
      <w:bookmarkEnd w:id="213"/>
      <w:bookmarkEnd w:id="274"/>
      <w:bookmarkEnd w:id="275"/>
      <w:bookmarkEnd w:id="276"/>
    </w:p>
    <w:p w14:paraId="7F877A19" w14:textId="77777777" w:rsidR="00A5039F" w:rsidRPr="00147F2B" w:rsidRDefault="00A5039F" w:rsidP="00A5039F">
      <w:pPr>
        <w:rPr>
          <w:sz w:val="28"/>
          <w:szCs w:val="28"/>
        </w:rPr>
      </w:pPr>
    </w:p>
    <w:p w14:paraId="0B641004" w14:textId="77777777"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00687CB6">
        <w:rPr>
          <w:szCs w:val="28"/>
        </w:rPr>
        <w:t xml:space="preserve"> </w:t>
      </w:r>
      <w:r w:rsidR="00687CB6">
        <w:rPr>
          <w:szCs w:val="28"/>
          <w:lang w:val="ru-RU"/>
        </w:rPr>
        <w:t>Документации</w:t>
      </w:r>
      <w:r w:rsidRPr="00147F2B">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147F2B" w14:paraId="113045C0" w14:textId="77777777" w:rsidTr="007446C6">
        <w:trPr>
          <w:trHeight w:val="20"/>
          <w:tblHeader/>
        </w:trPr>
        <w:tc>
          <w:tcPr>
            <w:tcW w:w="851" w:type="dxa"/>
          </w:tcPr>
          <w:p w14:paraId="18C71165" w14:textId="77777777" w:rsidR="007446C6" w:rsidRPr="00147F2B" w:rsidRDefault="007446C6" w:rsidP="00CF2712">
            <w:pPr>
              <w:widowControl w:val="0"/>
              <w:autoSpaceDE w:val="0"/>
              <w:autoSpaceDN w:val="0"/>
              <w:adjustRightInd w:val="0"/>
              <w:ind w:left="-108" w:right="-108"/>
              <w:jc w:val="center"/>
              <w:rPr>
                <w:b/>
              </w:rPr>
            </w:pPr>
            <w:r w:rsidRPr="00147F2B">
              <w:rPr>
                <w:b/>
              </w:rPr>
              <w:t>№ п/п</w:t>
            </w:r>
          </w:p>
          <w:p w14:paraId="27F2FC0D" w14:textId="77777777" w:rsidR="007446C6" w:rsidRPr="00147F2B" w:rsidRDefault="007446C6" w:rsidP="00CF2712">
            <w:pPr>
              <w:widowControl w:val="0"/>
              <w:autoSpaceDE w:val="0"/>
              <w:autoSpaceDN w:val="0"/>
              <w:adjustRightInd w:val="0"/>
              <w:ind w:left="-108" w:right="-108"/>
              <w:jc w:val="center"/>
              <w:rPr>
                <w:b/>
                <w:i/>
                <w:sz w:val="18"/>
                <w:szCs w:val="18"/>
              </w:rPr>
            </w:pPr>
          </w:p>
        </w:tc>
        <w:tc>
          <w:tcPr>
            <w:tcW w:w="1134" w:type="dxa"/>
          </w:tcPr>
          <w:p w14:paraId="2FBC4695" w14:textId="77777777" w:rsidR="007446C6" w:rsidRPr="00147F2B" w:rsidRDefault="00687CB6" w:rsidP="00687CB6">
            <w:pPr>
              <w:widowControl w:val="0"/>
              <w:autoSpaceDE w:val="0"/>
              <w:autoSpaceDN w:val="0"/>
              <w:adjustRightInd w:val="0"/>
              <w:jc w:val="center"/>
              <w:rPr>
                <w:b/>
                <w:sz w:val="18"/>
                <w:szCs w:val="18"/>
              </w:rPr>
            </w:pPr>
            <w:r>
              <w:rPr>
                <w:b/>
                <w:sz w:val="18"/>
                <w:szCs w:val="18"/>
              </w:rPr>
              <w:t>Пункты Д</w:t>
            </w:r>
            <w:r w:rsidR="007446C6" w:rsidRPr="00147F2B">
              <w:rPr>
                <w:b/>
                <w:sz w:val="18"/>
                <w:szCs w:val="18"/>
              </w:rPr>
              <w:t>окументации</w:t>
            </w:r>
          </w:p>
        </w:tc>
        <w:tc>
          <w:tcPr>
            <w:tcW w:w="2834" w:type="dxa"/>
          </w:tcPr>
          <w:p w14:paraId="64EC7D05" w14:textId="77777777"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14:paraId="5F85202D" w14:textId="77777777"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33B43" w:rsidRPr="00147F2B" w14:paraId="41308782" w14:textId="77777777" w:rsidTr="007446C6">
        <w:trPr>
          <w:trHeight w:val="20"/>
        </w:trPr>
        <w:tc>
          <w:tcPr>
            <w:tcW w:w="851" w:type="dxa"/>
          </w:tcPr>
          <w:p w14:paraId="03F0A3B5" w14:textId="77777777" w:rsidR="00F33B43" w:rsidRPr="00147F2B" w:rsidRDefault="00F33B43" w:rsidP="00CF2712">
            <w:pPr>
              <w:numPr>
                <w:ilvl w:val="2"/>
                <w:numId w:val="0"/>
              </w:numPr>
              <w:tabs>
                <w:tab w:val="num" w:pos="176"/>
              </w:tabs>
              <w:ind w:left="34" w:hanging="34"/>
              <w:contextualSpacing/>
              <w:jc w:val="center"/>
              <w:rPr>
                <w:b/>
                <w:sz w:val="28"/>
              </w:rPr>
            </w:pPr>
            <w:bookmarkStart w:id="277" w:name="З_4_1"/>
            <w:r w:rsidRPr="00147F2B">
              <w:rPr>
                <w:b/>
                <w:sz w:val="28"/>
              </w:rPr>
              <w:t>4.1</w:t>
            </w:r>
            <w:bookmarkEnd w:id="277"/>
          </w:p>
        </w:tc>
        <w:tc>
          <w:tcPr>
            <w:tcW w:w="1134" w:type="dxa"/>
          </w:tcPr>
          <w:p w14:paraId="41C4F8C6" w14:textId="77777777" w:rsidR="00F33B43" w:rsidRPr="00147F2B" w:rsidRDefault="00F33B43"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Pr>
                <w:b/>
                <w:sz w:val="24"/>
              </w:rPr>
              <w:t>1.1.1</w:t>
            </w:r>
            <w:r w:rsidRPr="00147F2B">
              <w:rPr>
                <w:b/>
                <w:sz w:val="24"/>
              </w:rPr>
              <w:fldChar w:fldCharType="end"/>
            </w:r>
          </w:p>
        </w:tc>
        <w:tc>
          <w:tcPr>
            <w:tcW w:w="2834" w:type="dxa"/>
            <w:tcBorders>
              <w:bottom w:val="single" w:sz="4" w:space="0" w:color="auto"/>
            </w:tcBorders>
          </w:tcPr>
          <w:p w14:paraId="3C88893D" w14:textId="77777777" w:rsidR="00F33B43" w:rsidRPr="00147F2B" w:rsidRDefault="00F33B43" w:rsidP="00CF2712">
            <w:r w:rsidRPr="00147F2B">
              <w:t>Наименование Заказчика</w:t>
            </w:r>
          </w:p>
        </w:tc>
        <w:tc>
          <w:tcPr>
            <w:tcW w:w="5081" w:type="dxa"/>
            <w:tcBorders>
              <w:bottom w:val="single" w:sz="4" w:space="0" w:color="auto"/>
            </w:tcBorders>
          </w:tcPr>
          <w:p w14:paraId="5D05C3AC" w14:textId="3326AEBC" w:rsidR="00F33B43" w:rsidRPr="00147F2B" w:rsidRDefault="00F221DB" w:rsidP="00CF2712">
            <w:pPr>
              <w:widowControl w:val="0"/>
              <w:autoSpaceDE w:val="0"/>
              <w:autoSpaceDN w:val="0"/>
              <w:adjustRightInd w:val="0"/>
            </w:pPr>
            <w:r w:rsidRPr="00F221DB">
              <w:t>ООО «Газпром трансгаз Уфа»</w:t>
            </w:r>
          </w:p>
        </w:tc>
      </w:tr>
      <w:tr w:rsidR="00F33B43" w:rsidRPr="00147F2B" w14:paraId="57B8DAAD" w14:textId="77777777" w:rsidTr="007446C6">
        <w:trPr>
          <w:trHeight w:val="20"/>
        </w:trPr>
        <w:tc>
          <w:tcPr>
            <w:tcW w:w="851" w:type="dxa"/>
          </w:tcPr>
          <w:p w14:paraId="7DCB60E3" w14:textId="77777777" w:rsidR="00F33B43" w:rsidRPr="00147F2B" w:rsidRDefault="00F33B43" w:rsidP="00CF2712">
            <w:pPr>
              <w:ind w:left="710"/>
              <w:contextualSpacing/>
              <w:jc w:val="both"/>
              <w:rPr>
                <w:sz w:val="28"/>
              </w:rPr>
            </w:pPr>
          </w:p>
        </w:tc>
        <w:tc>
          <w:tcPr>
            <w:tcW w:w="1134" w:type="dxa"/>
          </w:tcPr>
          <w:p w14:paraId="7E50DC6C"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F251417" w14:textId="77777777" w:rsidR="00F33B43" w:rsidRPr="00147F2B" w:rsidRDefault="00F33B43" w:rsidP="00CF2712">
            <w:r w:rsidRPr="00147F2B">
              <w:t>Адрес местонахождения:</w:t>
            </w:r>
          </w:p>
        </w:tc>
        <w:tc>
          <w:tcPr>
            <w:tcW w:w="5081" w:type="dxa"/>
            <w:tcBorders>
              <w:bottom w:val="single" w:sz="4" w:space="0" w:color="auto"/>
            </w:tcBorders>
          </w:tcPr>
          <w:p w14:paraId="77A60C19"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00D71E7A" w14:textId="382B00C3" w:rsidR="00F33B43" w:rsidRPr="00147F2B" w:rsidRDefault="00F221DB" w:rsidP="00F221DB">
            <w:pPr>
              <w:widowControl w:val="0"/>
              <w:autoSpaceDE w:val="0"/>
              <w:autoSpaceDN w:val="0"/>
              <w:adjustRightInd w:val="0"/>
            </w:pPr>
            <w:r>
              <w:t>г. Уфа, ул. Рихарда Зорге, 59</w:t>
            </w:r>
          </w:p>
        </w:tc>
      </w:tr>
      <w:tr w:rsidR="00F33B43" w:rsidRPr="00147F2B" w14:paraId="1CC31DD3" w14:textId="77777777" w:rsidTr="007446C6">
        <w:trPr>
          <w:trHeight w:val="20"/>
        </w:trPr>
        <w:tc>
          <w:tcPr>
            <w:tcW w:w="851" w:type="dxa"/>
          </w:tcPr>
          <w:p w14:paraId="69AA0D11" w14:textId="77777777" w:rsidR="00F33B43" w:rsidRPr="00147F2B" w:rsidRDefault="00F33B43" w:rsidP="00CF2712">
            <w:pPr>
              <w:ind w:left="710"/>
              <w:contextualSpacing/>
              <w:jc w:val="both"/>
              <w:rPr>
                <w:sz w:val="28"/>
              </w:rPr>
            </w:pPr>
          </w:p>
        </w:tc>
        <w:tc>
          <w:tcPr>
            <w:tcW w:w="1134" w:type="dxa"/>
          </w:tcPr>
          <w:p w14:paraId="3BC431E6"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0BB0D88" w14:textId="77777777" w:rsidR="00F33B43" w:rsidRPr="00147F2B" w:rsidRDefault="00F33B43" w:rsidP="00CF2712">
            <w:r w:rsidRPr="00147F2B">
              <w:t>Почтовый адрес:</w:t>
            </w:r>
          </w:p>
        </w:tc>
        <w:tc>
          <w:tcPr>
            <w:tcW w:w="5081" w:type="dxa"/>
            <w:tcBorders>
              <w:bottom w:val="single" w:sz="4" w:space="0" w:color="auto"/>
            </w:tcBorders>
          </w:tcPr>
          <w:p w14:paraId="38A7E9DA" w14:textId="5F1E34D8" w:rsidR="00F33B43" w:rsidRPr="00147F2B" w:rsidRDefault="00F221DB" w:rsidP="00CF2712">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318019F3" w14:textId="77777777" w:rsidTr="007446C6">
        <w:trPr>
          <w:trHeight w:val="20"/>
        </w:trPr>
        <w:tc>
          <w:tcPr>
            <w:tcW w:w="851" w:type="dxa"/>
          </w:tcPr>
          <w:p w14:paraId="045BE207" w14:textId="77777777" w:rsidR="007446C6" w:rsidRPr="00147F2B" w:rsidRDefault="007446C6" w:rsidP="00CF2712">
            <w:pPr>
              <w:ind w:left="710"/>
              <w:contextualSpacing/>
              <w:jc w:val="both"/>
              <w:rPr>
                <w:sz w:val="28"/>
              </w:rPr>
            </w:pPr>
          </w:p>
        </w:tc>
        <w:tc>
          <w:tcPr>
            <w:tcW w:w="1134" w:type="dxa"/>
          </w:tcPr>
          <w:p w14:paraId="53FAC6C3"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56A804B9" w14:textId="77777777" w:rsidR="007446C6" w:rsidRPr="00147F2B" w:rsidRDefault="007446C6" w:rsidP="00127F48">
            <w:r w:rsidRPr="00147F2B">
              <w:t>Положение о з</w:t>
            </w:r>
            <w:r w:rsidR="00C61AC6">
              <w:t>акупках то</w:t>
            </w:r>
            <w:r w:rsidR="00204DCE">
              <w:t>варов, работ, услуг О</w:t>
            </w:r>
            <w:r w:rsidR="00127F48">
              <w:t>А</w:t>
            </w:r>
            <w:r w:rsidRPr="00147F2B">
              <w:t>О «Газпром»</w:t>
            </w:r>
          </w:p>
        </w:tc>
        <w:tc>
          <w:tcPr>
            <w:tcW w:w="5081" w:type="dxa"/>
            <w:tcBorders>
              <w:bottom w:val="single" w:sz="4" w:space="0" w:color="auto"/>
            </w:tcBorders>
          </w:tcPr>
          <w:p w14:paraId="06CA1DE7" w14:textId="77777777" w:rsidR="00127F48" w:rsidRDefault="00127F48" w:rsidP="00127F48">
            <w:pPr>
              <w:widowControl w:val="0"/>
              <w:autoSpaceDE w:val="0"/>
              <w:autoSpaceDN w:val="0"/>
              <w:adjustRightInd w:val="0"/>
            </w:pPr>
            <w:r>
              <w:t>№ 1969 от 19.04.2012 г.</w:t>
            </w:r>
          </w:p>
          <w:p w14:paraId="12E9E197" w14:textId="74ED7C39" w:rsidR="007446C6" w:rsidRPr="002F1C04" w:rsidRDefault="007446C6" w:rsidP="00127F48">
            <w:pPr>
              <w:widowControl w:val="0"/>
              <w:autoSpaceDE w:val="0"/>
              <w:autoSpaceDN w:val="0"/>
              <w:adjustRightInd w:val="0"/>
            </w:pPr>
          </w:p>
        </w:tc>
      </w:tr>
      <w:tr w:rsidR="007446C6" w:rsidRPr="00147F2B" w14:paraId="205C7AF0" w14:textId="77777777" w:rsidTr="007446C6">
        <w:trPr>
          <w:trHeight w:val="20"/>
        </w:trPr>
        <w:tc>
          <w:tcPr>
            <w:tcW w:w="851" w:type="dxa"/>
          </w:tcPr>
          <w:p w14:paraId="1A704CAE" w14:textId="46B7C784" w:rsidR="007446C6" w:rsidRPr="00147F2B" w:rsidRDefault="007446C6" w:rsidP="00CF2712">
            <w:pPr>
              <w:numPr>
                <w:ilvl w:val="2"/>
                <w:numId w:val="0"/>
              </w:numPr>
              <w:tabs>
                <w:tab w:val="num" w:pos="176"/>
              </w:tabs>
              <w:ind w:left="34" w:hanging="34"/>
              <w:contextualSpacing/>
              <w:jc w:val="center"/>
              <w:rPr>
                <w:b/>
                <w:sz w:val="28"/>
              </w:rPr>
            </w:pPr>
            <w:bookmarkStart w:id="278" w:name="З_4_2"/>
            <w:r w:rsidRPr="00147F2B">
              <w:rPr>
                <w:b/>
                <w:sz w:val="28"/>
              </w:rPr>
              <w:t>4.2</w:t>
            </w:r>
            <w:bookmarkEnd w:id="278"/>
          </w:p>
        </w:tc>
        <w:tc>
          <w:tcPr>
            <w:tcW w:w="1134" w:type="dxa"/>
          </w:tcPr>
          <w:p w14:paraId="613A7B0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bottom w:val="single" w:sz="4" w:space="0" w:color="auto"/>
            </w:tcBorders>
          </w:tcPr>
          <w:p w14:paraId="1B8F0195" w14:textId="77777777" w:rsidR="007446C6" w:rsidRPr="00147F2B" w:rsidRDefault="007446C6" w:rsidP="00CF2712">
            <w:r w:rsidRPr="00147F2B">
              <w:t>Наименование Организатора</w:t>
            </w:r>
          </w:p>
        </w:tc>
        <w:tc>
          <w:tcPr>
            <w:tcW w:w="5081" w:type="dxa"/>
            <w:tcBorders>
              <w:bottom w:val="single" w:sz="4" w:space="0" w:color="auto"/>
            </w:tcBorders>
          </w:tcPr>
          <w:p w14:paraId="44BCE826" w14:textId="77777777" w:rsidR="00F221DB" w:rsidRDefault="00F221DB" w:rsidP="00F221DB">
            <w:pPr>
              <w:widowControl w:val="0"/>
              <w:autoSpaceDE w:val="0"/>
              <w:autoSpaceDN w:val="0"/>
              <w:adjustRightInd w:val="0"/>
            </w:pPr>
            <w:r>
              <w:t>Отдел подготовки и проведения конкурентных закупок</w:t>
            </w:r>
          </w:p>
          <w:p w14:paraId="583C6787" w14:textId="1E22CF60" w:rsidR="007446C6" w:rsidRPr="00147F2B" w:rsidRDefault="00F221DB" w:rsidP="00F221DB">
            <w:pPr>
              <w:widowControl w:val="0"/>
              <w:autoSpaceDE w:val="0"/>
              <w:autoSpaceDN w:val="0"/>
              <w:adjustRightInd w:val="0"/>
            </w:pPr>
            <w:r>
              <w:t>ООО «Газпром трансгаз Уфа»</w:t>
            </w:r>
          </w:p>
        </w:tc>
      </w:tr>
      <w:tr w:rsidR="00F221DB" w:rsidRPr="00147F2B" w14:paraId="64271167" w14:textId="77777777" w:rsidTr="00F221DB">
        <w:trPr>
          <w:trHeight w:val="20"/>
        </w:trPr>
        <w:tc>
          <w:tcPr>
            <w:tcW w:w="851" w:type="dxa"/>
          </w:tcPr>
          <w:p w14:paraId="16E51B50" w14:textId="77777777" w:rsidR="00F221DB" w:rsidRPr="00147F2B" w:rsidRDefault="00F221DB" w:rsidP="00F221DB">
            <w:pPr>
              <w:tabs>
                <w:tab w:val="num" w:pos="176"/>
              </w:tabs>
              <w:ind w:left="34" w:hanging="34"/>
              <w:outlineLvl w:val="0"/>
              <w:rPr>
                <w:b/>
                <w:bCs/>
                <w:sz w:val="22"/>
                <w:szCs w:val="22"/>
              </w:rPr>
            </w:pPr>
          </w:p>
        </w:tc>
        <w:tc>
          <w:tcPr>
            <w:tcW w:w="1134" w:type="dxa"/>
          </w:tcPr>
          <w:p w14:paraId="6E558288"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617D9DA1" w14:textId="77777777" w:rsidR="00F221DB" w:rsidRPr="00147F2B" w:rsidRDefault="00F221DB" w:rsidP="00F221DB">
            <w:r w:rsidRPr="00147F2B">
              <w:t>Адрес местонахождения:</w:t>
            </w:r>
          </w:p>
        </w:tc>
        <w:tc>
          <w:tcPr>
            <w:tcW w:w="5081" w:type="dxa"/>
            <w:tcBorders>
              <w:bottom w:val="single" w:sz="4" w:space="0" w:color="auto"/>
            </w:tcBorders>
          </w:tcPr>
          <w:p w14:paraId="73733836"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2B151DDB" w14:textId="26405CF1" w:rsidR="00F221DB" w:rsidRPr="00147F2B" w:rsidRDefault="00F221DB" w:rsidP="00F221DB">
            <w:pPr>
              <w:widowControl w:val="0"/>
              <w:autoSpaceDE w:val="0"/>
              <w:autoSpaceDN w:val="0"/>
              <w:adjustRightInd w:val="0"/>
            </w:pPr>
            <w:r>
              <w:t>г. Уфа, ул. Рихарда Зорге, 59</w:t>
            </w:r>
          </w:p>
        </w:tc>
      </w:tr>
      <w:tr w:rsidR="00F221DB" w:rsidRPr="00147F2B" w14:paraId="50EA5220" w14:textId="77777777" w:rsidTr="00F221DB">
        <w:trPr>
          <w:trHeight w:val="20"/>
        </w:trPr>
        <w:tc>
          <w:tcPr>
            <w:tcW w:w="851" w:type="dxa"/>
          </w:tcPr>
          <w:p w14:paraId="49D39B1F" w14:textId="77777777" w:rsidR="00F221DB" w:rsidRPr="00147F2B" w:rsidRDefault="00F221DB" w:rsidP="00F221DB">
            <w:pPr>
              <w:tabs>
                <w:tab w:val="num" w:pos="176"/>
              </w:tabs>
              <w:ind w:left="34" w:hanging="34"/>
              <w:outlineLvl w:val="0"/>
              <w:rPr>
                <w:b/>
                <w:bCs/>
                <w:sz w:val="22"/>
                <w:szCs w:val="22"/>
              </w:rPr>
            </w:pPr>
          </w:p>
        </w:tc>
        <w:tc>
          <w:tcPr>
            <w:tcW w:w="1134" w:type="dxa"/>
          </w:tcPr>
          <w:p w14:paraId="55F2D405"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5FBCA2E6" w14:textId="77777777" w:rsidR="00F221DB" w:rsidRPr="00147F2B" w:rsidRDefault="00F221DB" w:rsidP="00F221DB">
            <w:r w:rsidRPr="00147F2B">
              <w:t>Почтовый адрес:</w:t>
            </w:r>
          </w:p>
        </w:tc>
        <w:tc>
          <w:tcPr>
            <w:tcW w:w="5081" w:type="dxa"/>
            <w:tcBorders>
              <w:bottom w:val="single" w:sz="4" w:space="0" w:color="auto"/>
            </w:tcBorders>
          </w:tcPr>
          <w:p w14:paraId="62C23EA6" w14:textId="6B5B062E" w:rsidR="00F221DB" w:rsidRPr="00147F2B" w:rsidRDefault="00F221DB" w:rsidP="00F221DB">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2B593CCE" w14:textId="77777777" w:rsidTr="007446C6">
        <w:trPr>
          <w:trHeight w:val="20"/>
        </w:trPr>
        <w:tc>
          <w:tcPr>
            <w:tcW w:w="851" w:type="dxa"/>
          </w:tcPr>
          <w:p w14:paraId="485D7E13" w14:textId="77777777" w:rsidR="007446C6" w:rsidRPr="00147F2B" w:rsidRDefault="007446C6" w:rsidP="00CF2712">
            <w:pPr>
              <w:tabs>
                <w:tab w:val="num" w:pos="176"/>
              </w:tabs>
              <w:ind w:left="34" w:hanging="34"/>
              <w:outlineLvl w:val="0"/>
              <w:rPr>
                <w:b/>
                <w:bCs/>
                <w:sz w:val="22"/>
                <w:szCs w:val="22"/>
              </w:rPr>
            </w:pPr>
          </w:p>
        </w:tc>
        <w:tc>
          <w:tcPr>
            <w:tcW w:w="1134" w:type="dxa"/>
          </w:tcPr>
          <w:p w14:paraId="45BA80AF" w14:textId="77777777"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EE794FD" w14:textId="77777777" w:rsidR="007446C6" w:rsidRPr="00147F2B" w:rsidRDefault="007446C6" w:rsidP="00CF2712">
            <w:r w:rsidRPr="00147F2B">
              <w:t>Контактные телефоны:</w:t>
            </w:r>
          </w:p>
        </w:tc>
        <w:tc>
          <w:tcPr>
            <w:tcW w:w="5081" w:type="dxa"/>
            <w:tcBorders>
              <w:top w:val="nil"/>
              <w:bottom w:val="single" w:sz="4" w:space="0" w:color="auto"/>
            </w:tcBorders>
          </w:tcPr>
          <w:p w14:paraId="2E2E052F" w14:textId="77777777" w:rsidR="00F221DB" w:rsidRPr="00F221DB" w:rsidRDefault="00F221DB" w:rsidP="00F221DB">
            <w:pPr>
              <w:widowControl w:val="0"/>
              <w:autoSpaceDE w:val="0"/>
              <w:autoSpaceDN w:val="0"/>
              <w:adjustRightInd w:val="0"/>
            </w:pPr>
            <w:r w:rsidRPr="00F221DB">
              <w:t>По вопросам процедуры проведения запроса предложений и оформления заявок:</w:t>
            </w:r>
          </w:p>
          <w:p w14:paraId="354B7877" w14:textId="3689AC8C" w:rsidR="007446C6" w:rsidRPr="00147F2B" w:rsidRDefault="00F221DB" w:rsidP="00F221DB">
            <w:pPr>
              <w:widowControl w:val="0"/>
              <w:autoSpaceDE w:val="0"/>
              <w:autoSpaceDN w:val="0"/>
              <w:adjustRightInd w:val="0"/>
            </w:pPr>
            <w:r w:rsidRPr="00F221DB">
              <w:t xml:space="preserve">Галиева Елена Владимировна,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7446C6" w:rsidRPr="00147F2B" w14:paraId="30B62A7D" w14:textId="77777777" w:rsidTr="007446C6">
        <w:trPr>
          <w:trHeight w:val="20"/>
        </w:trPr>
        <w:tc>
          <w:tcPr>
            <w:tcW w:w="851" w:type="dxa"/>
          </w:tcPr>
          <w:p w14:paraId="197E80EE" w14:textId="77777777" w:rsidR="007446C6" w:rsidRPr="00147F2B" w:rsidRDefault="007446C6" w:rsidP="00CF2712">
            <w:pPr>
              <w:tabs>
                <w:tab w:val="num" w:pos="176"/>
              </w:tabs>
              <w:ind w:left="34" w:hanging="34"/>
              <w:outlineLvl w:val="0"/>
              <w:rPr>
                <w:b/>
                <w:bCs/>
                <w:sz w:val="22"/>
                <w:szCs w:val="22"/>
              </w:rPr>
            </w:pPr>
          </w:p>
        </w:tc>
        <w:tc>
          <w:tcPr>
            <w:tcW w:w="1134" w:type="dxa"/>
          </w:tcPr>
          <w:p w14:paraId="2524F8FD" w14:textId="57317C80"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670C32D" w14:textId="77777777" w:rsidR="007446C6" w:rsidRPr="00147F2B" w:rsidRDefault="007446C6" w:rsidP="00CF2712">
            <w:r w:rsidRPr="00147F2B">
              <w:t>Адрес электронной почты:</w:t>
            </w:r>
          </w:p>
        </w:tc>
        <w:tc>
          <w:tcPr>
            <w:tcW w:w="5081" w:type="dxa"/>
            <w:tcBorders>
              <w:top w:val="nil"/>
              <w:bottom w:val="single" w:sz="4" w:space="0" w:color="auto"/>
            </w:tcBorders>
          </w:tcPr>
          <w:p w14:paraId="7EFC50D6" w14:textId="7F8ECAC6" w:rsidR="007446C6" w:rsidRPr="00147F2B" w:rsidRDefault="00F221DB" w:rsidP="00F221DB">
            <w:pPr>
              <w:widowControl w:val="0"/>
              <w:autoSpaceDE w:val="0"/>
              <w:autoSpaceDN w:val="0"/>
              <w:adjustRightInd w:val="0"/>
            </w:pPr>
            <w:r w:rsidRPr="00F221DB">
              <w:t>egalieva@ufa-tr.gazprom.ru</w:t>
            </w:r>
          </w:p>
        </w:tc>
      </w:tr>
      <w:tr w:rsidR="007446C6" w:rsidRPr="00147F2B" w14:paraId="306A65A6" w14:textId="77777777" w:rsidTr="007446C6">
        <w:trPr>
          <w:trHeight w:val="20"/>
        </w:trPr>
        <w:tc>
          <w:tcPr>
            <w:tcW w:w="851" w:type="dxa"/>
          </w:tcPr>
          <w:p w14:paraId="5788C3EB" w14:textId="5E2AF4B3" w:rsidR="007446C6" w:rsidRPr="00147F2B" w:rsidRDefault="007446C6" w:rsidP="00CF2712">
            <w:pPr>
              <w:numPr>
                <w:ilvl w:val="2"/>
                <w:numId w:val="0"/>
              </w:numPr>
              <w:tabs>
                <w:tab w:val="num" w:pos="176"/>
              </w:tabs>
              <w:ind w:left="34" w:hanging="34"/>
              <w:contextualSpacing/>
              <w:jc w:val="center"/>
              <w:rPr>
                <w:b/>
                <w:sz w:val="28"/>
              </w:rPr>
            </w:pPr>
            <w:bookmarkStart w:id="279" w:name="З_4_3"/>
            <w:r w:rsidRPr="00147F2B">
              <w:rPr>
                <w:b/>
                <w:sz w:val="28"/>
              </w:rPr>
              <w:t>4.3</w:t>
            </w:r>
            <w:bookmarkEnd w:id="279"/>
          </w:p>
        </w:tc>
        <w:tc>
          <w:tcPr>
            <w:tcW w:w="1134" w:type="dxa"/>
          </w:tcPr>
          <w:p w14:paraId="34D0E54A"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4CF91655" w14:textId="77777777"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14:paraId="67F4F564" w14:textId="77777777" w:rsidR="00F221DB" w:rsidRDefault="00F221DB" w:rsidP="00F221DB">
            <w:pPr>
              <w:widowControl w:val="0"/>
              <w:autoSpaceDE w:val="0"/>
              <w:autoSpaceDN w:val="0"/>
              <w:adjustRightInd w:val="0"/>
            </w:pPr>
            <w:r>
              <w:t xml:space="preserve">Официальный сайт www.zakupki.gov.ru, </w:t>
            </w:r>
          </w:p>
          <w:p w14:paraId="3B76F5F7" w14:textId="77777777" w:rsidR="00F221DB" w:rsidRDefault="00F221DB" w:rsidP="00F221DB">
            <w:pPr>
              <w:widowControl w:val="0"/>
              <w:autoSpaceDE w:val="0"/>
              <w:autoSpaceDN w:val="0"/>
              <w:adjustRightInd w:val="0"/>
            </w:pPr>
            <w:r>
              <w:t>сайт электронной площадки www.etpgaz.gazprombank.ru,</w:t>
            </w:r>
          </w:p>
          <w:p w14:paraId="5DC6C923" w14:textId="77777777" w:rsidR="00F221DB" w:rsidRDefault="00F221DB" w:rsidP="00F221DB">
            <w:pPr>
              <w:widowControl w:val="0"/>
              <w:autoSpaceDE w:val="0"/>
              <w:autoSpaceDN w:val="0"/>
              <w:adjustRightInd w:val="0"/>
            </w:pPr>
            <w:r>
              <w:t>сайт Заказчика/Организатора</w:t>
            </w:r>
          </w:p>
          <w:p w14:paraId="7B8ECD64" w14:textId="24060A76" w:rsidR="007446C6" w:rsidRPr="00147F2B" w:rsidRDefault="00F221DB" w:rsidP="00F221DB">
            <w:pPr>
              <w:widowControl w:val="0"/>
              <w:autoSpaceDE w:val="0"/>
              <w:autoSpaceDN w:val="0"/>
              <w:adjustRightInd w:val="0"/>
            </w:pPr>
            <w:r>
              <w:t>http://ufa-tr.gazprom.ru/</w:t>
            </w:r>
          </w:p>
        </w:tc>
      </w:tr>
      <w:tr w:rsidR="007446C6" w:rsidRPr="00147F2B" w14:paraId="785B6BB4" w14:textId="77777777" w:rsidTr="007446C6">
        <w:trPr>
          <w:trHeight w:val="20"/>
        </w:trPr>
        <w:tc>
          <w:tcPr>
            <w:tcW w:w="9900" w:type="dxa"/>
            <w:gridSpan w:val="4"/>
          </w:tcPr>
          <w:p w14:paraId="7CCA4F91" w14:textId="77777777"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14:paraId="0E56A63A" w14:textId="77777777" w:rsidTr="007446C6">
        <w:trPr>
          <w:trHeight w:val="20"/>
        </w:trPr>
        <w:tc>
          <w:tcPr>
            <w:tcW w:w="851" w:type="dxa"/>
          </w:tcPr>
          <w:p w14:paraId="663FC629" w14:textId="5A9B56A5" w:rsidR="007446C6" w:rsidRPr="00147F2B" w:rsidRDefault="007446C6" w:rsidP="00CF2712">
            <w:pPr>
              <w:numPr>
                <w:ilvl w:val="2"/>
                <w:numId w:val="0"/>
              </w:numPr>
              <w:tabs>
                <w:tab w:val="num" w:pos="176"/>
              </w:tabs>
              <w:ind w:left="34" w:hanging="34"/>
              <w:contextualSpacing/>
              <w:jc w:val="center"/>
              <w:rPr>
                <w:b/>
                <w:sz w:val="28"/>
              </w:rPr>
            </w:pPr>
            <w:bookmarkStart w:id="280" w:name="З_4_4"/>
            <w:r w:rsidRPr="00147F2B">
              <w:rPr>
                <w:b/>
                <w:sz w:val="28"/>
              </w:rPr>
              <w:t>4.4</w:t>
            </w:r>
            <w:bookmarkEnd w:id="280"/>
          </w:p>
        </w:tc>
        <w:tc>
          <w:tcPr>
            <w:tcW w:w="1134" w:type="dxa"/>
          </w:tcPr>
          <w:p w14:paraId="37A1F0C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5A9EF2FC" w14:textId="412EFA7B" w:rsidR="007446C6" w:rsidRPr="00147F2B" w:rsidRDefault="007446C6" w:rsidP="00CF2712">
            <w:r w:rsidRPr="00147F2B">
              <w:t xml:space="preserve">Номер </w:t>
            </w:r>
            <w:r w:rsidR="009042A0">
              <w:t>И</w:t>
            </w:r>
            <w:r w:rsidRPr="00147F2B">
              <w:t>звещения:</w:t>
            </w:r>
          </w:p>
        </w:tc>
        <w:tc>
          <w:tcPr>
            <w:tcW w:w="5081" w:type="dxa"/>
            <w:tcBorders>
              <w:top w:val="nil"/>
              <w:bottom w:val="single" w:sz="4" w:space="0" w:color="auto"/>
            </w:tcBorders>
          </w:tcPr>
          <w:p w14:paraId="1EDC8E95" w14:textId="7DCD4AE6" w:rsidR="007446C6" w:rsidRPr="00513961" w:rsidRDefault="00137B68" w:rsidP="00CF2712">
            <w:pPr>
              <w:widowControl w:val="0"/>
              <w:autoSpaceDE w:val="0"/>
              <w:autoSpaceDN w:val="0"/>
              <w:adjustRightInd w:val="0"/>
            </w:pPr>
            <w:r w:rsidRPr="00137B68">
              <w:t>Формируется автоматически при публикации информации о запросе предложений на официальном сайте www.zakupki.gov.ru</w:t>
            </w:r>
          </w:p>
        </w:tc>
      </w:tr>
      <w:tr w:rsidR="0019102F" w:rsidRPr="00147F2B" w14:paraId="1152A14C" w14:textId="77777777" w:rsidTr="007446C6">
        <w:trPr>
          <w:trHeight w:val="20"/>
        </w:trPr>
        <w:tc>
          <w:tcPr>
            <w:tcW w:w="851" w:type="dxa"/>
          </w:tcPr>
          <w:p w14:paraId="0061489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2F29EBCC" w14:textId="66FDDB3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7647B405" w14:textId="33CE9F26" w:rsidR="0019102F" w:rsidRPr="00147F2B" w:rsidRDefault="0019102F" w:rsidP="00CF2712">
            <w:r>
              <w:t>Д</w:t>
            </w:r>
            <w:r w:rsidRPr="00222520">
              <w:t xml:space="preserve">ата размещения Извещения на Официальном сайте и </w:t>
            </w:r>
            <w:r>
              <w:t>начало</w:t>
            </w:r>
            <w:r w:rsidRPr="00222520">
              <w:t xml:space="preserve"> срока предоставления разъяснений Документации</w:t>
            </w:r>
          </w:p>
        </w:tc>
        <w:tc>
          <w:tcPr>
            <w:tcW w:w="5081" w:type="dxa"/>
            <w:tcBorders>
              <w:top w:val="nil"/>
              <w:bottom w:val="single" w:sz="4" w:space="0" w:color="auto"/>
            </w:tcBorders>
          </w:tcPr>
          <w:p w14:paraId="37D213E9" w14:textId="741A189B" w:rsidR="0019102F" w:rsidRPr="00147F2B" w:rsidRDefault="004D4004" w:rsidP="00C72D69">
            <w:pPr>
              <w:widowControl w:val="0"/>
              <w:autoSpaceDE w:val="0"/>
              <w:autoSpaceDN w:val="0"/>
              <w:adjustRightInd w:val="0"/>
            </w:pPr>
            <w:r>
              <w:t>0</w:t>
            </w:r>
            <w:r w:rsidR="00C72D69">
              <w:t>2</w:t>
            </w:r>
            <w:r>
              <w:t>.12</w:t>
            </w:r>
            <w:r w:rsidR="008D0645" w:rsidRPr="004D4004">
              <w:t>.2016</w:t>
            </w:r>
          </w:p>
        </w:tc>
      </w:tr>
      <w:tr w:rsidR="0019102F" w:rsidRPr="00147F2B" w14:paraId="7399697C" w14:textId="77777777" w:rsidTr="007446C6">
        <w:trPr>
          <w:trHeight w:val="20"/>
        </w:trPr>
        <w:tc>
          <w:tcPr>
            <w:tcW w:w="851" w:type="dxa"/>
          </w:tcPr>
          <w:p w14:paraId="7518B8F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507C4254" w14:textId="18BC3F1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4A097AB0" w14:textId="08CBFC84" w:rsidR="0019102F" w:rsidRPr="00147F2B" w:rsidRDefault="0019102F" w:rsidP="00CF2712">
            <w:r w:rsidRPr="00222520">
              <w:t xml:space="preserve">Дата </w:t>
            </w:r>
            <w:r>
              <w:t>окончания</w:t>
            </w:r>
            <w:r w:rsidRPr="00222520">
              <w:t xml:space="preserve"> срока предоставления разъяснений Документации</w:t>
            </w:r>
          </w:p>
        </w:tc>
        <w:tc>
          <w:tcPr>
            <w:tcW w:w="5081" w:type="dxa"/>
            <w:tcBorders>
              <w:top w:val="nil"/>
              <w:bottom w:val="single" w:sz="4" w:space="0" w:color="auto"/>
            </w:tcBorders>
          </w:tcPr>
          <w:p w14:paraId="68B49A89" w14:textId="79EC25CE" w:rsidR="0019102F" w:rsidRPr="00813C8B" w:rsidRDefault="005C2042" w:rsidP="00D226A3">
            <w:pPr>
              <w:widowControl w:val="0"/>
              <w:autoSpaceDE w:val="0"/>
              <w:autoSpaceDN w:val="0"/>
              <w:adjustRightInd w:val="0"/>
            </w:pPr>
            <w:r>
              <w:t>13</w:t>
            </w:r>
            <w:bookmarkStart w:id="281" w:name="_GoBack"/>
            <w:bookmarkEnd w:id="281"/>
            <w:r w:rsidR="007B1AFB">
              <w:t>.01.2017</w:t>
            </w:r>
          </w:p>
        </w:tc>
      </w:tr>
      <w:tr w:rsidR="007446C6" w:rsidRPr="00147F2B" w14:paraId="3F93BFBE" w14:textId="77777777" w:rsidTr="007446C6">
        <w:trPr>
          <w:trHeight w:val="20"/>
        </w:trPr>
        <w:tc>
          <w:tcPr>
            <w:tcW w:w="851" w:type="dxa"/>
          </w:tcPr>
          <w:p w14:paraId="2D33A61C" w14:textId="2FB9F570" w:rsidR="007446C6" w:rsidRPr="00147F2B" w:rsidRDefault="007446C6" w:rsidP="00CF2712">
            <w:pPr>
              <w:numPr>
                <w:ilvl w:val="2"/>
                <w:numId w:val="0"/>
              </w:numPr>
              <w:tabs>
                <w:tab w:val="num" w:pos="176"/>
              </w:tabs>
              <w:ind w:left="34" w:hanging="34"/>
              <w:contextualSpacing/>
              <w:jc w:val="center"/>
              <w:rPr>
                <w:b/>
                <w:sz w:val="28"/>
              </w:rPr>
            </w:pPr>
            <w:bookmarkStart w:id="282" w:name="З_4_5"/>
            <w:r w:rsidRPr="00147F2B">
              <w:rPr>
                <w:b/>
                <w:sz w:val="28"/>
              </w:rPr>
              <w:t>4.5</w:t>
            </w:r>
            <w:bookmarkEnd w:id="282"/>
          </w:p>
        </w:tc>
        <w:tc>
          <w:tcPr>
            <w:tcW w:w="1134" w:type="dxa"/>
          </w:tcPr>
          <w:p w14:paraId="31784C0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6F086EF1" w14:textId="77777777" w:rsidR="007446C6" w:rsidRPr="00147F2B" w:rsidRDefault="007446C6" w:rsidP="00CF2712">
            <w:r w:rsidRPr="00147F2B">
              <w:t>Номер запроса предложений:</w:t>
            </w:r>
          </w:p>
        </w:tc>
        <w:tc>
          <w:tcPr>
            <w:tcW w:w="5081" w:type="dxa"/>
            <w:tcBorders>
              <w:top w:val="nil"/>
              <w:bottom w:val="single" w:sz="4" w:space="0" w:color="auto"/>
            </w:tcBorders>
          </w:tcPr>
          <w:p w14:paraId="319516AD" w14:textId="0403A0AB" w:rsidR="007446C6" w:rsidRPr="008D0645" w:rsidRDefault="007446C6" w:rsidP="00CF2712">
            <w:pPr>
              <w:widowControl w:val="0"/>
              <w:autoSpaceDE w:val="0"/>
              <w:autoSpaceDN w:val="0"/>
              <w:adjustRightInd w:val="0"/>
            </w:pPr>
            <w:r w:rsidRPr="00147F2B">
              <w:t xml:space="preserve">№ </w:t>
            </w:r>
            <w:r w:rsidR="003C4955">
              <w:t>0002/16/2.2/0069276/ТГУфа/ЗП/ГОС/Э/02.12.2016</w:t>
            </w:r>
          </w:p>
        </w:tc>
      </w:tr>
      <w:tr w:rsidR="007446C6" w:rsidRPr="00147F2B" w14:paraId="72DD0C1D" w14:textId="77777777" w:rsidTr="007446C6">
        <w:trPr>
          <w:trHeight w:val="20"/>
        </w:trPr>
        <w:tc>
          <w:tcPr>
            <w:tcW w:w="851" w:type="dxa"/>
          </w:tcPr>
          <w:p w14:paraId="222FAE26" w14:textId="6BC92063" w:rsidR="007446C6" w:rsidRPr="00147F2B" w:rsidRDefault="007446C6" w:rsidP="00CF2712">
            <w:pPr>
              <w:numPr>
                <w:ilvl w:val="2"/>
                <w:numId w:val="0"/>
              </w:numPr>
              <w:tabs>
                <w:tab w:val="num" w:pos="176"/>
              </w:tabs>
              <w:ind w:left="34" w:hanging="34"/>
              <w:contextualSpacing/>
              <w:jc w:val="center"/>
              <w:rPr>
                <w:b/>
                <w:sz w:val="28"/>
              </w:rPr>
            </w:pPr>
            <w:bookmarkStart w:id="283" w:name="З_4_6"/>
            <w:r w:rsidRPr="00147F2B">
              <w:rPr>
                <w:b/>
                <w:sz w:val="28"/>
              </w:rPr>
              <w:t>4.6</w:t>
            </w:r>
            <w:bookmarkEnd w:id="283"/>
          </w:p>
        </w:tc>
        <w:tc>
          <w:tcPr>
            <w:tcW w:w="1134" w:type="dxa"/>
          </w:tcPr>
          <w:p w14:paraId="1A389E4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91CE5A9" w14:textId="77777777" w:rsidR="007446C6" w:rsidRPr="00147F2B" w:rsidRDefault="007446C6" w:rsidP="00CF2712">
            <w:r w:rsidRPr="00147F2B">
              <w:t>Предмет запроса предложений:</w:t>
            </w:r>
          </w:p>
        </w:tc>
        <w:tc>
          <w:tcPr>
            <w:tcW w:w="5081" w:type="dxa"/>
            <w:tcBorders>
              <w:top w:val="nil"/>
              <w:bottom w:val="single" w:sz="4" w:space="0" w:color="auto"/>
            </w:tcBorders>
          </w:tcPr>
          <w:p w14:paraId="34A32C08" w14:textId="048211FD" w:rsidR="007446C6" w:rsidRPr="00147F2B" w:rsidRDefault="004D4004" w:rsidP="00CF2712">
            <w:pPr>
              <w:widowControl w:val="0"/>
              <w:autoSpaceDE w:val="0"/>
              <w:autoSpaceDN w:val="0"/>
              <w:adjustRightInd w:val="0"/>
            </w:pPr>
            <w:r w:rsidRPr="004D4004">
              <w:t>Поставка продуктов питания (для субъектов малого и среднего предпринимательства)</w:t>
            </w:r>
          </w:p>
        </w:tc>
      </w:tr>
      <w:tr w:rsidR="007446C6" w:rsidRPr="00147F2B" w14:paraId="348164D3" w14:textId="77777777" w:rsidTr="007446C6">
        <w:trPr>
          <w:trHeight w:val="20"/>
        </w:trPr>
        <w:tc>
          <w:tcPr>
            <w:tcW w:w="851" w:type="dxa"/>
          </w:tcPr>
          <w:p w14:paraId="2526B33E" w14:textId="2F9C3B09" w:rsidR="007446C6" w:rsidRPr="00147F2B" w:rsidRDefault="007446C6" w:rsidP="00CF2712">
            <w:pPr>
              <w:numPr>
                <w:ilvl w:val="2"/>
                <w:numId w:val="0"/>
              </w:numPr>
              <w:tabs>
                <w:tab w:val="num" w:pos="176"/>
              </w:tabs>
              <w:ind w:left="34" w:hanging="34"/>
              <w:contextualSpacing/>
              <w:jc w:val="center"/>
              <w:rPr>
                <w:b/>
                <w:sz w:val="28"/>
              </w:rPr>
            </w:pPr>
            <w:bookmarkStart w:id="284" w:name="З_4_7"/>
            <w:r w:rsidRPr="00147F2B">
              <w:rPr>
                <w:b/>
                <w:sz w:val="28"/>
              </w:rPr>
              <w:t>4.7</w:t>
            </w:r>
            <w:bookmarkEnd w:id="284"/>
          </w:p>
        </w:tc>
        <w:tc>
          <w:tcPr>
            <w:tcW w:w="1134" w:type="dxa"/>
          </w:tcPr>
          <w:p w14:paraId="58B70AF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12D9854" w14:textId="77777777" w:rsidR="007446C6" w:rsidRPr="00147F2B" w:rsidRDefault="007446C6" w:rsidP="00CF2712">
            <w:r w:rsidRPr="00147F2B">
              <w:t>Наименование и номера лотов:</w:t>
            </w:r>
          </w:p>
        </w:tc>
        <w:tc>
          <w:tcPr>
            <w:tcW w:w="5081" w:type="dxa"/>
            <w:tcBorders>
              <w:top w:val="nil"/>
              <w:bottom w:val="single" w:sz="4" w:space="0" w:color="auto"/>
            </w:tcBorders>
          </w:tcPr>
          <w:p w14:paraId="4D399120" w14:textId="77777777"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14:paraId="758570B5" w14:textId="77777777" w:rsidTr="007446C6">
        <w:trPr>
          <w:trHeight w:val="20"/>
        </w:trPr>
        <w:tc>
          <w:tcPr>
            <w:tcW w:w="851" w:type="dxa"/>
          </w:tcPr>
          <w:p w14:paraId="6305BCAE" w14:textId="416BC39F" w:rsidR="007446C6" w:rsidRPr="00147F2B" w:rsidRDefault="007446C6" w:rsidP="00CF2712">
            <w:pPr>
              <w:numPr>
                <w:ilvl w:val="2"/>
                <w:numId w:val="0"/>
              </w:numPr>
              <w:tabs>
                <w:tab w:val="num" w:pos="176"/>
              </w:tabs>
              <w:ind w:left="34" w:hanging="34"/>
              <w:contextualSpacing/>
              <w:jc w:val="center"/>
              <w:rPr>
                <w:b/>
                <w:sz w:val="28"/>
              </w:rPr>
            </w:pPr>
            <w:bookmarkStart w:id="285" w:name="З_4_8"/>
            <w:r w:rsidRPr="00147F2B">
              <w:rPr>
                <w:b/>
                <w:sz w:val="28"/>
              </w:rPr>
              <w:t>4.8</w:t>
            </w:r>
            <w:bookmarkEnd w:id="285"/>
          </w:p>
        </w:tc>
        <w:tc>
          <w:tcPr>
            <w:tcW w:w="1134" w:type="dxa"/>
          </w:tcPr>
          <w:p w14:paraId="6E244ABB"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153DAE1" w14:textId="77777777" w:rsidR="007446C6" w:rsidRPr="00147F2B" w:rsidRDefault="007446C6" w:rsidP="00CF2712">
            <w:r w:rsidRPr="00147F2B">
              <w:t>Объем, состав  поставляемого товара</w:t>
            </w:r>
          </w:p>
        </w:tc>
        <w:tc>
          <w:tcPr>
            <w:tcW w:w="5081" w:type="dxa"/>
            <w:tcBorders>
              <w:top w:val="single" w:sz="4" w:space="0" w:color="auto"/>
            </w:tcBorders>
          </w:tcPr>
          <w:p w14:paraId="09008F48" w14:textId="77777777" w:rsidR="007446C6" w:rsidRPr="00147F2B" w:rsidRDefault="007446C6" w:rsidP="00CF2712">
            <w:pPr>
              <w:jc w:val="both"/>
            </w:pPr>
            <w:r w:rsidRPr="00147F2B">
              <w:t>В соответствии с Таблицей А</w:t>
            </w:r>
          </w:p>
        </w:tc>
      </w:tr>
      <w:tr w:rsidR="007446C6" w:rsidRPr="00147F2B" w14:paraId="0EA0FA8C" w14:textId="77777777" w:rsidTr="007446C6">
        <w:trPr>
          <w:trHeight w:val="20"/>
        </w:trPr>
        <w:tc>
          <w:tcPr>
            <w:tcW w:w="851" w:type="dxa"/>
          </w:tcPr>
          <w:p w14:paraId="1B41B3E6" w14:textId="6DFD31FF" w:rsidR="007446C6" w:rsidRPr="00147F2B" w:rsidRDefault="007446C6" w:rsidP="00CF2712">
            <w:pPr>
              <w:numPr>
                <w:ilvl w:val="2"/>
                <w:numId w:val="0"/>
              </w:numPr>
              <w:tabs>
                <w:tab w:val="num" w:pos="176"/>
              </w:tabs>
              <w:ind w:left="34" w:hanging="34"/>
              <w:contextualSpacing/>
              <w:jc w:val="center"/>
              <w:rPr>
                <w:b/>
                <w:sz w:val="28"/>
              </w:rPr>
            </w:pPr>
            <w:bookmarkStart w:id="286" w:name="З_4_9"/>
            <w:r w:rsidRPr="00147F2B">
              <w:rPr>
                <w:b/>
                <w:sz w:val="28"/>
              </w:rPr>
              <w:t>4.9</w:t>
            </w:r>
            <w:bookmarkEnd w:id="286"/>
          </w:p>
        </w:tc>
        <w:tc>
          <w:tcPr>
            <w:tcW w:w="1134" w:type="dxa"/>
          </w:tcPr>
          <w:p w14:paraId="429F3C12"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3.2.14</w:t>
            </w:r>
            <w:r w:rsidRPr="00147F2B">
              <w:rPr>
                <w:b/>
                <w:sz w:val="24"/>
              </w:rPr>
              <w:fldChar w:fldCharType="end"/>
            </w:r>
          </w:p>
        </w:tc>
        <w:tc>
          <w:tcPr>
            <w:tcW w:w="2834" w:type="dxa"/>
            <w:tcBorders>
              <w:top w:val="single" w:sz="4" w:space="0" w:color="auto"/>
            </w:tcBorders>
          </w:tcPr>
          <w:p w14:paraId="71D05D3F" w14:textId="77777777" w:rsidR="007446C6" w:rsidRPr="00147F2B" w:rsidRDefault="007446C6" w:rsidP="00CF2712">
            <w:r w:rsidRPr="00147F2B">
              <w:t xml:space="preserve">Место, условия, сроки (периоды) поставки товаров (с </w:t>
            </w:r>
            <w:r w:rsidRPr="00147F2B">
              <w:lastRenderedPageBreak/>
              <w:t>учетом необходимых  работ и оказания услуг, в том числе доставки товаров)</w:t>
            </w:r>
          </w:p>
        </w:tc>
        <w:tc>
          <w:tcPr>
            <w:tcW w:w="5081" w:type="dxa"/>
            <w:tcBorders>
              <w:top w:val="single" w:sz="4" w:space="0" w:color="auto"/>
            </w:tcBorders>
          </w:tcPr>
          <w:p w14:paraId="74721736" w14:textId="77777777" w:rsidR="007446C6" w:rsidRDefault="00F33B43" w:rsidP="00CF2712">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14:paraId="79F951A3" w14:textId="77777777" w:rsidR="00813C8B" w:rsidRPr="00813C8B" w:rsidRDefault="00813C8B" w:rsidP="00813C8B">
            <w:pPr>
              <w:widowControl w:val="0"/>
              <w:autoSpaceDE w:val="0"/>
              <w:autoSpaceDN w:val="0"/>
              <w:adjustRightInd w:val="0"/>
              <w:rPr>
                <w:bCs/>
              </w:rPr>
            </w:pPr>
            <w:r w:rsidRPr="00813C8B">
              <w:rPr>
                <w:bCs/>
              </w:rPr>
              <w:lastRenderedPageBreak/>
              <w:t>Место поставки: Республика Башкортостан, Уфимский район, с. Миловка, ул. Верхняя Покровская, д.9.</w:t>
            </w:r>
          </w:p>
          <w:p w14:paraId="6CBDCEE0" w14:textId="77777777" w:rsidR="00813C8B" w:rsidRPr="00813C8B" w:rsidRDefault="00813C8B" w:rsidP="00813C8B">
            <w:pPr>
              <w:widowControl w:val="0"/>
              <w:autoSpaceDE w:val="0"/>
              <w:autoSpaceDN w:val="0"/>
              <w:adjustRightInd w:val="0"/>
              <w:rPr>
                <w:bCs/>
              </w:rPr>
            </w:pPr>
            <w:r w:rsidRPr="00813C8B">
              <w:rPr>
                <w:bCs/>
              </w:rPr>
              <w:t xml:space="preserve">Условия поставки и доставки: </w:t>
            </w:r>
          </w:p>
          <w:p w14:paraId="48B66089" w14:textId="77777777" w:rsidR="00813C8B" w:rsidRPr="00813C8B" w:rsidRDefault="00813C8B" w:rsidP="00813C8B">
            <w:pPr>
              <w:widowControl w:val="0"/>
              <w:autoSpaceDE w:val="0"/>
              <w:autoSpaceDN w:val="0"/>
              <w:adjustRightInd w:val="0"/>
              <w:rPr>
                <w:bCs/>
              </w:rPr>
            </w:pPr>
            <w:r w:rsidRPr="00813C8B">
              <w:rPr>
                <w:bCs/>
              </w:rPr>
              <w:t>Доставка товара осуществляется транспортом Поставщика. По решению Покупателя доставка товара может осуществляться транспортом Покупателя.</w:t>
            </w:r>
          </w:p>
          <w:p w14:paraId="58E97100" w14:textId="0C23C613" w:rsidR="00813C8B" w:rsidRPr="00813C8B" w:rsidRDefault="00813C8B" w:rsidP="00CF2712">
            <w:pPr>
              <w:widowControl w:val="0"/>
              <w:autoSpaceDE w:val="0"/>
              <w:autoSpaceDN w:val="0"/>
              <w:adjustRightInd w:val="0"/>
              <w:rPr>
                <w:bCs/>
              </w:rPr>
            </w:pPr>
            <w:r w:rsidRPr="00813C8B">
              <w:rPr>
                <w:bCs/>
              </w:rPr>
              <w:t xml:space="preserve">Срок поставки: </w:t>
            </w:r>
            <w:r w:rsidR="00CD2533" w:rsidRPr="00CD2533">
              <w:rPr>
                <w:bCs/>
              </w:rPr>
              <w:t>Ежемесячно по заявкам заказчика, но не позднее 31.12.2017</w:t>
            </w:r>
          </w:p>
        </w:tc>
      </w:tr>
      <w:tr w:rsidR="007446C6" w:rsidRPr="00147F2B" w14:paraId="70084A70" w14:textId="77777777" w:rsidTr="007446C6">
        <w:trPr>
          <w:trHeight w:val="20"/>
        </w:trPr>
        <w:tc>
          <w:tcPr>
            <w:tcW w:w="851" w:type="dxa"/>
          </w:tcPr>
          <w:p w14:paraId="50B895C4" w14:textId="57A38D6B" w:rsidR="007446C6" w:rsidRPr="00147F2B" w:rsidRDefault="007446C6" w:rsidP="00CF2712">
            <w:pPr>
              <w:numPr>
                <w:ilvl w:val="2"/>
                <w:numId w:val="0"/>
              </w:numPr>
              <w:tabs>
                <w:tab w:val="num" w:pos="176"/>
              </w:tabs>
              <w:ind w:left="34" w:hanging="34"/>
              <w:contextualSpacing/>
              <w:jc w:val="center"/>
              <w:rPr>
                <w:b/>
                <w:sz w:val="28"/>
              </w:rPr>
            </w:pPr>
            <w:bookmarkStart w:id="287" w:name="З_4_10"/>
            <w:r w:rsidRPr="00147F2B">
              <w:rPr>
                <w:b/>
                <w:sz w:val="28"/>
              </w:rPr>
              <w:lastRenderedPageBreak/>
              <w:t>4.10</w:t>
            </w:r>
            <w:bookmarkEnd w:id="287"/>
          </w:p>
        </w:tc>
        <w:tc>
          <w:tcPr>
            <w:tcW w:w="1134" w:type="dxa"/>
          </w:tcPr>
          <w:p w14:paraId="54564FED"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E451B21" w14:textId="77777777" w:rsidR="007446C6" w:rsidRPr="000C6BC3" w:rsidRDefault="007446C6" w:rsidP="00CF2712">
            <w:r w:rsidRPr="00147F2B">
              <w:t>Возможность поставки аналогов.</w:t>
            </w:r>
          </w:p>
        </w:tc>
        <w:tc>
          <w:tcPr>
            <w:tcW w:w="5081" w:type="dxa"/>
            <w:tcBorders>
              <w:top w:val="single" w:sz="4" w:space="0" w:color="auto"/>
            </w:tcBorders>
          </w:tcPr>
          <w:p w14:paraId="0C2E8746" w14:textId="524AF6AC" w:rsidR="002256CA" w:rsidRPr="00147F2B" w:rsidRDefault="00B475D1" w:rsidP="001A566D">
            <w:pPr>
              <w:widowControl w:val="0"/>
              <w:autoSpaceDE w:val="0"/>
              <w:autoSpaceDN w:val="0"/>
              <w:adjustRightInd w:val="0"/>
            </w:pPr>
            <w:r w:rsidRPr="00ED2EC5">
              <w:t>Поставка аналогов (эквивален</w:t>
            </w:r>
            <w:r w:rsidR="00DC0A02" w:rsidRPr="00ED2EC5">
              <w:t>т</w:t>
            </w:r>
            <w:r w:rsidRPr="00ED2EC5">
              <w:t>а) Товара допускается</w:t>
            </w:r>
            <w:r w:rsidR="00F33B43" w:rsidRPr="00ED2EC5">
              <w:t>.</w:t>
            </w:r>
            <w:r w:rsidRPr="00ED2EC5">
              <w:t xml:space="preserve"> </w:t>
            </w:r>
          </w:p>
        </w:tc>
      </w:tr>
      <w:tr w:rsidR="007446C6" w:rsidRPr="00147F2B" w14:paraId="1E287EA3" w14:textId="77777777" w:rsidTr="007446C6">
        <w:trPr>
          <w:trHeight w:val="20"/>
        </w:trPr>
        <w:tc>
          <w:tcPr>
            <w:tcW w:w="851" w:type="dxa"/>
          </w:tcPr>
          <w:p w14:paraId="091CABDE" w14:textId="5984C665" w:rsidR="007446C6" w:rsidRPr="00147F2B" w:rsidRDefault="007446C6" w:rsidP="00CF2712">
            <w:pPr>
              <w:numPr>
                <w:ilvl w:val="2"/>
                <w:numId w:val="0"/>
              </w:numPr>
              <w:tabs>
                <w:tab w:val="num" w:pos="176"/>
              </w:tabs>
              <w:ind w:left="34" w:hanging="34"/>
              <w:contextualSpacing/>
              <w:jc w:val="center"/>
              <w:rPr>
                <w:b/>
                <w:sz w:val="28"/>
              </w:rPr>
            </w:pPr>
            <w:bookmarkStart w:id="288" w:name="З_4_11"/>
            <w:r w:rsidRPr="00147F2B">
              <w:rPr>
                <w:b/>
                <w:sz w:val="28"/>
              </w:rPr>
              <w:t>4.11</w:t>
            </w:r>
            <w:bookmarkEnd w:id="288"/>
          </w:p>
        </w:tc>
        <w:tc>
          <w:tcPr>
            <w:tcW w:w="1134" w:type="dxa"/>
          </w:tcPr>
          <w:p w14:paraId="2BFA1CD2"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A703B">
              <w:rPr>
                <w:b/>
                <w:sz w:val="24"/>
              </w:rPr>
              <w:t>3.3</w:t>
            </w:r>
            <w:r w:rsidRPr="00147F2B">
              <w:rPr>
                <w:b/>
                <w:sz w:val="24"/>
              </w:rPr>
              <w:fldChar w:fldCharType="end"/>
            </w:r>
          </w:p>
        </w:tc>
        <w:tc>
          <w:tcPr>
            <w:tcW w:w="2834" w:type="dxa"/>
            <w:tcBorders>
              <w:top w:val="single" w:sz="4" w:space="0" w:color="auto"/>
            </w:tcBorders>
          </w:tcPr>
          <w:p w14:paraId="35306E78" w14:textId="77777777" w:rsidR="007446C6" w:rsidRPr="00147F2B" w:rsidRDefault="007446C6" w:rsidP="00CF2712">
            <w:r w:rsidRPr="00147F2B">
              <w:t>Альтернативные предложения:</w:t>
            </w:r>
          </w:p>
        </w:tc>
        <w:tc>
          <w:tcPr>
            <w:tcW w:w="5081" w:type="dxa"/>
            <w:tcBorders>
              <w:top w:val="single" w:sz="4" w:space="0" w:color="auto"/>
            </w:tcBorders>
          </w:tcPr>
          <w:p w14:paraId="1E0AC4B1" w14:textId="77777777" w:rsidR="007446C6" w:rsidRPr="00147F2B" w:rsidRDefault="00184774" w:rsidP="00CF2712">
            <w:pPr>
              <w:widowControl w:val="0"/>
              <w:autoSpaceDE w:val="0"/>
              <w:autoSpaceDN w:val="0"/>
              <w:adjustRightInd w:val="0"/>
            </w:pPr>
            <w:r>
              <w:t>Не допускаю</w:t>
            </w:r>
            <w:r w:rsidRPr="00184774">
              <w:t>тся.</w:t>
            </w:r>
          </w:p>
        </w:tc>
      </w:tr>
      <w:tr w:rsidR="007446C6" w:rsidRPr="00147F2B" w14:paraId="3F8A882F" w14:textId="77777777" w:rsidTr="007446C6">
        <w:trPr>
          <w:trHeight w:val="20"/>
        </w:trPr>
        <w:tc>
          <w:tcPr>
            <w:tcW w:w="851" w:type="dxa"/>
          </w:tcPr>
          <w:p w14:paraId="128EFFDF" w14:textId="3770F322" w:rsidR="007446C6" w:rsidRPr="00147F2B" w:rsidRDefault="007446C6" w:rsidP="00CF2712">
            <w:pPr>
              <w:numPr>
                <w:ilvl w:val="2"/>
                <w:numId w:val="0"/>
              </w:numPr>
              <w:tabs>
                <w:tab w:val="num" w:pos="176"/>
              </w:tabs>
              <w:ind w:left="34" w:hanging="34"/>
              <w:contextualSpacing/>
              <w:jc w:val="center"/>
              <w:rPr>
                <w:b/>
                <w:sz w:val="28"/>
              </w:rPr>
            </w:pPr>
            <w:bookmarkStart w:id="289" w:name="З_4_12"/>
            <w:r w:rsidRPr="00147F2B">
              <w:rPr>
                <w:b/>
                <w:sz w:val="28"/>
              </w:rPr>
              <w:t>4.12</w:t>
            </w:r>
            <w:bookmarkEnd w:id="289"/>
          </w:p>
        </w:tc>
        <w:tc>
          <w:tcPr>
            <w:tcW w:w="1134" w:type="dxa"/>
          </w:tcPr>
          <w:p w14:paraId="12FABA86"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F33B43">
              <w:rPr>
                <w:b/>
                <w:sz w:val="24"/>
              </w:rPr>
              <w:instrText xml:space="preserve"> </w:instrText>
            </w:r>
            <w:r w:rsidRPr="00147F2B">
              <w:rPr>
                <w:b/>
                <w:sz w:val="24"/>
                <w:lang w:val="en-US"/>
              </w:rPr>
              <w:instrText>REF</w:instrText>
            </w:r>
            <w:r w:rsidRPr="00F33B43">
              <w:rPr>
                <w:b/>
                <w:sz w:val="24"/>
              </w:rPr>
              <w:instrText xml:space="preserve"> _</w:instrText>
            </w:r>
            <w:r w:rsidRPr="00147F2B">
              <w:rPr>
                <w:b/>
                <w:sz w:val="24"/>
                <w:lang w:val="en-US"/>
              </w:rPr>
              <w:instrText>Ref</w:instrText>
            </w:r>
            <w:r w:rsidRPr="00F33B43">
              <w:rPr>
                <w:b/>
                <w:sz w:val="24"/>
              </w:rPr>
              <w:instrText>349221129 \</w:instrText>
            </w:r>
            <w:r w:rsidRPr="00147F2B">
              <w:rPr>
                <w:b/>
                <w:sz w:val="24"/>
                <w:lang w:val="en-US"/>
              </w:rPr>
              <w:instrText xml:space="preserve">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37D2561C" w14:textId="77777777" w:rsidR="007446C6" w:rsidRPr="00147F2B" w:rsidRDefault="007446C6" w:rsidP="00CF2712">
            <w:r w:rsidRPr="00147F2B">
              <w:t>Валюта запроса предложений</w:t>
            </w:r>
          </w:p>
        </w:tc>
        <w:tc>
          <w:tcPr>
            <w:tcW w:w="5081" w:type="dxa"/>
            <w:tcBorders>
              <w:top w:val="single" w:sz="4" w:space="0" w:color="auto"/>
            </w:tcBorders>
          </w:tcPr>
          <w:p w14:paraId="1B3E4930" w14:textId="77777777" w:rsidR="00C96110" w:rsidRPr="00147F2B" w:rsidRDefault="007446C6" w:rsidP="00CF2712">
            <w:pPr>
              <w:widowControl w:val="0"/>
              <w:autoSpaceDE w:val="0"/>
              <w:autoSpaceDN w:val="0"/>
              <w:adjustRightInd w:val="0"/>
            </w:pPr>
            <w:r w:rsidRPr="00147F2B">
              <w:t>Российский рубль</w:t>
            </w:r>
          </w:p>
        </w:tc>
      </w:tr>
      <w:tr w:rsidR="007446C6" w:rsidRPr="00147F2B" w14:paraId="2AB6F89D" w14:textId="77777777" w:rsidTr="007446C6">
        <w:trPr>
          <w:trHeight w:val="20"/>
        </w:trPr>
        <w:tc>
          <w:tcPr>
            <w:tcW w:w="851" w:type="dxa"/>
          </w:tcPr>
          <w:p w14:paraId="4097536F" w14:textId="5A42A856" w:rsidR="007446C6" w:rsidRPr="00147F2B" w:rsidRDefault="007446C6" w:rsidP="00CF2712">
            <w:pPr>
              <w:numPr>
                <w:ilvl w:val="2"/>
                <w:numId w:val="0"/>
              </w:numPr>
              <w:tabs>
                <w:tab w:val="num" w:pos="176"/>
              </w:tabs>
              <w:ind w:left="34" w:hanging="34"/>
              <w:contextualSpacing/>
              <w:jc w:val="center"/>
              <w:rPr>
                <w:b/>
                <w:sz w:val="28"/>
              </w:rPr>
            </w:pPr>
            <w:bookmarkStart w:id="290" w:name="З_4_13"/>
            <w:r w:rsidRPr="00147F2B">
              <w:rPr>
                <w:b/>
                <w:sz w:val="28"/>
              </w:rPr>
              <w:t>4.13</w:t>
            </w:r>
            <w:bookmarkEnd w:id="290"/>
          </w:p>
        </w:tc>
        <w:tc>
          <w:tcPr>
            <w:tcW w:w="1134" w:type="dxa"/>
          </w:tcPr>
          <w:p w14:paraId="0868936F"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2EECAF17" w14:textId="77777777"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14:paraId="5203D194" w14:textId="77777777" w:rsidR="004D4004" w:rsidRDefault="004D4004" w:rsidP="004D4004">
            <w:r>
              <w:t>891 000,00 руб. без НДС;</w:t>
            </w:r>
          </w:p>
          <w:p w14:paraId="778BF5E0" w14:textId="77777777" w:rsidR="004D4004" w:rsidRDefault="004D4004" w:rsidP="004D4004">
            <w:r>
              <w:t xml:space="preserve">  89 100,00 руб. НДС (10%);</w:t>
            </w:r>
          </w:p>
          <w:p w14:paraId="11B6BE80" w14:textId="4F648DC8" w:rsidR="00FA7DC1" w:rsidRPr="00147F2B" w:rsidRDefault="004D4004" w:rsidP="004D4004">
            <w:pPr>
              <w:widowControl w:val="0"/>
              <w:autoSpaceDE w:val="0"/>
              <w:autoSpaceDN w:val="0"/>
              <w:adjustRightInd w:val="0"/>
            </w:pPr>
            <w:r>
              <w:t>980 100,00 руб. с НДС</w:t>
            </w:r>
          </w:p>
        </w:tc>
      </w:tr>
      <w:tr w:rsidR="007446C6" w:rsidRPr="00147F2B" w14:paraId="29A654AE" w14:textId="77777777" w:rsidTr="007446C6">
        <w:trPr>
          <w:trHeight w:val="20"/>
        </w:trPr>
        <w:tc>
          <w:tcPr>
            <w:tcW w:w="851" w:type="dxa"/>
          </w:tcPr>
          <w:p w14:paraId="486C56C8" w14:textId="31B339DC" w:rsidR="007446C6" w:rsidRPr="00147F2B" w:rsidRDefault="007446C6" w:rsidP="00CF2712">
            <w:pPr>
              <w:numPr>
                <w:ilvl w:val="2"/>
                <w:numId w:val="0"/>
              </w:numPr>
              <w:tabs>
                <w:tab w:val="num" w:pos="176"/>
              </w:tabs>
              <w:ind w:left="34" w:hanging="34"/>
              <w:contextualSpacing/>
              <w:jc w:val="center"/>
              <w:rPr>
                <w:b/>
                <w:sz w:val="28"/>
              </w:rPr>
            </w:pPr>
            <w:bookmarkStart w:id="291" w:name="З_4_14"/>
            <w:r w:rsidRPr="00147F2B">
              <w:rPr>
                <w:b/>
                <w:sz w:val="28"/>
              </w:rPr>
              <w:t>4.14</w:t>
            </w:r>
            <w:bookmarkEnd w:id="291"/>
          </w:p>
        </w:tc>
        <w:tc>
          <w:tcPr>
            <w:tcW w:w="1134" w:type="dxa"/>
          </w:tcPr>
          <w:p w14:paraId="7F4A15E3"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_Ref349221244 \r \h </w:instrText>
            </w:r>
            <w:r w:rsidRPr="00147F2B">
              <w:rPr>
                <w:b/>
                <w:sz w:val="24"/>
              </w:rPr>
              <w:instrText xml:space="preserve"> \* MERGEFORMAT </w:instrText>
            </w:r>
            <w:r w:rsidRPr="00147F2B">
              <w:rPr>
                <w:b/>
                <w:sz w:val="24"/>
              </w:rPr>
            </w:r>
            <w:r w:rsidRPr="00147F2B">
              <w:rPr>
                <w:b/>
                <w:sz w:val="24"/>
              </w:rPr>
              <w:fldChar w:fldCharType="separate"/>
            </w:r>
            <w:r w:rsidR="00DA703B">
              <w:rPr>
                <w:b/>
                <w:sz w:val="24"/>
                <w:lang w:val="en-US"/>
              </w:rPr>
              <w:t>3.2.7</w:t>
            </w:r>
            <w:r w:rsidRPr="00147F2B">
              <w:rPr>
                <w:b/>
                <w:sz w:val="24"/>
              </w:rPr>
              <w:fldChar w:fldCharType="end"/>
            </w:r>
          </w:p>
        </w:tc>
        <w:tc>
          <w:tcPr>
            <w:tcW w:w="2834" w:type="dxa"/>
          </w:tcPr>
          <w:p w14:paraId="5836A07F" w14:textId="77777777" w:rsidR="007446C6" w:rsidRPr="00147F2B" w:rsidRDefault="007446C6" w:rsidP="00CF2712">
            <w:r w:rsidRPr="00147F2B">
              <w:t>Порядок формирования цены договора (цены лота)</w:t>
            </w:r>
          </w:p>
        </w:tc>
        <w:tc>
          <w:tcPr>
            <w:tcW w:w="5081" w:type="dxa"/>
          </w:tcPr>
          <w:p w14:paraId="42B80BB7" w14:textId="77777777" w:rsidR="007446C6" w:rsidRPr="00147F2B" w:rsidRDefault="007446C6" w:rsidP="00AC57A7">
            <w:pPr>
              <w:jc w:val="both"/>
            </w:pPr>
            <w:r w:rsidRPr="00147F2B">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r>
              <w:t>.</w:t>
            </w:r>
            <w:r w:rsidR="00604926">
              <w:t xml:space="preserve"> </w:t>
            </w:r>
          </w:p>
        </w:tc>
      </w:tr>
      <w:tr w:rsidR="007446C6" w:rsidRPr="00147F2B" w14:paraId="70D4CD9B" w14:textId="77777777" w:rsidTr="007446C6">
        <w:trPr>
          <w:trHeight w:val="20"/>
        </w:trPr>
        <w:tc>
          <w:tcPr>
            <w:tcW w:w="851" w:type="dxa"/>
            <w:vMerge w:val="restart"/>
          </w:tcPr>
          <w:p w14:paraId="6D0B71F2" w14:textId="75C6D4FB" w:rsidR="007446C6" w:rsidRPr="00147F2B" w:rsidRDefault="007446C6" w:rsidP="00CF2712">
            <w:pPr>
              <w:numPr>
                <w:ilvl w:val="2"/>
                <w:numId w:val="0"/>
              </w:numPr>
              <w:tabs>
                <w:tab w:val="num" w:pos="176"/>
              </w:tabs>
              <w:ind w:left="34" w:hanging="34"/>
              <w:contextualSpacing/>
              <w:jc w:val="center"/>
              <w:rPr>
                <w:b/>
                <w:sz w:val="28"/>
              </w:rPr>
            </w:pPr>
            <w:bookmarkStart w:id="292" w:name="З_4_15"/>
            <w:r w:rsidRPr="00147F2B">
              <w:rPr>
                <w:b/>
                <w:sz w:val="28"/>
              </w:rPr>
              <w:t>4.15</w:t>
            </w:r>
            <w:bookmarkEnd w:id="292"/>
          </w:p>
        </w:tc>
        <w:tc>
          <w:tcPr>
            <w:tcW w:w="1134" w:type="dxa"/>
          </w:tcPr>
          <w:p w14:paraId="6B1F4FD7"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205F9E">
              <w:rPr>
                <w:b/>
                <w:sz w:val="24"/>
                <w:lang w:val="en-US"/>
              </w:rPr>
              <w:t>3.2.8</w:t>
            </w:r>
            <w:r w:rsidRPr="00147F2B">
              <w:rPr>
                <w:b/>
                <w:sz w:val="24"/>
              </w:rPr>
              <w:fldChar w:fldCharType="end"/>
            </w:r>
          </w:p>
        </w:tc>
        <w:tc>
          <w:tcPr>
            <w:tcW w:w="2834" w:type="dxa"/>
          </w:tcPr>
          <w:p w14:paraId="2B46DFC5" w14:textId="77777777" w:rsidR="007446C6" w:rsidRPr="00147F2B" w:rsidRDefault="007446C6" w:rsidP="00CF2712">
            <w:r w:rsidRPr="00147F2B">
              <w:t>Форма, сроки и порядок оплаты товара, работ и услуг</w:t>
            </w:r>
          </w:p>
        </w:tc>
        <w:tc>
          <w:tcPr>
            <w:tcW w:w="5081" w:type="dxa"/>
          </w:tcPr>
          <w:p w14:paraId="4D76BE37" w14:textId="645CAC20" w:rsidR="007446C6" w:rsidRDefault="00F5057C" w:rsidP="00F33B43">
            <w:r>
              <w:t>О</w:t>
            </w:r>
            <w:r w:rsidR="00F33B43" w:rsidRPr="00DE0992">
              <w:t>пределен</w:t>
            </w:r>
            <w:r>
              <w:t>ы</w:t>
            </w:r>
            <w:r w:rsidR="00F33B43" w:rsidRPr="00DE0992">
              <w:t xml:space="preserve"> в </w:t>
            </w:r>
            <w:r w:rsidR="00B279A8">
              <w:t xml:space="preserve">Приложении 1 </w:t>
            </w:r>
            <w:r w:rsidR="00F33B43" w:rsidRPr="00DE0992">
              <w:t>«Пр</w:t>
            </w:r>
            <w:r w:rsidR="001A714D">
              <w:t>оект договора»</w:t>
            </w:r>
          </w:p>
          <w:p w14:paraId="59035B5C" w14:textId="4753C9D0" w:rsidR="001A714D" w:rsidRPr="000C6BC3" w:rsidRDefault="001A714D" w:rsidP="00F33B43"/>
        </w:tc>
      </w:tr>
      <w:tr w:rsidR="007446C6" w:rsidRPr="00147F2B" w14:paraId="6ED1E628" w14:textId="77777777" w:rsidTr="007446C6">
        <w:trPr>
          <w:trHeight w:val="20"/>
        </w:trPr>
        <w:tc>
          <w:tcPr>
            <w:tcW w:w="851" w:type="dxa"/>
            <w:vMerge/>
          </w:tcPr>
          <w:p w14:paraId="2EE0B6CF" w14:textId="5F6C1307" w:rsidR="007446C6" w:rsidRPr="00147F2B" w:rsidRDefault="007446C6" w:rsidP="00CF2712">
            <w:pPr>
              <w:numPr>
                <w:ilvl w:val="2"/>
                <w:numId w:val="0"/>
              </w:numPr>
              <w:tabs>
                <w:tab w:val="num" w:pos="176"/>
              </w:tabs>
              <w:ind w:left="34" w:hanging="34"/>
              <w:contextualSpacing/>
              <w:jc w:val="center"/>
              <w:rPr>
                <w:b/>
                <w:sz w:val="28"/>
              </w:rPr>
            </w:pPr>
          </w:p>
        </w:tc>
        <w:tc>
          <w:tcPr>
            <w:tcW w:w="1134" w:type="dxa"/>
          </w:tcPr>
          <w:p w14:paraId="7DD1F4A5" w14:textId="55E54268" w:rsidR="007446C6" w:rsidRPr="00565F28" w:rsidRDefault="007446C6" w:rsidP="00CF2712">
            <w:pPr>
              <w:widowControl w:val="0"/>
              <w:autoSpaceDE w:val="0"/>
              <w:autoSpaceDN w:val="0"/>
              <w:adjustRightInd w:val="0"/>
              <w:jc w:val="center"/>
              <w:rPr>
                <w:b/>
                <w:sz w:val="24"/>
              </w:rPr>
            </w:pPr>
          </w:p>
        </w:tc>
        <w:tc>
          <w:tcPr>
            <w:tcW w:w="2834" w:type="dxa"/>
          </w:tcPr>
          <w:p w14:paraId="7AA348C9" w14:textId="77777777" w:rsidR="007446C6" w:rsidRPr="00147F2B" w:rsidRDefault="007446C6" w:rsidP="00CF2712">
            <w:r w:rsidRPr="00147F2B">
              <w:t>Виды работ и услуг, включенных в предмет закупки</w:t>
            </w:r>
          </w:p>
        </w:tc>
        <w:tc>
          <w:tcPr>
            <w:tcW w:w="5081" w:type="dxa"/>
          </w:tcPr>
          <w:p w14:paraId="652C47F8" w14:textId="77777777" w:rsidR="007446C6" w:rsidRPr="00147F2B" w:rsidRDefault="007446C6" w:rsidP="00CF2712">
            <w:r w:rsidRPr="00147F2B">
              <w:t>Нет</w:t>
            </w:r>
          </w:p>
        </w:tc>
      </w:tr>
      <w:tr w:rsidR="007446C6" w:rsidRPr="00147F2B" w14:paraId="77BE1D77" w14:textId="77777777" w:rsidTr="007446C6">
        <w:trPr>
          <w:trHeight w:val="20"/>
        </w:trPr>
        <w:tc>
          <w:tcPr>
            <w:tcW w:w="851" w:type="dxa"/>
          </w:tcPr>
          <w:p w14:paraId="05779069" w14:textId="3C538590" w:rsidR="007446C6" w:rsidRPr="00147F2B" w:rsidRDefault="007446C6" w:rsidP="00CF2712">
            <w:pPr>
              <w:numPr>
                <w:ilvl w:val="2"/>
                <w:numId w:val="0"/>
              </w:numPr>
              <w:tabs>
                <w:tab w:val="num" w:pos="176"/>
              </w:tabs>
              <w:ind w:left="34" w:hanging="34"/>
              <w:contextualSpacing/>
              <w:jc w:val="center"/>
              <w:rPr>
                <w:b/>
                <w:sz w:val="28"/>
              </w:rPr>
            </w:pPr>
            <w:bookmarkStart w:id="293" w:name="З_4_16"/>
            <w:r w:rsidRPr="00147F2B">
              <w:rPr>
                <w:b/>
                <w:sz w:val="28"/>
              </w:rPr>
              <w:t>4.16</w:t>
            </w:r>
            <w:bookmarkEnd w:id="293"/>
          </w:p>
        </w:tc>
        <w:tc>
          <w:tcPr>
            <w:tcW w:w="1134" w:type="dxa"/>
          </w:tcPr>
          <w:p w14:paraId="56EBB3A1"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3.8.1.1</w:t>
            </w:r>
            <w:r w:rsidRPr="00147F2B">
              <w:rPr>
                <w:b/>
                <w:sz w:val="24"/>
              </w:rPr>
              <w:fldChar w:fldCharType="end"/>
            </w:r>
          </w:p>
        </w:tc>
        <w:tc>
          <w:tcPr>
            <w:tcW w:w="2834" w:type="dxa"/>
          </w:tcPr>
          <w:p w14:paraId="2B571D21" w14:textId="77777777" w:rsidR="007446C6" w:rsidRPr="00147F2B" w:rsidRDefault="007446C6" w:rsidP="00CF2712">
            <w:r w:rsidRPr="00147F2B">
              <w:t xml:space="preserve">Официальный язык запроса предложений </w:t>
            </w:r>
          </w:p>
        </w:tc>
        <w:tc>
          <w:tcPr>
            <w:tcW w:w="5081" w:type="dxa"/>
          </w:tcPr>
          <w:p w14:paraId="48053535" w14:textId="77777777" w:rsidR="007446C6" w:rsidRPr="00147F2B" w:rsidRDefault="007446C6" w:rsidP="00CF2712">
            <w:pPr>
              <w:widowControl w:val="0"/>
              <w:autoSpaceDE w:val="0"/>
              <w:autoSpaceDN w:val="0"/>
              <w:adjustRightInd w:val="0"/>
            </w:pPr>
            <w:r w:rsidRPr="00147F2B">
              <w:t>Русский</w:t>
            </w:r>
          </w:p>
          <w:p w14:paraId="0AD71144" w14:textId="77777777"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14:paraId="092CD610" w14:textId="77777777" w:rsidTr="007446C6">
        <w:trPr>
          <w:trHeight w:val="20"/>
        </w:trPr>
        <w:tc>
          <w:tcPr>
            <w:tcW w:w="9900" w:type="dxa"/>
            <w:gridSpan w:val="4"/>
          </w:tcPr>
          <w:p w14:paraId="537D4E2C" w14:textId="77777777" w:rsidR="007446C6" w:rsidRPr="00147F2B" w:rsidRDefault="007446C6" w:rsidP="00CF2712">
            <w:pPr>
              <w:rPr>
                <w:b/>
              </w:rPr>
            </w:pPr>
            <w:r w:rsidRPr="00147F2B">
              <w:rPr>
                <w:b/>
              </w:rPr>
              <w:t>Требования к обеспечению обязательств при проведении закупки</w:t>
            </w:r>
          </w:p>
        </w:tc>
      </w:tr>
      <w:tr w:rsidR="007446C6" w:rsidRPr="00147F2B" w14:paraId="5EDF8F91" w14:textId="77777777" w:rsidTr="007446C6">
        <w:trPr>
          <w:trHeight w:val="20"/>
        </w:trPr>
        <w:tc>
          <w:tcPr>
            <w:tcW w:w="851" w:type="dxa"/>
          </w:tcPr>
          <w:p w14:paraId="181CE2C1" w14:textId="0FA6AAC2" w:rsidR="007446C6" w:rsidRPr="00147F2B" w:rsidRDefault="007446C6" w:rsidP="00CF2712">
            <w:pPr>
              <w:numPr>
                <w:ilvl w:val="2"/>
                <w:numId w:val="0"/>
              </w:numPr>
              <w:tabs>
                <w:tab w:val="num" w:pos="176"/>
              </w:tabs>
              <w:ind w:left="34" w:hanging="34"/>
              <w:contextualSpacing/>
              <w:jc w:val="center"/>
              <w:rPr>
                <w:b/>
                <w:sz w:val="28"/>
              </w:rPr>
            </w:pPr>
            <w:bookmarkStart w:id="294" w:name="З_4_17"/>
            <w:r w:rsidRPr="00147F2B">
              <w:rPr>
                <w:b/>
                <w:sz w:val="28"/>
              </w:rPr>
              <w:t>4.17</w:t>
            </w:r>
            <w:bookmarkEnd w:id="294"/>
          </w:p>
        </w:tc>
        <w:tc>
          <w:tcPr>
            <w:tcW w:w="1134" w:type="dxa"/>
          </w:tcPr>
          <w:p w14:paraId="2733CFC5" w14:textId="77777777" w:rsidR="007446C6" w:rsidRPr="00922A8A" w:rsidRDefault="007446C6" w:rsidP="00CF2712">
            <w:pPr>
              <w:widowControl w:val="0"/>
              <w:autoSpaceDE w:val="0"/>
              <w:autoSpaceDN w:val="0"/>
              <w:adjustRightInd w:val="0"/>
              <w:jc w:val="center"/>
              <w:rPr>
                <w:b/>
                <w:sz w:val="24"/>
                <w:lang w:val="en-US"/>
              </w:rPr>
            </w:pPr>
            <w:r w:rsidRPr="00147F2B">
              <w:rPr>
                <w:b/>
                <w:sz w:val="24"/>
              </w:rPr>
              <w:fldChar w:fldCharType="begin"/>
            </w:r>
            <w:r w:rsidRPr="00922A8A">
              <w:rPr>
                <w:b/>
                <w:sz w:val="24"/>
                <w:lang w:val="en-US"/>
              </w:rPr>
              <w:instrText xml:space="preserve"> </w:instrText>
            </w:r>
            <w:r w:rsidRPr="00147F2B">
              <w:rPr>
                <w:b/>
                <w:sz w:val="24"/>
                <w:lang w:val="en-US"/>
              </w:rPr>
              <w:instrText>REF</w:instrText>
            </w:r>
            <w:r w:rsidRPr="00922A8A">
              <w:rPr>
                <w:b/>
                <w:sz w:val="24"/>
                <w:lang w:val="en-US"/>
              </w:rPr>
              <w:instrText xml:space="preserve"> _</w:instrText>
            </w:r>
            <w:r w:rsidRPr="00147F2B">
              <w:rPr>
                <w:b/>
                <w:sz w:val="24"/>
                <w:lang w:val="en-US"/>
              </w:rPr>
              <w:instrText>Ref</w:instrText>
            </w:r>
            <w:r w:rsidRPr="00922A8A">
              <w:rPr>
                <w:b/>
                <w:sz w:val="24"/>
                <w:lang w:val="en-US"/>
              </w:rPr>
              <w:instrText>349221472 \</w:instrText>
            </w:r>
            <w:r w:rsidRPr="00147F2B">
              <w:rPr>
                <w:b/>
                <w:sz w:val="24"/>
                <w:lang w:val="en-US"/>
              </w:rPr>
              <w:instrText>r</w:instrText>
            </w:r>
            <w:r w:rsidRPr="00922A8A">
              <w:rPr>
                <w:b/>
                <w:sz w:val="24"/>
                <w:lang w:val="en-US"/>
              </w:rPr>
              <w:instrText xml:space="preserve"> \</w:instrText>
            </w:r>
            <w:r w:rsidRPr="00147F2B">
              <w:rPr>
                <w:b/>
                <w:sz w:val="24"/>
                <w:lang w:val="en-US"/>
              </w:rPr>
              <w:instrText>h</w:instrText>
            </w:r>
            <w:r w:rsidRPr="00922A8A">
              <w:rPr>
                <w:b/>
                <w:sz w:val="24"/>
                <w:lang w:val="en-US"/>
              </w:rPr>
              <w:instrText xml:space="preserve"> </w:instrText>
            </w:r>
            <w:r>
              <w:rPr>
                <w:b/>
                <w:sz w:val="24"/>
              </w:rPr>
              <w:instrText xml:space="preserve"> \* MERGEFORMAT </w:instrText>
            </w:r>
            <w:r w:rsidRPr="00147F2B">
              <w:rPr>
                <w:b/>
                <w:sz w:val="24"/>
              </w:rPr>
            </w:r>
            <w:r w:rsidRPr="00147F2B">
              <w:rPr>
                <w:b/>
                <w:sz w:val="24"/>
              </w:rPr>
              <w:fldChar w:fldCharType="separate"/>
            </w:r>
            <w:r w:rsidR="00DA703B" w:rsidRPr="00922A8A">
              <w:rPr>
                <w:b/>
                <w:sz w:val="24"/>
                <w:lang w:val="en-US"/>
              </w:rPr>
              <w:t>3.4.1</w:t>
            </w:r>
            <w:r w:rsidRPr="00147F2B">
              <w:rPr>
                <w:b/>
                <w:sz w:val="24"/>
              </w:rPr>
              <w:fldChar w:fldCharType="end"/>
            </w:r>
          </w:p>
        </w:tc>
        <w:tc>
          <w:tcPr>
            <w:tcW w:w="2834" w:type="dxa"/>
          </w:tcPr>
          <w:p w14:paraId="09B68140" w14:textId="77777777" w:rsidR="007446C6" w:rsidRPr="00147F2B" w:rsidRDefault="007446C6" w:rsidP="00512090">
            <w:r w:rsidRPr="00147F2B">
              <w:t>Размер, форма и поря</w:t>
            </w:r>
            <w:r w:rsidR="00512090">
              <w:t>док предоставления обеспечения З</w:t>
            </w:r>
            <w:r w:rsidRPr="00147F2B">
              <w:t>аявки</w:t>
            </w:r>
          </w:p>
        </w:tc>
        <w:tc>
          <w:tcPr>
            <w:tcW w:w="5081" w:type="dxa"/>
          </w:tcPr>
          <w:p w14:paraId="39892F12" w14:textId="77777777" w:rsidR="007446C6" w:rsidRPr="00147F2B" w:rsidRDefault="007446C6" w:rsidP="00CF2712">
            <w:r w:rsidRPr="00147F2B">
              <w:t>Не требуется</w:t>
            </w:r>
          </w:p>
        </w:tc>
      </w:tr>
      <w:tr w:rsidR="007446C6" w:rsidRPr="00147F2B" w14:paraId="3412988C" w14:textId="77777777" w:rsidTr="007446C6">
        <w:trPr>
          <w:trHeight w:val="20"/>
        </w:trPr>
        <w:tc>
          <w:tcPr>
            <w:tcW w:w="851" w:type="dxa"/>
          </w:tcPr>
          <w:p w14:paraId="41939933"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134" w:type="dxa"/>
          </w:tcPr>
          <w:p w14:paraId="5669061A" w14:textId="297F29F9" w:rsidR="007446C6" w:rsidRPr="00147F2B" w:rsidRDefault="00E7715E" w:rsidP="00CF2712">
            <w:pPr>
              <w:widowControl w:val="0"/>
              <w:autoSpaceDE w:val="0"/>
              <w:autoSpaceDN w:val="0"/>
              <w:adjustRightInd w:val="0"/>
              <w:jc w:val="center"/>
              <w:rPr>
                <w:b/>
                <w:sz w:val="24"/>
              </w:rPr>
            </w:pPr>
            <w:r>
              <w:rPr>
                <w:b/>
                <w:sz w:val="24"/>
              </w:rPr>
              <w:fldChar w:fldCharType="begin"/>
            </w:r>
            <w:r>
              <w:rPr>
                <w:b/>
                <w:sz w:val="24"/>
              </w:rPr>
              <w:instrText xml:space="preserve"> REF _Ref455396871 \r \h </w:instrText>
            </w:r>
            <w:r>
              <w:rPr>
                <w:b/>
                <w:sz w:val="24"/>
              </w:rPr>
            </w:r>
            <w:r>
              <w:rPr>
                <w:b/>
                <w:sz w:val="24"/>
              </w:rPr>
              <w:fldChar w:fldCharType="separate"/>
            </w:r>
            <w:r>
              <w:rPr>
                <w:b/>
                <w:sz w:val="24"/>
              </w:rPr>
              <w:t>2.14.7</w:t>
            </w:r>
            <w:r>
              <w:rPr>
                <w:b/>
                <w:sz w:val="24"/>
              </w:rPr>
              <w:fldChar w:fldCharType="end"/>
            </w:r>
          </w:p>
        </w:tc>
        <w:tc>
          <w:tcPr>
            <w:tcW w:w="2834" w:type="dxa"/>
          </w:tcPr>
          <w:p w14:paraId="161C05B7" w14:textId="77777777" w:rsidR="007446C6" w:rsidRPr="00147F2B" w:rsidRDefault="007446C6" w:rsidP="00CF2712">
            <w:r w:rsidRPr="00147F2B">
              <w:t>Перечень банков, от которых принимаются банковские гарантии</w:t>
            </w:r>
          </w:p>
        </w:tc>
        <w:tc>
          <w:tcPr>
            <w:tcW w:w="5081" w:type="dxa"/>
          </w:tcPr>
          <w:p w14:paraId="4C13F108" w14:textId="704B2178" w:rsidR="007446C6" w:rsidRPr="00147F2B" w:rsidRDefault="007446C6" w:rsidP="00CF2712">
            <w:r w:rsidRPr="00147F2B">
              <w:t>В соо</w:t>
            </w:r>
            <w:r w:rsidR="00E7715E">
              <w:t>тветствии с п. 2</w:t>
            </w:r>
            <w:r w:rsidR="004B3CE1">
              <w:t>.</w:t>
            </w:r>
            <w:r w:rsidR="00E7715E">
              <w:t>1</w:t>
            </w:r>
            <w:r w:rsidR="004B3CE1">
              <w:t>4.7 настоящей Д</w:t>
            </w:r>
            <w:r w:rsidRPr="00147F2B">
              <w:t>окументации</w:t>
            </w:r>
          </w:p>
        </w:tc>
      </w:tr>
      <w:tr w:rsidR="007446C6" w:rsidRPr="00147F2B" w14:paraId="438961E4" w14:textId="77777777" w:rsidTr="007446C6">
        <w:trPr>
          <w:trHeight w:val="20"/>
        </w:trPr>
        <w:tc>
          <w:tcPr>
            <w:tcW w:w="851" w:type="dxa"/>
          </w:tcPr>
          <w:p w14:paraId="48730821" w14:textId="5736EE47" w:rsidR="007446C6" w:rsidRPr="00147F2B" w:rsidRDefault="007446C6" w:rsidP="00CF2712">
            <w:pPr>
              <w:numPr>
                <w:ilvl w:val="2"/>
                <w:numId w:val="0"/>
              </w:numPr>
              <w:tabs>
                <w:tab w:val="num" w:pos="176"/>
              </w:tabs>
              <w:ind w:left="34" w:hanging="34"/>
              <w:contextualSpacing/>
              <w:jc w:val="center"/>
              <w:rPr>
                <w:b/>
                <w:sz w:val="28"/>
              </w:rPr>
            </w:pPr>
            <w:bookmarkStart w:id="295" w:name="З_4_19"/>
            <w:r w:rsidRPr="00147F2B">
              <w:rPr>
                <w:b/>
                <w:sz w:val="28"/>
              </w:rPr>
              <w:t>4.19</w:t>
            </w:r>
            <w:bookmarkEnd w:id="295"/>
          </w:p>
        </w:tc>
        <w:tc>
          <w:tcPr>
            <w:tcW w:w="1134" w:type="dxa"/>
          </w:tcPr>
          <w:p w14:paraId="000BA898"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2.14.2</w:t>
            </w:r>
            <w:r w:rsidRPr="00147F2B">
              <w:rPr>
                <w:b/>
                <w:sz w:val="24"/>
              </w:rPr>
              <w:fldChar w:fldCharType="end"/>
            </w:r>
          </w:p>
        </w:tc>
        <w:tc>
          <w:tcPr>
            <w:tcW w:w="2834" w:type="dxa"/>
          </w:tcPr>
          <w:p w14:paraId="5A4F7116" w14:textId="77777777" w:rsidR="007446C6" w:rsidRPr="00147F2B" w:rsidRDefault="007446C6" w:rsidP="00CF2712">
            <w:r w:rsidRPr="00147F2B">
              <w:t>Размер, форма и порядок предоставления обеспечения исполнения условий договора</w:t>
            </w:r>
          </w:p>
        </w:tc>
        <w:tc>
          <w:tcPr>
            <w:tcW w:w="5081" w:type="dxa"/>
          </w:tcPr>
          <w:p w14:paraId="33EA6DF7" w14:textId="19AEB419" w:rsidR="007446C6" w:rsidRPr="00147F2B" w:rsidRDefault="00F33B43" w:rsidP="00660FB5">
            <w:r w:rsidRPr="00147F2B">
              <w:t>Не требуется</w:t>
            </w:r>
          </w:p>
        </w:tc>
      </w:tr>
      <w:tr w:rsidR="007446C6" w:rsidRPr="00147F2B" w14:paraId="71ADCFFD" w14:textId="77777777" w:rsidTr="007446C6">
        <w:trPr>
          <w:trHeight w:val="20"/>
        </w:trPr>
        <w:tc>
          <w:tcPr>
            <w:tcW w:w="851" w:type="dxa"/>
          </w:tcPr>
          <w:p w14:paraId="087D3469" w14:textId="195C202A" w:rsidR="007446C6" w:rsidRPr="00147F2B" w:rsidRDefault="007446C6" w:rsidP="00CF2712">
            <w:pPr>
              <w:numPr>
                <w:ilvl w:val="2"/>
                <w:numId w:val="0"/>
              </w:numPr>
              <w:tabs>
                <w:tab w:val="num" w:pos="176"/>
              </w:tabs>
              <w:ind w:left="34" w:hanging="34"/>
              <w:contextualSpacing/>
              <w:jc w:val="center"/>
              <w:rPr>
                <w:b/>
                <w:sz w:val="28"/>
              </w:rPr>
            </w:pPr>
            <w:bookmarkStart w:id="296" w:name="З_4_20"/>
            <w:r w:rsidRPr="00147F2B">
              <w:rPr>
                <w:b/>
                <w:sz w:val="28"/>
              </w:rPr>
              <w:t>4.20</w:t>
            </w:r>
            <w:bookmarkEnd w:id="296"/>
          </w:p>
        </w:tc>
        <w:tc>
          <w:tcPr>
            <w:tcW w:w="1134" w:type="dxa"/>
          </w:tcPr>
          <w:p w14:paraId="465045AF" w14:textId="77777777" w:rsidR="007446C6" w:rsidRPr="00147F2B" w:rsidRDefault="007446C6" w:rsidP="00CF2712">
            <w:pPr>
              <w:widowControl w:val="0"/>
              <w:autoSpaceDE w:val="0"/>
              <w:autoSpaceDN w:val="0"/>
              <w:adjustRightInd w:val="0"/>
              <w:jc w:val="center"/>
              <w:rPr>
                <w:b/>
                <w:sz w:val="24"/>
                <w:lang w:val="en-US"/>
              </w:rPr>
            </w:pPr>
          </w:p>
        </w:tc>
        <w:tc>
          <w:tcPr>
            <w:tcW w:w="2834" w:type="dxa"/>
          </w:tcPr>
          <w:p w14:paraId="108E247E" w14:textId="77777777" w:rsidR="007446C6" w:rsidRPr="00147F2B" w:rsidRDefault="007446C6" w:rsidP="00CF2712">
            <w:r w:rsidRPr="00147F2B">
              <w:t>Размер, форма и порядок предоставления обеспечения возврата авансового платежа</w:t>
            </w:r>
          </w:p>
        </w:tc>
        <w:tc>
          <w:tcPr>
            <w:tcW w:w="5081" w:type="dxa"/>
          </w:tcPr>
          <w:p w14:paraId="381AA80D" w14:textId="77777777" w:rsidR="007446C6" w:rsidRPr="00147F2B" w:rsidRDefault="00604926" w:rsidP="00CF2712">
            <w:r w:rsidRPr="00604926">
              <w:t>Не требуется</w:t>
            </w:r>
          </w:p>
        </w:tc>
      </w:tr>
      <w:tr w:rsidR="007446C6" w:rsidRPr="00147F2B" w14:paraId="1031DD3B" w14:textId="77777777" w:rsidTr="007446C6">
        <w:trPr>
          <w:trHeight w:val="20"/>
        </w:trPr>
        <w:tc>
          <w:tcPr>
            <w:tcW w:w="851" w:type="dxa"/>
          </w:tcPr>
          <w:p w14:paraId="341111E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134" w:type="dxa"/>
          </w:tcPr>
          <w:p w14:paraId="0DE786AF" w14:textId="77777777" w:rsidR="007446C6" w:rsidRPr="00147F2B" w:rsidRDefault="007446C6" w:rsidP="00CF2712">
            <w:pPr>
              <w:widowControl w:val="0"/>
              <w:autoSpaceDE w:val="0"/>
              <w:autoSpaceDN w:val="0"/>
              <w:adjustRightInd w:val="0"/>
              <w:jc w:val="center"/>
              <w:rPr>
                <w:b/>
                <w:sz w:val="24"/>
              </w:rPr>
            </w:pPr>
          </w:p>
        </w:tc>
        <w:tc>
          <w:tcPr>
            <w:tcW w:w="2834" w:type="dxa"/>
          </w:tcPr>
          <w:p w14:paraId="0626A5EB" w14:textId="77777777"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14:paraId="13B7E0A5" w14:textId="77777777" w:rsidR="007446C6" w:rsidRPr="00147F2B" w:rsidRDefault="007446C6" w:rsidP="00CF2712">
            <w:r w:rsidRPr="00147F2B">
              <w:t>Не требуется</w:t>
            </w:r>
          </w:p>
        </w:tc>
      </w:tr>
      <w:tr w:rsidR="007446C6" w:rsidRPr="00147F2B" w14:paraId="0F751BD2" w14:textId="77777777" w:rsidTr="007446C6">
        <w:trPr>
          <w:trHeight w:val="20"/>
        </w:trPr>
        <w:tc>
          <w:tcPr>
            <w:tcW w:w="9900" w:type="dxa"/>
            <w:gridSpan w:val="4"/>
            <w:tcBorders>
              <w:left w:val="single" w:sz="4" w:space="0" w:color="auto"/>
              <w:right w:val="single" w:sz="4" w:space="0" w:color="auto"/>
            </w:tcBorders>
          </w:tcPr>
          <w:p w14:paraId="6400D841" w14:textId="50071BA4" w:rsidR="007446C6" w:rsidRPr="00147F2B" w:rsidRDefault="007446C6" w:rsidP="002134EC">
            <w:pPr>
              <w:rPr>
                <w:b/>
              </w:rPr>
            </w:pPr>
            <w:r w:rsidRPr="00147F2B">
              <w:rPr>
                <w:b/>
              </w:rPr>
              <w:t xml:space="preserve">Требования, установленные к </w:t>
            </w:r>
            <w:r w:rsidRPr="00103915">
              <w:rPr>
                <w:b/>
              </w:rPr>
              <w:t>Участник</w:t>
            </w:r>
            <w:r w:rsidR="00B03C54" w:rsidRPr="00103915">
              <w:rPr>
                <w:b/>
              </w:rPr>
              <w:t>у</w:t>
            </w:r>
          </w:p>
        </w:tc>
      </w:tr>
      <w:tr w:rsidR="007446C6" w:rsidRPr="00147F2B" w14:paraId="42D592F5" w14:textId="77777777" w:rsidTr="007446C6">
        <w:trPr>
          <w:trHeight w:val="20"/>
        </w:trPr>
        <w:tc>
          <w:tcPr>
            <w:tcW w:w="851" w:type="dxa"/>
            <w:tcBorders>
              <w:bottom w:val="single" w:sz="4" w:space="0" w:color="auto"/>
            </w:tcBorders>
          </w:tcPr>
          <w:p w14:paraId="1AB8F17A" w14:textId="106CD270" w:rsidR="007446C6" w:rsidRPr="00147F2B" w:rsidRDefault="007446C6" w:rsidP="00CF2712">
            <w:pPr>
              <w:numPr>
                <w:ilvl w:val="2"/>
                <w:numId w:val="0"/>
              </w:numPr>
              <w:tabs>
                <w:tab w:val="num" w:pos="176"/>
              </w:tabs>
              <w:ind w:left="34" w:hanging="34"/>
              <w:contextualSpacing/>
              <w:jc w:val="center"/>
              <w:rPr>
                <w:b/>
                <w:sz w:val="28"/>
              </w:rPr>
            </w:pPr>
            <w:bookmarkStart w:id="297" w:name="З_4_23"/>
            <w:r w:rsidRPr="00147F2B">
              <w:rPr>
                <w:b/>
                <w:sz w:val="28"/>
              </w:rPr>
              <w:t>4.2</w:t>
            </w:r>
            <w:bookmarkEnd w:id="297"/>
            <w:r w:rsidRPr="00147F2B">
              <w:rPr>
                <w:b/>
                <w:sz w:val="28"/>
              </w:rPr>
              <w:t>2</w:t>
            </w:r>
          </w:p>
        </w:tc>
        <w:tc>
          <w:tcPr>
            <w:tcW w:w="1134" w:type="dxa"/>
            <w:tcBorders>
              <w:bottom w:val="single" w:sz="4" w:space="0" w:color="auto"/>
            </w:tcBorders>
          </w:tcPr>
          <w:p w14:paraId="441492E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A703B">
              <w:rPr>
                <w:b/>
                <w:sz w:val="24"/>
              </w:rPr>
              <w:t>1.3</w:t>
            </w:r>
            <w:r w:rsidRPr="00147F2B">
              <w:rPr>
                <w:b/>
                <w:sz w:val="24"/>
              </w:rPr>
              <w:fldChar w:fldCharType="end"/>
            </w:r>
          </w:p>
        </w:tc>
        <w:tc>
          <w:tcPr>
            <w:tcW w:w="2834" w:type="dxa"/>
            <w:tcBorders>
              <w:bottom w:val="single" w:sz="4" w:space="0" w:color="auto"/>
            </w:tcBorders>
          </w:tcPr>
          <w:p w14:paraId="6454DA52" w14:textId="3BBC50A6" w:rsidR="007446C6" w:rsidRPr="00147F2B" w:rsidRDefault="007446C6" w:rsidP="002134EC">
            <w:r w:rsidRPr="00147F2B">
              <w:t xml:space="preserve">Требования к </w:t>
            </w:r>
            <w:r w:rsidR="00B03C54">
              <w:t>Участнику</w:t>
            </w:r>
          </w:p>
        </w:tc>
        <w:tc>
          <w:tcPr>
            <w:tcW w:w="5081" w:type="dxa"/>
            <w:tcBorders>
              <w:bottom w:val="single" w:sz="4" w:space="0" w:color="auto"/>
            </w:tcBorders>
          </w:tcPr>
          <w:p w14:paraId="2648684A" w14:textId="77777777" w:rsidR="007446C6" w:rsidRPr="00CC6A94" w:rsidRDefault="007446C6" w:rsidP="004B3CE1">
            <w:r w:rsidRPr="00147F2B">
              <w:t xml:space="preserve">В соответствии с пунктом 1.3 </w:t>
            </w:r>
            <w:r w:rsidR="004B3CE1">
              <w:t>Д</w:t>
            </w:r>
            <w:r w:rsidRPr="00147F2B">
              <w:t>окументации</w:t>
            </w:r>
            <w:r>
              <w:t>.</w:t>
            </w:r>
          </w:p>
        </w:tc>
      </w:tr>
      <w:tr w:rsidR="007446C6" w:rsidRPr="00147F2B" w14:paraId="6C0B1477" w14:textId="77777777" w:rsidTr="007446C6">
        <w:trPr>
          <w:trHeight w:val="20"/>
        </w:trPr>
        <w:tc>
          <w:tcPr>
            <w:tcW w:w="851" w:type="dxa"/>
            <w:tcBorders>
              <w:bottom w:val="single" w:sz="4" w:space="0" w:color="auto"/>
            </w:tcBorders>
          </w:tcPr>
          <w:p w14:paraId="1673A41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134" w:type="dxa"/>
            <w:tcBorders>
              <w:bottom w:val="single" w:sz="4" w:space="0" w:color="auto"/>
            </w:tcBorders>
          </w:tcPr>
          <w:p w14:paraId="6D69B23B"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p w14:paraId="0AE77906"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Borders>
              <w:bottom w:val="single" w:sz="4" w:space="0" w:color="auto"/>
            </w:tcBorders>
          </w:tcPr>
          <w:p w14:paraId="6D1A8AC2" w14:textId="2E53AA5E" w:rsidR="007446C6" w:rsidRPr="00147F2B" w:rsidRDefault="007446C6" w:rsidP="002134EC">
            <w:r w:rsidRPr="00147F2B">
              <w:t>Перечень документов, представляемых Участник</w:t>
            </w:r>
            <w:r w:rsidR="00B03C54">
              <w:t>ом</w:t>
            </w:r>
            <w:r w:rsidRPr="00147F2B">
              <w:t xml:space="preserve"> для подтверждения </w:t>
            </w:r>
            <w:r w:rsidR="00B03C54">
              <w:t>его</w:t>
            </w:r>
            <w:r w:rsidRPr="00147F2B">
              <w:t xml:space="preserve"> соответствия установленным требованиям.</w:t>
            </w:r>
          </w:p>
        </w:tc>
        <w:tc>
          <w:tcPr>
            <w:tcW w:w="5081" w:type="dxa"/>
            <w:tcBorders>
              <w:bottom w:val="single" w:sz="4" w:space="0" w:color="auto"/>
            </w:tcBorders>
          </w:tcPr>
          <w:p w14:paraId="2E4A1B6E" w14:textId="77777777" w:rsidR="007446C6" w:rsidRPr="00147F2B" w:rsidRDefault="007446C6" w:rsidP="004B3CE1">
            <w:r>
              <w:t>В соответствии с пунктом 3.5. и 3.6</w:t>
            </w:r>
            <w:r w:rsidRPr="00147F2B">
              <w:t xml:space="preserve">. </w:t>
            </w:r>
            <w:r w:rsidR="004B3CE1">
              <w:t>Д</w:t>
            </w:r>
            <w:r w:rsidRPr="00147F2B">
              <w:t>окументации</w:t>
            </w:r>
            <w:r>
              <w:t>.</w:t>
            </w:r>
          </w:p>
        </w:tc>
      </w:tr>
      <w:bookmarkStart w:id="298" w:name="З_4_25"/>
      <w:bookmarkStart w:id="299" w:name="З_4_24"/>
      <w:tr w:rsidR="007446C6" w:rsidRPr="00147F2B" w14:paraId="7E1C805A" w14:textId="77777777" w:rsidTr="007446C6">
        <w:trPr>
          <w:trHeight w:val="20"/>
        </w:trPr>
        <w:tc>
          <w:tcPr>
            <w:tcW w:w="851" w:type="dxa"/>
            <w:tcBorders>
              <w:bottom w:val="single" w:sz="4" w:space="0" w:color="auto"/>
            </w:tcBorders>
          </w:tcPr>
          <w:p w14:paraId="001CFA57" w14:textId="1C2FC1E8" w:rsidR="007446C6" w:rsidRPr="00147F2B" w:rsidRDefault="00472DB8" w:rsidP="00CF2712">
            <w:pPr>
              <w:numPr>
                <w:ilvl w:val="2"/>
                <w:numId w:val="0"/>
              </w:numPr>
              <w:tabs>
                <w:tab w:val="num" w:pos="176"/>
              </w:tabs>
              <w:ind w:left="34" w:hanging="34"/>
              <w:contextualSpacing/>
              <w:jc w:val="center"/>
              <w:rPr>
                <w:b/>
                <w:sz w:val="28"/>
              </w:rPr>
            </w:pPr>
            <w:r w:rsidRPr="00103915">
              <w:rPr>
                <w:b/>
                <w:sz w:val="28"/>
              </w:rPr>
              <w:fldChar w:fldCharType="begin"/>
            </w:r>
            <w:r w:rsidRPr="00103915">
              <w:rPr>
                <w:b/>
                <w:sz w:val="28"/>
              </w:rPr>
              <w:instrText xml:space="preserve"> HYPERLINK  \l "З_4_24" </w:instrText>
            </w:r>
            <w:r w:rsidRPr="00103915">
              <w:rPr>
                <w:b/>
                <w:sz w:val="28"/>
              </w:rPr>
              <w:fldChar w:fldCharType="separate"/>
            </w:r>
            <w:r w:rsidR="007446C6" w:rsidRPr="00103915">
              <w:rPr>
                <w:rStyle w:val="af1"/>
                <w:b/>
                <w:sz w:val="28"/>
                <w:u w:val="none"/>
              </w:rPr>
              <w:t>4.24</w:t>
            </w:r>
            <w:r w:rsidRPr="00103915">
              <w:rPr>
                <w:b/>
                <w:sz w:val="28"/>
              </w:rPr>
              <w:fldChar w:fldCharType="end"/>
            </w:r>
            <w:bookmarkEnd w:id="298"/>
            <w:bookmarkEnd w:id="299"/>
          </w:p>
        </w:tc>
        <w:tc>
          <w:tcPr>
            <w:tcW w:w="1134" w:type="dxa"/>
            <w:tcBorders>
              <w:bottom w:val="single" w:sz="4" w:space="0" w:color="auto"/>
            </w:tcBorders>
          </w:tcPr>
          <w:p w14:paraId="72BC9EAA" w14:textId="5B46ED48"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491FCF67" w14:textId="77777777"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14:paraId="347C2FDE" w14:textId="4F15B8CE" w:rsidR="00CD0065" w:rsidRDefault="00CD0065" w:rsidP="00CD0065">
            <w:r>
              <w:t>Перечень документов для субпоставщиков, привлекаем</w:t>
            </w:r>
            <w:r w:rsidR="0060154D">
              <w:t>ых</w:t>
            </w:r>
            <w:r>
              <w:t xml:space="preserve"> к поставке товара, доля цены которого не менее 30% от общей цены заявки:</w:t>
            </w:r>
          </w:p>
          <w:p w14:paraId="1B4520A2" w14:textId="0F5FA762" w:rsidR="00CD0065" w:rsidRDefault="00CD0065" w:rsidP="00CD0065">
            <w:r>
              <w:t>•</w:t>
            </w:r>
            <w:r>
              <w:tab/>
              <w:t xml:space="preserve">копии лицензий и других разрешительных документов, если таковые требуются для выполнения </w:t>
            </w:r>
            <w:r>
              <w:lastRenderedPageBreak/>
              <w:t>работ и оказания услуг, являющихся дополнительными условиями для выполнения договора поставки;</w:t>
            </w:r>
          </w:p>
          <w:p w14:paraId="46119F9E" w14:textId="253D2D77" w:rsidR="00CD0065" w:rsidRDefault="00CD0065" w:rsidP="00CD0065">
            <w:r>
              <w:t>•</w:t>
            </w:r>
            <w:r>
              <w:tab/>
              <w:t>формы:</w:t>
            </w:r>
            <w:r w:rsidR="00ED2EC5">
              <w:t xml:space="preserve"> </w:t>
            </w:r>
            <w:r>
              <w:t>Анкета Участника (Форма 2), Справка об объеме поставок Товара (Форма 3), Справка о деловой репутации (Форма 6), 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 Справка о материально-технических ресурсах (Форма 11) по каждому субпоставщику;</w:t>
            </w:r>
          </w:p>
          <w:p w14:paraId="2D255D6C" w14:textId="77777777" w:rsidR="00CD0065" w:rsidRDefault="00CD0065" w:rsidP="00CD0065">
            <w:r>
              <w:t>•</w:t>
            </w:r>
            <w:r>
              <w:tab/>
              <w:t>копии баланса и отчета о прибылях и убытках за прошедший год и за последний отчетный период текущего года;</w:t>
            </w:r>
          </w:p>
          <w:p w14:paraId="0D7DB6BA" w14:textId="77777777" w:rsidR="00CD0065" w:rsidRDefault="00CD0065" w:rsidP="00CD0065">
            <w:r>
              <w:t>•</w:t>
            </w:r>
            <w:r>
              <w:tab/>
              <w:t>копии отчета о прибылях и убытках за прошедший год;</w:t>
            </w:r>
          </w:p>
          <w:p w14:paraId="2AD7C3C8" w14:textId="77777777" w:rsidR="00CD0065" w:rsidRDefault="00CD0065" w:rsidP="00CD0065">
            <w:r>
              <w:t>•</w:t>
            </w:r>
            <w:r>
              <w:tab/>
              <w:t>копии пояснений к бухгалтерскому балансу и отчету о прибылях и убытках;</w:t>
            </w:r>
          </w:p>
          <w:p w14:paraId="327E8AB3" w14:textId="77777777" w:rsidR="00CD0065" w:rsidRDefault="00CD0065" w:rsidP="00CD0065">
            <w:r>
              <w:t>•</w:t>
            </w:r>
            <w:r>
              <w:tab/>
              <w:t>для индивидуальных предпринимателей – копии налоговых деклараций за последний отчетный год;</w:t>
            </w:r>
          </w:p>
          <w:p w14:paraId="3B9BD3F6" w14:textId="77777777" w:rsidR="00CD0065" w:rsidRDefault="00CD0065" w:rsidP="00CD0065">
            <w:r>
              <w:t>•</w:t>
            </w:r>
            <w:r>
              <w:tab/>
              <w:t>копия письма из ПАО «Газпром» о включении в Реестр потенциальных Участников закупок Группы Газпром (при наличии).</w:t>
            </w:r>
          </w:p>
          <w:p w14:paraId="64647D01" w14:textId="2C93462B" w:rsidR="007446C6" w:rsidRPr="00147F2B" w:rsidRDefault="00CD0065" w:rsidP="00CD0065">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tc>
      </w:tr>
      <w:tr w:rsidR="007446C6" w:rsidRPr="00147F2B" w14:paraId="16FE9C71" w14:textId="77777777" w:rsidTr="007446C6">
        <w:trPr>
          <w:trHeight w:val="20"/>
        </w:trPr>
        <w:tc>
          <w:tcPr>
            <w:tcW w:w="851" w:type="dxa"/>
            <w:tcBorders>
              <w:bottom w:val="single" w:sz="4" w:space="0" w:color="auto"/>
            </w:tcBorders>
          </w:tcPr>
          <w:p w14:paraId="2674F99A"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4.25</w:t>
            </w:r>
          </w:p>
        </w:tc>
        <w:tc>
          <w:tcPr>
            <w:tcW w:w="1134" w:type="dxa"/>
            <w:tcBorders>
              <w:bottom w:val="single" w:sz="4" w:space="0" w:color="auto"/>
            </w:tcBorders>
          </w:tcPr>
          <w:p w14:paraId="70985AFD"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1FE79825" w14:textId="7E9308CC" w:rsidR="002256CA" w:rsidRPr="00147F2B" w:rsidRDefault="007446C6" w:rsidP="00CF2712">
            <w:r w:rsidRPr="00147F2B">
              <w:t xml:space="preserve">Наличие Участника в </w:t>
            </w:r>
            <w:r w:rsidR="00F74E56">
              <w:t>реестре</w:t>
            </w:r>
            <w:r w:rsidRPr="00147F2B">
              <w:t xml:space="preserve"> потенциальных </w:t>
            </w:r>
            <w:r w:rsidR="00F74E56">
              <w:t>у</w:t>
            </w:r>
            <w:r w:rsidRPr="00147F2B">
              <w:t>частников закупок Группы Газпром</w:t>
            </w:r>
          </w:p>
        </w:tc>
        <w:tc>
          <w:tcPr>
            <w:tcW w:w="5081" w:type="dxa"/>
            <w:tcBorders>
              <w:bottom w:val="single" w:sz="4" w:space="0" w:color="auto"/>
            </w:tcBorders>
            <w:shd w:val="clear" w:color="auto" w:fill="FFFFFF"/>
          </w:tcPr>
          <w:p w14:paraId="12C47D10" w14:textId="77777777" w:rsidR="007446C6" w:rsidRPr="00147F2B" w:rsidRDefault="007446C6" w:rsidP="00CF2712">
            <w:pPr>
              <w:rPr>
                <w:i/>
              </w:rPr>
            </w:pPr>
            <w:r w:rsidRPr="00147F2B">
              <w:t>Требование необязательное.</w:t>
            </w:r>
          </w:p>
        </w:tc>
      </w:tr>
      <w:tr w:rsidR="00EA62A4" w:rsidRPr="00147F2B" w14:paraId="2845D761" w14:textId="77777777" w:rsidTr="0020493E">
        <w:trPr>
          <w:trHeight w:val="20"/>
        </w:trPr>
        <w:tc>
          <w:tcPr>
            <w:tcW w:w="851" w:type="dxa"/>
          </w:tcPr>
          <w:p w14:paraId="40C4556C" w14:textId="52BA0628" w:rsidR="00EA62A4" w:rsidRPr="00581587" w:rsidRDefault="00EA62A4" w:rsidP="0020493E">
            <w:pPr>
              <w:numPr>
                <w:ilvl w:val="2"/>
                <w:numId w:val="0"/>
              </w:numPr>
              <w:tabs>
                <w:tab w:val="num" w:pos="176"/>
              </w:tabs>
              <w:ind w:left="34" w:hanging="34"/>
              <w:contextualSpacing/>
              <w:jc w:val="center"/>
              <w:rPr>
                <w:b/>
                <w:sz w:val="28"/>
              </w:rPr>
            </w:pPr>
            <w:bookmarkStart w:id="300" w:name="З_4_26"/>
            <w:r w:rsidRPr="00472DB8">
              <w:rPr>
                <w:b/>
                <w:sz w:val="28"/>
              </w:rPr>
              <w:t>4.2</w:t>
            </w:r>
            <w:r>
              <w:rPr>
                <w:b/>
                <w:sz w:val="28"/>
              </w:rPr>
              <w:t>6</w:t>
            </w:r>
            <w:bookmarkEnd w:id="300"/>
          </w:p>
        </w:tc>
        <w:tc>
          <w:tcPr>
            <w:tcW w:w="1134" w:type="dxa"/>
          </w:tcPr>
          <w:p w14:paraId="470DD6D1" w14:textId="42831923" w:rsidR="00EA62A4" w:rsidRPr="00147F2B" w:rsidRDefault="009E4C25" w:rsidP="0020493E">
            <w:pPr>
              <w:widowControl w:val="0"/>
              <w:autoSpaceDE w:val="0"/>
              <w:autoSpaceDN w:val="0"/>
              <w:adjustRightInd w:val="0"/>
              <w:jc w:val="center"/>
              <w:rPr>
                <w:b/>
                <w:sz w:val="24"/>
              </w:rPr>
            </w:pPr>
            <w:r>
              <w:rPr>
                <w:b/>
                <w:sz w:val="24"/>
              </w:rPr>
              <w:fldChar w:fldCharType="begin"/>
            </w:r>
            <w:r>
              <w:rPr>
                <w:b/>
                <w:sz w:val="24"/>
              </w:rPr>
              <w:instrText xml:space="preserve"> REF _Ref453751302 \r \h </w:instrText>
            </w:r>
            <w:r>
              <w:rPr>
                <w:b/>
                <w:sz w:val="24"/>
              </w:rPr>
            </w:r>
            <w:r>
              <w:rPr>
                <w:b/>
                <w:sz w:val="24"/>
              </w:rPr>
              <w:fldChar w:fldCharType="separate"/>
            </w:r>
            <w:r>
              <w:rPr>
                <w:b/>
                <w:sz w:val="24"/>
              </w:rPr>
              <w:t>1.3.2.3</w:t>
            </w:r>
            <w:r>
              <w:rPr>
                <w:b/>
                <w:sz w:val="24"/>
              </w:rPr>
              <w:fldChar w:fldCharType="end"/>
            </w:r>
          </w:p>
        </w:tc>
        <w:tc>
          <w:tcPr>
            <w:tcW w:w="2834" w:type="dxa"/>
          </w:tcPr>
          <w:p w14:paraId="78F6EDCF" w14:textId="745D881B" w:rsidR="00EA62A4" w:rsidRPr="00147F2B" w:rsidRDefault="00EA62A4" w:rsidP="0020493E">
            <w:r>
              <w:t xml:space="preserve">Опыт выполнения поставок </w:t>
            </w:r>
            <w:r w:rsidR="00BD3D92">
              <w:t>подобных</w:t>
            </w:r>
            <w:r w:rsidR="00167339">
              <w:t xml:space="preserve"> товар</w:t>
            </w:r>
            <w:r w:rsidR="00BD3D92">
              <w:t>ов</w:t>
            </w:r>
          </w:p>
        </w:tc>
        <w:tc>
          <w:tcPr>
            <w:tcW w:w="5081" w:type="dxa"/>
          </w:tcPr>
          <w:p w14:paraId="1A5E21DD" w14:textId="15FF7CC2" w:rsidR="00EA62A4" w:rsidRPr="00147F2B" w:rsidRDefault="00BD3D92" w:rsidP="009A6DCC">
            <w:r>
              <w:t>Подобный</w:t>
            </w:r>
            <w:r w:rsidR="00EA62A4">
              <w:t xml:space="preserve"> товар:</w:t>
            </w:r>
            <w:r w:rsidR="001278B4">
              <w:t xml:space="preserve"> </w:t>
            </w:r>
            <w:r w:rsidR="004D4004" w:rsidRPr="004D4004">
              <w:t>10.51.51 Молоко и сливки, сгущенные или с добавками сахара или других подслащивающих веществ, не сухие</w:t>
            </w:r>
          </w:p>
        </w:tc>
      </w:tr>
      <w:bookmarkStart w:id="301" w:name="З_4_27"/>
      <w:tr w:rsidR="007446C6" w:rsidRPr="00147F2B" w14:paraId="7B4DA1C5" w14:textId="77777777" w:rsidTr="007446C6">
        <w:trPr>
          <w:trHeight w:val="20"/>
        </w:trPr>
        <w:tc>
          <w:tcPr>
            <w:tcW w:w="851" w:type="dxa"/>
          </w:tcPr>
          <w:p w14:paraId="1A6471A4" w14:textId="241408DA"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00472DB8">
              <w:rPr>
                <w:b/>
                <w:sz w:val="28"/>
              </w:rPr>
              <w:instrText>HYPERLINK  \l "З_4_27"</w:instrText>
            </w:r>
            <w:r w:rsidRPr="00581587">
              <w:rPr>
                <w:b/>
                <w:sz w:val="28"/>
              </w:rPr>
              <w:fldChar w:fldCharType="separate"/>
            </w:r>
            <w:r w:rsidR="007446C6" w:rsidRPr="00581587">
              <w:rPr>
                <w:rStyle w:val="af1"/>
                <w:b/>
                <w:sz w:val="28"/>
                <w:u w:val="none"/>
              </w:rPr>
              <w:t>4.2</w:t>
            </w:r>
            <w:r w:rsidR="00167339" w:rsidRPr="00581587">
              <w:rPr>
                <w:rStyle w:val="af1"/>
                <w:b/>
                <w:sz w:val="28"/>
                <w:u w:val="none"/>
              </w:rPr>
              <w:t>7</w:t>
            </w:r>
            <w:r w:rsidRPr="00581587">
              <w:rPr>
                <w:b/>
                <w:sz w:val="28"/>
              </w:rPr>
              <w:fldChar w:fldCharType="end"/>
            </w:r>
            <w:bookmarkEnd w:id="301"/>
          </w:p>
        </w:tc>
        <w:tc>
          <w:tcPr>
            <w:tcW w:w="1134" w:type="dxa"/>
          </w:tcPr>
          <w:p w14:paraId="1A686C68" w14:textId="7F49FC23" w:rsidR="007446C6" w:rsidRPr="00147F2B" w:rsidRDefault="009E4C25" w:rsidP="00CF2712">
            <w:pPr>
              <w:widowControl w:val="0"/>
              <w:autoSpaceDE w:val="0"/>
              <w:autoSpaceDN w:val="0"/>
              <w:adjustRightInd w:val="0"/>
              <w:jc w:val="center"/>
              <w:rPr>
                <w:b/>
                <w:sz w:val="24"/>
              </w:rPr>
            </w:pPr>
            <w:r>
              <w:rPr>
                <w:b/>
                <w:sz w:val="24"/>
              </w:rPr>
              <w:fldChar w:fldCharType="begin"/>
            </w:r>
            <w:r>
              <w:rPr>
                <w:b/>
                <w:sz w:val="24"/>
              </w:rPr>
              <w:instrText xml:space="preserve"> REF _Ref323044412 \r \h </w:instrText>
            </w:r>
            <w:r w:rsidR="004B712E">
              <w:rPr>
                <w:b/>
                <w:sz w:val="24"/>
              </w:rPr>
              <w:instrText xml:space="preserve"> \* MERGEFORMAT </w:instrText>
            </w:r>
            <w:r>
              <w:rPr>
                <w:b/>
                <w:sz w:val="24"/>
              </w:rPr>
            </w:r>
            <w:r>
              <w:rPr>
                <w:b/>
                <w:sz w:val="24"/>
              </w:rPr>
              <w:fldChar w:fldCharType="separate"/>
            </w:r>
            <w:r>
              <w:rPr>
                <w:b/>
                <w:sz w:val="24"/>
              </w:rPr>
              <w:t>1.3.2.4</w:t>
            </w:r>
            <w:r>
              <w:rPr>
                <w:b/>
                <w:sz w:val="24"/>
              </w:rPr>
              <w:fldChar w:fldCharType="end"/>
            </w:r>
          </w:p>
        </w:tc>
        <w:tc>
          <w:tcPr>
            <w:tcW w:w="2834" w:type="dxa"/>
          </w:tcPr>
          <w:p w14:paraId="3313A4BA" w14:textId="58F6C3E4" w:rsidR="00DE1A7D" w:rsidRPr="00147F2B" w:rsidRDefault="007446C6" w:rsidP="00EA62A4">
            <w:r w:rsidRPr="00147F2B">
              <w:t xml:space="preserve">Другие </w:t>
            </w:r>
            <w:r w:rsidR="001D6A5D">
              <w:t>сведения, необходимые Участнику для подготовки Заяв</w:t>
            </w:r>
            <w:r w:rsidRPr="00147F2B">
              <w:t>к</w:t>
            </w:r>
            <w:r w:rsidR="001D6A5D">
              <w:t>и</w:t>
            </w:r>
          </w:p>
        </w:tc>
        <w:tc>
          <w:tcPr>
            <w:tcW w:w="5081" w:type="dxa"/>
          </w:tcPr>
          <w:p w14:paraId="13A35056" w14:textId="260A96DA" w:rsidR="007446C6" w:rsidRPr="004B712E" w:rsidRDefault="004B712E" w:rsidP="00F5057C">
            <w:r w:rsidRPr="004B712E">
              <w:t>Не устанавливаются</w:t>
            </w:r>
          </w:p>
        </w:tc>
      </w:tr>
      <w:tr w:rsidR="007446C6" w:rsidRPr="00147F2B" w14:paraId="0702FE90" w14:textId="77777777" w:rsidTr="007446C6">
        <w:trPr>
          <w:trHeight w:val="20"/>
        </w:trPr>
        <w:tc>
          <w:tcPr>
            <w:tcW w:w="9900" w:type="dxa"/>
            <w:gridSpan w:val="4"/>
          </w:tcPr>
          <w:p w14:paraId="6C43FB0C" w14:textId="77777777" w:rsidR="007446C6" w:rsidRPr="00147F2B" w:rsidRDefault="007446C6" w:rsidP="00512090">
            <w:pPr>
              <w:rPr>
                <w:b/>
              </w:rPr>
            </w:pPr>
            <w:r w:rsidRPr="00147F2B">
              <w:rPr>
                <w:b/>
              </w:rPr>
              <w:t>Требования, установленные к Заявке</w:t>
            </w:r>
          </w:p>
        </w:tc>
      </w:tr>
      <w:bookmarkStart w:id="302" w:name="З_4_28"/>
      <w:tr w:rsidR="007446C6" w:rsidRPr="00147F2B" w14:paraId="6658054B" w14:textId="77777777" w:rsidTr="007446C6">
        <w:trPr>
          <w:trHeight w:val="20"/>
        </w:trPr>
        <w:tc>
          <w:tcPr>
            <w:tcW w:w="851" w:type="dxa"/>
          </w:tcPr>
          <w:p w14:paraId="18EC8FE4" w14:textId="6443E452"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"З_4_28" </w:instrText>
            </w:r>
            <w:r>
              <w:fldChar w:fldCharType="separate"/>
            </w:r>
            <w:r w:rsidR="00167339" w:rsidRPr="00581587">
              <w:rPr>
                <w:rStyle w:val="af1"/>
                <w:b/>
                <w:sz w:val="28"/>
                <w:u w:val="none"/>
              </w:rPr>
              <w:t>4.28</w:t>
            </w:r>
            <w:r>
              <w:rPr>
                <w:rStyle w:val="af1"/>
                <w:b/>
                <w:sz w:val="28"/>
                <w:u w:val="none"/>
              </w:rPr>
              <w:fldChar w:fldCharType="end"/>
            </w:r>
            <w:bookmarkEnd w:id="302"/>
          </w:p>
        </w:tc>
        <w:tc>
          <w:tcPr>
            <w:tcW w:w="1134" w:type="dxa"/>
          </w:tcPr>
          <w:p w14:paraId="4658CC6F" w14:textId="77777777" w:rsidR="007446C6" w:rsidRPr="00147F2B" w:rsidRDefault="007446C6" w:rsidP="00CF2712">
            <w:pPr>
              <w:widowControl w:val="0"/>
              <w:autoSpaceDE w:val="0"/>
              <w:autoSpaceDN w:val="0"/>
              <w:adjustRightInd w:val="0"/>
              <w:jc w:val="center"/>
              <w:rPr>
                <w:b/>
                <w:sz w:val="24"/>
              </w:rPr>
            </w:pPr>
          </w:p>
        </w:tc>
        <w:tc>
          <w:tcPr>
            <w:tcW w:w="2834" w:type="dxa"/>
          </w:tcPr>
          <w:p w14:paraId="57A7976A" w14:textId="77777777" w:rsidR="007446C6" w:rsidRPr="00147F2B" w:rsidRDefault="00512090" w:rsidP="00512090">
            <w:r>
              <w:t>Состав З</w:t>
            </w:r>
            <w:r w:rsidR="007446C6" w:rsidRPr="00147F2B">
              <w:t>аявки:</w:t>
            </w:r>
          </w:p>
        </w:tc>
        <w:tc>
          <w:tcPr>
            <w:tcW w:w="5081" w:type="dxa"/>
          </w:tcPr>
          <w:p w14:paraId="53689639" w14:textId="7E2C56E3" w:rsidR="007446C6" w:rsidRPr="00147F2B" w:rsidRDefault="007446C6" w:rsidP="00CF2712">
            <w:r w:rsidRPr="00147F2B">
              <w:t>Письмо о подаче Заявки</w:t>
            </w:r>
          </w:p>
          <w:p w14:paraId="6E57E4F1" w14:textId="77777777" w:rsidR="007446C6" w:rsidRPr="00147F2B" w:rsidRDefault="00B95A86" w:rsidP="00CF2712">
            <w:r>
              <w:t>Технико-коммерческое</w:t>
            </w:r>
            <w:r w:rsidR="007446C6" w:rsidRPr="00147F2B">
              <w:t xml:space="preserve"> предложение</w:t>
            </w:r>
          </w:p>
          <w:p w14:paraId="3CF6E265" w14:textId="77777777" w:rsidR="007446C6" w:rsidRPr="00147F2B" w:rsidRDefault="007446C6" w:rsidP="002134EC">
            <w:r w:rsidRPr="00147F2B">
              <w:t>Документы, подтверждающие квалификацию и правоспособность Участника</w:t>
            </w:r>
          </w:p>
        </w:tc>
      </w:tr>
      <w:bookmarkStart w:id="303" w:name="З_4_29"/>
      <w:tr w:rsidR="007446C6" w:rsidRPr="00147F2B" w14:paraId="1A04946F" w14:textId="77777777" w:rsidTr="007446C6">
        <w:trPr>
          <w:trHeight w:val="20"/>
        </w:trPr>
        <w:tc>
          <w:tcPr>
            <w:tcW w:w="851" w:type="dxa"/>
          </w:tcPr>
          <w:p w14:paraId="59D00ED2" w14:textId="6F9DDEA5"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"З_4_29" </w:instrText>
            </w:r>
            <w:r w:rsidRPr="00581587">
              <w:rPr>
                <w:b/>
                <w:sz w:val="28"/>
              </w:rPr>
              <w:fldChar w:fldCharType="separate"/>
            </w:r>
            <w:r w:rsidR="007446C6" w:rsidRPr="00581587">
              <w:rPr>
                <w:rStyle w:val="af1"/>
                <w:b/>
                <w:sz w:val="28"/>
                <w:u w:val="none"/>
              </w:rPr>
              <w:t>4.2</w:t>
            </w:r>
            <w:r w:rsidR="00167339" w:rsidRPr="00581587">
              <w:rPr>
                <w:rStyle w:val="af1"/>
                <w:b/>
                <w:sz w:val="28"/>
                <w:u w:val="none"/>
              </w:rPr>
              <w:t>9</w:t>
            </w:r>
            <w:r w:rsidRPr="00581587">
              <w:rPr>
                <w:b/>
                <w:sz w:val="28"/>
              </w:rPr>
              <w:fldChar w:fldCharType="end"/>
            </w:r>
            <w:bookmarkEnd w:id="303"/>
          </w:p>
        </w:tc>
        <w:tc>
          <w:tcPr>
            <w:tcW w:w="1134" w:type="dxa"/>
          </w:tcPr>
          <w:p w14:paraId="1DD582C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A703B">
              <w:rPr>
                <w:b/>
                <w:sz w:val="24"/>
              </w:rPr>
              <w:t>2.5.7</w:t>
            </w:r>
            <w:r w:rsidRPr="00147F2B">
              <w:rPr>
                <w:b/>
                <w:sz w:val="24"/>
              </w:rPr>
              <w:fldChar w:fldCharType="end"/>
            </w:r>
          </w:p>
        </w:tc>
        <w:tc>
          <w:tcPr>
            <w:tcW w:w="2834" w:type="dxa"/>
          </w:tcPr>
          <w:p w14:paraId="2307DD9F" w14:textId="77777777" w:rsidR="007446C6" w:rsidRPr="00147F2B" w:rsidRDefault="00512090" w:rsidP="00512090">
            <w:r>
              <w:t>Срок действия З</w:t>
            </w:r>
            <w:r w:rsidR="007446C6" w:rsidRPr="00147F2B">
              <w:t>аявки:</w:t>
            </w:r>
          </w:p>
        </w:tc>
        <w:tc>
          <w:tcPr>
            <w:tcW w:w="5081" w:type="dxa"/>
          </w:tcPr>
          <w:p w14:paraId="7FCDECDB" w14:textId="72CFCAC0" w:rsidR="007446C6" w:rsidRPr="00AE6417" w:rsidRDefault="00D465CF" w:rsidP="004D4004">
            <w:r w:rsidRPr="00AE6417">
              <w:t>1</w:t>
            </w:r>
            <w:r w:rsidR="004D4004" w:rsidRPr="00AE6417">
              <w:t>5</w:t>
            </w:r>
            <w:r w:rsidR="00CF2186" w:rsidRPr="00AE6417">
              <w:t>0</w:t>
            </w:r>
            <w:r w:rsidR="007446C6" w:rsidRPr="00AE6417">
              <w:t xml:space="preserve"> календарных дней со дня, следующего за днем проведени</w:t>
            </w:r>
            <w:r w:rsidR="00512090" w:rsidRPr="00AE6417">
              <w:t>я процедуры открытия доступа к З</w:t>
            </w:r>
            <w:r w:rsidR="007446C6" w:rsidRPr="00AE6417">
              <w:t>аявкам</w:t>
            </w:r>
          </w:p>
        </w:tc>
      </w:tr>
      <w:bookmarkStart w:id="304" w:name="З_4_30"/>
      <w:tr w:rsidR="007446C6" w:rsidRPr="00147F2B" w14:paraId="54C5A934" w14:textId="77777777" w:rsidTr="007446C6">
        <w:trPr>
          <w:trHeight w:val="20"/>
        </w:trPr>
        <w:tc>
          <w:tcPr>
            <w:tcW w:w="851" w:type="dxa"/>
          </w:tcPr>
          <w:p w14:paraId="3CBF1801" w14:textId="54FC8682"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"З_4_30" </w:instrText>
            </w:r>
            <w:r w:rsidRPr="00581587">
              <w:rPr>
                <w:b/>
                <w:sz w:val="28"/>
              </w:rPr>
              <w:fldChar w:fldCharType="separate"/>
            </w:r>
            <w:r w:rsidR="00167339" w:rsidRPr="00581587">
              <w:rPr>
                <w:rStyle w:val="af1"/>
                <w:b/>
                <w:sz w:val="28"/>
                <w:u w:val="none"/>
              </w:rPr>
              <w:t>4.30</w:t>
            </w:r>
            <w:r w:rsidRPr="00581587">
              <w:rPr>
                <w:b/>
                <w:sz w:val="28"/>
              </w:rPr>
              <w:fldChar w:fldCharType="end"/>
            </w:r>
            <w:bookmarkEnd w:id="304"/>
          </w:p>
        </w:tc>
        <w:tc>
          <w:tcPr>
            <w:tcW w:w="1134" w:type="dxa"/>
          </w:tcPr>
          <w:p w14:paraId="0A08A24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tc>
        <w:tc>
          <w:tcPr>
            <w:tcW w:w="2834" w:type="dxa"/>
          </w:tcPr>
          <w:p w14:paraId="08453A75" w14:textId="77777777" w:rsidR="007446C6" w:rsidRPr="00147F2B" w:rsidRDefault="007446C6" w:rsidP="00CF2712">
            <w:r w:rsidRPr="00147F2B">
              <w:t>Документы, подтверждающие квалификацию Участника:</w:t>
            </w:r>
          </w:p>
        </w:tc>
        <w:tc>
          <w:tcPr>
            <w:tcW w:w="5081" w:type="dxa"/>
          </w:tcPr>
          <w:p w14:paraId="62E05FBC" w14:textId="77777777"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A703B">
              <w:t>3.5</w:t>
            </w:r>
            <w:r w:rsidRPr="00147F2B">
              <w:fldChar w:fldCharType="end"/>
            </w:r>
          </w:p>
        </w:tc>
      </w:tr>
      <w:bookmarkStart w:id="305" w:name="З_4_31"/>
      <w:tr w:rsidR="007446C6" w:rsidRPr="00147F2B" w14:paraId="0CB37A5E" w14:textId="77777777" w:rsidTr="007446C6">
        <w:trPr>
          <w:trHeight w:val="20"/>
        </w:trPr>
        <w:tc>
          <w:tcPr>
            <w:tcW w:w="851" w:type="dxa"/>
          </w:tcPr>
          <w:p w14:paraId="3DF91E09" w14:textId="22567064"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"З_4_31" </w:instrText>
            </w:r>
            <w:r>
              <w:fldChar w:fldCharType="separate"/>
            </w:r>
            <w:r w:rsidR="00167339" w:rsidRPr="00581587">
              <w:rPr>
                <w:rStyle w:val="af1"/>
                <w:b/>
                <w:sz w:val="28"/>
                <w:u w:val="none"/>
              </w:rPr>
              <w:t>4.31</w:t>
            </w:r>
            <w:r>
              <w:rPr>
                <w:rStyle w:val="af1"/>
                <w:b/>
                <w:sz w:val="28"/>
                <w:u w:val="none"/>
              </w:rPr>
              <w:fldChar w:fldCharType="end"/>
            </w:r>
            <w:bookmarkEnd w:id="305"/>
          </w:p>
        </w:tc>
        <w:tc>
          <w:tcPr>
            <w:tcW w:w="1134" w:type="dxa"/>
          </w:tcPr>
          <w:p w14:paraId="1902199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Pr>
          <w:p w14:paraId="009B5812" w14:textId="77777777" w:rsidR="007446C6" w:rsidRPr="00147F2B" w:rsidRDefault="007446C6" w:rsidP="00CF2712">
            <w:r w:rsidRPr="00147F2B">
              <w:t>Документы, подтверждающие правоспособность Участника</w:t>
            </w:r>
          </w:p>
        </w:tc>
        <w:tc>
          <w:tcPr>
            <w:tcW w:w="5081" w:type="dxa"/>
          </w:tcPr>
          <w:p w14:paraId="628E6B33" w14:textId="77777777"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A703B">
              <w:t>3.6</w:t>
            </w:r>
            <w:r w:rsidRPr="00147F2B">
              <w:fldChar w:fldCharType="end"/>
            </w:r>
          </w:p>
        </w:tc>
      </w:tr>
      <w:bookmarkStart w:id="306" w:name="З_4_33"/>
      <w:bookmarkStart w:id="307" w:name="З_4_32"/>
      <w:tr w:rsidR="007446C6" w:rsidRPr="00147F2B" w14:paraId="1496495B" w14:textId="77777777" w:rsidTr="007446C6">
        <w:trPr>
          <w:trHeight w:val="20"/>
        </w:trPr>
        <w:tc>
          <w:tcPr>
            <w:tcW w:w="851" w:type="dxa"/>
          </w:tcPr>
          <w:p w14:paraId="5C6A2A3C" w14:textId="56B8318E"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"З_4_32" </w:instrText>
            </w:r>
            <w:r w:rsidRPr="00581587">
              <w:rPr>
                <w:b/>
                <w:sz w:val="28"/>
              </w:rPr>
              <w:fldChar w:fldCharType="separate"/>
            </w:r>
            <w:r w:rsidR="007446C6" w:rsidRPr="00581587">
              <w:rPr>
                <w:rStyle w:val="af1"/>
                <w:b/>
                <w:sz w:val="28"/>
                <w:u w:val="none"/>
              </w:rPr>
              <w:t>4.3</w:t>
            </w:r>
            <w:r w:rsidRPr="00581587">
              <w:rPr>
                <w:rStyle w:val="af1"/>
                <w:b/>
                <w:sz w:val="28"/>
                <w:u w:val="none"/>
              </w:rPr>
              <w:t>2</w:t>
            </w:r>
            <w:r w:rsidRPr="00581587">
              <w:rPr>
                <w:b/>
                <w:sz w:val="28"/>
              </w:rPr>
              <w:fldChar w:fldCharType="end"/>
            </w:r>
            <w:bookmarkEnd w:id="306"/>
            <w:bookmarkEnd w:id="307"/>
          </w:p>
        </w:tc>
        <w:tc>
          <w:tcPr>
            <w:tcW w:w="1134" w:type="dxa"/>
          </w:tcPr>
          <w:p w14:paraId="6FE32193"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A703B">
              <w:rPr>
                <w:b/>
                <w:sz w:val="24"/>
              </w:rPr>
              <w:t>3.5.20</w:t>
            </w:r>
            <w:r w:rsidRPr="00147F2B">
              <w:rPr>
                <w:b/>
                <w:sz w:val="24"/>
              </w:rPr>
              <w:fldChar w:fldCharType="end"/>
            </w:r>
          </w:p>
        </w:tc>
        <w:tc>
          <w:tcPr>
            <w:tcW w:w="2834" w:type="dxa"/>
          </w:tcPr>
          <w:p w14:paraId="778C062D" w14:textId="77777777" w:rsidR="007446C6" w:rsidRPr="00147F2B" w:rsidRDefault="007446C6" w:rsidP="00CF2712">
            <w:r w:rsidRPr="00147F2B">
              <w:t>Дополнит</w:t>
            </w:r>
            <w:r w:rsidR="00512090">
              <w:t xml:space="preserve">ельные документы, </w:t>
            </w:r>
            <w:r w:rsidR="00512090">
              <w:lastRenderedPageBreak/>
              <w:t>включаемые в З</w:t>
            </w:r>
            <w:r w:rsidRPr="00147F2B">
              <w:t xml:space="preserve">аявку </w:t>
            </w:r>
          </w:p>
        </w:tc>
        <w:tc>
          <w:tcPr>
            <w:tcW w:w="5081" w:type="dxa"/>
          </w:tcPr>
          <w:p w14:paraId="51D5DD44" w14:textId="5D6F298A" w:rsidR="007446C6" w:rsidRPr="00147F2B" w:rsidRDefault="004D4004" w:rsidP="00AC57A7">
            <w:r w:rsidRPr="00ED2EC5">
              <w:lastRenderedPageBreak/>
              <w:t>На усмотрение Участника</w:t>
            </w:r>
          </w:p>
        </w:tc>
      </w:tr>
    </w:tbl>
    <w:p w14:paraId="6488DEC1" w14:textId="77777777" w:rsidR="00D87DE2" w:rsidRDefault="00D87DE2" w:rsidP="00995A98">
      <w:pPr>
        <w:pStyle w:val="23"/>
        <w:ind w:left="12"/>
        <w:rPr>
          <w:sz w:val="16"/>
          <w:lang w:val="ru-RU"/>
        </w:rPr>
      </w:pPr>
    </w:p>
    <w:p w14:paraId="71D682E1" w14:textId="77777777" w:rsidR="00D87DE2" w:rsidRDefault="00D87DE2">
      <w:pPr>
        <w:rPr>
          <w:sz w:val="16"/>
          <w:lang w:eastAsia="x-none"/>
        </w:rPr>
      </w:pPr>
      <w:r>
        <w:rPr>
          <w:sz w:val="16"/>
        </w:rPr>
        <w:br w:type="page"/>
      </w:r>
    </w:p>
    <w:p w14:paraId="4D67D9BD" w14:textId="77777777" w:rsidR="00BA77FF" w:rsidRPr="00BA77FF" w:rsidRDefault="00BA77FF" w:rsidP="00995A98">
      <w:pPr>
        <w:pStyle w:val="23"/>
        <w:ind w:left="12"/>
        <w:rPr>
          <w:sz w:val="16"/>
          <w:lang w:val="ru-RU"/>
        </w:rPr>
      </w:pPr>
    </w:p>
    <w:p w14:paraId="241905FF" w14:textId="77777777" w:rsidR="00D34A9A" w:rsidRPr="00147F2B" w:rsidRDefault="00D34A9A" w:rsidP="00B87060">
      <w:pPr>
        <w:keepNext/>
        <w:numPr>
          <w:ilvl w:val="0"/>
          <w:numId w:val="5"/>
        </w:numPr>
        <w:jc w:val="center"/>
        <w:outlineLvl w:val="0"/>
        <w:rPr>
          <w:b/>
          <w:bCs/>
          <w:sz w:val="28"/>
          <w:szCs w:val="28"/>
        </w:rPr>
      </w:pPr>
      <w:bookmarkStart w:id="308" w:name="_Toc453152083"/>
      <w:bookmarkStart w:id="309" w:name="_Toc453166635"/>
      <w:bookmarkStart w:id="310" w:name="_Toc468260883"/>
      <w:r w:rsidRPr="00147F2B">
        <w:rPr>
          <w:b/>
          <w:bCs/>
          <w:sz w:val="28"/>
        </w:rPr>
        <w:t>ОБРАЗЦЫ ФОРМ ДОКУМЕНТОВ, ВКЛЮЧАЕМЫХ В ЗАЯВКУ</w:t>
      </w:r>
      <w:bookmarkEnd w:id="308"/>
      <w:bookmarkEnd w:id="309"/>
      <w:bookmarkEnd w:id="310"/>
    </w:p>
    <w:p w14:paraId="6F07D569" w14:textId="77777777" w:rsidR="00D34A9A" w:rsidRPr="00147F2B" w:rsidRDefault="00D34A9A" w:rsidP="00D34A9A">
      <w:pPr>
        <w:ind w:left="566"/>
        <w:contextualSpacing/>
        <w:rPr>
          <w:sz w:val="28"/>
          <w:szCs w:val="28"/>
        </w:rPr>
      </w:pPr>
    </w:p>
    <w:p w14:paraId="1A930BD1" w14:textId="77777777" w:rsidR="00D34A9A" w:rsidRPr="00147F2B" w:rsidRDefault="00D34A9A" w:rsidP="00B87060">
      <w:pPr>
        <w:numPr>
          <w:ilvl w:val="1"/>
          <w:numId w:val="5"/>
        </w:numPr>
        <w:ind w:left="709" w:hanging="709"/>
        <w:jc w:val="both"/>
        <w:outlineLvl w:val="1"/>
        <w:rPr>
          <w:b/>
          <w:sz w:val="28"/>
          <w:szCs w:val="28"/>
          <w:lang w:val="x-none" w:eastAsia="x-none"/>
        </w:rPr>
      </w:pPr>
      <w:bookmarkStart w:id="311" w:name="_Toc255048945"/>
      <w:bookmarkStart w:id="312" w:name="_Toc255048985"/>
      <w:bookmarkStart w:id="313" w:name="_Ref323317792"/>
      <w:bookmarkStart w:id="314" w:name="_Ref323317806"/>
      <w:bookmarkStart w:id="315" w:name="_Ref323380034"/>
      <w:bookmarkStart w:id="316" w:name="_Toc453152084"/>
      <w:bookmarkStart w:id="317" w:name="_Toc453166636"/>
      <w:bookmarkStart w:id="318" w:name="_Toc468260884"/>
      <w:r w:rsidRPr="00147F2B">
        <w:rPr>
          <w:b/>
          <w:sz w:val="28"/>
          <w:szCs w:val="28"/>
          <w:lang w:val="x-none" w:eastAsia="x-none"/>
        </w:rPr>
        <w:t>Письм</w:t>
      </w:r>
      <w:r w:rsidR="00FE7925">
        <w:rPr>
          <w:b/>
          <w:sz w:val="28"/>
          <w:szCs w:val="28"/>
          <w:lang w:val="x-none" w:eastAsia="x-none"/>
        </w:rPr>
        <w:t xml:space="preserve">о о подаче </w:t>
      </w:r>
      <w:r w:rsidR="001D6A5D" w:rsidRPr="00513961">
        <w:rPr>
          <w:b/>
          <w:sz w:val="28"/>
          <w:lang w:val="x-none"/>
        </w:rPr>
        <w:t>Заявки</w:t>
      </w:r>
      <w:r w:rsidRPr="00147F2B">
        <w:rPr>
          <w:b/>
          <w:sz w:val="28"/>
          <w:szCs w:val="28"/>
          <w:lang w:val="x-none" w:eastAsia="x-none"/>
        </w:rPr>
        <w:t xml:space="preserve"> (Форма 1)</w:t>
      </w:r>
      <w:bookmarkEnd w:id="311"/>
      <w:bookmarkEnd w:id="312"/>
      <w:bookmarkEnd w:id="313"/>
      <w:bookmarkEnd w:id="314"/>
      <w:bookmarkEnd w:id="315"/>
      <w:bookmarkEnd w:id="316"/>
      <w:bookmarkEnd w:id="317"/>
      <w:bookmarkEnd w:id="318"/>
    </w:p>
    <w:tbl>
      <w:tblPr>
        <w:tblW w:w="0" w:type="auto"/>
        <w:tblLayout w:type="fixed"/>
        <w:tblLook w:val="01E0" w:firstRow="1" w:lastRow="1" w:firstColumn="1" w:lastColumn="1" w:noHBand="0" w:noVBand="0"/>
      </w:tblPr>
      <w:tblGrid>
        <w:gridCol w:w="5068"/>
        <w:gridCol w:w="5069"/>
      </w:tblGrid>
      <w:tr w:rsidR="00D34A9A" w:rsidRPr="00147F2B" w14:paraId="27258738" w14:textId="77777777" w:rsidTr="00D34A9A">
        <w:tc>
          <w:tcPr>
            <w:tcW w:w="5068" w:type="dxa"/>
          </w:tcPr>
          <w:p w14:paraId="16390F58" w14:textId="77777777" w:rsidR="00D34A9A" w:rsidRPr="00147F2B" w:rsidRDefault="00D34A9A" w:rsidP="00D34A9A">
            <w:pPr>
              <w:ind w:firstLine="709"/>
              <w:jc w:val="both"/>
              <w:rPr>
                <w:sz w:val="22"/>
                <w:szCs w:val="22"/>
              </w:rPr>
            </w:pPr>
          </w:p>
          <w:p w14:paraId="260E6236" w14:textId="77777777" w:rsidR="00D34A9A" w:rsidRPr="00147F2B" w:rsidRDefault="00D34A9A" w:rsidP="00D34A9A">
            <w:pPr>
              <w:jc w:val="both"/>
              <w:rPr>
                <w:sz w:val="22"/>
                <w:szCs w:val="22"/>
              </w:rPr>
            </w:pPr>
            <w:r w:rsidRPr="00147F2B">
              <w:rPr>
                <w:sz w:val="22"/>
                <w:szCs w:val="22"/>
              </w:rPr>
              <w:t>« ___» ________ 20</w:t>
            </w:r>
            <w:r w:rsidRPr="00147F2B">
              <w:rPr>
                <w:sz w:val="22"/>
                <w:szCs w:val="22"/>
                <w:lang w:val="en-US"/>
              </w:rPr>
              <w:t>1</w:t>
            </w:r>
            <w:r w:rsidR="004D0A7E">
              <w:rPr>
                <w:sz w:val="22"/>
                <w:szCs w:val="22"/>
              </w:rPr>
              <w:t>6</w:t>
            </w:r>
            <w:r w:rsidRPr="00147F2B">
              <w:rPr>
                <w:sz w:val="22"/>
                <w:szCs w:val="22"/>
              </w:rPr>
              <w:t xml:space="preserve"> года № __________</w:t>
            </w:r>
          </w:p>
        </w:tc>
        <w:tc>
          <w:tcPr>
            <w:tcW w:w="5069" w:type="dxa"/>
          </w:tcPr>
          <w:p w14:paraId="10DA70C9" w14:textId="77777777" w:rsidR="00D34A9A" w:rsidRPr="00147F2B" w:rsidRDefault="00D34A9A" w:rsidP="00D34A9A">
            <w:pPr>
              <w:ind w:firstLine="709"/>
              <w:jc w:val="both"/>
              <w:rPr>
                <w:b/>
                <w:sz w:val="22"/>
                <w:szCs w:val="22"/>
              </w:rPr>
            </w:pPr>
          </w:p>
        </w:tc>
      </w:tr>
    </w:tbl>
    <w:p w14:paraId="65C12BA9" w14:textId="77777777" w:rsidR="00D34A9A" w:rsidRPr="00147F2B" w:rsidRDefault="00D34A9A" w:rsidP="00D34A9A">
      <w:pPr>
        <w:ind w:firstLine="709"/>
        <w:jc w:val="center"/>
        <w:rPr>
          <w:sz w:val="22"/>
          <w:szCs w:val="22"/>
        </w:rPr>
      </w:pPr>
    </w:p>
    <w:p w14:paraId="3EB4D4B3" w14:textId="77777777" w:rsidR="00D34A9A" w:rsidRPr="00147F2B" w:rsidRDefault="00D34A9A" w:rsidP="00D34A9A">
      <w:pPr>
        <w:ind w:firstLine="709"/>
        <w:jc w:val="center"/>
        <w:rPr>
          <w:sz w:val="22"/>
          <w:szCs w:val="22"/>
        </w:rPr>
      </w:pPr>
      <w:r w:rsidRPr="00147F2B">
        <w:rPr>
          <w:sz w:val="22"/>
          <w:szCs w:val="22"/>
        </w:rPr>
        <w:t>Уважаемые господа!</w:t>
      </w:r>
    </w:p>
    <w:p w14:paraId="3A50BCDB" w14:textId="77777777" w:rsidR="00D34A9A" w:rsidRPr="00147F2B" w:rsidRDefault="00D34A9A" w:rsidP="00D34A9A">
      <w:pPr>
        <w:ind w:firstLine="709"/>
        <w:jc w:val="center"/>
        <w:rPr>
          <w:sz w:val="22"/>
          <w:szCs w:val="22"/>
        </w:rPr>
      </w:pPr>
    </w:p>
    <w:p w14:paraId="4669F1A1" w14:textId="5EE9E8C4"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C172EC">
        <w:rPr>
          <w:sz w:val="22"/>
          <w:szCs w:val="22"/>
        </w:rPr>
        <w:t>__________</w:t>
      </w:r>
      <w:r w:rsidRPr="00147F2B">
        <w:rPr>
          <w:sz w:val="22"/>
          <w:szCs w:val="22"/>
        </w:rPr>
        <w:t xml:space="preserve"> о проведении открытого запроса предложений № </w:t>
      </w:r>
      <w:r w:rsidR="003C4955">
        <w:rPr>
          <w:sz w:val="22"/>
          <w:szCs w:val="22"/>
        </w:rPr>
        <w:t>0002/16/2.2/0069276/ТГУфа/ЗП/ГОС/Э/02.12.2016</w:t>
      </w:r>
      <w:r w:rsidRPr="00147F2B">
        <w:rPr>
          <w:sz w:val="22"/>
          <w:szCs w:val="22"/>
        </w:rPr>
        <w:t xml:space="preserve">, опубликованное на официальном сайте </w:t>
      </w:r>
      <w:hyperlink r:id="rId15" w:history="1">
        <w:r w:rsidRPr="00147F2B">
          <w:rPr>
            <w:sz w:val="22"/>
            <w:szCs w:val="22"/>
            <w:u w:val="single"/>
          </w:rPr>
          <w:t>www.zakupki.gov.ru</w:t>
        </w:r>
      </w:hyperlink>
      <w:r w:rsidRPr="00147F2B">
        <w:rPr>
          <w:sz w:val="22"/>
          <w:szCs w:val="22"/>
        </w:rPr>
        <w:t xml:space="preserve">, сайте </w:t>
      </w:r>
      <w:r w:rsidR="000739B5">
        <w:rPr>
          <w:sz w:val="22"/>
          <w:szCs w:val="22"/>
        </w:rPr>
        <w:t>ЭТП</w:t>
      </w:r>
      <w:r w:rsidRPr="00147F2B">
        <w:rPr>
          <w:sz w:val="22"/>
          <w:szCs w:val="22"/>
        </w:rPr>
        <w:t xml:space="preserve"> </w:t>
      </w:r>
      <w:hyperlink r:id="rId16" w:history="1">
        <w:r w:rsidRPr="00147F2B">
          <w:rPr>
            <w:sz w:val="22"/>
            <w:szCs w:val="22"/>
          </w:rPr>
          <w:t>www.etpgaz.gazprombank.ru</w:t>
        </w:r>
      </w:hyperlink>
      <w:r w:rsidRPr="00147F2B">
        <w:rPr>
          <w:sz w:val="22"/>
          <w:szCs w:val="22"/>
        </w:rPr>
        <w:t xml:space="preserve">; и Документацию, и принимая установленные в них требования и условия запроса предложений, в том числе все условия </w:t>
      </w:r>
      <w:r w:rsidR="004736B9">
        <w:rPr>
          <w:sz w:val="22"/>
          <w:szCs w:val="22"/>
        </w:rPr>
        <w:t>д</w:t>
      </w:r>
      <w:r w:rsidRPr="00147F2B">
        <w:rPr>
          <w:sz w:val="22"/>
          <w:szCs w:val="22"/>
        </w:rPr>
        <w:t>оговора, включенного в Документацию, мы</w:t>
      </w:r>
    </w:p>
    <w:p w14:paraId="69677FAF" w14:textId="77777777" w:rsidR="00D34A9A" w:rsidRPr="00147F2B" w:rsidRDefault="00D34A9A" w:rsidP="00D34A9A">
      <w:pPr>
        <w:pBdr>
          <w:bottom w:val="single" w:sz="12" w:space="1" w:color="auto"/>
        </w:pBdr>
        <w:tabs>
          <w:tab w:val="center" w:pos="4677"/>
          <w:tab w:val="right" w:pos="9355"/>
        </w:tabs>
        <w:ind w:firstLine="360"/>
        <w:jc w:val="both"/>
      </w:pPr>
    </w:p>
    <w:p w14:paraId="429A4061" w14:textId="490133E3"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w:t>
      </w:r>
    </w:p>
    <w:p w14:paraId="32A4A0FB" w14:textId="2107F8E3" w:rsidR="00821B99" w:rsidRPr="00604926" w:rsidRDefault="00D34A9A" w:rsidP="00DD4BAD">
      <w:pPr>
        <w:jc w:val="both"/>
        <w:rPr>
          <w:sz w:val="22"/>
          <w:szCs w:val="22"/>
          <w:lang w:eastAsia="x-none"/>
        </w:rPr>
      </w:pPr>
      <w:r w:rsidRPr="00147F2B">
        <w:rPr>
          <w:sz w:val="22"/>
          <w:szCs w:val="22"/>
          <w:lang w:val="x-none" w:eastAsia="x-none"/>
        </w:rPr>
        <w:t xml:space="preserve">предлагаем заключить </w:t>
      </w:r>
      <w:r w:rsidR="004736B9">
        <w:rPr>
          <w:sz w:val="22"/>
          <w:szCs w:val="22"/>
          <w:lang w:eastAsia="x-none"/>
        </w:rPr>
        <w:t>д</w:t>
      </w:r>
      <w:r w:rsidRPr="00147F2B">
        <w:rPr>
          <w:sz w:val="22"/>
          <w:szCs w:val="22"/>
          <w:lang w:val="x-none" w:eastAsia="x-none"/>
        </w:rPr>
        <w:t xml:space="preserve">оговор </w:t>
      </w:r>
      <w:r w:rsidRPr="00147F2B">
        <w:rPr>
          <w:sz w:val="22"/>
          <w:szCs w:val="22"/>
          <w:lang w:eastAsia="x-none"/>
        </w:rPr>
        <w:t xml:space="preserve">на поставку </w:t>
      </w:r>
      <w:r w:rsidR="005F1B61">
        <w:rPr>
          <w:sz w:val="22"/>
          <w:szCs w:val="22"/>
          <w:lang w:eastAsia="x-none"/>
        </w:rPr>
        <w:t xml:space="preserve">продуктов питания </w:t>
      </w:r>
      <w:r w:rsidRPr="00821B99">
        <w:rPr>
          <w:sz w:val="22"/>
          <w:szCs w:val="22"/>
          <w:lang w:eastAsia="x-none"/>
        </w:rPr>
        <w:t xml:space="preserve">на условиях и в соответствии с </w:t>
      </w:r>
      <w:r w:rsidR="001D6A5D">
        <w:rPr>
          <w:sz w:val="22"/>
          <w:szCs w:val="22"/>
          <w:lang w:eastAsia="x-none"/>
        </w:rPr>
        <w:t>З</w:t>
      </w:r>
      <w:r w:rsidR="00821B99" w:rsidRPr="00821B99">
        <w:rPr>
          <w:sz w:val="22"/>
          <w:szCs w:val="22"/>
          <w:lang w:eastAsia="x-none"/>
        </w:rPr>
        <w:t xml:space="preserve">аявкой при условии </w:t>
      </w:r>
      <w:r w:rsidR="00821B99" w:rsidRPr="00604926">
        <w:rPr>
          <w:sz w:val="22"/>
          <w:szCs w:val="22"/>
          <w:lang w:eastAsia="x-none"/>
        </w:rPr>
        <w:t xml:space="preserve">поставки товаров в _______ </w:t>
      </w:r>
      <w:r w:rsidR="00821B99" w:rsidRPr="00604926">
        <w:rPr>
          <w:b/>
          <w:i/>
          <w:lang w:eastAsia="x-none"/>
        </w:rPr>
        <w:t>(указать срок поставки)</w:t>
      </w:r>
      <w:r w:rsidR="00821B99">
        <w:rPr>
          <w:b/>
          <w:i/>
          <w:lang w:eastAsia="x-none"/>
        </w:rPr>
        <w:t xml:space="preserve"> </w:t>
      </w:r>
      <w:r w:rsidR="00821B99">
        <w:rPr>
          <w:sz w:val="22"/>
          <w:szCs w:val="22"/>
          <w:lang w:eastAsia="x-none"/>
        </w:rPr>
        <w:t>на сумму</w:t>
      </w:r>
      <w:r w:rsidR="00821B99" w:rsidRPr="00821B99">
        <w:rPr>
          <w:sz w:val="22"/>
          <w:szCs w:val="22"/>
          <w:lang w:eastAsia="x-none"/>
        </w:rPr>
        <w:t xml:space="preserve"> в соответст</w:t>
      </w:r>
      <w:r w:rsidR="001D6A5D">
        <w:rPr>
          <w:sz w:val="22"/>
          <w:szCs w:val="22"/>
          <w:lang w:eastAsia="x-none"/>
        </w:rPr>
        <w:t>вии со стоимостью, указанной в З</w:t>
      </w:r>
      <w:r w:rsidR="00821B99" w:rsidRPr="00821B99">
        <w:rPr>
          <w:sz w:val="22"/>
          <w:szCs w:val="22"/>
          <w:lang w:eastAsia="x-none"/>
        </w:rPr>
        <w:t xml:space="preserve">аявке, размещенной на </w:t>
      </w:r>
      <w:r w:rsidR="000739B5">
        <w:rPr>
          <w:sz w:val="22"/>
          <w:szCs w:val="22"/>
          <w:lang w:eastAsia="x-none"/>
        </w:rPr>
        <w:t>ЭТП</w:t>
      </w:r>
      <w:r w:rsidR="00821B99" w:rsidRPr="00821B99">
        <w:rPr>
          <w:sz w:val="22"/>
          <w:szCs w:val="22"/>
          <w:lang w:eastAsia="x-none"/>
        </w:rPr>
        <w:t xml:space="preserve"> и подписанной квалифицированной электронной подписью</w:t>
      </w:r>
      <w:r w:rsidR="00821B99">
        <w:rPr>
          <w:sz w:val="22"/>
          <w:szCs w:val="22"/>
          <w:lang w:eastAsia="x-none"/>
        </w:rPr>
        <w:t>.</w:t>
      </w:r>
    </w:p>
    <w:p w14:paraId="70C08B8E" w14:textId="77777777" w:rsidR="00D34A9A" w:rsidRPr="0060442E" w:rsidRDefault="0020493E" w:rsidP="0060442E">
      <w:pPr>
        <w:ind w:firstLine="284"/>
        <w:jc w:val="both"/>
        <w:rPr>
          <w:sz w:val="22"/>
          <w:szCs w:val="22"/>
          <w:lang w:eastAsia="x-none"/>
        </w:rPr>
      </w:pPr>
      <w:r>
        <w:rPr>
          <w:sz w:val="22"/>
          <w:szCs w:val="22"/>
          <w:lang w:eastAsia="x-none"/>
        </w:rPr>
        <w:t>Настоящим принимаем условия Д</w:t>
      </w:r>
      <w:r w:rsidR="00D34A9A" w:rsidRPr="00604926">
        <w:rPr>
          <w:sz w:val="22"/>
          <w:szCs w:val="22"/>
          <w:lang w:eastAsia="x-none"/>
        </w:rPr>
        <w:t>окументации о возможности заключения договора на поставку части объема за</w:t>
      </w:r>
      <w:r w:rsidR="00512090">
        <w:rPr>
          <w:sz w:val="22"/>
          <w:szCs w:val="22"/>
          <w:lang w:eastAsia="x-none"/>
        </w:rPr>
        <w:t>купки, но не менее 90% от це</w:t>
      </w:r>
      <w:r w:rsidR="001D6A5D">
        <w:rPr>
          <w:sz w:val="22"/>
          <w:szCs w:val="22"/>
          <w:lang w:eastAsia="x-none"/>
        </w:rPr>
        <w:t>ны З</w:t>
      </w:r>
      <w:r w:rsidR="00D34A9A" w:rsidRPr="00604926">
        <w:rPr>
          <w:sz w:val="22"/>
          <w:szCs w:val="22"/>
          <w:lang w:eastAsia="x-none"/>
        </w:rPr>
        <w:t>аявки.</w:t>
      </w:r>
    </w:p>
    <w:p w14:paraId="25B6C6A4" w14:textId="3E389258" w:rsidR="00D34A9A" w:rsidRPr="00147F2B" w:rsidRDefault="00D34A9A" w:rsidP="007446C6">
      <w:pPr>
        <w:ind w:firstLine="709"/>
        <w:jc w:val="both"/>
        <w:rPr>
          <w:sz w:val="22"/>
          <w:szCs w:val="22"/>
          <w:lang w:val="x-none" w:eastAsia="x-none"/>
        </w:rPr>
      </w:pPr>
      <w:r w:rsidRPr="00604926">
        <w:rPr>
          <w:sz w:val="22"/>
          <w:szCs w:val="22"/>
          <w:lang w:val="x-none" w:eastAsia="x-none"/>
        </w:rPr>
        <w:t xml:space="preserve">Настоящая </w:t>
      </w:r>
      <w:r w:rsidRPr="00604926">
        <w:rPr>
          <w:sz w:val="22"/>
          <w:szCs w:val="16"/>
          <w:lang w:val="x-none" w:eastAsia="x-none"/>
        </w:rPr>
        <w:t>Заявка</w:t>
      </w:r>
      <w:r w:rsidRPr="00513961">
        <w:rPr>
          <w:sz w:val="22"/>
          <w:lang w:val="x-none"/>
        </w:rPr>
        <w:t xml:space="preserve"> </w:t>
      </w:r>
      <w:r w:rsidRPr="00604926">
        <w:rPr>
          <w:sz w:val="22"/>
          <w:szCs w:val="22"/>
          <w:lang w:val="x-none" w:eastAsia="x-none"/>
        </w:rPr>
        <w:t xml:space="preserve">имеет правовой статус оферты и действует до «_____»__________ года </w:t>
      </w:r>
      <w:r w:rsidRPr="00604926">
        <w:rPr>
          <w:b/>
          <w:i/>
          <w:sz w:val="22"/>
          <w:szCs w:val="22"/>
          <w:lang w:val="x-none" w:eastAsia="x-none"/>
        </w:rPr>
        <w:t>(указыв</w:t>
      </w:r>
      <w:r w:rsidR="00FE7925">
        <w:rPr>
          <w:b/>
          <w:i/>
          <w:sz w:val="22"/>
          <w:szCs w:val="22"/>
          <w:lang w:val="x-none" w:eastAsia="x-none"/>
        </w:rPr>
        <w:t xml:space="preserve">ается окончание срока действия </w:t>
      </w:r>
      <w:r w:rsidR="001D6A5D" w:rsidRPr="00513961">
        <w:rPr>
          <w:b/>
          <w:i/>
          <w:sz w:val="22"/>
          <w:lang w:val="x-none"/>
        </w:rPr>
        <w:t>Заявки</w:t>
      </w:r>
      <w:r w:rsidRPr="00604926">
        <w:rPr>
          <w:b/>
          <w:i/>
          <w:sz w:val="22"/>
          <w:szCs w:val="22"/>
          <w:lang w:eastAsia="x-none"/>
        </w:rPr>
        <w:t>, п.</w:t>
      </w:r>
      <w:r w:rsidR="002375C7" w:rsidRPr="00604926">
        <w:rPr>
          <w:b/>
          <w:i/>
          <w:sz w:val="22"/>
          <w:szCs w:val="22"/>
          <w:lang w:eastAsia="x-none"/>
        </w:rPr>
        <w:t> </w:t>
      </w:r>
      <w:r w:rsidR="00AC62BD" w:rsidRPr="00604926">
        <w:rPr>
          <w:b/>
          <w:i/>
          <w:sz w:val="22"/>
          <w:szCs w:val="22"/>
          <w:lang w:eastAsia="x-none"/>
        </w:rPr>
        <w:fldChar w:fldCharType="begin"/>
      </w:r>
      <w:r w:rsidR="00AC62BD" w:rsidRPr="00604926">
        <w:rPr>
          <w:b/>
          <w:i/>
          <w:sz w:val="22"/>
          <w:szCs w:val="22"/>
          <w:lang w:eastAsia="x-none"/>
        </w:rPr>
        <w:instrText xml:space="preserve"> REF З_4_28 \h  \* MERGEFORMAT </w:instrText>
      </w:r>
      <w:r w:rsidR="00AC62BD" w:rsidRPr="00604926">
        <w:rPr>
          <w:b/>
          <w:i/>
          <w:sz w:val="22"/>
          <w:szCs w:val="22"/>
          <w:lang w:eastAsia="x-none"/>
        </w:rPr>
      </w:r>
      <w:r w:rsidR="00AC62BD" w:rsidRPr="00604926">
        <w:rPr>
          <w:b/>
          <w:i/>
          <w:sz w:val="22"/>
          <w:szCs w:val="22"/>
          <w:lang w:eastAsia="x-none"/>
        </w:rPr>
        <w:fldChar w:fldCharType="separate"/>
      </w:r>
      <w:r w:rsidR="00757A65" w:rsidRPr="00757A65">
        <w:rPr>
          <w:b/>
          <w:i/>
          <w:sz w:val="22"/>
          <w:szCs w:val="22"/>
        </w:rPr>
        <w:t>4.29</w:t>
      </w:r>
      <w:r w:rsidR="00AC62BD" w:rsidRPr="00604926">
        <w:rPr>
          <w:b/>
          <w:i/>
          <w:sz w:val="22"/>
          <w:szCs w:val="22"/>
          <w:lang w:eastAsia="x-none"/>
        </w:rPr>
        <w:fldChar w:fldCharType="end"/>
      </w:r>
      <w:r w:rsidR="002375C7" w:rsidRPr="00604926">
        <w:rPr>
          <w:b/>
          <w:i/>
          <w:sz w:val="22"/>
          <w:szCs w:val="22"/>
          <w:lang w:eastAsia="x-none"/>
        </w:rPr>
        <w:t xml:space="preserve"> </w:t>
      </w:r>
      <w:r w:rsidRPr="00604926">
        <w:rPr>
          <w:b/>
          <w:i/>
          <w:sz w:val="22"/>
          <w:szCs w:val="22"/>
          <w:lang w:eastAsia="x-none"/>
        </w:rPr>
        <w:t>информационной карты</w:t>
      </w:r>
      <w:r w:rsidRPr="00604926">
        <w:rPr>
          <w:b/>
          <w:i/>
          <w:sz w:val="22"/>
          <w:szCs w:val="22"/>
          <w:lang w:val="x-none" w:eastAsia="x-none"/>
        </w:rPr>
        <w:t>).</w:t>
      </w:r>
    </w:p>
    <w:p w14:paraId="6FEF4563" w14:textId="77777777" w:rsidR="00D34A9A" w:rsidRPr="00147F2B" w:rsidRDefault="001D6A5D" w:rsidP="00D34A9A">
      <w:pPr>
        <w:ind w:firstLine="709"/>
        <w:jc w:val="both"/>
        <w:rPr>
          <w:sz w:val="22"/>
        </w:rPr>
      </w:pPr>
      <w:r>
        <w:rPr>
          <w:sz w:val="22"/>
        </w:rPr>
        <w:t>Настоящая З</w:t>
      </w:r>
      <w:r w:rsidR="00D34A9A" w:rsidRPr="00147F2B">
        <w:rPr>
          <w:sz w:val="22"/>
        </w:rPr>
        <w:t>аявка 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D43EC8" w14:paraId="5EAEA791" w14:textId="77777777" w:rsidTr="00197476">
        <w:trPr>
          <w:trHeight w:val="20"/>
        </w:trPr>
        <w:tc>
          <w:tcPr>
            <w:tcW w:w="999" w:type="pct"/>
          </w:tcPr>
          <w:p w14:paraId="4945CF91" w14:textId="77777777" w:rsidR="00D34A9A" w:rsidRPr="00D43EC8" w:rsidRDefault="00D34A9A" w:rsidP="00DD1F2C">
            <w:pPr>
              <w:rPr>
                <w:iCs/>
              </w:rPr>
            </w:pPr>
            <w:r w:rsidRPr="00D43EC8">
              <w:rPr>
                <w:iCs/>
              </w:rPr>
              <w:t>Приложение 1</w:t>
            </w:r>
          </w:p>
        </w:tc>
        <w:tc>
          <w:tcPr>
            <w:tcW w:w="3145" w:type="pct"/>
          </w:tcPr>
          <w:p w14:paraId="1638B709" w14:textId="77777777" w:rsidR="00D34A9A" w:rsidRPr="00D43EC8" w:rsidRDefault="00D34A9A" w:rsidP="00DD1F2C">
            <w:pPr>
              <w:rPr>
                <w:iCs/>
              </w:rPr>
            </w:pPr>
            <w:r w:rsidRPr="00D43EC8">
              <w:rPr>
                <w:iCs/>
              </w:rPr>
              <w:t>Технико-коммерческое предложение (Форма 1)</w:t>
            </w:r>
          </w:p>
        </w:tc>
        <w:tc>
          <w:tcPr>
            <w:tcW w:w="856" w:type="pct"/>
          </w:tcPr>
          <w:p w14:paraId="18D28114" w14:textId="77777777" w:rsidR="00D34A9A" w:rsidRPr="00D43EC8" w:rsidRDefault="00D34A9A" w:rsidP="00DD1F2C">
            <w:pPr>
              <w:rPr>
                <w:iCs/>
              </w:rPr>
            </w:pPr>
            <w:r w:rsidRPr="00D43EC8">
              <w:rPr>
                <w:iCs/>
              </w:rPr>
              <w:t>на ___ листах;</w:t>
            </w:r>
          </w:p>
        </w:tc>
      </w:tr>
      <w:tr w:rsidR="00D34A9A" w:rsidRPr="00D43EC8" w14:paraId="0B3B821B" w14:textId="77777777" w:rsidTr="00197476">
        <w:trPr>
          <w:trHeight w:val="20"/>
        </w:trPr>
        <w:tc>
          <w:tcPr>
            <w:tcW w:w="999" w:type="pct"/>
          </w:tcPr>
          <w:p w14:paraId="6D5F5491" w14:textId="77777777" w:rsidR="00D34A9A" w:rsidRPr="00D43EC8" w:rsidRDefault="00D34A9A" w:rsidP="00DD1F2C">
            <w:pPr>
              <w:rPr>
                <w:iCs/>
              </w:rPr>
            </w:pPr>
            <w:r w:rsidRPr="00D43EC8">
              <w:rPr>
                <w:iCs/>
              </w:rPr>
              <w:t>Приложение 2</w:t>
            </w:r>
          </w:p>
        </w:tc>
        <w:tc>
          <w:tcPr>
            <w:tcW w:w="3145" w:type="pct"/>
          </w:tcPr>
          <w:p w14:paraId="7D3C3848" w14:textId="77777777" w:rsidR="00D34A9A" w:rsidRPr="00D43EC8" w:rsidRDefault="00D34A9A" w:rsidP="00DD1F2C">
            <w:pPr>
              <w:rPr>
                <w:iCs/>
              </w:rPr>
            </w:pPr>
            <w:r w:rsidRPr="00D43EC8">
              <w:rPr>
                <w:iCs/>
              </w:rPr>
              <w:t xml:space="preserve">Анкета Участника (Форма </w:t>
            </w:r>
            <w:r w:rsidR="00B652E9" w:rsidRPr="00D43EC8">
              <w:rPr>
                <w:iCs/>
              </w:rPr>
              <w:t>2</w:t>
            </w:r>
            <w:r w:rsidRPr="00D43EC8">
              <w:rPr>
                <w:iCs/>
              </w:rPr>
              <w:t>)</w:t>
            </w:r>
          </w:p>
        </w:tc>
        <w:tc>
          <w:tcPr>
            <w:tcW w:w="856" w:type="pct"/>
          </w:tcPr>
          <w:p w14:paraId="0A481ADF" w14:textId="77777777" w:rsidR="00D34A9A" w:rsidRPr="00D43EC8" w:rsidRDefault="00D34A9A" w:rsidP="00DD1F2C">
            <w:pPr>
              <w:rPr>
                <w:iCs/>
              </w:rPr>
            </w:pPr>
            <w:r w:rsidRPr="00D43EC8">
              <w:rPr>
                <w:iCs/>
              </w:rPr>
              <w:t>на ___ листах;</w:t>
            </w:r>
          </w:p>
        </w:tc>
      </w:tr>
      <w:tr w:rsidR="00D34A9A" w:rsidRPr="00D43EC8" w14:paraId="26E056B1" w14:textId="77777777" w:rsidTr="00197476">
        <w:trPr>
          <w:trHeight w:val="20"/>
        </w:trPr>
        <w:tc>
          <w:tcPr>
            <w:tcW w:w="999" w:type="pct"/>
          </w:tcPr>
          <w:p w14:paraId="04FAF5EB" w14:textId="77777777" w:rsidR="00D34A9A" w:rsidRPr="00D43EC8" w:rsidRDefault="00D34A9A" w:rsidP="00DD1F2C">
            <w:pPr>
              <w:rPr>
                <w:iCs/>
              </w:rPr>
            </w:pPr>
          </w:p>
        </w:tc>
        <w:tc>
          <w:tcPr>
            <w:tcW w:w="3145" w:type="pct"/>
          </w:tcPr>
          <w:p w14:paraId="2AB8DD03" w14:textId="77777777" w:rsidR="00D34A9A" w:rsidRPr="00D43EC8" w:rsidRDefault="00D34A9A" w:rsidP="00DD1F2C">
            <w:pPr>
              <w:rPr>
                <w:iCs/>
              </w:rPr>
            </w:pPr>
            <w:r w:rsidRPr="00D43EC8">
              <w:rPr>
                <w:iCs/>
              </w:rPr>
              <w:t xml:space="preserve">Информация о цепочке собственников, включая бенефициаров (в том числе конечных) (Форма </w:t>
            </w:r>
            <w:r w:rsidR="00B652E9" w:rsidRPr="00D43EC8">
              <w:rPr>
                <w:iCs/>
              </w:rPr>
              <w:t>2</w:t>
            </w:r>
            <w:r w:rsidRPr="00D43EC8">
              <w:rPr>
                <w:iCs/>
              </w:rPr>
              <w:t>.1)</w:t>
            </w:r>
          </w:p>
        </w:tc>
        <w:tc>
          <w:tcPr>
            <w:tcW w:w="856" w:type="pct"/>
          </w:tcPr>
          <w:p w14:paraId="11038F1D" w14:textId="77777777" w:rsidR="00DD1F2C" w:rsidRPr="00D43EC8" w:rsidRDefault="00DD1F2C" w:rsidP="00DD1F2C">
            <w:pPr>
              <w:rPr>
                <w:iCs/>
              </w:rPr>
            </w:pPr>
          </w:p>
          <w:p w14:paraId="509608E7" w14:textId="77777777" w:rsidR="00D34A9A" w:rsidRPr="00D43EC8" w:rsidRDefault="00D34A9A" w:rsidP="00DD1F2C">
            <w:pPr>
              <w:rPr>
                <w:iCs/>
              </w:rPr>
            </w:pPr>
            <w:r w:rsidRPr="00D43EC8">
              <w:rPr>
                <w:iCs/>
              </w:rPr>
              <w:t>на ___ листах;</w:t>
            </w:r>
          </w:p>
        </w:tc>
      </w:tr>
      <w:tr w:rsidR="00D34A9A" w:rsidRPr="00D43EC8" w14:paraId="70852F80" w14:textId="77777777" w:rsidTr="00197476">
        <w:trPr>
          <w:trHeight w:val="20"/>
        </w:trPr>
        <w:tc>
          <w:tcPr>
            <w:tcW w:w="999" w:type="pct"/>
          </w:tcPr>
          <w:p w14:paraId="076A96CD" w14:textId="77777777" w:rsidR="00D34A9A" w:rsidRPr="00D43EC8" w:rsidRDefault="00D34A9A" w:rsidP="00DD1F2C">
            <w:pPr>
              <w:rPr>
                <w:iCs/>
              </w:rPr>
            </w:pPr>
          </w:p>
        </w:tc>
        <w:tc>
          <w:tcPr>
            <w:tcW w:w="3145" w:type="pct"/>
          </w:tcPr>
          <w:p w14:paraId="1F27E96D" w14:textId="6197A44E" w:rsidR="00D34A9A" w:rsidRPr="00D43EC8" w:rsidRDefault="00D34A9A" w:rsidP="00D43EC8">
            <w:pPr>
              <w:rPr>
                <w:iCs/>
              </w:rPr>
            </w:pPr>
            <w:r w:rsidRPr="00D43EC8">
              <w:rPr>
                <w:iCs/>
              </w:rPr>
              <w:t>Согласие на обработку и переда</w:t>
            </w:r>
            <w:r w:rsidR="00C61AC6" w:rsidRPr="00D43EC8">
              <w:rPr>
                <w:iCs/>
              </w:rPr>
              <w:t xml:space="preserve">чу своих персональных данных в </w:t>
            </w:r>
            <w:r w:rsidR="00D43EC8" w:rsidRPr="00D43EC8">
              <w:rPr>
                <w:iCs/>
              </w:rPr>
              <w:t xml:space="preserve">ООО «Газпром трансгаз Уфа» </w:t>
            </w:r>
            <w:r w:rsidRPr="00D43EC8">
              <w:rPr>
                <w:iCs/>
              </w:rPr>
              <w:t xml:space="preserve">для последующей передачи в </w:t>
            </w:r>
            <w:r w:rsidR="00D43EC8" w:rsidRPr="00D43EC8">
              <w:rPr>
                <w:iCs/>
              </w:rPr>
              <w:t xml:space="preserve">ПАО «Газпром», </w:t>
            </w:r>
            <w:r w:rsidRPr="00D43EC8">
              <w:rPr>
                <w:iCs/>
              </w:rPr>
              <w:t xml:space="preserve">Минэнерго России, Росфинмониторинг и ФНС России (Форма </w:t>
            </w:r>
            <w:r w:rsidR="00B652E9" w:rsidRPr="00D43EC8">
              <w:rPr>
                <w:iCs/>
              </w:rPr>
              <w:t>2</w:t>
            </w:r>
            <w:r w:rsidRPr="00D43EC8">
              <w:rPr>
                <w:iCs/>
              </w:rPr>
              <w:t>.2)</w:t>
            </w:r>
          </w:p>
        </w:tc>
        <w:tc>
          <w:tcPr>
            <w:tcW w:w="856" w:type="pct"/>
          </w:tcPr>
          <w:p w14:paraId="5932C1DA" w14:textId="77777777" w:rsidR="00DD1F2C" w:rsidRPr="00D43EC8" w:rsidRDefault="00DD1F2C" w:rsidP="00DD1F2C">
            <w:pPr>
              <w:rPr>
                <w:iCs/>
              </w:rPr>
            </w:pPr>
          </w:p>
          <w:p w14:paraId="0B43BE70" w14:textId="77777777" w:rsidR="00DD1F2C" w:rsidRPr="00D43EC8" w:rsidRDefault="00DD1F2C" w:rsidP="00DD1F2C">
            <w:pPr>
              <w:rPr>
                <w:iCs/>
              </w:rPr>
            </w:pPr>
          </w:p>
          <w:p w14:paraId="40ED73ED" w14:textId="77777777" w:rsidR="00D34A9A" w:rsidRPr="00D43EC8" w:rsidRDefault="00D34A9A" w:rsidP="00DD1F2C">
            <w:pPr>
              <w:rPr>
                <w:iCs/>
              </w:rPr>
            </w:pPr>
            <w:r w:rsidRPr="00D43EC8">
              <w:rPr>
                <w:iCs/>
              </w:rPr>
              <w:t>на ___ листах;</w:t>
            </w:r>
          </w:p>
        </w:tc>
      </w:tr>
      <w:tr w:rsidR="00D34A9A" w:rsidRPr="00D43EC8" w14:paraId="39C10F8E" w14:textId="77777777" w:rsidTr="00197476">
        <w:trPr>
          <w:trHeight w:val="20"/>
        </w:trPr>
        <w:tc>
          <w:tcPr>
            <w:tcW w:w="999" w:type="pct"/>
          </w:tcPr>
          <w:p w14:paraId="407C2AA0" w14:textId="77777777" w:rsidR="00D34A9A" w:rsidRPr="00D43EC8" w:rsidRDefault="00D34A9A" w:rsidP="00DD1F2C">
            <w:pPr>
              <w:rPr>
                <w:iCs/>
                <w:lang w:eastAsia="x-none"/>
              </w:rPr>
            </w:pPr>
            <w:r w:rsidRPr="00D43EC8">
              <w:rPr>
                <w:iCs/>
                <w:lang w:eastAsia="x-none"/>
              </w:rPr>
              <w:t>Приложение 3</w:t>
            </w:r>
          </w:p>
        </w:tc>
        <w:tc>
          <w:tcPr>
            <w:tcW w:w="3145" w:type="pct"/>
          </w:tcPr>
          <w:p w14:paraId="767C0FF7" w14:textId="77777777" w:rsidR="00D34A9A" w:rsidRPr="00D43EC8" w:rsidRDefault="00D34A9A" w:rsidP="00DD1F2C">
            <w:pPr>
              <w:rPr>
                <w:iCs/>
                <w:lang w:eastAsia="x-none"/>
              </w:rPr>
            </w:pPr>
            <w:r w:rsidRPr="00D43EC8">
              <w:rPr>
                <w:iCs/>
                <w:lang w:eastAsia="x-none"/>
              </w:rPr>
              <w:t xml:space="preserve">Справка об объеме поставок Товара (Форма </w:t>
            </w:r>
            <w:r w:rsidR="00B652E9" w:rsidRPr="00D43EC8">
              <w:rPr>
                <w:iCs/>
                <w:lang w:eastAsia="x-none"/>
              </w:rPr>
              <w:t>3</w:t>
            </w:r>
            <w:r w:rsidRPr="00D43EC8">
              <w:rPr>
                <w:iCs/>
                <w:lang w:eastAsia="x-none"/>
              </w:rPr>
              <w:t xml:space="preserve">) </w:t>
            </w:r>
          </w:p>
        </w:tc>
        <w:tc>
          <w:tcPr>
            <w:tcW w:w="856" w:type="pct"/>
          </w:tcPr>
          <w:p w14:paraId="107D80C0" w14:textId="77777777" w:rsidR="00D34A9A" w:rsidRPr="00D43EC8" w:rsidRDefault="00D34A9A" w:rsidP="00DD1F2C">
            <w:pPr>
              <w:tabs>
                <w:tab w:val="left" w:pos="-600"/>
              </w:tabs>
              <w:rPr>
                <w:iCs/>
              </w:rPr>
            </w:pPr>
            <w:r w:rsidRPr="00D43EC8">
              <w:rPr>
                <w:iCs/>
              </w:rPr>
              <w:t>на ___ листах;</w:t>
            </w:r>
          </w:p>
        </w:tc>
      </w:tr>
      <w:tr w:rsidR="00D34A9A" w:rsidRPr="00D43EC8" w14:paraId="56A0D102" w14:textId="77777777" w:rsidTr="00197476">
        <w:trPr>
          <w:trHeight w:val="20"/>
        </w:trPr>
        <w:tc>
          <w:tcPr>
            <w:tcW w:w="999" w:type="pct"/>
          </w:tcPr>
          <w:p w14:paraId="3E7E9134" w14:textId="77777777" w:rsidR="00D34A9A" w:rsidRPr="00D43EC8" w:rsidRDefault="00D34A9A" w:rsidP="00DD1F2C">
            <w:pPr>
              <w:rPr>
                <w:iCs/>
              </w:rPr>
            </w:pPr>
            <w:r w:rsidRPr="00D43EC8">
              <w:rPr>
                <w:iCs/>
              </w:rPr>
              <w:t>Приложение 4</w:t>
            </w:r>
          </w:p>
        </w:tc>
        <w:tc>
          <w:tcPr>
            <w:tcW w:w="3145" w:type="pct"/>
          </w:tcPr>
          <w:p w14:paraId="189550D5" w14:textId="77777777" w:rsidR="00D34A9A" w:rsidRPr="00D43EC8" w:rsidRDefault="00D34A9A" w:rsidP="00DD1F2C">
            <w:pPr>
              <w:rPr>
                <w:iCs/>
              </w:rPr>
            </w:pPr>
            <w:r w:rsidRPr="00D43EC8">
              <w:rPr>
                <w:iCs/>
              </w:rPr>
              <w:t xml:space="preserve">Справка об опыте выполнения поставок товара (Форма </w:t>
            </w:r>
            <w:r w:rsidR="00B652E9" w:rsidRPr="00D43EC8">
              <w:rPr>
                <w:iCs/>
              </w:rPr>
              <w:t>4</w:t>
            </w:r>
            <w:r w:rsidRPr="00D43EC8">
              <w:rPr>
                <w:iCs/>
              </w:rPr>
              <w:t>).</w:t>
            </w:r>
          </w:p>
        </w:tc>
        <w:tc>
          <w:tcPr>
            <w:tcW w:w="856" w:type="pct"/>
          </w:tcPr>
          <w:p w14:paraId="334AC629" w14:textId="77777777" w:rsidR="00D34A9A" w:rsidRPr="00D43EC8" w:rsidRDefault="00D34A9A" w:rsidP="00DD1F2C">
            <w:pPr>
              <w:rPr>
                <w:iCs/>
              </w:rPr>
            </w:pPr>
            <w:r w:rsidRPr="00D43EC8">
              <w:rPr>
                <w:iCs/>
              </w:rPr>
              <w:t>на ___ листах;</w:t>
            </w:r>
          </w:p>
        </w:tc>
      </w:tr>
      <w:tr w:rsidR="00D34A9A" w:rsidRPr="00D43EC8" w14:paraId="1A00D187" w14:textId="77777777" w:rsidTr="00197476">
        <w:trPr>
          <w:trHeight w:val="20"/>
        </w:trPr>
        <w:tc>
          <w:tcPr>
            <w:tcW w:w="999" w:type="pct"/>
          </w:tcPr>
          <w:p w14:paraId="727F29D1" w14:textId="77777777" w:rsidR="00D34A9A" w:rsidRPr="00D43EC8" w:rsidRDefault="00D34A9A" w:rsidP="00DD1F2C">
            <w:pPr>
              <w:rPr>
                <w:iCs/>
              </w:rPr>
            </w:pPr>
            <w:r w:rsidRPr="00D43EC8">
              <w:rPr>
                <w:iCs/>
              </w:rPr>
              <w:t>Приложение 5</w:t>
            </w:r>
          </w:p>
        </w:tc>
        <w:tc>
          <w:tcPr>
            <w:tcW w:w="3145" w:type="pct"/>
          </w:tcPr>
          <w:p w14:paraId="13742CF1" w14:textId="77777777" w:rsidR="00D34A9A" w:rsidRPr="00D43EC8" w:rsidRDefault="00D34A9A" w:rsidP="00DD1F2C">
            <w:pPr>
              <w:rPr>
                <w:iCs/>
              </w:rPr>
            </w:pPr>
            <w:r w:rsidRPr="00D43EC8">
              <w:rPr>
                <w:iCs/>
              </w:rPr>
              <w:t>Справка о субпо</w:t>
            </w:r>
            <w:r w:rsidR="00041148" w:rsidRPr="00D43EC8">
              <w:rPr>
                <w:iCs/>
              </w:rPr>
              <w:t>ставщиках</w:t>
            </w:r>
            <w:r w:rsidRPr="00D43EC8">
              <w:rPr>
                <w:iCs/>
              </w:rPr>
              <w:t xml:space="preserve"> (Форма </w:t>
            </w:r>
            <w:r w:rsidR="00B652E9" w:rsidRPr="00D43EC8">
              <w:rPr>
                <w:iCs/>
              </w:rPr>
              <w:t>5</w:t>
            </w:r>
            <w:r w:rsidRPr="00D43EC8">
              <w:rPr>
                <w:iCs/>
              </w:rPr>
              <w:t>)</w:t>
            </w:r>
          </w:p>
        </w:tc>
        <w:tc>
          <w:tcPr>
            <w:tcW w:w="856" w:type="pct"/>
          </w:tcPr>
          <w:p w14:paraId="6AECD052" w14:textId="77777777" w:rsidR="00D34A9A" w:rsidRPr="00D43EC8" w:rsidRDefault="00DD1F2C" w:rsidP="00DD1F2C">
            <w:pPr>
              <w:rPr>
                <w:iCs/>
              </w:rPr>
            </w:pPr>
            <w:r w:rsidRPr="00D43EC8">
              <w:rPr>
                <w:iCs/>
              </w:rPr>
              <w:t>на ___ листах;</w:t>
            </w:r>
          </w:p>
        </w:tc>
      </w:tr>
      <w:tr w:rsidR="00D34A9A" w:rsidRPr="00D43EC8" w14:paraId="547C685E" w14:textId="77777777" w:rsidTr="00197476">
        <w:trPr>
          <w:trHeight w:val="20"/>
        </w:trPr>
        <w:tc>
          <w:tcPr>
            <w:tcW w:w="999" w:type="pct"/>
          </w:tcPr>
          <w:p w14:paraId="2C72E590" w14:textId="77777777" w:rsidR="00D34A9A" w:rsidRPr="00D43EC8" w:rsidRDefault="00D34A9A" w:rsidP="00DD1F2C">
            <w:pPr>
              <w:rPr>
                <w:iCs/>
              </w:rPr>
            </w:pPr>
            <w:r w:rsidRPr="00D43EC8">
              <w:rPr>
                <w:iCs/>
              </w:rPr>
              <w:t>Приложение 6</w:t>
            </w:r>
          </w:p>
        </w:tc>
        <w:tc>
          <w:tcPr>
            <w:tcW w:w="3145" w:type="pct"/>
          </w:tcPr>
          <w:p w14:paraId="4EDD7DA8" w14:textId="77777777" w:rsidR="00D34A9A" w:rsidRPr="00D43EC8" w:rsidRDefault="00D34A9A" w:rsidP="00DD1F2C">
            <w:pPr>
              <w:rPr>
                <w:iCs/>
              </w:rPr>
            </w:pPr>
            <w:r w:rsidRPr="00D43EC8">
              <w:t xml:space="preserve">Справка о деловой репутации (Форма </w:t>
            </w:r>
            <w:r w:rsidR="00B652E9" w:rsidRPr="00D43EC8">
              <w:t>6</w:t>
            </w:r>
            <w:r w:rsidRPr="00D43EC8">
              <w:t>)</w:t>
            </w:r>
          </w:p>
        </w:tc>
        <w:tc>
          <w:tcPr>
            <w:tcW w:w="856" w:type="pct"/>
          </w:tcPr>
          <w:p w14:paraId="222A86A7" w14:textId="77777777" w:rsidR="00D34A9A" w:rsidRPr="00D43EC8" w:rsidRDefault="00D34A9A" w:rsidP="00DD1F2C">
            <w:pPr>
              <w:rPr>
                <w:iCs/>
              </w:rPr>
            </w:pPr>
            <w:r w:rsidRPr="00D43EC8">
              <w:rPr>
                <w:iCs/>
              </w:rPr>
              <w:t>на ___ листах;</w:t>
            </w:r>
          </w:p>
        </w:tc>
      </w:tr>
      <w:tr w:rsidR="007446C6" w:rsidRPr="00D43EC8" w14:paraId="4ACEBE03" w14:textId="77777777" w:rsidTr="00197476">
        <w:trPr>
          <w:trHeight w:val="20"/>
        </w:trPr>
        <w:tc>
          <w:tcPr>
            <w:tcW w:w="999" w:type="pct"/>
          </w:tcPr>
          <w:p w14:paraId="43BCC4BA" w14:textId="77777777" w:rsidR="007446C6" w:rsidRPr="00D43EC8" w:rsidRDefault="007446C6" w:rsidP="00DD1F2C">
            <w:pPr>
              <w:rPr>
                <w:iCs/>
              </w:rPr>
            </w:pPr>
            <w:r w:rsidRPr="00D43EC8">
              <w:rPr>
                <w:iCs/>
              </w:rPr>
              <w:t>Приложение 8</w:t>
            </w:r>
          </w:p>
        </w:tc>
        <w:tc>
          <w:tcPr>
            <w:tcW w:w="3145" w:type="pct"/>
          </w:tcPr>
          <w:p w14:paraId="3BD3E099" w14:textId="77777777" w:rsidR="007446C6" w:rsidRPr="00D43EC8" w:rsidRDefault="007446C6" w:rsidP="00DD1F2C">
            <w:pPr>
              <w:rPr>
                <w:iCs/>
              </w:rPr>
            </w:pPr>
            <w:r w:rsidRPr="00D43EC8">
              <w:rPr>
                <w:iCs/>
              </w:rPr>
              <w:t>Письма предприятий-изготовителей Товара</w:t>
            </w:r>
            <w:r w:rsidRPr="00D43EC8">
              <w:rPr>
                <w:b/>
                <w:i/>
              </w:rPr>
              <w:t xml:space="preserve"> </w:t>
            </w:r>
            <w:r w:rsidRPr="00D43EC8">
              <w:rPr>
                <w:iCs/>
              </w:rPr>
              <w:t>(Форма 8)</w:t>
            </w:r>
          </w:p>
        </w:tc>
        <w:tc>
          <w:tcPr>
            <w:tcW w:w="856" w:type="pct"/>
          </w:tcPr>
          <w:p w14:paraId="4A5C1CEE" w14:textId="77777777" w:rsidR="007446C6" w:rsidRPr="00D43EC8" w:rsidRDefault="007446C6" w:rsidP="00DD1F2C">
            <w:pPr>
              <w:rPr>
                <w:iCs/>
              </w:rPr>
            </w:pPr>
            <w:r w:rsidRPr="00D43EC8">
              <w:rPr>
                <w:iCs/>
              </w:rPr>
              <w:t>на ___ листах;</w:t>
            </w:r>
          </w:p>
        </w:tc>
      </w:tr>
      <w:tr w:rsidR="007446C6" w:rsidRPr="00D43EC8" w14:paraId="69010F26" w14:textId="77777777" w:rsidTr="00197476">
        <w:trPr>
          <w:trHeight w:val="20"/>
        </w:trPr>
        <w:tc>
          <w:tcPr>
            <w:tcW w:w="999" w:type="pct"/>
          </w:tcPr>
          <w:p w14:paraId="785C53FA" w14:textId="77777777" w:rsidR="007446C6" w:rsidRPr="00D43EC8" w:rsidRDefault="007446C6" w:rsidP="00DD1F2C">
            <w:pPr>
              <w:rPr>
                <w:iCs/>
              </w:rPr>
            </w:pPr>
            <w:r w:rsidRPr="00D43EC8">
              <w:rPr>
                <w:iCs/>
              </w:rPr>
              <w:t>Приложение 9</w:t>
            </w:r>
          </w:p>
        </w:tc>
        <w:tc>
          <w:tcPr>
            <w:tcW w:w="3145" w:type="pct"/>
          </w:tcPr>
          <w:p w14:paraId="090E8453" w14:textId="54321A5B" w:rsidR="007446C6" w:rsidRPr="00D43EC8" w:rsidRDefault="0017291C" w:rsidP="00DD1F2C">
            <w:pPr>
              <w:rPr>
                <w:iCs/>
              </w:rPr>
            </w:pPr>
            <w:r w:rsidRPr="00D43EC8">
              <w:rPr>
                <w:iCs/>
              </w:rPr>
              <w:t xml:space="preserve">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w:t>
            </w:r>
            <w:r w:rsidRPr="00D43EC8">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56" w:type="pct"/>
          </w:tcPr>
          <w:p w14:paraId="0CF72A37" w14:textId="77777777" w:rsidR="00DD1F2C" w:rsidRPr="00D43EC8" w:rsidRDefault="00DD1F2C" w:rsidP="00DD1F2C">
            <w:pPr>
              <w:rPr>
                <w:iCs/>
              </w:rPr>
            </w:pPr>
          </w:p>
          <w:p w14:paraId="011B2D17" w14:textId="77777777" w:rsidR="00DD1F2C" w:rsidRPr="00D43EC8" w:rsidRDefault="00DD1F2C" w:rsidP="00DD1F2C">
            <w:pPr>
              <w:rPr>
                <w:iCs/>
              </w:rPr>
            </w:pPr>
          </w:p>
          <w:p w14:paraId="0A9D8C2C" w14:textId="77777777" w:rsidR="0060442E" w:rsidRPr="00D43EC8" w:rsidRDefault="0060442E" w:rsidP="00DD1F2C">
            <w:pPr>
              <w:rPr>
                <w:iCs/>
              </w:rPr>
            </w:pPr>
          </w:p>
          <w:p w14:paraId="0A8E9424" w14:textId="77777777" w:rsidR="00D43EC8" w:rsidRDefault="00D43EC8" w:rsidP="00DD1F2C">
            <w:pPr>
              <w:rPr>
                <w:iCs/>
              </w:rPr>
            </w:pPr>
          </w:p>
          <w:p w14:paraId="1AD5D690" w14:textId="77777777" w:rsidR="00D43EC8" w:rsidRDefault="00D43EC8" w:rsidP="00DD1F2C">
            <w:pPr>
              <w:rPr>
                <w:iCs/>
              </w:rPr>
            </w:pPr>
          </w:p>
          <w:p w14:paraId="18950F9B" w14:textId="77777777" w:rsidR="00D43EC8" w:rsidRDefault="00D43EC8" w:rsidP="00DD1F2C">
            <w:pPr>
              <w:rPr>
                <w:iCs/>
              </w:rPr>
            </w:pPr>
          </w:p>
          <w:p w14:paraId="2984771D" w14:textId="77777777" w:rsidR="00D43EC8" w:rsidRDefault="00D43EC8" w:rsidP="00DD1F2C">
            <w:pPr>
              <w:rPr>
                <w:iCs/>
              </w:rPr>
            </w:pPr>
          </w:p>
          <w:p w14:paraId="59DA6A27" w14:textId="77777777" w:rsidR="00D43EC8" w:rsidRDefault="00D43EC8" w:rsidP="00DD1F2C">
            <w:pPr>
              <w:rPr>
                <w:iCs/>
              </w:rPr>
            </w:pPr>
          </w:p>
          <w:p w14:paraId="2B27331C" w14:textId="77777777" w:rsidR="00D43EC8" w:rsidRDefault="00D43EC8" w:rsidP="00DD1F2C">
            <w:pPr>
              <w:rPr>
                <w:iCs/>
              </w:rPr>
            </w:pPr>
          </w:p>
          <w:p w14:paraId="19E083F4" w14:textId="77777777" w:rsidR="00D43EC8" w:rsidRDefault="00D43EC8" w:rsidP="00DD1F2C">
            <w:pPr>
              <w:rPr>
                <w:iCs/>
              </w:rPr>
            </w:pPr>
          </w:p>
          <w:p w14:paraId="5532E5C1" w14:textId="77777777" w:rsidR="00D43EC8" w:rsidRDefault="00D43EC8" w:rsidP="00DD1F2C">
            <w:pPr>
              <w:rPr>
                <w:iCs/>
              </w:rPr>
            </w:pPr>
          </w:p>
          <w:p w14:paraId="59172C08" w14:textId="77777777" w:rsidR="007446C6" w:rsidRPr="00D43EC8" w:rsidRDefault="00DD1F2C" w:rsidP="00DD1F2C">
            <w:pPr>
              <w:rPr>
                <w:iCs/>
              </w:rPr>
            </w:pPr>
            <w:r w:rsidRPr="00D43EC8">
              <w:rPr>
                <w:iCs/>
              </w:rPr>
              <w:t>на ___ листах;</w:t>
            </w:r>
          </w:p>
        </w:tc>
      </w:tr>
      <w:tr w:rsidR="007446C6" w:rsidRPr="00D43EC8" w14:paraId="1C6F61C9" w14:textId="77777777" w:rsidTr="00197476">
        <w:trPr>
          <w:trHeight w:val="20"/>
        </w:trPr>
        <w:tc>
          <w:tcPr>
            <w:tcW w:w="999" w:type="pct"/>
          </w:tcPr>
          <w:p w14:paraId="48811D74" w14:textId="77777777" w:rsidR="007446C6" w:rsidRPr="00D43EC8" w:rsidRDefault="007446C6" w:rsidP="00DD1F2C">
            <w:pPr>
              <w:rPr>
                <w:iCs/>
              </w:rPr>
            </w:pPr>
            <w:r w:rsidRPr="00D43EC8">
              <w:rPr>
                <w:iCs/>
              </w:rPr>
              <w:t>Приложение 10</w:t>
            </w:r>
          </w:p>
          <w:p w14:paraId="68AF1E09" w14:textId="1C53C369" w:rsidR="00C747FC" w:rsidRPr="00D43EC8" w:rsidRDefault="00C747FC" w:rsidP="00DD1F2C">
            <w:pPr>
              <w:rPr>
                <w:iCs/>
              </w:rPr>
            </w:pPr>
            <w:r w:rsidRPr="00D43EC8">
              <w:rPr>
                <w:iCs/>
              </w:rPr>
              <w:t>Приложение 11</w:t>
            </w:r>
          </w:p>
        </w:tc>
        <w:tc>
          <w:tcPr>
            <w:tcW w:w="3145" w:type="pct"/>
          </w:tcPr>
          <w:p w14:paraId="490B1067" w14:textId="77777777" w:rsidR="007446C6" w:rsidRPr="00D43EC8" w:rsidRDefault="00DD1F2C" w:rsidP="00DD1F2C">
            <w:pPr>
              <w:rPr>
                <w:iCs/>
              </w:rPr>
            </w:pPr>
            <w:r w:rsidRPr="00D43EC8">
              <w:rPr>
                <w:iCs/>
              </w:rPr>
              <w:t>Письмо об отсутствии у У</w:t>
            </w:r>
            <w:r w:rsidR="007446C6" w:rsidRPr="00D43EC8">
              <w:rPr>
                <w:iCs/>
              </w:rPr>
              <w:t>частника судимости (Форма 10)</w:t>
            </w:r>
          </w:p>
          <w:p w14:paraId="21203B6E" w14:textId="6D3E50F7" w:rsidR="00C747FC" w:rsidRPr="00D43EC8" w:rsidRDefault="00C747FC" w:rsidP="00DD1F2C">
            <w:pPr>
              <w:rPr>
                <w:iCs/>
              </w:rPr>
            </w:pPr>
            <w:r w:rsidRPr="00D43EC8">
              <w:rPr>
                <w:iCs/>
              </w:rPr>
              <w:t>Справка о МТР (Форма 11)</w:t>
            </w:r>
          </w:p>
        </w:tc>
        <w:tc>
          <w:tcPr>
            <w:tcW w:w="856" w:type="pct"/>
          </w:tcPr>
          <w:p w14:paraId="32145C80" w14:textId="77777777" w:rsidR="007446C6" w:rsidRPr="00D43EC8" w:rsidRDefault="007446C6" w:rsidP="00DD1F2C">
            <w:pPr>
              <w:rPr>
                <w:iCs/>
              </w:rPr>
            </w:pPr>
            <w:r w:rsidRPr="00D43EC8">
              <w:rPr>
                <w:iCs/>
              </w:rPr>
              <w:t>на ___ листах;</w:t>
            </w:r>
          </w:p>
          <w:p w14:paraId="6C949D9C" w14:textId="531B3DC5" w:rsidR="00C747FC" w:rsidRPr="00D43EC8" w:rsidRDefault="00C747FC" w:rsidP="00DD1F2C">
            <w:pPr>
              <w:rPr>
                <w:iCs/>
              </w:rPr>
            </w:pPr>
            <w:r w:rsidRPr="00D43EC8">
              <w:rPr>
                <w:iCs/>
              </w:rPr>
              <w:t>на ___ листах;</w:t>
            </w:r>
          </w:p>
        </w:tc>
      </w:tr>
      <w:tr w:rsidR="007446C6" w:rsidRPr="00D43EC8" w14:paraId="0E5452ED" w14:textId="77777777" w:rsidTr="00197476">
        <w:trPr>
          <w:trHeight w:val="20"/>
        </w:trPr>
        <w:tc>
          <w:tcPr>
            <w:tcW w:w="999" w:type="pct"/>
          </w:tcPr>
          <w:p w14:paraId="78071616" w14:textId="3E85D53F" w:rsidR="007446C6" w:rsidRPr="00D43EC8" w:rsidRDefault="007446C6" w:rsidP="00C747FC">
            <w:pPr>
              <w:widowControl w:val="0"/>
              <w:rPr>
                <w:iCs/>
              </w:rPr>
            </w:pPr>
            <w:r w:rsidRPr="00D43EC8">
              <w:rPr>
                <w:iCs/>
              </w:rPr>
              <w:t>Приложение 1</w:t>
            </w:r>
            <w:r w:rsidR="00C747FC" w:rsidRPr="00D43EC8">
              <w:rPr>
                <w:iCs/>
              </w:rPr>
              <w:t>2</w:t>
            </w:r>
          </w:p>
        </w:tc>
        <w:tc>
          <w:tcPr>
            <w:tcW w:w="3145" w:type="pct"/>
          </w:tcPr>
          <w:p w14:paraId="42E7416E" w14:textId="5AD6E2AD" w:rsidR="007446C6" w:rsidRPr="00D43EC8" w:rsidRDefault="007446C6" w:rsidP="00C747FC">
            <w:pPr>
              <w:widowControl w:val="0"/>
              <w:rPr>
                <w:iCs/>
              </w:rPr>
            </w:pPr>
            <w:r w:rsidRPr="00D43EC8">
              <w:rPr>
                <w:iCs/>
              </w:rPr>
              <w:t xml:space="preserve">Опись документов, содержащихся в </w:t>
            </w:r>
            <w:r w:rsidR="001D6A5D" w:rsidRPr="00D43EC8">
              <w:t>З</w:t>
            </w:r>
            <w:r w:rsidRPr="00D43EC8">
              <w:t xml:space="preserve">аявке </w:t>
            </w:r>
            <w:r w:rsidRPr="00D43EC8">
              <w:rPr>
                <w:iCs/>
              </w:rPr>
              <w:t>(Форма 1</w:t>
            </w:r>
            <w:r w:rsidR="00C747FC" w:rsidRPr="00D43EC8">
              <w:rPr>
                <w:iCs/>
              </w:rPr>
              <w:t>2</w:t>
            </w:r>
            <w:r w:rsidRPr="00D43EC8">
              <w:rPr>
                <w:iCs/>
              </w:rPr>
              <w:t>)</w:t>
            </w:r>
          </w:p>
        </w:tc>
        <w:tc>
          <w:tcPr>
            <w:tcW w:w="856" w:type="pct"/>
          </w:tcPr>
          <w:p w14:paraId="3CC5E0F8" w14:textId="77777777" w:rsidR="007446C6" w:rsidRPr="00D43EC8" w:rsidRDefault="007446C6" w:rsidP="00DD1F2C">
            <w:pPr>
              <w:rPr>
                <w:iCs/>
              </w:rPr>
            </w:pPr>
            <w:r w:rsidRPr="00D43EC8">
              <w:rPr>
                <w:iCs/>
              </w:rPr>
              <w:t>на ___ листах;</w:t>
            </w:r>
          </w:p>
        </w:tc>
      </w:tr>
      <w:tr w:rsidR="007446C6" w:rsidRPr="00D43EC8" w14:paraId="03A4A982" w14:textId="77777777" w:rsidTr="00197476">
        <w:trPr>
          <w:trHeight w:val="20"/>
        </w:trPr>
        <w:tc>
          <w:tcPr>
            <w:tcW w:w="999" w:type="pct"/>
          </w:tcPr>
          <w:p w14:paraId="53FE16DA" w14:textId="0EA771DF" w:rsidR="007446C6" w:rsidRPr="00D43EC8" w:rsidRDefault="007446C6" w:rsidP="00C747FC">
            <w:pPr>
              <w:widowControl w:val="0"/>
              <w:rPr>
                <w:iCs/>
              </w:rPr>
            </w:pPr>
            <w:r w:rsidRPr="00D43EC8">
              <w:rPr>
                <w:iCs/>
              </w:rPr>
              <w:t>Приложение 1</w:t>
            </w:r>
            <w:r w:rsidR="00C747FC" w:rsidRPr="00D43EC8">
              <w:rPr>
                <w:iCs/>
              </w:rPr>
              <w:t>3</w:t>
            </w:r>
          </w:p>
        </w:tc>
        <w:tc>
          <w:tcPr>
            <w:tcW w:w="3145" w:type="pct"/>
          </w:tcPr>
          <w:p w14:paraId="55BF9158" w14:textId="77777777" w:rsidR="007446C6" w:rsidRPr="00D43EC8" w:rsidRDefault="007446C6" w:rsidP="00DD1F2C">
            <w:pPr>
              <w:widowControl w:val="0"/>
              <w:rPr>
                <w:iCs/>
              </w:rPr>
            </w:pPr>
            <w:r w:rsidRPr="00D43EC8">
              <w:rPr>
                <w:iCs/>
              </w:rPr>
              <w:t>Документы, подтверждающие квалификацию и правоспособность</w:t>
            </w:r>
          </w:p>
        </w:tc>
        <w:tc>
          <w:tcPr>
            <w:tcW w:w="856" w:type="pct"/>
          </w:tcPr>
          <w:p w14:paraId="4430150F" w14:textId="77777777" w:rsidR="007446C6" w:rsidRPr="00D43EC8" w:rsidRDefault="007446C6" w:rsidP="00DD1F2C">
            <w:pPr>
              <w:rPr>
                <w:iCs/>
              </w:rPr>
            </w:pPr>
            <w:r w:rsidRPr="00D43EC8">
              <w:rPr>
                <w:iCs/>
              </w:rPr>
              <w:t>на ___ листах;</w:t>
            </w:r>
          </w:p>
        </w:tc>
      </w:tr>
      <w:tr w:rsidR="00DD1F2C" w:rsidRPr="00D43EC8" w14:paraId="1E434A41" w14:textId="77777777" w:rsidTr="00197476">
        <w:trPr>
          <w:trHeight w:val="20"/>
        </w:trPr>
        <w:tc>
          <w:tcPr>
            <w:tcW w:w="999" w:type="pct"/>
          </w:tcPr>
          <w:p w14:paraId="447C3878" w14:textId="41C07184" w:rsidR="00DD1F2C" w:rsidRPr="00D43EC8" w:rsidRDefault="00DD1F2C" w:rsidP="00C747FC">
            <w:pPr>
              <w:widowControl w:val="0"/>
              <w:rPr>
                <w:iCs/>
                <w:lang w:val="en-US"/>
              </w:rPr>
            </w:pPr>
            <w:r w:rsidRPr="00D43EC8">
              <w:rPr>
                <w:iCs/>
              </w:rPr>
              <w:t>Приложение 1</w:t>
            </w:r>
            <w:r w:rsidR="00C747FC" w:rsidRPr="00D43EC8">
              <w:rPr>
                <w:iCs/>
              </w:rPr>
              <w:t>4</w:t>
            </w:r>
          </w:p>
        </w:tc>
        <w:tc>
          <w:tcPr>
            <w:tcW w:w="3145" w:type="pct"/>
          </w:tcPr>
          <w:p w14:paraId="6C8F36DF" w14:textId="77777777" w:rsidR="00DD1F2C" w:rsidRPr="00D43EC8" w:rsidRDefault="00DD1F2C" w:rsidP="00DD1F2C">
            <w:pPr>
              <w:widowControl w:val="0"/>
              <w:rPr>
                <w:iCs/>
              </w:rPr>
            </w:pPr>
            <w:r w:rsidRPr="00D43EC8">
              <w:rPr>
                <w:iCs/>
              </w:rPr>
              <w:t>Прочие документы (перечислить)</w:t>
            </w:r>
          </w:p>
        </w:tc>
        <w:tc>
          <w:tcPr>
            <w:tcW w:w="856" w:type="pct"/>
          </w:tcPr>
          <w:p w14:paraId="4D38FCB3" w14:textId="77777777" w:rsidR="00DD1F2C" w:rsidRPr="00D43EC8" w:rsidRDefault="00DD1F2C" w:rsidP="00DD1F2C">
            <w:pPr>
              <w:rPr>
                <w:iCs/>
              </w:rPr>
            </w:pPr>
            <w:r w:rsidRPr="00D43EC8">
              <w:rPr>
                <w:iCs/>
              </w:rPr>
              <w:t>на ___ листах.</w:t>
            </w:r>
          </w:p>
        </w:tc>
      </w:tr>
    </w:tbl>
    <w:p w14:paraId="118731CF" w14:textId="77777777" w:rsidR="00D43EC8" w:rsidRDefault="00D43EC8" w:rsidP="00D34A9A">
      <w:pPr>
        <w:shd w:val="clear" w:color="auto" w:fill="FFFFFF"/>
        <w:tabs>
          <w:tab w:val="left" w:pos="3562"/>
          <w:tab w:val="left" w:leader="underscore" w:pos="5774"/>
          <w:tab w:val="left" w:leader="underscore" w:pos="8218"/>
        </w:tabs>
        <w:ind w:firstLine="709"/>
        <w:jc w:val="both"/>
        <w:rPr>
          <w:sz w:val="22"/>
          <w:szCs w:val="22"/>
        </w:rPr>
      </w:pPr>
    </w:p>
    <w:p w14:paraId="6D0A0FCF"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14:paraId="360D76FB"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r w:rsidRPr="00147F2B">
        <w:rPr>
          <w:sz w:val="22"/>
          <w:szCs w:val="22"/>
        </w:rPr>
        <w:t>м.п.</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14:paraId="3D9A3B8C" w14:textId="77777777" w:rsidR="00D34A9A" w:rsidRPr="00147F2B" w:rsidRDefault="00D34A9A" w:rsidP="00B87060">
      <w:pPr>
        <w:numPr>
          <w:ilvl w:val="1"/>
          <w:numId w:val="5"/>
        </w:numPr>
        <w:tabs>
          <w:tab w:val="num" w:pos="800"/>
        </w:tabs>
        <w:spacing w:after="120"/>
        <w:jc w:val="both"/>
        <w:outlineLvl w:val="1"/>
        <w:rPr>
          <w:b/>
          <w:sz w:val="28"/>
          <w:szCs w:val="28"/>
          <w:lang w:val="x-none" w:eastAsia="x-none"/>
        </w:rPr>
        <w:sectPr w:rsidR="00D34A9A" w:rsidRPr="00147F2B" w:rsidSect="004A0EFE">
          <w:headerReference w:type="default" r:id="rId17"/>
          <w:footerReference w:type="default" r:id="rId18"/>
          <w:footerReference w:type="first" r:id="rId19"/>
          <w:footnotePr>
            <w:numRestart w:val="eachPage"/>
          </w:footnotePr>
          <w:pgSz w:w="11907" w:h="16840" w:code="9"/>
          <w:pgMar w:top="1259" w:right="851" w:bottom="567" w:left="1134" w:header="720" w:footer="567" w:gutter="0"/>
          <w:cols w:space="708"/>
          <w:docGrid w:linePitch="360"/>
        </w:sectPr>
      </w:pPr>
      <w:bookmarkStart w:id="319" w:name="_Toc255048946"/>
      <w:bookmarkStart w:id="320" w:name="_Toc255048986"/>
    </w:p>
    <w:p w14:paraId="60EB44D2" w14:textId="77777777" w:rsidR="00D34A9A" w:rsidRPr="00147F2B" w:rsidRDefault="00D34A9A" w:rsidP="00D34A9A">
      <w:pPr>
        <w:tabs>
          <w:tab w:val="center" w:pos="4677"/>
          <w:tab w:val="right" w:pos="9355"/>
        </w:tabs>
        <w:jc w:val="right"/>
        <w:rPr>
          <w:i/>
          <w:sz w:val="24"/>
          <w:szCs w:val="24"/>
        </w:rPr>
      </w:pPr>
      <w:bookmarkStart w:id="321" w:name="_Ref323910528"/>
      <w:r w:rsidRPr="00147F2B">
        <w:rPr>
          <w:i/>
          <w:sz w:val="24"/>
          <w:szCs w:val="24"/>
        </w:rPr>
        <w:lastRenderedPageBreak/>
        <w:t>Приложение 1 к письму о подаче заявки на участие</w:t>
      </w:r>
    </w:p>
    <w:p w14:paraId="3CBC19C3" w14:textId="0EA473D3" w:rsidR="00D34A9A" w:rsidRPr="00147F2B" w:rsidRDefault="00D34A9A" w:rsidP="00D34A9A">
      <w:pPr>
        <w:tabs>
          <w:tab w:val="center" w:pos="4677"/>
          <w:tab w:val="right" w:pos="9355"/>
        </w:tabs>
        <w:jc w:val="right"/>
        <w:rPr>
          <w:b/>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  </w:t>
      </w:r>
      <w:r w:rsidR="003C4955">
        <w:rPr>
          <w:i/>
          <w:sz w:val="24"/>
          <w:szCs w:val="24"/>
        </w:rPr>
        <w:t>0002/16/2.2/0069276/ТГУфа/ЗП/ГОС/Э/02.12.2016</w:t>
      </w:r>
    </w:p>
    <w:p w14:paraId="17350FC8" w14:textId="77777777" w:rsidR="00D34A9A" w:rsidRPr="00147F2B" w:rsidRDefault="00D34A9A" w:rsidP="00D34A9A">
      <w:pPr>
        <w:tabs>
          <w:tab w:val="num" w:pos="720"/>
        </w:tabs>
        <w:outlineLvl w:val="1"/>
        <w:rPr>
          <w:b/>
          <w:sz w:val="24"/>
          <w:szCs w:val="24"/>
          <w:lang w:eastAsia="x-none"/>
        </w:rPr>
      </w:pPr>
    </w:p>
    <w:p w14:paraId="69AB1923" w14:textId="1DFA01D6" w:rsidR="00D34A9A" w:rsidRPr="00147F2B" w:rsidRDefault="00D34A9A" w:rsidP="00D34A9A">
      <w:pPr>
        <w:rPr>
          <w:b/>
          <w:i/>
          <w:sz w:val="24"/>
          <w:szCs w:val="24"/>
        </w:rPr>
      </w:pPr>
      <w:r w:rsidRPr="00147F2B">
        <w:rPr>
          <w:b/>
          <w:i/>
          <w:sz w:val="24"/>
          <w:szCs w:val="24"/>
        </w:rPr>
        <w:t>______________________________«Наименование Участника»</w:t>
      </w:r>
    </w:p>
    <w:p w14:paraId="63F0375E" w14:textId="77777777" w:rsidR="00D34A9A" w:rsidRPr="00147F2B" w:rsidRDefault="00D34A9A" w:rsidP="00DD4BAD">
      <w:pPr>
        <w:jc w:val="both"/>
        <w:outlineLvl w:val="1"/>
        <w:rPr>
          <w:b/>
          <w:sz w:val="24"/>
          <w:szCs w:val="24"/>
          <w:lang w:val="x-none" w:eastAsia="x-none"/>
        </w:rPr>
      </w:pPr>
      <w:bookmarkStart w:id="322" w:name="_Ref349049659"/>
    </w:p>
    <w:p w14:paraId="11890152" w14:textId="32599761" w:rsidR="00D34A9A" w:rsidRPr="00147F2B" w:rsidRDefault="00D34A9A" w:rsidP="00DD4BAD">
      <w:pPr>
        <w:numPr>
          <w:ilvl w:val="1"/>
          <w:numId w:val="5"/>
        </w:numPr>
        <w:ind w:left="709" w:hanging="709"/>
        <w:jc w:val="both"/>
        <w:outlineLvl w:val="1"/>
        <w:rPr>
          <w:b/>
          <w:sz w:val="24"/>
          <w:szCs w:val="24"/>
          <w:lang w:val="x-none" w:eastAsia="x-none"/>
        </w:rPr>
      </w:pPr>
      <w:bookmarkStart w:id="323" w:name="_Toc453152085"/>
      <w:bookmarkStart w:id="324" w:name="_Toc453166637"/>
      <w:bookmarkStart w:id="325" w:name="_Toc468260885"/>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sidR="007511EE">
        <w:rPr>
          <w:b/>
          <w:sz w:val="24"/>
          <w:szCs w:val="24"/>
          <w:lang w:eastAsia="x-none"/>
        </w:rPr>
        <w:t xml:space="preserve">Приложение к </w:t>
      </w:r>
      <w:r w:rsidR="006E03B4">
        <w:rPr>
          <w:b/>
          <w:sz w:val="24"/>
          <w:szCs w:val="24"/>
          <w:lang w:eastAsia="x-none"/>
        </w:rPr>
        <w:t>Форме</w:t>
      </w:r>
      <w:r w:rsidRPr="00147F2B">
        <w:rPr>
          <w:b/>
          <w:sz w:val="24"/>
          <w:szCs w:val="24"/>
          <w:lang w:val="x-none" w:eastAsia="x-none"/>
        </w:rPr>
        <w:t xml:space="preserve"> </w:t>
      </w:r>
      <w:r w:rsidR="00D33904">
        <w:rPr>
          <w:b/>
          <w:sz w:val="24"/>
          <w:szCs w:val="24"/>
          <w:lang w:eastAsia="x-none"/>
        </w:rPr>
        <w:t>1</w:t>
      </w:r>
      <w:r w:rsidRPr="00147F2B">
        <w:rPr>
          <w:b/>
          <w:sz w:val="24"/>
          <w:szCs w:val="24"/>
          <w:lang w:val="x-none" w:eastAsia="x-none"/>
        </w:rPr>
        <w:t>)</w:t>
      </w:r>
      <w:bookmarkEnd w:id="319"/>
      <w:bookmarkEnd w:id="320"/>
      <w:bookmarkEnd w:id="321"/>
      <w:bookmarkEnd w:id="322"/>
      <w:bookmarkEnd w:id="323"/>
      <w:bookmarkEnd w:id="324"/>
      <w:bookmarkEnd w:id="325"/>
    </w:p>
    <w:p w14:paraId="5004570B" w14:textId="77777777" w:rsidR="00D34A9A" w:rsidRPr="00147F2B" w:rsidRDefault="00D34A9A" w:rsidP="00DD4BAD">
      <w:pPr>
        <w:jc w:val="both"/>
        <w:rPr>
          <w:i/>
          <w:sz w:val="24"/>
          <w:szCs w:val="24"/>
        </w:rPr>
      </w:pPr>
      <w:r w:rsidRPr="00147F2B">
        <w:rPr>
          <w:i/>
          <w:sz w:val="24"/>
          <w:szCs w:val="24"/>
        </w:rPr>
        <w:t>(заполнять форму, предс</w:t>
      </w:r>
      <w:r w:rsidR="00371940">
        <w:rPr>
          <w:i/>
          <w:sz w:val="24"/>
          <w:szCs w:val="24"/>
        </w:rPr>
        <w:t>тавленную в файле «Расчет цены З</w:t>
      </w:r>
      <w:r w:rsidRPr="00147F2B">
        <w:rPr>
          <w:i/>
          <w:sz w:val="24"/>
          <w:szCs w:val="24"/>
        </w:rPr>
        <w:t>аявки Таблица 1.xls»)</w:t>
      </w:r>
    </w:p>
    <w:p w14:paraId="518C19EF" w14:textId="185A79FB" w:rsidR="00D34A9A" w:rsidRPr="00147F2B" w:rsidRDefault="00D34A9A" w:rsidP="00DD4BAD">
      <w:pPr>
        <w:jc w:val="both"/>
        <w:rPr>
          <w:b/>
          <w:sz w:val="24"/>
          <w:szCs w:val="24"/>
        </w:rPr>
      </w:pPr>
      <w:bookmarkStart w:id="326" w:name="_Toc341372368"/>
      <w:r w:rsidRPr="00147F2B">
        <w:rPr>
          <w:b/>
          <w:sz w:val="24"/>
          <w:szCs w:val="24"/>
        </w:rPr>
        <w:t>Р</w:t>
      </w:r>
      <w:r w:rsidR="00371940">
        <w:rPr>
          <w:b/>
          <w:sz w:val="24"/>
          <w:szCs w:val="24"/>
        </w:rPr>
        <w:t>а</w:t>
      </w:r>
      <w:r w:rsidR="00831CDF">
        <w:rPr>
          <w:b/>
          <w:sz w:val="24"/>
          <w:szCs w:val="24"/>
        </w:rPr>
        <w:t>счет цены З</w:t>
      </w:r>
      <w:r w:rsidR="00371940">
        <w:rPr>
          <w:b/>
          <w:sz w:val="24"/>
          <w:szCs w:val="24"/>
        </w:rPr>
        <w:t xml:space="preserve">аявки </w:t>
      </w:r>
      <w:r w:rsidRPr="00147F2B">
        <w:rPr>
          <w:b/>
          <w:sz w:val="24"/>
          <w:szCs w:val="24"/>
        </w:rPr>
        <w:t xml:space="preserve">на поставку </w:t>
      </w:r>
      <w:bookmarkEnd w:id="326"/>
      <w:r w:rsidR="009B155D">
        <w:rPr>
          <w:b/>
          <w:sz w:val="24"/>
          <w:szCs w:val="24"/>
        </w:rPr>
        <w:t xml:space="preserve">продуктов питания  </w:t>
      </w:r>
    </w:p>
    <w:p w14:paraId="5502A635" w14:textId="77777777" w:rsidR="00D34A9A" w:rsidRPr="00147F2B" w:rsidRDefault="00D34A9A" w:rsidP="00DD4BAD">
      <w:pPr>
        <w:tabs>
          <w:tab w:val="left" w:pos="11624"/>
        </w:tabs>
        <w:jc w:val="right"/>
        <w:rPr>
          <w:b/>
          <w:sz w:val="24"/>
          <w:szCs w:val="24"/>
        </w:rPr>
      </w:pPr>
      <w:r w:rsidRPr="00147F2B">
        <w:rPr>
          <w:b/>
          <w:sz w:val="24"/>
          <w:szCs w:val="24"/>
        </w:rPr>
        <w:t>Таблица 1</w:t>
      </w:r>
    </w:p>
    <w:p w14:paraId="61AF2F58" w14:textId="4C2BCCF7" w:rsidR="00D34A9A" w:rsidRPr="00147F2B" w:rsidRDefault="00B157DD" w:rsidP="00D34A9A">
      <w:pPr>
        <w:tabs>
          <w:tab w:val="left" w:pos="11624"/>
        </w:tabs>
        <w:jc w:val="right"/>
        <w:rPr>
          <w:b/>
          <w:sz w:val="24"/>
          <w:szCs w:val="24"/>
        </w:rPr>
      </w:pPr>
      <w:r w:rsidRPr="00B157DD">
        <w:rPr>
          <w:noProof/>
        </w:rPr>
        <w:drawing>
          <wp:inline distT="0" distB="0" distL="0" distR="0" wp14:anchorId="7A3F9380" wp14:editId="4C3FF1CB">
            <wp:extent cx="973455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4550" cy="1562100"/>
                    </a:xfrm>
                    <a:prstGeom prst="rect">
                      <a:avLst/>
                    </a:prstGeom>
                    <a:noFill/>
                    <a:ln>
                      <a:noFill/>
                    </a:ln>
                  </pic:spPr>
                </pic:pic>
              </a:graphicData>
            </a:graphic>
          </wp:inline>
        </w:drawing>
      </w:r>
    </w:p>
    <w:p w14:paraId="18B838FC" w14:textId="77777777" w:rsidR="00D34A9A" w:rsidRPr="00147F2B" w:rsidRDefault="00D34A9A" w:rsidP="00D34A9A">
      <w:pPr>
        <w:tabs>
          <w:tab w:val="left" w:pos="11624"/>
        </w:tabs>
        <w:jc w:val="right"/>
        <w:rPr>
          <w:b/>
          <w:sz w:val="24"/>
          <w:szCs w:val="24"/>
        </w:rPr>
      </w:pPr>
    </w:p>
    <w:p w14:paraId="6E6ED23E" w14:textId="77777777"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14:paraId="2C84854B" w14:textId="3211244E"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sidR="004736B9">
        <w:rPr>
          <w:sz w:val="24"/>
          <w:szCs w:val="24"/>
        </w:rPr>
        <w:t>д</w:t>
      </w:r>
      <w:r w:rsidRPr="00147F2B">
        <w:rPr>
          <w:sz w:val="24"/>
          <w:szCs w:val="24"/>
        </w:rPr>
        <w:t>оговора.</w:t>
      </w:r>
    </w:p>
    <w:p w14:paraId="72FA4FF5"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14:paraId="07DA4F50"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Гарантия</w:t>
      </w:r>
    </w:p>
    <w:p w14:paraId="5D21535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14:paraId="628792BD" w14:textId="77777777"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6153DD9" w14:textId="77777777" w:rsidR="00D34A9A" w:rsidRPr="00147F2B" w:rsidRDefault="00D34A9A" w:rsidP="00D34A9A">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14:paraId="77F2517F" w14:textId="77777777" w:rsidR="00D34A9A" w:rsidRPr="00147F2B" w:rsidRDefault="00D34A9A" w:rsidP="00D34A9A">
      <w:pPr>
        <w:tabs>
          <w:tab w:val="center" w:pos="4677"/>
          <w:tab w:val="right" w:pos="7655"/>
        </w:tabs>
        <w:rPr>
          <w:sz w:val="24"/>
          <w:szCs w:val="24"/>
        </w:rPr>
      </w:pPr>
    </w:p>
    <w:p w14:paraId="262D60A9" w14:textId="7A3714AB" w:rsidR="00D34A9A" w:rsidRPr="00147F2B" w:rsidRDefault="00D34A9A" w:rsidP="00D34A9A">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sidR="00DC0B4B">
        <w:rPr>
          <w:sz w:val="24"/>
          <w:szCs w:val="24"/>
        </w:rPr>
        <w:t>У</w:t>
      </w:r>
      <w:r w:rsidRPr="00147F2B">
        <w:rPr>
          <w:sz w:val="24"/>
          <w:szCs w:val="24"/>
        </w:rPr>
        <w:t>частника возможности поставить Товар в требуемый срок.</w:t>
      </w:r>
    </w:p>
    <w:p w14:paraId="35E2000C" w14:textId="77777777" w:rsidR="00D34A9A" w:rsidRPr="00147F2B" w:rsidRDefault="00D34A9A" w:rsidP="00D34A9A">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14:paraId="3A289F3B"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14:paraId="4371703A" w14:textId="2E20DEC8" w:rsidR="00D34A9A" w:rsidRPr="00147F2B" w:rsidRDefault="00D34A9A" w:rsidP="00D34A9A">
      <w:pPr>
        <w:rPr>
          <w:b/>
          <w:i/>
          <w:sz w:val="24"/>
          <w:szCs w:val="24"/>
        </w:rPr>
      </w:pPr>
      <w:r w:rsidRPr="00147F2B">
        <w:rPr>
          <w:b/>
          <w:i/>
          <w:sz w:val="24"/>
          <w:szCs w:val="24"/>
        </w:rPr>
        <w:lastRenderedPageBreak/>
        <w:t>______________________________«Наименование Участника»</w:t>
      </w:r>
    </w:p>
    <w:p w14:paraId="71EB3A15" w14:textId="77777777" w:rsidR="00D34A9A" w:rsidRPr="00147F2B" w:rsidRDefault="00D34A9A" w:rsidP="00D34A9A">
      <w:pPr>
        <w:rPr>
          <w:b/>
          <w:sz w:val="24"/>
          <w:szCs w:val="24"/>
        </w:rPr>
      </w:pPr>
    </w:p>
    <w:p w14:paraId="68202FBD" w14:textId="77777777" w:rsidR="00D34A9A" w:rsidRPr="00147F2B" w:rsidRDefault="00D34A9A" w:rsidP="00D34A9A">
      <w:pPr>
        <w:jc w:val="right"/>
        <w:rPr>
          <w:b/>
          <w:sz w:val="24"/>
          <w:szCs w:val="24"/>
        </w:rPr>
      </w:pPr>
      <w:r w:rsidRPr="00147F2B">
        <w:rPr>
          <w:b/>
          <w:sz w:val="24"/>
          <w:szCs w:val="24"/>
        </w:rPr>
        <w:t>Таблица 2</w:t>
      </w:r>
    </w:p>
    <w:p w14:paraId="35D44618" w14:textId="77777777"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14:paraId="6F72AEAB"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2B91D7CB" w14:textId="77777777"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15104EC1" w14:textId="77777777" w:rsidR="00D34A9A" w:rsidRPr="00147F2B" w:rsidRDefault="00D34A9A" w:rsidP="004B3CE1">
            <w:pPr>
              <w:jc w:val="center"/>
              <w:rPr>
                <w:b/>
                <w:sz w:val="24"/>
                <w:szCs w:val="24"/>
              </w:rPr>
            </w:pPr>
            <w:r w:rsidRPr="00147F2B">
              <w:rPr>
                <w:b/>
                <w:sz w:val="24"/>
                <w:szCs w:val="24"/>
              </w:rPr>
              <w:t>Т</w:t>
            </w:r>
            <w:r w:rsidR="004B3CE1">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14:paraId="2DAA0AF2" w14:textId="3E0F5F78" w:rsidR="00D34A9A" w:rsidRPr="00147F2B" w:rsidRDefault="00D34A9A" w:rsidP="00D34A9A">
            <w:pPr>
              <w:jc w:val="center"/>
              <w:rPr>
                <w:b/>
                <w:sz w:val="24"/>
                <w:szCs w:val="24"/>
              </w:rPr>
            </w:pPr>
            <w:r w:rsidRPr="00147F2B">
              <w:rPr>
                <w:b/>
                <w:sz w:val="24"/>
                <w:szCs w:val="24"/>
              </w:rPr>
              <w:t xml:space="preserve">Предложения </w:t>
            </w:r>
            <w:r w:rsidR="00EE7059">
              <w:rPr>
                <w:b/>
                <w:sz w:val="24"/>
                <w:szCs w:val="24"/>
              </w:rPr>
              <w:t>Участника</w:t>
            </w:r>
            <w:r w:rsidRPr="00147F2B">
              <w:rPr>
                <w:b/>
                <w:sz w:val="24"/>
                <w:szCs w:val="24"/>
              </w:rPr>
              <w:t>***</w:t>
            </w:r>
          </w:p>
        </w:tc>
      </w:tr>
      <w:tr w:rsidR="00D34A9A" w:rsidRPr="00147F2B" w14:paraId="571074C5"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1DA3BE46" w14:textId="77777777" w:rsidR="00D34A9A" w:rsidRPr="00147F2B" w:rsidRDefault="00D34A9A" w:rsidP="00D34A9A">
            <w:r w:rsidRPr="00147F2B">
              <w:t>Общие требования к Товару</w:t>
            </w:r>
          </w:p>
          <w:p w14:paraId="2DC74957" w14:textId="77777777"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14:paraId="51555423" w14:textId="77777777" w:rsidR="00D34A9A" w:rsidRPr="00147F2B" w:rsidRDefault="00D34A9A" w:rsidP="00D34A9A"/>
          <w:p w14:paraId="5189B222"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2A83A003" w14:textId="77777777" w:rsidR="00D34A9A" w:rsidRPr="00147F2B" w:rsidRDefault="00D34A9A" w:rsidP="00D34A9A"/>
          <w:p w14:paraId="169E6EE1" w14:textId="77777777" w:rsidR="00D34A9A" w:rsidRPr="00147F2B" w:rsidRDefault="00D34A9A" w:rsidP="00D34A9A"/>
        </w:tc>
      </w:tr>
      <w:tr w:rsidR="00D34A9A" w:rsidRPr="00147F2B" w14:paraId="782C60E8"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2D5C8AE6"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52497185"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6694DE98" w14:textId="77777777" w:rsidR="00D34A9A" w:rsidRPr="00147F2B" w:rsidRDefault="00D34A9A" w:rsidP="00D34A9A"/>
        </w:tc>
      </w:tr>
      <w:tr w:rsidR="00D34A9A" w:rsidRPr="00147F2B" w14:paraId="3B7A0324"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598E8F81"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4D241F01"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7DC64CB7" w14:textId="77777777" w:rsidR="00D34A9A" w:rsidRPr="00147F2B" w:rsidRDefault="00D34A9A" w:rsidP="00D34A9A"/>
        </w:tc>
      </w:tr>
    </w:tbl>
    <w:p w14:paraId="52D73CE4" w14:textId="77777777" w:rsidR="00D34A9A" w:rsidRPr="00147F2B" w:rsidRDefault="00D34A9A" w:rsidP="00D34A9A">
      <w:pPr>
        <w:rPr>
          <w:sz w:val="24"/>
          <w:szCs w:val="24"/>
        </w:rPr>
      </w:pPr>
    </w:p>
    <w:p w14:paraId="2647D53D" w14:textId="77777777"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14:paraId="2CCC59E8" w14:textId="77777777"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14:paraId="36A1DD78" w14:textId="7DD2C41B"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sidR="00EE7059">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sidR="00EE7059">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14:paraId="7ABA034E" w14:textId="77777777"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1"/>
          <w:headerReference w:type="first" r:id="rId22"/>
          <w:footnotePr>
            <w:numRestart w:val="eachPage"/>
          </w:footnotePr>
          <w:pgSz w:w="16838" w:h="11906" w:orient="landscape"/>
          <w:pgMar w:top="1134" w:right="638" w:bottom="851" w:left="851" w:header="720" w:footer="720" w:gutter="0"/>
          <w:cols w:space="708"/>
          <w:docGrid w:linePitch="360"/>
        </w:sectPr>
      </w:pPr>
    </w:p>
    <w:p w14:paraId="4D1DC8D0" w14:textId="77777777"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14:paraId="0AADA89C" w14:textId="7B90BFCC" w:rsidR="00D34A9A" w:rsidRPr="00147F2B" w:rsidRDefault="00D34A9A" w:rsidP="00D34A9A">
      <w:pPr>
        <w:jc w:val="right"/>
        <w:rPr>
          <w:i/>
          <w:iCs/>
          <w:sz w:val="24"/>
          <w:szCs w:val="24"/>
        </w:rPr>
      </w:pPr>
      <w:r w:rsidRPr="00147F2B">
        <w:rPr>
          <w:i/>
          <w:iCs/>
          <w:sz w:val="24"/>
          <w:szCs w:val="24"/>
        </w:rPr>
        <w:t xml:space="preserve">в </w:t>
      </w:r>
      <w:r w:rsidR="005A3EF4">
        <w:rPr>
          <w:i/>
          <w:iCs/>
          <w:sz w:val="24"/>
          <w:szCs w:val="24"/>
        </w:rPr>
        <w:t>з</w:t>
      </w:r>
      <w:r w:rsidRPr="00147F2B">
        <w:rPr>
          <w:i/>
          <w:iCs/>
          <w:sz w:val="24"/>
          <w:szCs w:val="24"/>
        </w:rPr>
        <w:t xml:space="preserve">апросе предложений </w:t>
      </w:r>
      <w:r w:rsidR="00A44D62" w:rsidRPr="00147F2B">
        <w:rPr>
          <w:i/>
          <w:iCs/>
          <w:sz w:val="24"/>
          <w:szCs w:val="24"/>
        </w:rPr>
        <w:t>№ </w:t>
      </w:r>
      <w:r w:rsidR="003C4955">
        <w:rPr>
          <w:i/>
          <w:iCs/>
          <w:sz w:val="24"/>
          <w:szCs w:val="24"/>
        </w:rPr>
        <w:t>0002/16/2.2/0069276/ТГУфа/ЗП/ГОС/Э/02.12.2016</w:t>
      </w:r>
    </w:p>
    <w:p w14:paraId="432A225E" w14:textId="77777777" w:rsidR="00D34A9A" w:rsidRPr="00147F2B" w:rsidRDefault="00D34A9A" w:rsidP="00D34A9A">
      <w:pPr>
        <w:tabs>
          <w:tab w:val="center" w:pos="4677"/>
          <w:tab w:val="right" w:pos="9355"/>
        </w:tabs>
        <w:rPr>
          <w:b/>
          <w:bCs/>
          <w:sz w:val="24"/>
          <w:szCs w:val="24"/>
        </w:rPr>
      </w:pPr>
    </w:p>
    <w:p w14:paraId="427544BE" w14:textId="77777777" w:rsidR="00D34A9A" w:rsidRPr="00147F2B" w:rsidRDefault="00D34A9A" w:rsidP="00B87060">
      <w:pPr>
        <w:numPr>
          <w:ilvl w:val="1"/>
          <w:numId w:val="5"/>
        </w:numPr>
        <w:ind w:left="709" w:hanging="709"/>
        <w:outlineLvl w:val="1"/>
        <w:rPr>
          <w:b/>
          <w:sz w:val="24"/>
          <w:szCs w:val="24"/>
          <w:lang w:val="x-none" w:eastAsia="x-none"/>
        </w:rPr>
      </w:pPr>
      <w:bookmarkStart w:id="327" w:name="_Toc324500011"/>
      <w:bookmarkStart w:id="328" w:name="_Toc324500171"/>
      <w:bookmarkStart w:id="329" w:name="_Toc324500012"/>
      <w:bookmarkStart w:id="330" w:name="_Toc324500172"/>
      <w:bookmarkStart w:id="331" w:name="_Toc324500013"/>
      <w:bookmarkStart w:id="332" w:name="_Toc324500173"/>
      <w:bookmarkStart w:id="333" w:name="_Toc324500014"/>
      <w:bookmarkStart w:id="334" w:name="_Toc324500174"/>
      <w:bookmarkStart w:id="335" w:name="_Toc324500015"/>
      <w:bookmarkStart w:id="336" w:name="_Toc324500175"/>
      <w:bookmarkStart w:id="337" w:name="_Toc324500016"/>
      <w:bookmarkStart w:id="338" w:name="_Toc324500176"/>
      <w:bookmarkStart w:id="339" w:name="_Toc324500017"/>
      <w:bookmarkStart w:id="340" w:name="_Toc324500177"/>
      <w:bookmarkStart w:id="341" w:name="_Toc255048948"/>
      <w:bookmarkStart w:id="342" w:name="_Toc255048988"/>
      <w:bookmarkStart w:id="343" w:name="_Ref323915433"/>
      <w:bookmarkStart w:id="344" w:name="_Ref324497855"/>
      <w:bookmarkStart w:id="345" w:name="_Ref336445815"/>
      <w:bookmarkStart w:id="346" w:name="_Ref340490324"/>
      <w:bookmarkStart w:id="347" w:name="_Toc453152086"/>
      <w:bookmarkStart w:id="348" w:name="_Toc453166638"/>
      <w:bookmarkStart w:id="349" w:name="_Toc46826088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341"/>
      <w:bookmarkEnd w:id="342"/>
      <w:bookmarkEnd w:id="343"/>
      <w:bookmarkEnd w:id="344"/>
      <w:bookmarkEnd w:id="345"/>
      <w:bookmarkEnd w:id="346"/>
      <w:bookmarkEnd w:id="347"/>
      <w:bookmarkEnd w:id="348"/>
      <w:bookmarkEnd w:id="349"/>
    </w:p>
    <w:p w14:paraId="27DB09A3" w14:textId="77777777"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14:paraId="4146F4C7" w14:textId="77777777" w:rsidTr="00DD4BAD">
        <w:tc>
          <w:tcPr>
            <w:tcW w:w="358" w:type="pct"/>
          </w:tcPr>
          <w:p w14:paraId="190D792D" w14:textId="77777777" w:rsidR="00D34A9A" w:rsidRPr="00147F2B" w:rsidRDefault="00D34A9A" w:rsidP="00D34A9A">
            <w:pPr>
              <w:ind w:hanging="108"/>
              <w:jc w:val="center"/>
              <w:rPr>
                <w:b/>
                <w:sz w:val="22"/>
              </w:rPr>
            </w:pPr>
            <w:r w:rsidRPr="00147F2B">
              <w:rPr>
                <w:b/>
                <w:sz w:val="22"/>
              </w:rPr>
              <w:t>№ п/п</w:t>
            </w:r>
          </w:p>
        </w:tc>
        <w:tc>
          <w:tcPr>
            <w:tcW w:w="2911" w:type="pct"/>
          </w:tcPr>
          <w:p w14:paraId="34EE6759" w14:textId="77777777" w:rsidR="00D34A9A" w:rsidRPr="00147F2B" w:rsidRDefault="00D34A9A" w:rsidP="00D34A9A">
            <w:pPr>
              <w:jc w:val="center"/>
              <w:rPr>
                <w:b/>
                <w:sz w:val="22"/>
              </w:rPr>
            </w:pPr>
            <w:r w:rsidRPr="00147F2B">
              <w:rPr>
                <w:b/>
                <w:sz w:val="22"/>
              </w:rPr>
              <w:t>Наименование</w:t>
            </w:r>
          </w:p>
        </w:tc>
        <w:tc>
          <w:tcPr>
            <w:tcW w:w="1731" w:type="pct"/>
          </w:tcPr>
          <w:p w14:paraId="38FF9D6B" w14:textId="77777777" w:rsidR="00D34A9A" w:rsidRPr="00147F2B" w:rsidRDefault="00D34A9A" w:rsidP="00D34A9A">
            <w:pPr>
              <w:jc w:val="center"/>
              <w:rPr>
                <w:b/>
                <w:sz w:val="22"/>
              </w:rPr>
            </w:pPr>
            <w:r w:rsidRPr="00147F2B">
              <w:rPr>
                <w:b/>
                <w:sz w:val="22"/>
              </w:rPr>
              <w:t>Сведения об Участнике</w:t>
            </w:r>
          </w:p>
        </w:tc>
      </w:tr>
      <w:tr w:rsidR="00D34A9A" w:rsidRPr="00147F2B" w14:paraId="77D6C401" w14:textId="77777777" w:rsidTr="00DD4BAD">
        <w:tc>
          <w:tcPr>
            <w:tcW w:w="358" w:type="pct"/>
          </w:tcPr>
          <w:p w14:paraId="5A294724" w14:textId="77777777" w:rsidR="00D34A9A" w:rsidRPr="00147F2B" w:rsidRDefault="00D34A9A" w:rsidP="00D34A9A">
            <w:pPr>
              <w:jc w:val="center"/>
              <w:rPr>
                <w:sz w:val="22"/>
              </w:rPr>
            </w:pPr>
            <w:r w:rsidRPr="00147F2B">
              <w:rPr>
                <w:sz w:val="22"/>
              </w:rPr>
              <w:t>1.</w:t>
            </w:r>
          </w:p>
        </w:tc>
        <w:tc>
          <w:tcPr>
            <w:tcW w:w="2911" w:type="pct"/>
          </w:tcPr>
          <w:p w14:paraId="7C9B098A" w14:textId="77777777"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14:paraId="62C9EEB0" w14:textId="77777777" w:rsidR="00D34A9A" w:rsidRPr="00147F2B" w:rsidRDefault="00D34A9A" w:rsidP="00D34A9A">
            <w:pPr>
              <w:rPr>
                <w:sz w:val="22"/>
              </w:rPr>
            </w:pPr>
          </w:p>
        </w:tc>
      </w:tr>
      <w:tr w:rsidR="00D34A9A" w:rsidRPr="00147F2B" w14:paraId="595606CA" w14:textId="77777777" w:rsidTr="00DD4BAD">
        <w:tc>
          <w:tcPr>
            <w:tcW w:w="358" w:type="pct"/>
          </w:tcPr>
          <w:p w14:paraId="052A540D" w14:textId="77777777" w:rsidR="00D34A9A" w:rsidRPr="00147F2B" w:rsidRDefault="00D34A9A" w:rsidP="00D34A9A">
            <w:pPr>
              <w:jc w:val="center"/>
              <w:rPr>
                <w:sz w:val="22"/>
              </w:rPr>
            </w:pPr>
            <w:r w:rsidRPr="00147F2B">
              <w:rPr>
                <w:sz w:val="22"/>
              </w:rPr>
              <w:t>2.</w:t>
            </w:r>
          </w:p>
        </w:tc>
        <w:tc>
          <w:tcPr>
            <w:tcW w:w="2911" w:type="pct"/>
          </w:tcPr>
          <w:p w14:paraId="43E72999" w14:textId="77777777" w:rsidR="00D34A9A" w:rsidRPr="00147F2B" w:rsidRDefault="006F6CE3" w:rsidP="00D34A9A">
            <w:pPr>
              <w:rPr>
                <w:sz w:val="22"/>
              </w:rPr>
            </w:pPr>
            <w:r w:rsidRPr="00147F2B">
              <w:rPr>
                <w:sz w:val="22"/>
              </w:rPr>
              <w:t>Адрес местонахождения</w:t>
            </w:r>
          </w:p>
        </w:tc>
        <w:tc>
          <w:tcPr>
            <w:tcW w:w="1731" w:type="pct"/>
          </w:tcPr>
          <w:p w14:paraId="1633B93D" w14:textId="77777777" w:rsidR="00D34A9A" w:rsidRPr="00147F2B" w:rsidRDefault="00D34A9A" w:rsidP="00D34A9A">
            <w:pPr>
              <w:rPr>
                <w:sz w:val="22"/>
              </w:rPr>
            </w:pPr>
          </w:p>
        </w:tc>
      </w:tr>
      <w:tr w:rsidR="00D34A9A" w:rsidRPr="00147F2B" w14:paraId="578895FD" w14:textId="77777777" w:rsidTr="00DD4BAD">
        <w:tc>
          <w:tcPr>
            <w:tcW w:w="358" w:type="pct"/>
          </w:tcPr>
          <w:p w14:paraId="544F64F9" w14:textId="77777777" w:rsidR="00D34A9A" w:rsidRPr="00147F2B" w:rsidRDefault="00D34A9A" w:rsidP="00D34A9A">
            <w:pPr>
              <w:jc w:val="center"/>
              <w:rPr>
                <w:sz w:val="22"/>
              </w:rPr>
            </w:pPr>
            <w:r w:rsidRPr="00147F2B">
              <w:rPr>
                <w:sz w:val="22"/>
              </w:rPr>
              <w:t>3.</w:t>
            </w:r>
          </w:p>
        </w:tc>
        <w:tc>
          <w:tcPr>
            <w:tcW w:w="2911" w:type="pct"/>
          </w:tcPr>
          <w:p w14:paraId="04E18C63" w14:textId="77777777" w:rsidR="00D34A9A" w:rsidRPr="00147F2B" w:rsidRDefault="00D34A9A" w:rsidP="00D34A9A">
            <w:pPr>
              <w:rPr>
                <w:sz w:val="22"/>
              </w:rPr>
            </w:pPr>
            <w:r w:rsidRPr="00147F2B">
              <w:rPr>
                <w:sz w:val="22"/>
              </w:rPr>
              <w:t>Почтовые адреса</w:t>
            </w:r>
          </w:p>
        </w:tc>
        <w:tc>
          <w:tcPr>
            <w:tcW w:w="1731" w:type="pct"/>
          </w:tcPr>
          <w:p w14:paraId="5BD362F7" w14:textId="77777777" w:rsidR="00D34A9A" w:rsidRPr="00147F2B" w:rsidRDefault="00D34A9A" w:rsidP="00D34A9A">
            <w:pPr>
              <w:rPr>
                <w:sz w:val="22"/>
              </w:rPr>
            </w:pPr>
          </w:p>
        </w:tc>
      </w:tr>
      <w:tr w:rsidR="00D34A9A" w:rsidRPr="00147F2B" w14:paraId="6D2F3AB4" w14:textId="77777777" w:rsidTr="00DD4BAD">
        <w:tc>
          <w:tcPr>
            <w:tcW w:w="358" w:type="pct"/>
          </w:tcPr>
          <w:p w14:paraId="2DEEF935" w14:textId="77777777" w:rsidR="00D34A9A" w:rsidRPr="00147F2B" w:rsidRDefault="00D34A9A" w:rsidP="00D34A9A">
            <w:pPr>
              <w:jc w:val="center"/>
              <w:rPr>
                <w:sz w:val="22"/>
              </w:rPr>
            </w:pPr>
            <w:r w:rsidRPr="00147F2B">
              <w:rPr>
                <w:sz w:val="22"/>
              </w:rPr>
              <w:t>4.</w:t>
            </w:r>
          </w:p>
        </w:tc>
        <w:tc>
          <w:tcPr>
            <w:tcW w:w="2911" w:type="pct"/>
          </w:tcPr>
          <w:p w14:paraId="43DB281E" w14:textId="77777777" w:rsidR="00D34A9A" w:rsidRPr="00147F2B" w:rsidRDefault="00D34A9A" w:rsidP="00D34A9A">
            <w:pPr>
              <w:rPr>
                <w:sz w:val="22"/>
              </w:rPr>
            </w:pPr>
            <w:r w:rsidRPr="00147F2B">
              <w:rPr>
                <w:sz w:val="22"/>
              </w:rPr>
              <w:t>Фактический адрес</w:t>
            </w:r>
          </w:p>
        </w:tc>
        <w:tc>
          <w:tcPr>
            <w:tcW w:w="1731" w:type="pct"/>
          </w:tcPr>
          <w:p w14:paraId="499ED3C6" w14:textId="77777777" w:rsidR="00D34A9A" w:rsidRPr="00147F2B" w:rsidRDefault="00D34A9A" w:rsidP="00D34A9A">
            <w:pPr>
              <w:rPr>
                <w:sz w:val="22"/>
              </w:rPr>
            </w:pPr>
          </w:p>
        </w:tc>
      </w:tr>
      <w:tr w:rsidR="00D34A9A" w:rsidRPr="00147F2B" w14:paraId="02D7992B" w14:textId="77777777" w:rsidTr="00DD4BAD">
        <w:tc>
          <w:tcPr>
            <w:tcW w:w="358" w:type="pct"/>
          </w:tcPr>
          <w:p w14:paraId="47EBFB2F" w14:textId="77777777" w:rsidR="00D34A9A" w:rsidRPr="00147F2B" w:rsidRDefault="00D34A9A" w:rsidP="00D34A9A">
            <w:pPr>
              <w:jc w:val="center"/>
              <w:rPr>
                <w:sz w:val="22"/>
              </w:rPr>
            </w:pPr>
            <w:r w:rsidRPr="00147F2B">
              <w:rPr>
                <w:sz w:val="22"/>
              </w:rPr>
              <w:t>5.</w:t>
            </w:r>
          </w:p>
        </w:tc>
        <w:tc>
          <w:tcPr>
            <w:tcW w:w="2911" w:type="pct"/>
          </w:tcPr>
          <w:p w14:paraId="43101437" w14:textId="77777777"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14:paraId="5AE44929" w14:textId="77777777" w:rsidR="00D34A9A" w:rsidRPr="00147F2B" w:rsidRDefault="00D34A9A" w:rsidP="00D34A9A">
            <w:pPr>
              <w:rPr>
                <w:sz w:val="22"/>
              </w:rPr>
            </w:pPr>
          </w:p>
        </w:tc>
      </w:tr>
      <w:tr w:rsidR="00D34A9A" w:rsidRPr="00147F2B" w14:paraId="08EA9304" w14:textId="77777777" w:rsidTr="00DD4BAD">
        <w:tc>
          <w:tcPr>
            <w:tcW w:w="358" w:type="pct"/>
          </w:tcPr>
          <w:p w14:paraId="241BAFFC" w14:textId="77777777" w:rsidR="00D34A9A" w:rsidRPr="00147F2B" w:rsidRDefault="00D34A9A" w:rsidP="00D34A9A">
            <w:pPr>
              <w:jc w:val="center"/>
              <w:rPr>
                <w:sz w:val="22"/>
              </w:rPr>
            </w:pPr>
            <w:r w:rsidRPr="00147F2B">
              <w:rPr>
                <w:sz w:val="22"/>
              </w:rPr>
              <w:t>6.</w:t>
            </w:r>
          </w:p>
        </w:tc>
        <w:tc>
          <w:tcPr>
            <w:tcW w:w="2911" w:type="pct"/>
          </w:tcPr>
          <w:p w14:paraId="553B1437" w14:textId="77777777" w:rsidR="00D34A9A" w:rsidRPr="00147F2B" w:rsidRDefault="00D34A9A" w:rsidP="00D34A9A">
            <w:pPr>
              <w:rPr>
                <w:sz w:val="22"/>
              </w:rPr>
            </w:pPr>
            <w:r w:rsidRPr="00147F2B">
              <w:rPr>
                <w:sz w:val="22"/>
              </w:rPr>
              <w:t>Телефоны Участника (с указанием кода города)</w:t>
            </w:r>
          </w:p>
        </w:tc>
        <w:tc>
          <w:tcPr>
            <w:tcW w:w="1731" w:type="pct"/>
          </w:tcPr>
          <w:p w14:paraId="56835F44" w14:textId="77777777" w:rsidR="00D34A9A" w:rsidRPr="00147F2B" w:rsidRDefault="00D34A9A" w:rsidP="00D34A9A">
            <w:pPr>
              <w:jc w:val="center"/>
              <w:rPr>
                <w:sz w:val="22"/>
              </w:rPr>
            </w:pPr>
          </w:p>
        </w:tc>
      </w:tr>
      <w:tr w:rsidR="00D34A9A" w:rsidRPr="00147F2B" w14:paraId="031626DD" w14:textId="77777777" w:rsidTr="00DD4BAD">
        <w:tc>
          <w:tcPr>
            <w:tcW w:w="358" w:type="pct"/>
          </w:tcPr>
          <w:p w14:paraId="2A16B5BB" w14:textId="77777777" w:rsidR="00D34A9A" w:rsidRPr="00147F2B" w:rsidRDefault="00D34A9A" w:rsidP="00D34A9A">
            <w:pPr>
              <w:jc w:val="center"/>
              <w:rPr>
                <w:sz w:val="22"/>
              </w:rPr>
            </w:pPr>
            <w:r w:rsidRPr="00147F2B">
              <w:rPr>
                <w:sz w:val="22"/>
              </w:rPr>
              <w:t>7.</w:t>
            </w:r>
          </w:p>
        </w:tc>
        <w:tc>
          <w:tcPr>
            <w:tcW w:w="2911" w:type="pct"/>
          </w:tcPr>
          <w:p w14:paraId="44468007" w14:textId="77777777" w:rsidR="00D34A9A" w:rsidRPr="00147F2B" w:rsidRDefault="00D34A9A" w:rsidP="00D34A9A">
            <w:pPr>
              <w:rPr>
                <w:sz w:val="22"/>
              </w:rPr>
            </w:pPr>
            <w:r w:rsidRPr="00147F2B">
              <w:rPr>
                <w:sz w:val="22"/>
              </w:rPr>
              <w:t xml:space="preserve">Факс Участника </w:t>
            </w:r>
          </w:p>
          <w:p w14:paraId="5FAA761E" w14:textId="77777777" w:rsidR="00D34A9A" w:rsidRPr="00147F2B" w:rsidRDefault="00D34A9A" w:rsidP="00D34A9A">
            <w:pPr>
              <w:rPr>
                <w:sz w:val="22"/>
              </w:rPr>
            </w:pPr>
            <w:r w:rsidRPr="00147F2B">
              <w:rPr>
                <w:sz w:val="22"/>
              </w:rPr>
              <w:t>(с указанием кода города)</w:t>
            </w:r>
          </w:p>
        </w:tc>
        <w:tc>
          <w:tcPr>
            <w:tcW w:w="1731" w:type="pct"/>
          </w:tcPr>
          <w:p w14:paraId="2982341E" w14:textId="77777777" w:rsidR="00D34A9A" w:rsidRPr="00147F2B" w:rsidRDefault="00D34A9A" w:rsidP="00D34A9A">
            <w:pPr>
              <w:rPr>
                <w:sz w:val="22"/>
              </w:rPr>
            </w:pPr>
          </w:p>
        </w:tc>
      </w:tr>
      <w:tr w:rsidR="00D34A9A" w:rsidRPr="00147F2B" w14:paraId="3A08928B" w14:textId="77777777" w:rsidTr="00DD4BAD">
        <w:tc>
          <w:tcPr>
            <w:tcW w:w="358" w:type="pct"/>
          </w:tcPr>
          <w:p w14:paraId="03DD9619" w14:textId="77777777" w:rsidR="00D34A9A" w:rsidRPr="00147F2B" w:rsidRDefault="00D34A9A" w:rsidP="00D34A9A">
            <w:pPr>
              <w:jc w:val="center"/>
              <w:rPr>
                <w:sz w:val="22"/>
              </w:rPr>
            </w:pPr>
            <w:r w:rsidRPr="00147F2B">
              <w:rPr>
                <w:sz w:val="22"/>
              </w:rPr>
              <w:t xml:space="preserve">8. </w:t>
            </w:r>
          </w:p>
        </w:tc>
        <w:tc>
          <w:tcPr>
            <w:tcW w:w="2911" w:type="pct"/>
          </w:tcPr>
          <w:p w14:paraId="66D3FE32" w14:textId="77777777"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14:paraId="6DCBAF14" w14:textId="77777777" w:rsidR="00D34A9A" w:rsidRPr="00147F2B" w:rsidRDefault="00D34A9A" w:rsidP="00D34A9A">
            <w:pPr>
              <w:rPr>
                <w:sz w:val="22"/>
              </w:rPr>
            </w:pPr>
          </w:p>
        </w:tc>
      </w:tr>
      <w:tr w:rsidR="00D34A9A" w:rsidRPr="00147F2B" w14:paraId="45E30209" w14:textId="77777777" w:rsidTr="00DD4BAD">
        <w:tc>
          <w:tcPr>
            <w:tcW w:w="358" w:type="pct"/>
          </w:tcPr>
          <w:p w14:paraId="75EAB722" w14:textId="77777777" w:rsidR="00D34A9A" w:rsidRPr="00147F2B" w:rsidRDefault="00D34A9A" w:rsidP="00D34A9A">
            <w:pPr>
              <w:jc w:val="center"/>
              <w:rPr>
                <w:sz w:val="22"/>
              </w:rPr>
            </w:pPr>
            <w:r w:rsidRPr="00147F2B">
              <w:rPr>
                <w:sz w:val="22"/>
              </w:rPr>
              <w:t>9.</w:t>
            </w:r>
          </w:p>
        </w:tc>
        <w:tc>
          <w:tcPr>
            <w:tcW w:w="2911" w:type="pct"/>
          </w:tcPr>
          <w:p w14:paraId="48808EFC" w14:textId="77777777" w:rsidR="00D34A9A" w:rsidRPr="00147F2B" w:rsidRDefault="00D34A9A" w:rsidP="00D34A9A">
            <w:pPr>
              <w:rPr>
                <w:sz w:val="22"/>
              </w:rPr>
            </w:pPr>
            <w:r w:rsidRPr="00147F2B">
              <w:rPr>
                <w:sz w:val="22"/>
              </w:rPr>
              <w:t>ИНН/КПП Участника</w:t>
            </w:r>
          </w:p>
        </w:tc>
        <w:tc>
          <w:tcPr>
            <w:tcW w:w="1731" w:type="pct"/>
          </w:tcPr>
          <w:p w14:paraId="06FA2827" w14:textId="77777777" w:rsidR="00D34A9A" w:rsidRPr="00147F2B" w:rsidRDefault="00D34A9A" w:rsidP="00D34A9A">
            <w:pPr>
              <w:rPr>
                <w:sz w:val="22"/>
              </w:rPr>
            </w:pPr>
          </w:p>
        </w:tc>
      </w:tr>
      <w:tr w:rsidR="00D34A9A" w:rsidRPr="00147F2B" w14:paraId="351907B1" w14:textId="77777777" w:rsidTr="00DD4BAD">
        <w:tc>
          <w:tcPr>
            <w:tcW w:w="358" w:type="pct"/>
          </w:tcPr>
          <w:p w14:paraId="30D1F102" w14:textId="77777777" w:rsidR="00D34A9A" w:rsidRPr="00147F2B" w:rsidRDefault="00D34A9A" w:rsidP="00D34A9A">
            <w:pPr>
              <w:jc w:val="center"/>
              <w:rPr>
                <w:sz w:val="22"/>
              </w:rPr>
            </w:pPr>
            <w:r w:rsidRPr="00147F2B">
              <w:rPr>
                <w:sz w:val="22"/>
              </w:rPr>
              <w:t>10.</w:t>
            </w:r>
          </w:p>
        </w:tc>
        <w:tc>
          <w:tcPr>
            <w:tcW w:w="2911" w:type="pct"/>
          </w:tcPr>
          <w:p w14:paraId="0117961F" w14:textId="77777777" w:rsidR="00D34A9A" w:rsidRPr="00147F2B" w:rsidRDefault="00D34A9A" w:rsidP="00D34A9A">
            <w:pPr>
              <w:rPr>
                <w:sz w:val="22"/>
              </w:rPr>
            </w:pPr>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14:paraId="00E6E62D" w14:textId="77777777" w:rsidR="00D34A9A" w:rsidRPr="00147F2B" w:rsidRDefault="00D34A9A" w:rsidP="00D34A9A">
            <w:pPr>
              <w:rPr>
                <w:sz w:val="22"/>
              </w:rPr>
            </w:pPr>
          </w:p>
        </w:tc>
      </w:tr>
      <w:tr w:rsidR="00D34A9A" w:rsidRPr="00147F2B" w14:paraId="68547F65" w14:textId="77777777" w:rsidTr="00DD4BAD">
        <w:tc>
          <w:tcPr>
            <w:tcW w:w="358" w:type="pct"/>
          </w:tcPr>
          <w:p w14:paraId="1C48F13F" w14:textId="77777777" w:rsidR="00D34A9A" w:rsidRPr="00147F2B" w:rsidRDefault="00D34A9A" w:rsidP="00D34A9A">
            <w:pPr>
              <w:jc w:val="center"/>
              <w:rPr>
                <w:sz w:val="22"/>
              </w:rPr>
            </w:pPr>
            <w:r w:rsidRPr="00147F2B">
              <w:rPr>
                <w:sz w:val="22"/>
              </w:rPr>
              <w:t>11.</w:t>
            </w:r>
          </w:p>
        </w:tc>
        <w:tc>
          <w:tcPr>
            <w:tcW w:w="2911" w:type="pct"/>
          </w:tcPr>
          <w:p w14:paraId="355BC435" w14:textId="77777777"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14:paraId="1C82FDEF" w14:textId="77777777" w:rsidR="00D34A9A" w:rsidRPr="00147F2B" w:rsidRDefault="00D34A9A" w:rsidP="00D34A9A">
            <w:pPr>
              <w:rPr>
                <w:sz w:val="22"/>
              </w:rPr>
            </w:pPr>
          </w:p>
        </w:tc>
      </w:tr>
      <w:tr w:rsidR="00D34A9A" w:rsidRPr="00147F2B" w14:paraId="4539E61E" w14:textId="77777777" w:rsidTr="00DD4BAD">
        <w:tc>
          <w:tcPr>
            <w:tcW w:w="358" w:type="pct"/>
          </w:tcPr>
          <w:p w14:paraId="0CA8256A" w14:textId="77777777" w:rsidR="00D34A9A" w:rsidRPr="00147F2B" w:rsidRDefault="00D34A9A" w:rsidP="00D34A9A">
            <w:pPr>
              <w:jc w:val="center"/>
              <w:rPr>
                <w:sz w:val="22"/>
              </w:rPr>
            </w:pPr>
            <w:r w:rsidRPr="00147F2B">
              <w:rPr>
                <w:sz w:val="22"/>
              </w:rPr>
              <w:t>12.</w:t>
            </w:r>
          </w:p>
        </w:tc>
        <w:tc>
          <w:tcPr>
            <w:tcW w:w="2911" w:type="pct"/>
          </w:tcPr>
          <w:p w14:paraId="29B01BF7" w14:textId="77777777"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14:paraId="642D9F01" w14:textId="77777777" w:rsidR="00D34A9A" w:rsidRPr="00147F2B" w:rsidRDefault="00D34A9A" w:rsidP="00D34A9A">
            <w:pPr>
              <w:rPr>
                <w:sz w:val="22"/>
              </w:rPr>
            </w:pPr>
          </w:p>
        </w:tc>
      </w:tr>
      <w:tr w:rsidR="00D34A9A" w:rsidRPr="00147F2B" w14:paraId="534EA21A" w14:textId="77777777" w:rsidTr="00DD4BAD">
        <w:tc>
          <w:tcPr>
            <w:tcW w:w="358" w:type="pct"/>
            <w:tcBorders>
              <w:bottom w:val="single" w:sz="4" w:space="0" w:color="auto"/>
            </w:tcBorders>
          </w:tcPr>
          <w:p w14:paraId="593DF74C" w14:textId="77777777"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14:paraId="3944F5C0" w14:textId="77777777"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14:paraId="2594AA1B" w14:textId="77777777" w:rsidR="00D34A9A" w:rsidRPr="00147F2B" w:rsidRDefault="00D34A9A" w:rsidP="00D34A9A">
            <w:pPr>
              <w:rPr>
                <w:sz w:val="22"/>
              </w:rPr>
            </w:pPr>
          </w:p>
        </w:tc>
      </w:tr>
      <w:tr w:rsidR="00D34A9A" w:rsidRPr="00147F2B" w14:paraId="3640B5EB" w14:textId="77777777" w:rsidTr="00DD4BAD">
        <w:tc>
          <w:tcPr>
            <w:tcW w:w="358" w:type="pct"/>
            <w:tcBorders>
              <w:bottom w:val="single" w:sz="4" w:space="0" w:color="auto"/>
            </w:tcBorders>
          </w:tcPr>
          <w:p w14:paraId="0AADA68D" w14:textId="77777777"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14:paraId="42DB204D" w14:textId="77777777"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14:paraId="6B7302D6" w14:textId="77777777" w:rsidR="00D34A9A" w:rsidRPr="00147F2B" w:rsidRDefault="00D34A9A" w:rsidP="00D34A9A">
            <w:pPr>
              <w:rPr>
                <w:sz w:val="22"/>
              </w:rPr>
            </w:pPr>
          </w:p>
        </w:tc>
      </w:tr>
      <w:tr w:rsidR="00D34A9A" w:rsidRPr="00147F2B" w14:paraId="1ECA7CEC" w14:textId="77777777" w:rsidTr="00DD4BAD">
        <w:tc>
          <w:tcPr>
            <w:tcW w:w="358" w:type="pct"/>
          </w:tcPr>
          <w:p w14:paraId="6B8FBAAE" w14:textId="77777777" w:rsidR="00D34A9A" w:rsidRPr="00147F2B" w:rsidRDefault="00D34A9A" w:rsidP="00D34A9A">
            <w:pPr>
              <w:jc w:val="center"/>
              <w:rPr>
                <w:sz w:val="22"/>
              </w:rPr>
            </w:pPr>
            <w:r w:rsidRPr="00147F2B">
              <w:rPr>
                <w:sz w:val="22"/>
              </w:rPr>
              <w:t>15.</w:t>
            </w:r>
          </w:p>
        </w:tc>
        <w:tc>
          <w:tcPr>
            <w:tcW w:w="2911" w:type="pct"/>
          </w:tcPr>
          <w:p w14:paraId="03F99BE7" w14:textId="77777777" w:rsidR="00D34A9A" w:rsidRPr="00147F2B" w:rsidRDefault="00D34A9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14:paraId="19DE959B" w14:textId="77777777" w:rsidR="00D34A9A" w:rsidRPr="00147F2B" w:rsidRDefault="00D34A9A" w:rsidP="00D34A9A">
            <w:pPr>
              <w:rPr>
                <w:sz w:val="22"/>
              </w:rPr>
            </w:pPr>
            <w:r w:rsidRPr="00147F2B">
              <w:rPr>
                <w:sz w:val="22"/>
              </w:rPr>
              <w:t>Участника/Заказчика</w:t>
            </w:r>
          </w:p>
        </w:tc>
        <w:tc>
          <w:tcPr>
            <w:tcW w:w="1731" w:type="pct"/>
          </w:tcPr>
          <w:p w14:paraId="0B1E26FD" w14:textId="77777777" w:rsidR="00D34A9A" w:rsidRPr="00147F2B" w:rsidRDefault="00D34A9A" w:rsidP="00D34A9A">
            <w:pPr>
              <w:rPr>
                <w:sz w:val="22"/>
              </w:rPr>
            </w:pPr>
          </w:p>
        </w:tc>
      </w:tr>
      <w:tr w:rsidR="00D34A9A" w:rsidRPr="00147F2B" w14:paraId="29AFABDE" w14:textId="77777777" w:rsidTr="00DD4BAD">
        <w:tc>
          <w:tcPr>
            <w:tcW w:w="358" w:type="pct"/>
            <w:tcBorders>
              <w:bottom w:val="single" w:sz="4" w:space="0" w:color="auto"/>
            </w:tcBorders>
          </w:tcPr>
          <w:p w14:paraId="59272860" w14:textId="77777777" w:rsidR="00D34A9A" w:rsidRPr="00147F2B" w:rsidRDefault="00D34A9A" w:rsidP="00D34A9A">
            <w:pPr>
              <w:jc w:val="center"/>
              <w:rPr>
                <w:sz w:val="22"/>
              </w:rPr>
            </w:pPr>
            <w:r w:rsidRPr="00147F2B">
              <w:rPr>
                <w:sz w:val="22"/>
              </w:rPr>
              <w:t>16.</w:t>
            </w:r>
          </w:p>
        </w:tc>
        <w:tc>
          <w:tcPr>
            <w:tcW w:w="2911" w:type="pct"/>
            <w:tcBorders>
              <w:bottom w:val="single" w:sz="4" w:space="0" w:color="auto"/>
            </w:tcBorders>
          </w:tcPr>
          <w:p w14:paraId="4E44BF05" w14:textId="6680C430" w:rsidR="00D34A9A" w:rsidRPr="00147F2B" w:rsidRDefault="00AA4EB9" w:rsidP="00D34A9A">
            <w:pPr>
              <w:rPr>
                <w:sz w:val="22"/>
              </w:rPr>
            </w:pPr>
            <w:r>
              <w:rPr>
                <w:sz w:val="22"/>
              </w:rPr>
              <w:t>Принадлежность</w:t>
            </w:r>
            <w:r w:rsidR="00D34A9A" w:rsidRPr="00147F2B">
              <w:rPr>
                <w:sz w:val="22"/>
              </w:rPr>
              <w:t xml:space="preserve"> к </w:t>
            </w:r>
            <w:r>
              <w:rPr>
                <w:sz w:val="22"/>
              </w:rPr>
              <w:t>субъектам</w:t>
            </w:r>
            <w:r w:rsidR="00D34A9A" w:rsidRPr="00147F2B">
              <w:rPr>
                <w:sz w:val="22"/>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14:paraId="3E60FBFB" w14:textId="77777777" w:rsidR="00D34A9A" w:rsidRPr="00147F2B" w:rsidRDefault="00D34A9A" w:rsidP="00D34A9A">
            <w:pPr>
              <w:rPr>
                <w:sz w:val="22"/>
              </w:rPr>
            </w:pPr>
          </w:p>
        </w:tc>
      </w:tr>
    </w:tbl>
    <w:p w14:paraId="53613BC3" w14:textId="77777777" w:rsidR="00D34A9A" w:rsidRPr="00147F2B" w:rsidRDefault="00D34A9A" w:rsidP="00D34A9A">
      <w:pPr>
        <w:tabs>
          <w:tab w:val="left" w:pos="1080"/>
          <w:tab w:val="left" w:pos="2160"/>
        </w:tabs>
        <w:jc w:val="both"/>
        <w:rPr>
          <w:sz w:val="22"/>
        </w:rPr>
      </w:pPr>
    </w:p>
    <w:p w14:paraId="543E990E" w14:textId="77777777" w:rsidR="00D34A9A" w:rsidRPr="00147F2B" w:rsidRDefault="00D34A9A" w:rsidP="00D34A9A">
      <w:pPr>
        <w:tabs>
          <w:tab w:val="left" w:pos="1080"/>
          <w:tab w:val="left" w:pos="2160"/>
        </w:tabs>
        <w:jc w:val="both"/>
        <w:rPr>
          <w:sz w:val="22"/>
        </w:rPr>
      </w:pPr>
    </w:p>
    <w:p w14:paraId="0082998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2D48E261"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60217343" w14:textId="77777777" w:rsidR="00D34A9A" w:rsidRPr="00147F2B" w:rsidRDefault="00D34A9A" w:rsidP="00D34A9A">
      <w:pPr>
        <w:tabs>
          <w:tab w:val="left" w:pos="1080"/>
          <w:tab w:val="left" w:pos="2160"/>
        </w:tabs>
        <w:jc w:val="both"/>
        <w:rPr>
          <w:sz w:val="22"/>
        </w:rPr>
        <w:sectPr w:rsidR="00D34A9A" w:rsidRPr="00147F2B" w:rsidSect="00315BFA">
          <w:headerReference w:type="default" r:id="rId23"/>
          <w:footnotePr>
            <w:numRestart w:val="eachPage"/>
          </w:footnotePr>
          <w:pgSz w:w="11907" w:h="16840" w:code="9"/>
          <w:pgMar w:top="1259" w:right="850" w:bottom="1134" w:left="1134" w:header="720" w:footer="720" w:gutter="0"/>
          <w:cols w:space="708"/>
          <w:docGrid w:linePitch="360"/>
        </w:sectPr>
      </w:pPr>
    </w:p>
    <w:p w14:paraId="7E4FB661" w14:textId="77777777" w:rsidR="00D34A9A" w:rsidRPr="00147F2B" w:rsidRDefault="00D34A9A" w:rsidP="00D34A9A">
      <w:pPr>
        <w:rPr>
          <w:b/>
          <w:sz w:val="24"/>
          <w:szCs w:val="24"/>
        </w:rPr>
      </w:pPr>
      <w:bookmarkStart w:id="350" w:name="_Ref336445305"/>
      <w:bookmarkStart w:id="351" w:name="_Ref336445319"/>
      <w:bookmarkStart w:id="352" w:name="_Ref336509371"/>
      <w:bookmarkStart w:id="353" w:name="_Toc255048949"/>
      <w:bookmarkStart w:id="354" w:name="_Toc255048989"/>
      <w:bookmarkStart w:id="355" w:name="_Ref323915406"/>
    </w:p>
    <w:p w14:paraId="53149216" w14:textId="77777777"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350"/>
      <w:bookmarkEnd w:id="351"/>
      <w:bookmarkEnd w:id="352"/>
    </w:p>
    <w:p w14:paraId="57353094" w14:textId="77777777" w:rsidR="00D34A9A" w:rsidRPr="00147F2B" w:rsidRDefault="00D34A9A" w:rsidP="00D34A9A">
      <w:pPr>
        <w:jc w:val="center"/>
        <w:rPr>
          <w:sz w:val="24"/>
          <w:szCs w:val="24"/>
        </w:rPr>
      </w:pPr>
      <w:r w:rsidRPr="00147F2B">
        <w:rPr>
          <w:sz w:val="24"/>
          <w:szCs w:val="24"/>
        </w:rPr>
        <w:t>_______________________________________________</w:t>
      </w:r>
    </w:p>
    <w:p w14:paraId="2E958EC2" w14:textId="77777777" w:rsidR="00D34A9A" w:rsidRPr="00147F2B" w:rsidRDefault="00D34A9A" w:rsidP="00D34A9A">
      <w:pPr>
        <w:jc w:val="center"/>
      </w:pPr>
      <w:r w:rsidRPr="00147F2B">
        <w:t>(наименование организации, предоставляющей информацию)</w:t>
      </w:r>
    </w:p>
    <w:p w14:paraId="3A927F05" w14:textId="77777777"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14:paraId="06878B5D" w14:textId="77777777" w:rsidTr="00DD4BAD">
        <w:tc>
          <w:tcPr>
            <w:tcW w:w="2078" w:type="pct"/>
            <w:gridSpan w:val="6"/>
          </w:tcPr>
          <w:p w14:paraId="211FB4CA" w14:textId="77777777"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14:paraId="58677848" w14:textId="77777777"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14:paraId="147E4643" w14:textId="77777777" w:rsidR="00D34A9A" w:rsidRPr="00DD4BAD" w:rsidRDefault="00D34A9A" w:rsidP="00D34A9A">
            <w:pPr>
              <w:jc w:val="center"/>
              <w:rPr>
                <w:sz w:val="16"/>
                <w:szCs w:val="16"/>
              </w:rPr>
            </w:pPr>
          </w:p>
          <w:p w14:paraId="4B5A4597" w14:textId="77777777" w:rsidR="00D34A9A" w:rsidRPr="00DD4BAD" w:rsidRDefault="00D34A9A" w:rsidP="00D34A9A">
            <w:pPr>
              <w:jc w:val="center"/>
              <w:rPr>
                <w:sz w:val="16"/>
                <w:szCs w:val="16"/>
              </w:rPr>
            </w:pPr>
          </w:p>
          <w:p w14:paraId="612C961C" w14:textId="77777777"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14:paraId="524F6CA3" w14:textId="77777777" w:rsidTr="00DD4BAD">
        <w:tc>
          <w:tcPr>
            <w:tcW w:w="227" w:type="pct"/>
          </w:tcPr>
          <w:p w14:paraId="18FA2470" w14:textId="77777777" w:rsidR="00D34A9A" w:rsidRPr="00DD4BAD" w:rsidRDefault="00D34A9A" w:rsidP="00D34A9A">
            <w:pPr>
              <w:rPr>
                <w:sz w:val="16"/>
                <w:szCs w:val="16"/>
              </w:rPr>
            </w:pPr>
            <w:r w:rsidRPr="00DD4BAD">
              <w:rPr>
                <w:sz w:val="16"/>
                <w:szCs w:val="16"/>
              </w:rPr>
              <w:t>ИНН</w:t>
            </w:r>
          </w:p>
        </w:tc>
        <w:tc>
          <w:tcPr>
            <w:tcW w:w="227" w:type="pct"/>
          </w:tcPr>
          <w:p w14:paraId="4F549243" w14:textId="77777777" w:rsidR="00D34A9A" w:rsidRPr="00DD4BAD" w:rsidRDefault="00D34A9A" w:rsidP="00D34A9A">
            <w:pPr>
              <w:rPr>
                <w:sz w:val="16"/>
                <w:szCs w:val="16"/>
              </w:rPr>
            </w:pPr>
            <w:r w:rsidRPr="00DD4BAD">
              <w:rPr>
                <w:sz w:val="16"/>
                <w:szCs w:val="16"/>
              </w:rPr>
              <w:t>ОГРН</w:t>
            </w:r>
          </w:p>
        </w:tc>
        <w:tc>
          <w:tcPr>
            <w:tcW w:w="455" w:type="pct"/>
          </w:tcPr>
          <w:p w14:paraId="7A7BE94E" w14:textId="77777777" w:rsidR="00D34A9A" w:rsidRPr="00DD4BAD" w:rsidRDefault="00D34A9A" w:rsidP="00D34A9A">
            <w:pPr>
              <w:jc w:val="center"/>
              <w:rPr>
                <w:sz w:val="16"/>
                <w:szCs w:val="16"/>
              </w:rPr>
            </w:pPr>
            <w:r w:rsidRPr="00DD4BAD">
              <w:rPr>
                <w:sz w:val="16"/>
                <w:szCs w:val="16"/>
              </w:rPr>
              <w:t>Наименование краткое</w:t>
            </w:r>
          </w:p>
        </w:tc>
        <w:tc>
          <w:tcPr>
            <w:tcW w:w="292" w:type="pct"/>
          </w:tcPr>
          <w:p w14:paraId="7EB254C9" w14:textId="77777777" w:rsidR="00D34A9A" w:rsidRPr="00DD4BAD" w:rsidRDefault="00D34A9A" w:rsidP="00D34A9A">
            <w:pPr>
              <w:jc w:val="center"/>
              <w:rPr>
                <w:sz w:val="16"/>
                <w:szCs w:val="16"/>
              </w:rPr>
            </w:pPr>
            <w:r w:rsidRPr="00DD4BAD">
              <w:rPr>
                <w:sz w:val="16"/>
                <w:szCs w:val="16"/>
              </w:rPr>
              <w:t>Код ОКВЭД</w:t>
            </w:r>
          </w:p>
        </w:tc>
        <w:tc>
          <w:tcPr>
            <w:tcW w:w="422" w:type="pct"/>
          </w:tcPr>
          <w:p w14:paraId="1A6BA22D" w14:textId="77777777"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14:paraId="2E395544"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14:paraId="6888DF07" w14:textId="77777777" w:rsidR="00D34A9A" w:rsidRPr="00DD4BAD" w:rsidRDefault="00D34A9A" w:rsidP="00D34A9A">
            <w:pPr>
              <w:jc w:val="center"/>
              <w:rPr>
                <w:sz w:val="16"/>
                <w:szCs w:val="16"/>
              </w:rPr>
            </w:pPr>
            <w:r w:rsidRPr="00DD4BAD">
              <w:rPr>
                <w:sz w:val="16"/>
                <w:szCs w:val="16"/>
              </w:rPr>
              <w:t>№</w:t>
            </w:r>
          </w:p>
        </w:tc>
        <w:tc>
          <w:tcPr>
            <w:tcW w:w="227" w:type="pct"/>
          </w:tcPr>
          <w:p w14:paraId="65E0FAC3" w14:textId="77777777" w:rsidR="00D34A9A" w:rsidRPr="00DD4BAD" w:rsidRDefault="00D34A9A" w:rsidP="00D34A9A">
            <w:pPr>
              <w:jc w:val="center"/>
              <w:rPr>
                <w:sz w:val="16"/>
                <w:szCs w:val="16"/>
              </w:rPr>
            </w:pPr>
            <w:r w:rsidRPr="00DD4BAD">
              <w:rPr>
                <w:sz w:val="16"/>
                <w:szCs w:val="16"/>
              </w:rPr>
              <w:t>ИНН</w:t>
            </w:r>
          </w:p>
        </w:tc>
        <w:tc>
          <w:tcPr>
            <w:tcW w:w="226" w:type="pct"/>
          </w:tcPr>
          <w:p w14:paraId="03010846" w14:textId="77777777" w:rsidR="00D34A9A" w:rsidRPr="00DD4BAD" w:rsidRDefault="00D34A9A" w:rsidP="00D34A9A">
            <w:pPr>
              <w:rPr>
                <w:sz w:val="16"/>
                <w:szCs w:val="16"/>
              </w:rPr>
            </w:pPr>
            <w:r w:rsidRPr="00DD4BAD">
              <w:rPr>
                <w:sz w:val="16"/>
                <w:szCs w:val="16"/>
              </w:rPr>
              <w:t>ОГРН</w:t>
            </w:r>
          </w:p>
        </w:tc>
        <w:tc>
          <w:tcPr>
            <w:tcW w:w="456" w:type="pct"/>
          </w:tcPr>
          <w:p w14:paraId="59A71B74" w14:textId="77777777" w:rsidR="00D34A9A" w:rsidRPr="00DD4BAD" w:rsidRDefault="00D34A9A" w:rsidP="00D34A9A">
            <w:pPr>
              <w:jc w:val="center"/>
              <w:rPr>
                <w:sz w:val="16"/>
                <w:szCs w:val="16"/>
              </w:rPr>
            </w:pPr>
            <w:r w:rsidRPr="00DD4BAD">
              <w:rPr>
                <w:sz w:val="16"/>
                <w:szCs w:val="16"/>
              </w:rPr>
              <w:t>Наименование/ФИО</w:t>
            </w:r>
          </w:p>
        </w:tc>
        <w:tc>
          <w:tcPr>
            <w:tcW w:w="390" w:type="pct"/>
          </w:tcPr>
          <w:p w14:paraId="7AD5098E" w14:textId="77777777" w:rsidR="00D34A9A" w:rsidRPr="00DD4BAD" w:rsidRDefault="00D34A9A" w:rsidP="00D34A9A">
            <w:pPr>
              <w:jc w:val="center"/>
              <w:rPr>
                <w:sz w:val="16"/>
                <w:szCs w:val="16"/>
              </w:rPr>
            </w:pPr>
            <w:r w:rsidRPr="00DD4BAD">
              <w:rPr>
                <w:sz w:val="16"/>
                <w:szCs w:val="16"/>
              </w:rPr>
              <w:t>Адрес регистрации</w:t>
            </w:r>
          </w:p>
        </w:tc>
        <w:tc>
          <w:tcPr>
            <w:tcW w:w="519" w:type="pct"/>
          </w:tcPr>
          <w:p w14:paraId="59DC8A50"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14:paraId="7CB31752" w14:textId="77777777" w:rsidR="00D34A9A" w:rsidRPr="00DD4BAD" w:rsidRDefault="00D34A9A" w:rsidP="00D34A9A">
            <w:pPr>
              <w:jc w:val="center"/>
              <w:rPr>
                <w:sz w:val="16"/>
                <w:szCs w:val="16"/>
              </w:rPr>
            </w:pPr>
            <w:r w:rsidRPr="00DD4BAD">
              <w:rPr>
                <w:sz w:val="16"/>
                <w:szCs w:val="16"/>
              </w:rPr>
              <w:t>Руководитель/</w:t>
            </w:r>
          </w:p>
          <w:p w14:paraId="7D929314" w14:textId="77777777" w:rsidR="00D34A9A" w:rsidRPr="00DD4BAD" w:rsidRDefault="00D34A9A" w:rsidP="00D34A9A">
            <w:pPr>
              <w:jc w:val="center"/>
              <w:rPr>
                <w:sz w:val="16"/>
                <w:szCs w:val="16"/>
              </w:rPr>
            </w:pPr>
            <w:r w:rsidRPr="00DD4BAD">
              <w:rPr>
                <w:sz w:val="16"/>
                <w:szCs w:val="16"/>
              </w:rPr>
              <w:t>Участник/</w:t>
            </w:r>
          </w:p>
          <w:p w14:paraId="7B2174DA" w14:textId="77777777" w:rsidR="00D34A9A" w:rsidRPr="00DD4BAD" w:rsidRDefault="00D34A9A" w:rsidP="00D34A9A">
            <w:pPr>
              <w:jc w:val="center"/>
              <w:rPr>
                <w:sz w:val="16"/>
                <w:szCs w:val="16"/>
              </w:rPr>
            </w:pPr>
            <w:r w:rsidRPr="00DD4BAD">
              <w:rPr>
                <w:sz w:val="16"/>
                <w:szCs w:val="16"/>
              </w:rPr>
              <w:t>акционер/</w:t>
            </w:r>
          </w:p>
          <w:p w14:paraId="4D8CC282" w14:textId="77777777" w:rsidR="00D34A9A" w:rsidRPr="00DD4BAD" w:rsidRDefault="00D34A9A" w:rsidP="00D34A9A">
            <w:pPr>
              <w:jc w:val="center"/>
              <w:rPr>
                <w:sz w:val="16"/>
                <w:szCs w:val="16"/>
              </w:rPr>
            </w:pPr>
            <w:r w:rsidRPr="00DD4BAD">
              <w:rPr>
                <w:sz w:val="16"/>
                <w:szCs w:val="16"/>
              </w:rPr>
              <w:t>бенефициар</w:t>
            </w:r>
          </w:p>
        </w:tc>
        <w:tc>
          <w:tcPr>
            <w:tcW w:w="519" w:type="pct"/>
            <w:vMerge/>
          </w:tcPr>
          <w:p w14:paraId="2C0EE40C" w14:textId="77777777" w:rsidR="00D34A9A" w:rsidRPr="00147F2B" w:rsidRDefault="00D34A9A" w:rsidP="00D34A9A">
            <w:pPr>
              <w:jc w:val="center"/>
              <w:rPr>
                <w:sz w:val="18"/>
                <w:szCs w:val="18"/>
              </w:rPr>
            </w:pPr>
          </w:p>
        </w:tc>
      </w:tr>
      <w:tr w:rsidR="00D34A9A" w:rsidRPr="00147F2B" w14:paraId="7FA56BCC" w14:textId="77777777" w:rsidTr="00DD4BAD">
        <w:tc>
          <w:tcPr>
            <w:tcW w:w="227" w:type="pct"/>
          </w:tcPr>
          <w:p w14:paraId="4C077F9B" w14:textId="77777777" w:rsidR="00D34A9A" w:rsidRPr="00147F2B" w:rsidRDefault="00D34A9A" w:rsidP="00D34A9A">
            <w:pPr>
              <w:jc w:val="center"/>
            </w:pPr>
          </w:p>
        </w:tc>
        <w:tc>
          <w:tcPr>
            <w:tcW w:w="227" w:type="pct"/>
          </w:tcPr>
          <w:p w14:paraId="56B747B5" w14:textId="77777777" w:rsidR="00D34A9A" w:rsidRPr="00147F2B" w:rsidRDefault="00D34A9A" w:rsidP="00D34A9A">
            <w:pPr>
              <w:jc w:val="center"/>
            </w:pPr>
          </w:p>
        </w:tc>
        <w:tc>
          <w:tcPr>
            <w:tcW w:w="455" w:type="pct"/>
          </w:tcPr>
          <w:p w14:paraId="5046C1E5" w14:textId="77777777" w:rsidR="00D34A9A" w:rsidRPr="00147F2B" w:rsidRDefault="00D34A9A" w:rsidP="00D34A9A">
            <w:pPr>
              <w:jc w:val="center"/>
            </w:pPr>
          </w:p>
        </w:tc>
        <w:tc>
          <w:tcPr>
            <w:tcW w:w="292" w:type="pct"/>
          </w:tcPr>
          <w:p w14:paraId="4589518C" w14:textId="77777777" w:rsidR="00D34A9A" w:rsidRPr="00147F2B" w:rsidRDefault="00D34A9A" w:rsidP="00D34A9A">
            <w:pPr>
              <w:jc w:val="center"/>
            </w:pPr>
          </w:p>
        </w:tc>
        <w:tc>
          <w:tcPr>
            <w:tcW w:w="422" w:type="pct"/>
          </w:tcPr>
          <w:p w14:paraId="400A3C27" w14:textId="77777777" w:rsidR="00D34A9A" w:rsidRPr="00147F2B" w:rsidRDefault="00D34A9A" w:rsidP="00D34A9A">
            <w:pPr>
              <w:jc w:val="center"/>
            </w:pPr>
          </w:p>
        </w:tc>
        <w:tc>
          <w:tcPr>
            <w:tcW w:w="455" w:type="pct"/>
          </w:tcPr>
          <w:p w14:paraId="63B28B44" w14:textId="77777777" w:rsidR="00D34A9A" w:rsidRPr="00147F2B" w:rsidRDefault="00D34A9A" w:rsidP="00D34A9A">
            <w:pPr>
              <w:jc w:val="center"/>
            </w:pPr>
          </w:p>
        </w:tc>
        <w:tc>
          <w:tcPr>
            <w:tcW w:w="130" w:type="pct"/>
          </w:tcPr>
          <w:p w14:paraId="5395AD82" w14:textId="77777777" w:rsidR="00D34A9A" w:rsidRPr="00147F2B" w:rsidRDefault="00D34A9A" w:rsidP="00D34A9A">
            <w:pPr>
              <w:jc w:val="center"/>
            </w:pPr>
          </w:p>
        </w:tc>
        <w:tc>
          <w:tcPr>
            <w:tcW w:w="227" w:type="pct"/>
          </w:tcPr>
          <w:p w14:paraId="302E2D18" w14:textId="77777777" w:rsidR="00D34A9A" w:rsidRPr="00147F2B" w:rsidRDefault="00D34A9A" w:rsidP="00D34A9A">
            <w:pPr>
              <w:jc w:val="center"/>
            </w:pPr>
          </w:p>
        </w:tc>
        <w:tc>
          <w:tcPr>
            <w:tcW w:w="226" w:type="pct"/>
          </w:tcPr>
          <w:p w14:paraId="7684B587" w14:textId="77777777" w:rsidR="00D34A9A" w:rsidRPr="00147F2B" w:rsidRDefault="00D34A9A" w:rsidP="00D34A9A">
            <w:pPr>
              <w:jc w:val="center"/>
            </w:pPr>
          </w:p>
        </w:tc>
        <w:tc>
          <w:tcPr>
            <w:tcW w:w="456" w:type="pct"/>
          </w:tcPr>
          <w:p w14:paraId="5C34E4A4" w14:textId="77777777" w:rsidR="00D34A9A" w:rsidRPr="00147F2B" w:rsidRDefault="00D34A9A" w:rsidP="00D34A9A">
            <w:pPr>
              <w:jc w:val="center"/>
            </w:pPr>
          </w:p>
        </w:tc>
        <w:tc>
          <w:tcPr>
            <w:tcW w:w="390" w:type="pct"/>
          </w:tcPr>
          <w:p w14:paraId="7434574B" w14:textId="77777777" w:rsidR="00D34A9A" w:rsidRPr="00147F2B" w:rsidRDefault="00D34A9A" w:rsidP="00D34A9A">
            <w:pPr>
              <w:jc w:val="center"/>
            </w:pPr>
          </w:p>
        </w:tc>
        <w:tc>
          <w:tcPr>
            <w:tcW w:w="519" w:type="pct"/>
          </w:tcPr>
          <w:p w14:paraId="1705D1C8" w14:textId="77777777" w:rsidR="00D34A9A" w:rsidRPr="00147F2B" w:rsidRDefault="00D34A9A" w:rsidP="00D34A9A">
            <w:pPr>
              <w:jc w:val="center"/>
            </w:pPr>
          </w:p>
        </w:tc>
        <w:tc>
          <w:tcPr>
            <w:tcW w:w="455" w:type="pct"/>
          </w:tcPr>
          <w:p w14:paraId="554DB0F5" w14:textId="77777777" w:rsidR="00D34A9A" w:rsidRPr="00147F2B" w:rsidRDefault="00D34A9A" w:rsidP="00D34A9A">
            <w:pPr>
              <w:jc w:val="center"/>
            </w:pPr>
          </w:p>
        </w:tc>
        <w:tc>
          <w:tcPr>
            <w:tcW w:w="519" w:type="pct"/>
          </w:tcPr>
          <w:p w14:paraId="208A95E6" w14:textId="77777777" w:rsidR="00D34A9A" w:rsidRPr="00147F2B" w:rsidRDefault="00D34A9A" w:rsidP="00D34A9A">
            <w:pPr>
              <w:jc w:val="center"/>
            </w:pPr>
          </w:p>
        </w:tc>
      </w:tr>
      <w:tr w:rsidR="00D34A9A" w:rsidRPr="00147F2B" w14:paraId="036E92EE" w14:textId="77777777" w:rsidTr="00DD4BAD">
        <w:tc>
          <w:tcPr>
            <w:tcW w:w="227" w:type="pct"/>
          </w:tcPr>
          <w:p w14:paraId="082569BF" w14:textId="77777777" w:rsidR="00D34A9A" w:rsidRPr="00147F2B" w:rsidRDefault="00D34A9A" w:rsidP="00D34A9A">
            <w:pPr>
              <w:jc w:val="center"/>
            </w:pPr>
          </w:p>
        </w:tc>
        <w:tc>
          <w:tcPr>
            <w:tcW w:w="227" w:type="pct"/>
          </w:tcPr>
          <w:p w14:paraId="1E5688CC" w14:textId="77777777" w:rsidR="00D34A9A" w:rsidRPr="00147F2B" w:rsidRDefault="00D34A9A" w:rsidP="00D34A9A">
            <w:pPr>
              <w:jc w:val="center"/>
            </w:pPr>
          </w:p>
        </w:tc>
        <w:tc>
          <w:tcPr>
            <w:tcW w:w="455" w:type="pct"/>
          </w:tcPr>
          <w:p w14:paraId="78CACDBA" w14:textId="77777777" w:rsidR="00D34A9A" w:rsidRPr="00147F2B" w:rsidRDefault="00D34A9A" w:rsidP="00D34A9A">
            <w:pPr>
              <w:jc w:val="center"/>
            </w:pPr>
          </w:p>
        </w:tc>
        <w:tc>
          <w:tcPr>
            <w:tcW w:w="292" w:type="pct"/>
          </w:tcPr>
          <w:p w14:paraId="17434DB0" w14:textId="77777777" w:rsidR="00D34A9A" w:rsidRPr="00147F2B" w:rsidRDefault="00D34A9A" w:rsidP="00D34A9A">
            <w:pPr>
              <w:jc w:val="center"/>
            </w:pPr>
          </w:p>
        </w:tc>
        <w:tc>
          <w:tcPr>
            <w:tcW w:w="422" w:type="pct"/>
          </w:tcPr>
          <w:p w14:paraId="0C0808D2" w14:textId="77777777" w:rsidR="00D34A9A" w:rsidRPr="00147F2B" w:rsidRDefault="00D34A9A" w:rsidP="00D34A9A">
            <w:pPr>
              <w:jc w:val="center"/>
            </w:pPr>
          </w:p>
        </w:tc>
        <w:tc>
          <w:tcPr>
            <w:tcW w:w="455" w:type="pct"/>
          </w:tcPr>
          <w:p w14:paraId="2B471664" w14:textId="77777777" w:rsidR="00D34A9A" w:rsidRPr="00147F2B" w:rsidRDefault="00D34A9A" w:rsidP="00D34A9A">
            <w:pPr>
              <w:jc w:val="center"/>
            </w:pPr>
          </w:p>
        </w:tc>
        <w:tc>
          <w:tcPr>
            <w:tcW w:w="130" w:type="pct"/>
          </w:tcPr>
          <w:p w14:paraId="6132B359" w14:textId="77777777" w:rsidR="00D34A9A" w:rsidRPr="00147F2B" w:rsidRDefault="00D34A9A" w:rsidP="00D34A9A">
            <w:pPr>
              <w:jc w:val="center"/>
            </w:pPr>
          </w:p>
        </w:tc>
        <w:tc>
          <w:tcPr>
            <w:tcW w:w="227" w:type="pct"/>
          </w:tcPr>
          <w:p w14:paraId="71173FEF" w14:textId="77777777" w:rsidR="00D34A9A" w:rsidRPr="00147F2B" w:rsidRDefault="00D34A9A" w:rsidP="00D34A9A">
            <w:pPr>
              <w:jc w:val="center"/>
            </w:pPr>
          </w:p>
        </w:tc>
        <w:tc>
          <w:tcPr>
            <w:tcW w:w="226" w:type="pct"/>
          </w:tcPr>
          <w:p w14:paraId="23FCB587" w14:textId="77777777" w:rsidR="00D34A9A" w:rsidRPr="00147F2B" w:rsidRDefault="00D34A9A" w:rsidP="00D34A9A">
            <w:pPr>
              <w:jc w:val="center"/>
            </w:pPr>
          </w:p>
        </w:tc>
        <w:tc>
          <w:tcPr>
            <w:tcW w:w="456" w:type="pct"/>
          </w:tcPr>
          <w:p w14:paraId="30CCBFB4" w14:textId="77777777" w:rsidR="00D34A9A" w:rsidRPr="00147F2B" w:rsidRDefault="00D34A9A" w:rsidP="00D34A9A">
            <w:pPr>
              <w:jc w:val="center"/>
            </w:pPr>
          </w:p>
        </w:tc>
        <w:tc>
          <w:tcPr>
            <w:tcW w:w="390" w:type="pct"/>
          </w:tcPr>
          <w:p w14:paraId="39E3370E" w14:textId="77777777" w:rsidR="00D34A9A" w:rsidRPr="00147F2B" w:rsidRDefault="00D34A9A" w:rsidP="00D34A9A">
            <w:pPr>
              <w:jc w:val="center"/>
            </w:pPr>
          </w:p>
        </w:tc>
        <w:tc>
          <w:tcPr>
            <w:tcW w:w="519" w:type="pct"/>
          </w:tcPr>
          <w:p w14:paraId="5CC3E5AE" w14:textId="77777777" w:rsidR="00D34A9A" w:rsidRPr="00147F2B" w:rsidRDefault="00D34A9A" w:rsidP="00D34A9A">
            <w:pPr>
              <w:jc w:val="center"/>
            </w:pPr>
          </w:p>
        </w:tc>
        <w:tc>
          <w:tcPr>
            <w:tcW w:w="455" w:type="pct"/>
          </w:tcPr>
          <w:p w14:paraId="624F3CFE" w14:textId="77777777" w:rsidR="00D34A9A" w:rsidRPr="00147F2B" w:rsidRDefault="00D34A9A" w:rsidP="00D34A9A">
            <w:pPr>
              <w:jc w:val="center"/>
            </w:pPr>
          </w:p>
        </w:tc>
        <w:tc>
          <w:tcPr>
            <w:tcW w:w="519" w:type="pct"/>
          </w:tcPr>
          <w:p w14:paraId="14E3D4FC" w14:textId="77777777" w:rsidR="00D34A9A" w:rsidRPr="00147F2B" w:rsidRDefault="00D34A9A" w:rsidP="00D34A9A">
            <w:pPr>
              <w:jc w:val="center"/>
            </w:pPr>
          </w:p>
        </w:tc>
      </w:tr>
      <w:tr w:rsidR="00D34A9A" w:rsidRPr="00147F2B" w14:paraId="439EAA1C" w14:textId="77777777" w:rsidTr="00DD4BAD">
        <w:tc>
          <w:tcPr>
            <w:tcW w:w="227" w:type="pct"/>
          </w:tcPr>
          <w:p w14:paraId="44075D99" w14:textId="77777777" w:rsidR="00D34A9A" w:rsidRPr="00147F2B" w:rsidRDefault="00D34A9A" w:rsidP="00D34A9A">
            <w:pPr>
              <w:jc w:val="center"/>
            </w:pPr>
          </w:p>
        </w:tc>
        <w:tc>
          <w:tcPr>
            <w:tcW w:w="227" w:type="pct"/>
          </w:tcPr>
          <w:p w14:paraId="699E85B4" w14:textId="77777777" w:rsidR="00D34A9A" w:rsidRPr="00147F2B" w:rsidRDefault="00D34A9A" w:rsidP="00D34A9A">
            <w:pPr>
              <w:jc w:val="center"/>
            </w:pPr>
          </w:p>
        </w:tc>
        <w:tc>
          <w:tcPr>
            <w:tcW w:w="455" w:type="pct"/>
          </w:tcPr>
          <w:p w14:paraId="017C4367" w14:textId="77777777" w:rsidR="00D34A9A" w:rsidRPr="00147F2B" w:rsidRDefault="00D34A9A" w:rsidP="00D34A9A">
            <w:pPr>
              <w:jc w:val="center"/>
            </w:pPr>
          </w:p>
        </w:tc>
        <w:tc>
          <w:tcPr>
            <w:tcW w:w="292" w:type="pct"/>
          </w:tcPr>
          <w:p w14:paraId="1732874F" w14:textId="77777777" w:rsidR="00D34A9A" w:rsidRPr="00147F2B" w:rsidRDefault="00D34A9A" w:rsidP="00D34A9A">
            <w:pPr>
              <w:jc w:val="center"/>
            </w:pPr>
          </w:p>
        </w:tc>
        <w:tc>
          <w:tcPr>
            <w:tcW w:w="422" w:type="pct"/>
          </w:tcPr>
          <w:p w14:paraId="087DA0B8" w14:textId="77777777" w:rsidR="00D34A9A" w:rsidRPr="00147F2B" w:rsidRDefault="00D34A9A" w:rsidP="00D34A9A">
            <w:pPr>
              <w:jc w:val="center"/>
            </w:pPr>
          </w:p>
        </w:tc>
        <w:tc>
          <w:tcPr>
            <w:tcW w:w="455" w:type="pct"/>
          </w:tcPr>
          <w:p w14:paraId="568B689B" w14:textId="77777777" w:rsidR="00D34A9A" w:rsidRPr="00147F2B" w:rsidRDefault="00D34A9A" w:rsidP="00D34A9A">
            <w:pPr>
              <w:jc w:val="center"/>
            </w:pPr>
          </w:p>
        </w:tc>
        <w:tc>
          <w:tcPr>
            <w:tcW w:w="130" w:type="pct"/>
          </w:tcPr>
          <w:p w14:paraId="3D38D584" w14:textId="77777777" w:rsidR="00D34A9A" w:rsidRPr="00147F2B" w:rsidRDefault="00D34A9A" w:rsidP="00D34A9A">
            <w:pPr>
              <w:jc w:val="center"/>
            </w:pPr>
          </w:p>
        </w:tc>
        <w:tc>
          <w:tcPr>
            <w:tcW w:w="227" w:type="pct"/>
          </w:tcPr>
          <w:p w14:paraId="48640AF6" w14:textId="77777777" w:rsidR="00D34A9A" w:rsidRPr="00147F2B" w:rsidRDefault="00D34A9A" w:rsidP="00D34A9A">
            <w:pPr>
              <w:jc w:val="center"/>
            </w:pPr>
          </w:p>
        </w:tc>
        <w:tc>
          <w:tcPr>
            <w:tcW w:w="226" w:type="pct"/>
          </w:tcPr>
          <w:p w14:paraId="41054952" w14:textId="77777777" w:rsidR="00D34A9A" w:rsidRPr="00147F2B" w:rsidRDefault="00D34A9A" w:rsidP="00D34A9A">
            <w:pPr>
              <w:jc w:val="center"/>
            </w:pPr>
          </w:p>
        </w:tc>
        <w:tc>
          <w:tcPr>
            <w:tcW w:w="456" w:type="pct"/>
          </w:tcPr>
          <w:p w14:paraId="02DAB359" w14:textId="77777777" w:rsidR="00D34A9A" w:rsidRPr="00147F2B" w:rsidRDefault="00D34A9A" w:rsidP="00D34A9A">
            <w:pPr>
              <w:jc w:val="center"/>
            </w:pPr>
          </w:p>
        </w:tc>
        <w:tc>
          <w:tcPr>
            <w:tcW w:w="390" w:type="pct"/>
          </w:tcPr>
          <w:p w14:paraId="1B1F07AB" w14:textId="77777777" w:rsidR="00D34A9A" w:rsidRPr="00147F2B" w:rsidRDefault="00D34A9A" w:rsidP="00D34A9A">
            <w:pPr>
              <w:jc w:val="center"/>
            </w:pPr>
          </w:p>
        </w:tc>
        <w:tc>
          <w:tcPr>
            <w:tcW w:w="519" w:type="pct"/>
          </w:tcPr>
          <w:p w14:paraId="1075F6A8" w14:textId="77777777" w:rsidR="00D34A9A" w:rsidRPr="00147F2B" w:rsidRDefault="00D34A9A" w:rsidP="00D34A9A">
            <w:pPr>
              <w:jc w:val="center"/>
            </w:pPr>
          </w:p>
        </w:tc>
        <w:tc>
          <w:tcPr>
            <w:tcW w:w="455" w:type="pct"/>
          </w:tcPr>
          <w:p w14:paraId="188432BF" w14:textId="77777777" w:rsidR="00D34A9A" w:rsidRPr="00147F2B" w:rsidRDefault="00D34A9A" w:rsidP="00D34A9A">
            <w:pPr>
              <w:jc w:val="center"/>
            </w:pPr>
          </w:p>
        </w:tc>
        <w:tc>
          <w:tcPr>
            <w:tcW w:w="519" w:type="pct"/>
          </w:tcPr>
          <w:p w14:paraId="229B8734" w14:textId="77777777" w:rsidR="00D34A9A" w:rsidRPr="00147F2B" w:rsidRDefault="00D34A9A" w:rsidP="00D34A9A">
            <w:pPr>
              <w:jc w:val="center"/>
            </w:pPr>
          </w:p>
        </w:tc>
      </w:tr>
      <w:tr w:rsidR="00D34A9A" w:rsidRPr="00147F2B" w14:paraId="3EC37C48" w14:textId="77777777" w:rsidTr="00DD4BAD">
        <w:tc>
          <w:tcPr>
            <w:tcW w:w="227" w:type="pct"/>
          </w:tcPr>
          <w:p w14:paraId="38F0D44E" w14:textId="77777777" w:rsidR="00D34A9A" w:rsidRPr="00147F2B" w:rsidRDefault="00D34A9A" w:rsidP="00D34A9A">
            <w:pPr>
              <w:jc w:val="center"/>
            </w:pPr>
          </w:p>
        </w:tc>
        <w:tc>
          <w:tcPr>
            <w:tcW w:w="227" w:type="pct"/>
          </w:tcPr>
          <w:p w14:paraId="0A0D8FE7" w14:textId="77777777" w:rsidR="00D34A9A" w:rsidRPr="00147F2B" w:rsidRDefault="00D34A9A" w:rsidP="00D34A9A">
            <w:pPr>
              <w:jc w:val="center"/>
            </w:pPr>
          </w:p>
        </w:tc>
        <w:tc>
          <w:tcPr>
            <w:tcW w:w="455" w:type="pct"/>
          </w:tcPr>
          <w:p w14:paraId="4556430C" w14:textId="77777777" w:rsidR="00D34A9A" w:rsidRPr="00147F2B" w:rsidRDefault="00D34A9A" w:rsidP="00D34A9A">
            <w:pPr>
              <w:jc w:val="center"/>
            </w:pPr>
          </w:p>
        </w:tc>
        <w:tc>
          <w:tcPr>
            <w:tcW w:w="292" w:type="pct"/>
          </w:tcPr>
          <w:p w14:paraId="1956EAB2" w14:textId="77777777" w:rsidR="00D34A9A" w:rsidRPr="00147F2B" w:rsidRDefault="00D34A9A" w:rsidP="00D34A9A">
            <w:pPr>
              <w:jc w:val="center"/>
            </w:pPr>
          </w:p>
        </w:tc>
        <w:tc>
          <w:tcPr>
            <w:tcW w:w="422" w:type="pct"/>
          </w:tcPr>
          <w:p w14:paraId="36765F25" w14:textId="77777777" w:rsidR="00D34A9A" w:rsidRPr="00147F2B" w:rsidRDefault="00D34A9A" w:rsidP="00D34A9A">
            <w:pPr>
              <w:jc w:val="center"/>
            </w:pPr>
          </w:p>
        </w:tc>
        <w:tc>
          <w:tcPr>
            <w:tcW w:w="455" w:type="pct"/>
          </w:tcPr>
          <w:p w14:paraId="762CD5EC" w14:textId="77777777" w:rsidR="00D34A9A" w:rsidRPr="00147F2B" w:rsidRDefault="00D34A9A" w:rsidP="00D34A9A">
            <w:pPr>
              <w:jc w:val="center"/>
            </w:pPr>
          </w:p>
        </w:tc>
        <w:tc>
          <w:tcPr>
            <w:tcW w:w="130" w:type="pct"/>
          </w:tcPr>
          <w:p w14:paraId="3117A384" w14:textId="77777777" w:rsidR="00D34A9A" w:rsidRPr="00147F2B" w:rsidRDefault="00D34A9A" w:rsidP="00D34A9A">
            <w:pPr>
              <w:jc w:val="center"/>
            </w:pPr>
          </w:p>
        </w:tc>
        <w:tc>
          <w:tcPr>
            <w:tcW w:w="227" w:type="pct"/>
          </w:tcPr>
          <w:p w14:paraId="72E8BE44" w14:textId="77777777" w:rsidR="00D34A9A" w:rsidRPr="00147F2B" w:rsidRDefault="00D34A9A" w:rsidP="00D34A9A">
            <w:pPr>
              <w:jc w:val="center"/>
            </w:pPr>
          </w:p>
        </w:tc>
        <w:tc>
          <w:tcPr>
            <w:tcW w:w="226" w:type="pct"/>
          </w:tcPr>
          <w:p w14:paraId="65D82333" w14:textId="77777777" w:rsidR="00D34A9A" w:rsidRPr="00147F2B" w:rsidRDefault="00D34A9A" w:rsidP="00D34A9A">
            <w:pPr>
              <w:jc w:val="center"/>
            </w:pPr>
          </w:p>
        </w:tc>
        <w:tc>
          <w:tcPr>
            <w:tcW w:w="456" w:type="pct"/>
          </w:tcPr>
          <w:p w14:paraId="2FCB35F8" w14:textId="77777777" w:rsidR="00D34A9A" w:rsidRPr="00147F2B" w:rsidRDefault="00D34A9A" w:rsidP="00D34A9A">
            <w:pPr>
              <w:jc w:val="center"/>
            </w:pPr>
          </w:p>
        </w:tc>
        <w:tc>
          <w:tcPr>
            <w:tcW w:w="390" w:type="pct"/>
          </w:tcPr>
          <w:p w14:paraId="21E227CA" w14:textId="77777777" w:rsidR="00D34A9A" w:rsidRPr="00147F2B" w:rsidRDefault="00D34A9A" w:rsidP="00D34A9A">
            <w:pPr>
              <w:jc w:val="center"/>
            </w:pPr>
          </w:p>
        </w:tc>
        <w:tc>
          <w:tcPr>
            <w:tcW w:w="519" w:type="pct"/>
          </w:tcPr>
          <w:p w14:paraId="7C1D28CD" w14:textId="77777777" w:rsidR="00D34A9A" w:rsidRPr="00147F2B" w:rsidRDefault="00D34A9A" w:rsidP="00D34A9A">
            <w:pPr>
              <w:jc w:val="center"/>
            </w:pPr>
          </w:p>
        </w:tc>
        <w:tc>
          <w:tcPr>
            <w:tcW w:w="455" w:type="pct"/>
          </w:tcPr>
          <w:p w14:paraId="05B33810" w14:textId="77777777" w:rsidR="00D34A9A" w:rsidRPr="00147F2B" w:rsidRDefault="00D34A9A" w:rsidP="00D34A9A">
            <w:pPr>
              <w:jc w:val="center"/>
            </w:pPr>
          </w:p>
        </w:tc>
        <w:tc>
          <w:tcPr>
            <w:tcW w:w="519" w:type="pct"/>
          </w:tcPr>
          <w:p w14:paraId="477A6D64" w14:textId="77777777" w:rsidR="00D34A9A" w:rsidRPr="00147F2B" w:rsidRDefault="00D34A9A" w:rsidP="00D34A9A">
            <w:pPr>
              <w:jc w:val="center"/>
            </w:pPr>
          </w:p>
        </w:tc>
      </w:tr>
    </w:tbl>
    <w:p w14:paraId="6C839FA9" w14:textId="77777777"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14:paraId="1090F781" w14:textId="77777777"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14:paraId="2473D2ED" w14:textId="77777777"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24"/>
          <w:headerReference w:type="first" r:id="rId25"/>
          <w:footnotePr>
            <w:numRestart w:val="eachPage"/>
          </w:footnotePr>
          <w:pgSz w:w="16838" w:h="11906" w:orient="landscape"/>
          <w:pgMar w:top="1134" w:right="638" w:bottom="851" w:left="1134" w:header="720" w:footer="720" w:gutter="0"/>
          <w:cols w:space="708"/>
          <w:docGrid w:linePitch="360"/>
        </w:sectPr>
      </w:pPr>
      <w:r w:rsidRPr="00147F2B">
        <w:rPr>
          <w:sz w:val="22"/>
          <w:szCs w:val="22"/>
        </w:rPr>
        <w:t>м.п.</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14:paraId="0A6F9762" w14:textId="028C1AF8" w:rsidR="00D34A9A" w:rsidRPr="00147F2B" w:rsidRDefault="00D34A9A" w:rsidP="009B7EC1">
      <w:pPr>
        <w:rPr>
          <w:b/>
          <w:i/>
          <w:sz w:val="24"/>
          <w:szCs w:val="24"/>
        </w:rPr>
      </w:pPr>
      <w:bookmarkStart w:id="356" w:name="_Ref336445334"/>
      <w:r w:rsidRPr="00147F2B">
        <w:rPr>
          <w:b/>
          <w:i/>
          <w:sz w:val="24"/>
          <w:szCs w:val="24"/>
        </w:rPr>
        <w:lastRenderedPageBreak/>
        <w:t>______________________ «Наименование Участника»</w:t>
      </w:r>
    </w:p>
    <w:p w14:paraId="760F3070" w14:textId="77777777" w:rsidR="00D34A9A" w:rsidRPr="00147F2B" w:rsidRDefault="00D34A9A" w:rsidP="009B7EC1">
      <w:pPr>
        <w:tabs>
          <w:tab w:val="num" w:pos="1428"/>
        </w:tabs>
        <w:ind w:left="851"/>
        <w:outlineLvl w:val="1"/>
        <w:rPr>
          <w:b/>
          <w:sz w:val="28"/>
          <w:lang w:val="x-none" w:eastAsia="x-none"/>
        </w:rPr>
      </w:pPr>
    </w:p>
    <w:p w14:paraId="3FC22E7A" w14:textId="4846CCAA" w:rsidR="00D34A9A" w:rsidRPr="00147F2B" w:rsidRDefault="00D34A9A" w:rsidP="009B7EC1">
      <w:pPr>
        <w:ind w:firstLine="709"/>
        <w:jc w:val="both"/>
        <w:rPr>
          <w:b/>
          <w:sz w:val="28"/>
          <w:szCs w:val="28"/>
        </w:rPr>
      </w:pPr>
      <w:r w:rsidRPr="00147F2B">
        <w:rPr>
          <w:b/>
          <w:sz w:val="28"/>
          <w:szCs w:val="28"/>
        </w:rPr>
        <w:t>Согласие на обработку и переда</w:t>
      </w:r>
      <w:r w:rsidR="00C61AC6">
        <w:rPr>
          <w:b/>
          <w:sz w:val="28"/>
          <w:szCs w:val="28"/>
        </w:rPr>
        <w:t>чу своих персональных данных в</w:t>
      </w:r>
      <w:r w:rsidR="00052629" w:rsidRPr="00052629">
        <w:t xml:space="preserve"> </w:t>
      </w:r>
      <w:r w:rsidR="00052629">
        <w:t xml:space="preserve">      </w:t>
      </w:r>
      <w:r w:rsidR="00052629" w:rsidRPr="00052629">
        <w:rPr>
          <w:b/>
          <w:sz w:val="28"/>
          <w:szCs w:val="28"/>
        </w:rPr>
        <w:t xml:space="preserve">ООО «Газпром трансгаз Уфа» </w:t>
      </w:r>
      <w:r w:rsidRPr="00147F2B">
        <w:rPr>
          <w:b/>
          <w:sz w:val="28"/>
          <w:szCs w:val="28"/>
        </w:rPr>
        <w:t xml:space="preserve">для последующей передачи в </w:t>
      </w:r>
      <w:r w:rsidR="00672072">
        <w:rPr>
          <w:b/>
          <w:sz w:val="28"/>
          <w:szCs w:val="28"/>
        </w:rPr>
        <w:t xml:space="preserve">        </w:t>
      </w:r>
      <w:r w:rsidR="00052629">
        <w:rPr>
          <w:b/>
          <w:sz w:val="28"/>
          <w:szCs w:val="28"/>
        </w:rPr>
        <w:t xml:space="preserve">ПАО «Газпром», </w:t>
      </w:r>
      <w:r w:rsidRPr="00147F2B">
        <w:rPr>
          <w:b/>
          <w:sz w:val="28"/>
          <w:szCs w:val="28"/>
        </w:rPr>
        <w:t>Минэнерго России, Росфинмониторинг, ФНС России</w:t>
      </w:r>
      <w:r w:rsidR="007C3900" w:rsidRPr="00147F2B">
        <w:rPr>
          <w:b/>
          <w:sz w:val="28"/>
          <w:szCs w:val="28"/>
        </w:rPr>
        <w:t>,</w:t>
      </w:r>
      <w:r w:rsidRPr="00147F2B">
        <w:rPr>
          <w:b/>
          <w:sz w:val="28"/>
          <w:szCs w:val="28"/>
        </w:rPr>
        <w:t xml:space="preserve"> Экспертам</w:t>
      </w:r>
      <w:r w:rsidR="007C3900" w:rsidRPr="00147F2B">
        <w:rPr>
          <w:b/>
          <w:sz w:val="28"/>
          <w:szCs w:val="28"/>
        </w:rPr>
        <w:t xml:space="preserve"> и Заказчикам</w:t>
      </w:r>
      <w:r w:rsidRPr="00147F2B">
        <w:rPr>
          <w:b/>
          <w:sz w:val="28"/>
          <w:szCs w:val="28"/>
        </w:rPr>
        <w:t xml:space="preserve"> по запросу предложений № </w:t>
      </w:r>
      <w:r w:rsidR="003C4955">
        <w:rPr>
          <w:b/>
          <w:sz w:val="28"/>
          <w:szCs w:val="28"/>
        </w:rPr>
        <w:t>0002/16/2.2/0069276/ТГУфа/ЗП/ГОС/Э/02.12.2016</w:t>
      </w:r>
      <w:r w:rsidRPr="00147F2B">
        <w:rPr>
          <w:b/>
          <w:sz w:val="28"/>
          <w:szCs w:val="28"/>
        </w:rPr>
        <w:t xml:space="preserve"> (Форма </w:t>
      </w:r>
      <w:r w:rsidR="002038BC" w:rsidRPr="00147F2B">
        <w:rPr>
          <w:b/>
          <w:sz w:val="28"/>
          <w:szCs w:val="28"/>
        </w:rPr>
        <w:t>2</w:t>
      </w:r>
      <w:r w:rsidRPr="00147F2B">
        <w:rPr>
          <w:b/>
          <w:sz w:val="28"/>
          <w:szCs w:val="28"/>
        </w:rPr>
        <w:t>.2)</w:t>
      </w:r>
      <w:bookmarkEnd w:id="356"/>
      <w:r w:rsidRPr="00147F2B">
        <w:rPr>
          <w:b/>
          <w:sz w:val="28"/>
          <w:szCs w:val="28"/>
        </w:rPr>
        <w:t>.</w:t>
      </w:r>
    </w:p>
    <w:p w14:paraId="177DC67B" w14:textId="77777777" w:rsidR="00D34A9A" w:rsidRPr="00147F2B" w:rsidRDefault="00D34A9A" w:rsidP="009B7EC1">
      <w:pPr>
        <w:rPr>
          <w:b/>
          <w:i/>
          <w:sz w:val="24"/>
          <w:szCs w:val="24"/>
        </w:rPr>
      </w:pPr>
    </w:p>
    <w:p w14:paraId="4F340D16" w14:textId="77777777" w:rsidR="00D34A9A" w:rsidRPr="00147F2B" w:rsidRDefault="00D34A9A" w:rsidP="009B7EC1">
      <w:pPr>
        <w:tabs>
          <w:tab w:val="left" w:pos="1560"/>
        </w:tabs>
        <w:jc w:val="both"/>
        <w:rPr>
          <w:b/>
          <w:sz w:val="28"/>
          <w:szCs w:val="28"/>
        </w:rPr>
      </w:pPr>
    </w:p>
    <w:p w14:paraId="1AE6EBDF" w14:textId="77777777" w:rsidR="00D34A9A" w:rsidRPr="00147F2B" w:rsidRDefault="00D34A9A" w:rsidP="009B7EC1">
      <w:pPr>
        <w:tabs>
          <w:tab w:val="left" w:pos="1560"/>
        </w:tabs>
        <w:jc w:val="both"/>
        <w:rPr>
          <w:b/>
          <w:sz w:val="28"/>
          <w:szCs w:val="28"/>
        </w:rPr>
      </w:pPr>
    </w:p>
    <w:p w14:paraId="27F38C8D" w14:textId="77777777" w:rsidR="00D34A9A" w:rsidRPr="00147F2B" w:rsidRDefault="00D34A9A" w:rsidP="009B7EC1">
      <w:pPr>
        <w:tabs>
          <w:tab w:val="left" w:pos="1560"/>
        </w:tabs>
        <w:jc w:val="both"/>
        <w:rPr>
          <w:b/>
          <w:sz w:val="28"/>
          <w:szCs w:val="28"/>
        </w:rPr>
      </w:pPr>
    </w:p>
    <w:p w14:paraId="4563BC16" w14:textId="77777777" w:rsidR="00D34A9A" w:rsidRPr="00147F2B" w:rsidRDefault="00D34A9A" w:rsidP="009B7EC1">
      <w:pPr>
        <w:tabs>
          <w:tab w:val="left" w:pos="1560"/>
        </w:tabs>
        <w:jc w:val="both"/>
        <w:rPr>
          <w:b/>
          <w:sz w:val="28"/>
          <w:szCs w:val="28"/>
        </w:rPr>
      </w:pPr>
    </w:p>
    <w:p w14:paraId="1E33810B" w14:textId="77777777" w:rsidR="00D34A9A" w:rsidRPr="00147F2B" w:rsidRDefault="00D34A9A" w:rsidP="00D34A9A">
      <w:pPr>
        <w:autoSpaceDE w:val="0"/>
        <w:autoSpaceDN w:val="0"/>
        <w:adjustRightInd w:val="0"/>
        <w:spacing w:before="127"/>
        <w:ind w:right="47" w:firstLine="567"/>
        <w:rPr>
          <w:sz w:val="28"/>
          <w:szCs w:val="28"/>
        </w:rPr>
      </w:pPr>
      <w:r w:rsidRPr="00147F2B">
        <w:rPr>
          <w:sz w:val="28"/>
          <w:szCs w:val="28"/>
        </w:rPr>
        <w:t>Я ________________________________________________________________</w:t>
      </w:r>
    </w:p>
    <w:p w14:paraId="38EA4FCC" w14:textId="77777777" w:rsidR="00D34A9A" w:rsidRPr="00147F2B" w:rsidRDefault="00D34A9A" w:rsidP="00D34A9A">
      <w:pPr>
        <w:autoSpaceDE w:val="0"/>
        <w:autoSpaceDN w:val="0"/>
        <w:adjustRightInd w:val="0"/>
        <w:jc w:val="both"/>
        <w:rPr>
          <w:sz w:val="28"/>
          <w:szCs w:val="28"/>
        </w:rPr>
      </w:pPr>
    </w:p>
    <w:p w14:paraId="100425EC" w14:textId="77777777" w:rsidR="00D34A9A" w:rsidRPr="00147F2B" w:rsidRDefault="00D34A9A" w:rsidP="00D34A9A">
      <w:pPr>
        <w:autoSpaceDE w:val="0"/>
        <w:autoSpaceDN w:val="0"/>
        <w:adjustRightInd w:val="0"/>
        <w:jc w:val="both"/>
        <w:rPr>
          <w:sz w:val="28"/>
          <w:szCs w:val="28"/>
        </w:rPr>
      </w:pPr>
      <w:r w:rsidRPr="00147F2B">
        <w:rPr>
          <w:sz w:val="28"/>
          <w:szCs w:val="28"/>
        </w:rPr>
        <w:t>проживающий по адресу: ________________________________________________</w:t>
      </w:r>
    </w:p>
    <w:p w14:paraId="0A2F75ED" w14:textId="77777777" w:rsidR="00D34A9A" w:rsidRPr="00147F2B" w:rsidRDefault="00D34A9A" w:rsidP="00D34A9A">
      <w:pPr>
        <w:autoSpaceDE w:val="0"/>
        <w:autoSpaceDN w:val="0"/>
        <w:adjustRightInd w:val="0"/>
        <w:spacing w:line="240" w:lineRule="exact"/>
        <w:jc w:val="both"/>
        <w:rPr>
          <w:sz w:val="28"/>
          <w:szCs w:val="28"/>
        </w:rPr>
      </w:pPr>
    </w:p>
    <w:p w14:paraId="59CBB87F" w14:textId="77777777" w:rsidR="00D34A9A" w:rsidRPr="00147F2B" w:rsidRDefault="00D34A9A" w:rsidP="00D34A9A">
      <w:pPr>
        <w:autoSpaceDE w:val="0"/>
        <w:autoSpaceDN w:val="0"/>
        <w:adjustRightInd w:val="0"/>
        <w:spacing w:before="127"/>
        <w:jc w:val="both"/>
        <w:rPr>
          <w:sz w:val="26"/>
          <w:szCs w:val="26"/>
        </w:rPr>
      </w:pPr>
      <w:r w:rsidRPr="00147F2B">
        <w:rPr>
          <w:sz w:val="28"/>
          <w:szCs w:val="28"/>
        </w:rPr>
        <w:t>паспорт серии___________№____________, выдан___________________________</w:t>
      </w:r>
    </w:p>
    <w:p w14:paraId="7771D133" w14:textId="77777777" w:rsidR="00D34A9A" w:rsidRPr="00147F2B" w:rsidRDefault="00D34A9A" w:rsidP="00D34A9A">
      <w:pPr>
        <w:autoSpaceDE w:val="0"/>
        <w:autoSpaceDN w:val="0"/>
        <w:adjustRightInd w:val="0"/>
        <w:spacing w:line="240" w:lineRule="exact"/>
        <w:jc w:val="center"/>
      </w:pPr>
    </w:p>
    <w:p w14:paraId="64739566" w14:textId="77777777" w:rsidR="00D34A9A" w:rsidRPr="00147F2B" w:rsidRDefault="00D34A9A" w:rsidP="00D34A9A">
      <w:pPr>
        <w:autoSpaceDE w:val="0"/>
        <w:autoSpaceDN w:val="0"/>
        <w:adjustRightInd w:val="0"/>
        <w:spacing w:line="240" w:lineRule="exact"/>
        <w:jc w:val="center"/>
      </w:pPr>
      <w:r w:rsidRPr="00147F2B">
        <w:t>__________________________________________________________________________________________________</w:t>
      </w:r>
    </w:p>
    <w:p w14:paraId="41375E45" w14:textId="77777777" w:rsidR="00D34A9A" w:rsidRPr="00147F2B" w:rsidRDefault="00D34A9A" w:rsidP="00D34A9A">
      <w:pPr>
        <w:autoSpaceDE w:val="0"/>
        <w:autoSpaceDN w:val="0"/>
        <w:adjustRightInd w:val="0"/>
        <w:spacing w:before="10"/>
        <w:jc w:val="center"/>
        <w:rPr>
          <w:b/>
          <w:bCs/>
          <w:sz w:val="16"/>
          <w:szCs w:val="16"/>
        </w:rPr>
      </w:pPr>
      <w:r w:rsidRPr="00147F2B">
        <w:rPr>
          <w:b/>
          <w:bCs/>
          <w:sz w:val="16"/>
          <w:szCs w:val="16"/>
        </w:rPr>
        <w:t>(орган, выдавший паспорт / дата выдачи)</w:t>
      </w:r>
    </w:p>
    <w:p w14:paraId="04284C58" w14:textId="5FA7D4E5" w:rsidR="00D34A9A" w:rsidRPr="00147F2B" w:rsidRDefault="00D34A9A" w:rsidP="00D34A9A">
      <w:pPr>
        <w:autoSpaceDE w:val="0"/>
        <w:autoSpaceDN w:val="0"/>
        <w:adjustRightInd w:val="0"/>
        <w:spacing w:line="301" w:lineRule="exact"/>
        <w:jc w:val="both"/>
        <w:rPr>
          <w:sz w:val="26"/>
          <w:szCs w:val="26"/>
        </w:rPr>
      </w:pPr>
      <w:r w:rsidRPr="00147F2B">
        <w:rPr>
          <w:sz w:val="26"/>
          <w:szCs w:val="26"/>
        </w:rPr>
        <w:t>в соответствии с Федеральным законом «О персональных данных» своей во</w:t>
      </w:r>
      <w:r w:rsidR="00C61AC6">
        <w:rPr>
          <w:sz w:val="26"/>
          <w:szCs w:val="26"/>
        </w:rPr>
        <w:t xml:space="preserve">лей и в своем интересе выражаю </w:t>
      </w:r>
      <w:r w:rsidR="00052629" w:rsidRPr="00052629">
        <w:rPr>
          <w:sz w:val="26"/>
          <w:szCs w:val="26"/>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147F2B">
        <w:rPr>
          <w:sz w:val="26"/>
          <w:szCs w:val="26"/>
        </w:rPr>
        <w:t>№ </w:t>
      </w:r>
      <w:r w:rsidR="003C4955">
        <w:rPr>
          <w:sz w:val="26"/>
          <w:szCs w:val="26"/>
        </w:rPr>
        <w:t>0002/16/2.2/0069276/ТГУфа/ЗП/ГОС/Э/02.12.2016</w:t>
      </w:r>
      <w:r w:rsidRPr="00147F2B">
        <w:rPr>
          <w:sz w:val="26"/>
          <w:szCs w:val="26"/>
        </w:rPr>
        <w:t xml:space="preserve"> моих персональных данных.</w:t>
      </w:r>
    </w:p>
    <w:p w14:paraId="19058631" w14:textId="63EE4552" w:rsidR="00D34A9A" w:rsidRPr="00147F2B" w:rsidRDefault="00D34A9A" w:rsidP="00D34A9A">
      <w:pPr>
        <w:autoSpaceDE w:val="0"/>
        <w:autoSpaceDN w:val="0"/>
        <w:adjustRightInd w:val="0"/>
        <w:spacing w:line="301" w:lineRule="exact"/>
        <w:ind w:firstLine="526"/>
        <w:jc w:val="both"/>
        <w:rPr>
          <w:sz w:val="26"/>
          <w:szCs w:val="26"/>
        </w:rPr>
      </w:pPr>
      <w:r w:rsidRPr="00147F2B">
        <w:rPr>
          <w:sz w:val="26"/>
          <w:szCs w:val="26"/>
        </w:rPr>
        <w:t>Согласие вступает</w:t>
      </w:r>
      <w:r w:rsidR="00C61AC6">
        <w:rPr>
          <w:sz w:val="26"/>
          <w:szCs w:val="26"/>
        </w:rPr>
        <w:t xml:space="preserve"> в силу со дня передачи мною в </w:t>
      </w:r>
      <w:r w:rsidR="00052629" w:rsidRPr="00052629">
        <w:rPr>
          <w:sz w:val="26"/>
          <w:szCs w:val="26"/>
        </w:rPr>
        <w:t>ООО «Газпром трансгаз Уфа»</w:t>
      </w:r>
      <w:r w:rsidRPr="00147F2B">
        <w:rPr>
          <w:sz w:val="26"/>
          <w:szCs w:val="26"/>
        </w:rPr>
        <w:t xml:space="preserve"> моих персональных данных и действу</w:t>
      </w:r>
      <w:r w:rsidR="00831CDF">
        <w:rPr>
          <w:sz w:val="26"/>
          <w:szCs w:val="26"/>
        </w:rPr>
        <w:t>ет до окончания срока действия З</w:t>
      </w:r>
      <w:r w:rsidRPr="00147F2B">
        <w:rPr>
          <w:sz w:val="26"/>
          <w:szCs w:val="26"/>
        </w:rPr>
        <w:t>аявки.</w:t>
      </w:r>
    </w:p>
    <w:p w14:paraId="03F9BE73" w14:textId="77777777" w:rsidR="00D34A9A" w:rsidRPr="00147F2B" w:rsidRDefault="00D34A9A" w:rsidP="00D34A9A">
      <w:pPr>
        <w:autoSpaceDE w:val="0"/>
        <w:autoSpaceDN w:val="0"/>
        <w:adjustRightInd w:val="0"/>
        <w:spacing w:line="317" w:lineRule="exact"/>
        <w:jc w:val="both"/>
        <w:rPr>
          <w:sz w:val="26"/>
          <w:szCs w:val="26"/>
        </w:rPr>
      </w:pPr>
    </w:p>
    <w:p w14:paraId="1F0C018B" w14:textId="77777777" w:rsidR="00D34A9A" w:rsidRPr="00147F2B" w:rsidRDefault="00D34A9A" w:rsidP="00D34A9A">
      <w:pPr>
        <w:autoSpaceDE w:val="0"/>
        <w:autoSpaceDN w:val="0"/>
        <w:adjustRightInd w:val="0"/>
        <w:spacing w:line="317" w:lineRule="exact"/>
        <w:jc w:val="both"/>
        <w:rPr>
          <w:sz w:val="26"/>
          <w:szCs w:val="26"/>
        </w:rPr>
      </w:pPr>
    </w:p>
    <w:p w14:paraId="2AA3FB14" w14:textId="77777777"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14:paraId="6FE3EFFA" w14:textId="77777777"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14:paraId="167A2F20" w14:textId="77777777" w:rsidR="00D34A9A" w:rsidRPr="00147F2B" w:rsidRDefault="00D34A9A" w:rsidP="00D34A9A">
      <w:pPr>
        <w:tabs>
          <w:tab w:val="left" w:pos="1560"/>
        </w:tabs>
        <w:jc w:val="both"/>
        <w:rPr>
          <w:sz w:val="24"/>
          <w:szCs w:val="24"/>
        </w:rPr>
      </w:pPr>
    </w:p>
    <w:p w14:paraId="686EA847"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p>
    <w:p w14:paraId="783A9AD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7B52E4E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625223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99DF11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B36F52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667549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25485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5255653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1188B2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9F3C66"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8DCD7BE" w14:textId="77777777" w:rsidR="00D34A9A" w:rsidRPr="00147F2B" w:rsidRDefault="009A2F98" w:rsidP="00DD4BAD">
      <w:pPr>
        <w:rPr>
          <w:sz w:val="24"/>
        </w:rPr>
      </w:pPr>
      <w:r>
        <w:rPr>
          <w:sz w:val="24"/>
        </w:rPr>
        <w:br w:type="page"/>
      </w:r>
    </w:p>
    <w:p w14:paraId="6B4D60D3" w14:textId="77777777"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14:paraId="12885F76" w14:textId="2EFADC9B" w:rsidR="00D34A9A" w:rsidRPr="00147F2B" w:rsidRDefault="00D34A9A" w:rsidP="00D34A9A">
      <w:pPr>
        <w:shd w:val="clear" w:color="auto" w:fill="FFFFFF"/>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44D62" w:rsidRPr="00147F2B">
        <w:rPr>
          <w:i/>
          <w:sz w:val="24"/>
          <w:szCs w:val="24"/>
        </w:rPr>
        <w:t>№ </w:t>
      </w:r>
      <w:r w:rsidR="003C4955">
        <w:rPr>
          <w:i/>
          <w:sz w:val="24"/>
          <w:szCs w:val="24"/>
        </w:rPr>
        <w:t>0002/16/2.2/0069276/ТГУфа/ЗП/ГОС/Э/02.12.2016</w:t>
      </w:r>
    </w:p>
    <w:p w14:paraId="14C2FF6C" w14:textId="77777777" w:rsidR="00D34A9A" w:rsidRPr="00147F2B" w:rsidRDefault="00D34A9A" w:rsidP="00D34A9A">
      <w:pPr>
        <w:shd w:val="clear" w:color="auto" w:fill="FFFFFF"/>
        <w:jc w:val="right"/>
        <w:rPr>
          <w:i/>
          <w:sz w:val="24"/>
          <w:szCs w:val="24"/>
        </w:rPr>
      </w:pPr>
    </w:p>
    <w:p w14:paraId="17CD85A3" w14:textId="4F3AD582" w:rsidR="00D34A9A" w:rsidRPr="00147F2B" w:rsidRDefault="00D34A9A" w:rsidP="00D34A9A">
      <w:pPr>
        <w:rPr>
          <w:b/>
          <w:i/>
          <w:sz w:val="24"/>
          <w:szCs w:val="24"/>
        </w:rPr>
      </w:pPr>
      <w:r w:rsidRPr="00147F2B">
        <w:rPr>
          <w:b/>
          <w:i/>
          <w:sz w:val="24"/>
          <w:szCs w:val="24"/>
        </w:rPr>
        <w:t>_________________________«Наименование Участника»</w:t>
      </w:r>
    </w:p>
    <w:p w14:paraId="428C88EB" w14:textId="77777777" w:rsidR="009A2F98" w:rsidRPr="00147F2B" w:rsidRDefault="009A2F98" w:rsidP="00D34A9A">
      <w:pPr>
        <w:rPr>
          <w:b/>
          <w:i/>
          <w:sz w:val="24"/>
          <w:szCs w:val="24"/>
        </w:rPr>
      </w:pPr>
    </w:p>
    <w:p w14:paraId="246D7CE2" w14:textId="77777777" w:rsidR="00D34A9A" w:rsidRPr="00147F2B" w:rsidRDefault="00D34A9A" w:rsidP="00B87060">
      <w:pPr>
        <w:numPr>
          <w:ilvl w:val="1"/>
          <w:numId w:val="5"/>
        </w:numPr>
        <w:ind w:left="709" w:hanging="709"/>
        <w:outlineLvl w:val="1"/>
        <w:rPr>
          <w:b/>
          <w:sz w:val="24"/>
          <w:szCs w:val="24"/>
          <w:lang w:val="x-none" w:eastAsia="x-none"/>
        </w:rPr>
      </w:pPr>
      <w:bookmarkStart w:id="357" w:name="_Toc325376234"/>
      <w:bookmarkStart w:id="358" w:name="_Ref340490331"/>
      <w:bookmarkStart w:id="359" w:name="_Toc453152087"/>
      <w:bookmarkStart w:id="360" w:name="_Toc453166639"/>
      <w:bookmarkStart w:id="361" w:name="_Toc468260887"/>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57"/>
      <w:bookmarkEnd w:id="358"/>
      <w:bookmarkEnd w:id="359"/>
      <w:bookmarkEnd w:id="360"/>
      <w:bookmarkEnd w:id="361"/>
    </w:p>
    <w:p w14:paraId="175CB7F4" w14:textId="77777777"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14:paraId="3E52EFDB" w14:textId="77777777" w:rsidTr="009B7EC1">
        <w:trPr>
          <w:cantSplit/>
          <w:trHeight w:val="20"/>
          <w:jc w:val="center"/>
        </w:trPr>
        <w:tc>
          <w:tcPr>
            <w:tcW w:w="552" w:type="pct"/>
          </w:tcPr>
          <w:p w14:paraId="5B09DAEA" w14:textId="77777777" w:rsidR="00D34A9A" w:rsidRPr="00147F2B" w:rsidRDefault="00D34A9A" w:rsidP="00D34A9A">
            <w:pPr>
              <w:jc w:val="center"/>
              <w:rPr>
                <w:b/>
                <w:bCs/>
                <w:sz w:val="24"/>
                <w:szCs w:val="28"/>
              </w:rPr>
            </w:pPr>
            <w:r w:rsidRPr="00147F2B">
              <w:rPr>
                <w:b/>
                <w:bCs/>
                <w:sz w:val="24"/>
                <w:szCs w:val="28"/>
              </w:rPr>
              <w:t>Год</w:t>
            </w:r>
          </w:p>
        </w:tc>
        <w:tc>
          <w:tcPr>
            <w:tcW w:w="1348" w:type="pct"/>
          </w:tcPr>
          <w:p w14:paraId="24202398" w14:textId="77777777" w:rsidR="00D34A9A" w:rsidRPr="00147F2B" w:rsidRDefault="00D34A9A" w:rsidP="00D34A9A">
            <w:pPr>
              <w:jc w:val="center"/>
              <w:rPr>
                <w:b/>
                <w:sz w:val="24"/>
              </w:rPr>
            </w:pPr>
            <w:r w:rsidRPr="00147F2B">
              <w:rPr>
                <w:b/>
                <w:sz w:val="24"/>
              </w:rPr>
              <w:t>Годовой объем поставок Товара,</w:t>
            </w:r>
          </w:p>
          <w:p w14:paraId="000236DE" w14:textId="77777777"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14:paraId="6FFFA269" w14:textId="186BCA39" w:rsidR="00D34A9A" w:rsidRPr="00147F2B" w:rsidRDefault="00D34A9A" w:rsidP="00484039">
            <w:pPr>
              <w:jc w:val="center"/>
              <w:rPr>
                <w:b/>
                <w:sz w:val="24"/>
              </w:rPr>
            </w:pPr>
            <w:r w:rsidRPr="00147F2B">
              <w:rPr>
                <w:b/>
                <w:sz w:val="24"/>
                <w:szCs w:val="24"/>
              </w:rPr>
              <w:t xml:space="preserve">Годовой объем </w:t>
            </w:r>
            <w:r w:rsidR="00D00E91">
              <w:rPr>
                <w:b/>
                <w:sz w:val="24"/>
              </w:rPr>
              <w:t xml:space="preserve">поставок </w:t>
            </w:r>
            <w:r w:rsidR="00484039">
              <w:rPr>
                <w:b/>
                <w:sz w:val="24"/>
              </w:rPr>
              <w:t>подоб</w:t>
            </w:r>
            <w:r w:rsidRPr="00147F2B">
              <w:rPr>
                <w:b/>
                <w:sz w:val="24"/>
              </w:rPr>
              <w:t>ного Товара</w:t>
            </w:r>
            <w:r w:rsidRPr="00147F2B">
              <w:rPr>
                <w:b/>
                <w:sz w:val="24"/>
                <w:szCs w:val="24"/>
              </w:rPr>
              <w:br/>
            </w:r>
            <w:r w:rsidR="00D00E91" w:rsidRPr="00D00E91">
              <w:rPr>
                <w:b/>
                <w:sz w:val="24"/>
              </w:rPr>
              <w:t>(руб. с НДС)</w:t>
            </w:r>
          </w:p>
        </w:tc>
        <w:tc>
          <w:tcPr>
            <w:tcW w:w="1546" w:type="pct"/>
          </w:tcPr>
          <w:p w14:paraId="3D068617" w14:textId="74F34C3C"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w:t>
            </w:r>
            <w:r w:rsidR="00BD5795">
              <w:rPr>
                <w:b/>
                <w:sz w:val="24"/>
              </w:rPr>
              <w:t>подобного</w:t>
            </w:r>
            <w:r w:rsidRPr="00147F2B">
              <w:rPr>
                <w:b/>
                <w:sz w:val="24"/>
              </w:rPr>
              <w:t xml:space="preserve"> Товара </w:t>
            </w:r>
            <w:r w:rsidR="00C61AC6">
              <w:rPr>
                <w:b/>
                <w:sz w:val="24"/>
                <w:szCs w:val="24"/>
              </w:rPr>
              <w:t>для П</w:t>
            </w:r>
            <w:r w:rsidRPr="00147F2B">
              <w:rPr>
                <w:b/>
                <w:sz w:val="24"/>
                <w:szCs w:val="24"/>
              </w:rPr>
              <w:t xml:space="preserve">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14:paraId="38C63C35" w14:textId="77777777" w:rsidTr="009B7EC1">
        <w:trPr>
          <w:cantSplit/>
          <w:trHeight w:val="20"/>
          <w:jc w:val="center"/>
        </w:trPr>
        <w:tc>
          <w:tcPr>
            <w:tcW w:w="552" w:type="pct"/>
            <w:vAlign w:val="center"/>
          </w:tcPr>
          <w:p w14:paraId="0EC873B0" w14:textId="77777777" w:rsidR="00D34A9A" w:rsidRPr="00147F2B" w:rsidRDefault="00D34A9A" w:rsidP="00D34A9A">
            <w:pPr>
              <w:jc w:val="center"/>
              <w:rPr>
                <w:sz w:val="28"/>
              </w:rPr>
            </w:pPr>
            <w:r w:rsidRPr="00147F2B">
              <w:rPr>
                <w:sz w:val="28"/>
              </w:rPr>
              <w:t>201</w:t>
            </w:r>
            <w:r w:rsidR="004D0A7E">
              <w:rPr>
                <w:sz w:val="28"/>
              </w:rPr>
              <w:t>3</w:t>
            </w:r>
          </w:p>
        </w:tc>
        <w:tc>
          <w:tcPr>
            <w:tcW w:w="1348" w:type="pct"/>
            <w:vAlign w:val="center"/>
          </w:tcPr>
          <w:p w14:paraId="3B0AD339" w14:textId="77777777" w:rsidR="00D34A9A" w:rsidRPr="00147F2B" w:rsidRDefault="00D34A9A" w:rsidP="00D34A9A">
            <w:pPr>
              <w:jc w:val="center"/>
              <w:rPr>
                <w:sz w:val="24"/>
              </w:rPr>
            </w:pPr>
          </w:p>
        </w:tc>
        <w:tc>
          <w:tcPr>
            <w:tcW w:w="1554" w:type="pct"/>
          </w:tcPr>
          <w:p w14:paraId="2955F299" w14:textId="77777777" w:rsidR="00D34A9A" w:rsidRPr="00147F2B" w:rsidRDefault="00D34A9A" w:rsidP="00D34A9A">
            <w:pPr>
              <w:jc w:val="center"/>
              <w:rPr>
                <w:sz w:val="24"/>
              </w:rPr>
            </w:pPr>
          </w:p>
        </w:tc>
        <w:tc>
          <w:tcPr>
            <w:tcW w:w="1546" w:type="pct"/>
          </w:tcPr>
          <w:p w14:paraId="61489698" w14:textId="77777777" w:rsidR="00D34A9A" w:rsidRPr="00147F2B" w:rsidRDefault="00D34A9A" w:rsidP="00D34A9A">
            <w:pPr>
              <w:jc w:val="center"/>
              <w:rPr>
                <w:sz w:val="24"/>
              </w:rPr>
            </w:pPr>
          </w:p>
        </w:tc>
      </w:tr>
      <w:tr w:rsidR="00D34A9A" w:rsidRPr="00147F2B" w14:paraId="5A2B647F" w14:textId="77777777" w:rsidTr="009B7EC1">
        <w:trPr>
          <w:cantSplit/>
          <w:trHeight w:val="20"/>
          <w:jc w:val="center"/>
        </w:trPr>
        <w:tc>
          <w:tcPr>
            <w:tcW w:w="552" w:type="pct"/>
            <w:vAlign w:val="center"/>
          </w:tcPr>
          <w:p w14:paraId="280081D1" w14:textId="77777777" w:rsidR="00D34A9A" w:rsidRPr="00147F2B" w:rsidRDefault="00D34A9A" w:rsidP="00D34A9A">
            <w:pPr>
              <w:jc w:val="center"/>
              <w:rPr>
                <w:sz w:val="28"/>
              </w:rPr>
            </w:pPr>
            <w:r w:rsidRPr="00147F2B">
              <w:rPr>
                <w:sz w:val="28"/>
              </w:rPr>
              <w:t>201</w:t>
            </w:r>
            <w:r w:rsidR="004D0A7E">
              <w:rPr>
                <w:sz w:val="28"/>
              </w:rPr>
              <w:t>4</w:t>
            </w:r>
          </w:p>
        </w:tc>
        <w:tc>
          <w:tcPr>
            <w:tcW w:w="1348" w:type="pct"/>
            <w:vAlign w:val="center"/>
          </w:tcPr>
          <w:p w14:paraId="3680EA1F" w14:textId="77777777" w:rsidR="00D34A9A" w:rsidRPr="00147F2B" w:rsidRDefault="00D34A9A" w:rsidP="00D34A9A">
            <w:pPr>
              <w:jc w:val="center"/>
              <w:rPr>
                <w:sz w:val="24"/>
              </w:rPr>
            </w:pPr>
          </w:p>
        </w:tc>
        <w:tc>
          <w:tcPr>
            <w:tcW w:w="1554" w:type="pct"/>
          </w:tcPr>
          <w:p w14:paraId="0AA26DC6" w14:textId="77777777" w:rsidR="00D34A9A" w:rsidRPr="00147F2B" w:rsidRDefault="00D34A9A" w:rsidP="00D34A9A">
            <w:pPr>
              <w:jc w:val="center"/>
              <w:rPr>
                <w:sz w:val="24"/>
              </w:rPr>
            </w:pPr>
          </w:p>
        </w:tc>
        <w:tc>
          <w:tcPr>
            <w:tcW w:w="1546" w:type="pct"/>
          </w:tcPr>
          <w:p w14:paraId="1459F57C" w14:textId="77777777" w:rsidR="00D34A9A" w:rsidRPr="00147F2B" w:rsidRDefault="00D34A9A" w:rsidP="00D34A9A">
            <w:pPr>
              <w:jc w:val="center"/>
              <w:rPr>
                <w:sz w:val="24"/>
              </w:rPr>
            </w:pPr>
          </w:p>
        </w:tc>
      </w:tr>
      <w:tr w:rsidR="00D34A9A" w:rsidRPr="00147F2B" w14:paraId="704F8473" w14:textId="77777777" w:rsidTr="009B7EC1">
        <w:trPr>
          <w:cantSplit/>
          <w:trHeight w:val="20"/>
          <w:jc w:val="center"/>
        </w:trPr>
        <w:tc>
          <w:tcPr>
            <w:tcW w:w="552" w:type="pct"/>
            <w:vAlign w:val="center"/>
          </w:tcPr>
          <w:p w14:paraId="4DBB3CCB" w14:textId="77777777" w:rsidR="00D34A9A" w:rsidRPr="00147F2B" w:rsidRDefault="00D34A9A" w:rsidP="00D34A9A">
            <w:pPr>
              <w:jc w:val="center"/>
              <w:rPr>
                <w:sz w:val="28"/>
              </w:rPr>
            </w:pPr>
            <w:r w:rsidRPr="00147F2B">
              <w:rPr>
                <w:sz w:val="28"/>
              </w:rPr>
              <w:t>201</w:t>
            </w:r>
            <w:r w:rsidR="004D0A7E">
              <w:rPr>
                <w:sz w:val="28"/>
              </w:rPr>
              <w:t>5</w:t>
            </w:r>
          </w:p>
        </w:tc>
        <w:tc>
          <w:tcPr>
            <w:tcW w:w="1348" w:type="pct"/>
            <w:vAlign w:val="center"/>
          </w:tcPr>
          <w:p w14:paraId="23181DBA" w14:textId="77777777" w:rsidR="00D34A9A" w:rsidRPr="00147F2B" w:rsidRDefault="00D34A9A" w:rsidP="00D34A9A">
            <w:pPr>
              <w:jc w:val="center"/>
              <w:rPr>
                <w:sz w:val="24"/>
              </w:rPr>
            </w:pPr>
          </w:p>
        </w:tc>
        <w:tc>
          <w:tcPr>
            <w:tcW w:w="1554" w:type="pct"/>
          </w:tcPr>
          <w:p w14:paraId="6F392436" w14:textId="77777777" w:rsidR="00D34A9A" w:rsidRPr="00147F2B" w:rsidRDefault="00D34A9A" w:rsidP="00D34A9A">
            <w:pPr>
              <w:jc w:val="center"/>
              <w:rPr>
                <w:sz w:val="24"/>
              </w:rPr>
            </w:pPr>
          </w:p>
        </w:tc>
        <w:tc>
          <w:tcPr>
            <w:tcW w:w="1546" w:type="pct"/>
          </w:tcPr>
          <w:p w14:paraId="7E2F1BEE" w14:textId="77777777" w:rsidR="00D34A9A" w:rsidRPr="00147F2B" w:rsidRDefault="00D34A9A" w:rsidP="00D34A9A">
            <w:pPr>
              <w:jc w:val="center"/>
              <w:rPr>
                <w:sz w:val="24"/>
              </w:rPr>
            </w:pPr>
          </w:p>
        </w:tc>
      </w:tr>
      <w:tr w:rsidR="00D34A9A" w:rsidRPr="00147F2B" w14:paraId="5347397C" w14:textId="77777777" w:rsidTr="009B7EC1">
        <w:trPr>
          <w:cantSplit/>
          <w:trHeight w:val="20"/>
          <w:jc w:val="center"/>
        </w:trPr>
        <w:tc>
          <w:tcPr>
            <w:tcW w:w="552" w:type="pct"/>
            <w:vAlign w:val="center"/>
          </w:tcPr>
          <w:p w14:paraId="35992DE2" w14:textId="77777777" w:rsidR="00D34A9A" w:rsidRPr="00147F2B" w:rsidRDefault="00D34A9A" w:rsidP="00D34A9A">
            <w:pPr>
              <w:jc w:val="center"/>
              <w:rPr>
                <w:i/>
                <w:sz w:val="24"/>
              </w:rPr>
            </w:pPr>
            <w:r w:rsidRPr="00147F2B">
              <w:rPr>
                <w:i/>
                <w:sz w:val="24"/>
              </w:rPr>
              <w:t>Текущий год</w:t>
            </w:r>
          </w:p>
        </w:tc>
        <w:tc>
          <w:tcPr>
            <w:tcW w:w="1348" w:type="pct"/>
            <w:vAlign w:val="center"/>
          </w:tcPr>
          <w:p w14:paraId="5082058D" w14:textId="77777777" w:rsidR="00D34A9A" w:rsidRPr="00147F2B" w:rsidRDefault="00D34A9A" w:rsidP="00D34A9A">
            <w:pPr>
              <w:jc w:val="center"/>
              <w:rPr>
                <w:i/>
                <w:sz w:val="24"/>
              </w:rPr>
            </w:pPr>
            <w:r w:rsidRPr="00147F2B">
              <w:rPr>
                <w:i/>
                <w:sz w:val="24"/>
              </w:rPr>
              <w:t>за завершившийся период текущего года</w:t>
            </w:r>
          </w:p>
        </w:tc>
        <w:tc>
          <w:tcPr>
            <w:tcW w:w="1554" w:type="pct"/>
          </w:tcPr>
          <w:p w14:paraId="271BD2E2" w14:textId="77777777" w:rsidR="00D34A9A" w:rsidRPr="00147F2B" w:rsidRDefault="00D34A9A" w:rsidP="00D34A9A">
            <w:pPr>
              <w:jc w:val="center"/>
              <w:rPr>
                <w:i/>
                <w:sz w:val="24"/>
              </w:rPr>
            </w:pPr>
          </w:p>
        </w:tc>
        <w:tc>
          <w:tcPr>
            <w:tcW w:w="1546" w:type="pct"/>
          </w:tcPr>
          <w:p w14:paraId="7175E7B7" w14:textId="77777777" w:rsidR="00D34A9A" w:rsidRPr="00147F2B" w:rsidRDefault="00D34A9A" w:rsidP="00D34A9A">
            <w:pPr>
              <w:jc w:val="center"/>
              <w:rPr>
                <w:i/>
                <w:sz w:val="24"/>
              </w:rPr>
            </w:pPr>
          </w:p>
        </w:tc>
      </w:tr>
    </w:tbl>
    <w:p w14:paraId="6E753A5D" w14:textId="77777777" w:rsidR="00D34A9A" w:rsidRPr="00147F2B" w:rsidRDefault="00D34A9A" w:rsidP="00D34A9A">
      <w:pPr>
        <w:jc w:val="both"/>
        <w:rPr>
          <w:sz w:val="24"/>
          <w:szCs w:val="24"/>
        </w:rPr>
      </w:pPr>
    </w:p>
    <w:p w14:paraId="224CE657" w14:textId="77777777" w:rsidR="00D34A9A" w:rsidRPr="00147F2B" w:rsidRDefault="00D34A9A" w:rsidP="00D34A9A">
      <w:pPr>
        <w:tabs>
          <w:tab w:val="left" w:pos="1080"/>
          <w:tab w:val="left" w:pos="2160"/>
        </w:tabs>
        <w:jc w:val="both"/>
        <w:rPr>
          <w:sz w:val="24"/>
          <w:szCs w:val="24"/>
        </w:rPr>
      </w:pPr>
    </w:p>
    <w:p w14:paraId="7B2D684D" w14:textId="77777777"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14:paraId="180743DE"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69C352B8" w14:textId="77777777" w:rsidR="00D34A9A" w:rsidRDefault="00D34A9A" w:rsidP="007011D1">
      <w:pPr>
        <w:shd w:val="clear" w:color="auto" w:fill="FFFFFF"/>
        <w:tabs>
          <w:tab w:val="left" w:pos="5812"/>
        </w:tabs>
        <w:rPr>
          <w:sz w:val="24"/>
        </w:rPr>
      </w:pPr>
      <w:r w:rsidRPr="00147F2B">
        <w:rPr>
          <w:sz w:val="24"/>
        </w:rPr>
        <w:t>м.п.</w:t>
      </w:r>
      <w:r w:rsidRPr="00147F2B">
        <w:rPr>
          <w:sz w:val="24"/>
        </w:rPr>
        <w:tab/>
        <w:t>Дата</w:t>
      </w:r>
      <w:r w:rsidR="007011D1">
        <w:rPr>
          <w:sz w:val="24"/>
        </w:rPr>
        <w:t xml:space="preserve"> ___/___/______</w:t>
      </w:r>
    </w:p>
    <w:p w14:paraId="05494A18" w14:textId="77777777" w:rsidR="007011D1" w:rsidRDefault="007011D1" w:rsidP="007011D1">
      <w:pPr>
        <w:shd w:val="clear" w:color="auto" w:fill="FFFFFF"/>
        <w:tabs>
          <w:tab w:val="left" w:pos="3544"/>
        </w:tabs>
        <w:rPr>
          <w:sz w:val="24"/>
        </w:rPr>
      </w:pPr>
    </w:p>
    <w:p w14:paraId="67AC27C0" w14:textId="77777777" w:rsidR="007011D1" w:rsidRPr="00147F2B" w:rsidRDefault="007011D1" w:rsidP="007011D1">
      <w:pPr>
        <w:shd w:val="clear" w:color="auto" w:fill="FFFFFF"/>
        <w:tabs>
          <w:tab w:val="left" w:pos="3544"/>
        </w:tabs>
        <w:rPr>
          <w:sz w:val="24"/>
        </w:rPr>
        <w:sectPr w:rsidR="007011D1" w:rsidRPr="00147F2B" w:rsidSect="005751C0">
          <w:headerReference w:type="default" r:id="rId26"/>
          <w:footnotePr>
            <w:numRestart w:val="eachPage"/>
          </w:footnotePr>
          <w:pgSz w:w="11906" w:h="16838"/>
          <w:pgMar w:top="1134" w:right="849" w:bottom="638" w:left="1134" w:header="720" w:footer="720" w:gutter="0"/>
          <w:cols w:space="708"/>
          <w:docGrid w:linePitch="360"/>
        </w:sectPr>
      </w:pPr>
    </w:p>
    <w:p w14:paraId="527DD0F5" w14:textId="77777777"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14:paraId="3FC62989" w14:textId="0D8E4339" w:rsidR="00D34A9A" w:rsidRPr="00147F2B" w:rsidRDefault="00D34A9A" w:rsidP="00D34A9A">
      <w:pPr>
        <w:ind w:firstLine="709"/>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30344124" w14:textId="77777777" w:rsidR="00D34A9A" w:rsidRPr="00147F2B" w:rsidRDefault="00D34A9A" w:rsidP="00D34A9A">
      <w:pPr>
        <w:jc w:val="both"/>
        <w:rPr>
          <w:b/>
          <w:sz w:val="24"/>
          <w:szCs w:val="24"/>
        </w:rPr>
      </w:pPr>
    </w:p>
    <w:bookmarkEnd w:id="353"/>
    <w:bookmarkEnd w:id="354"/>
    <w:bookmarkEnd w:id="355"/>
    <w:p w14:paraId="5FB3C9C8" w14:textId="108BBB03" w:rsidR="00D34A9A" w:rsidRPr="00147F2B" w:rsidRDefault="00D34A9A" w:rsidP="00D34A9A">
      <w:pPr>
        <w:rPr>
          <w:b/>
          <w:i/>
          <w:sz w:val="24"/>
          <w:szCs w:val="24"/>
        </w:rPr>
      </w:pPr>
      <w:r w:rsidRPr="00147F2B">
        <w:rPr>
          <w:b/>
          <w:i/>
          <w:sz w:val="24"/>
          <w:szCs w:val="24"/>
        </w:rPr>
        <w:t>_________________________«Наименование Участника»</w:t>
      </w:r>
    </w:p>
    <w:p w14:paraId="0F50F758" w14:textId="77777777" w:rsidR="00D34A9A" w:rsidRPr="00147F2B" w:rsidRDefault="00D34A9A" w:rsidP="00D34A9A">
      <w:pPr>
        <w:rPr>
          <w:i/>
          <w:sz w:val="24"/>
          <w:szCs w:val="24"/>
        </w:rPr>
      </w:pPr>
    </w:p>
    <w:p w14:paraId="302D9DD9" w14:textId="364F0551" w:rsidR="00D34A9A" w:rsidRPr="00147F2B" w:rsidRDefault="00D34A9A" w:rsidP="00B87060">
      <w:pPr>
        <w:numPr>
          <w:ilvl w:val="1"/>
          <w:numId w:val="5"/>
        </w:numPr>
        <w:ind w:left="709" w:hanging="709"/>
        <w:outlineLvl w:val="1"/>
        <w:rPr>
          <w:b/>
          <w:sz w:val="24"/>
          <w:szCs w:val="24"/>
          <w:lang w:val="x-none" w:eastAsia="x-none"/>
        </w:rPr>
      </w:pPr>
      <w:bookmarkStart w:id="362" w:name="_Ref336445727"/>
      <w:bookmarkStart w:id="363" w:name="_Ref336445829"/>
      <w:bookmarkStart w:id="364" w:name="_Toc453152088"/>
      <w:bookmarkStart w:id="365" w:name="_Toc453166640"/>
      <w:bookmarkStart w:id="366" w:name="_Toc468260888"/>
      <w:bookmarkStart w:id="367" w:name="_Toc271441832"/>
      <w:bookmarkStart w:id="368" w:name="_Toc294543724"/>
      <w:r w:rsidRPr="00147F2B">
        <w:rPr>
          <w:b/>
          <w:sz w:val="24"/>
          <w:szCs w:val="24"/>
          <w:lang w:eastAsia="x-none"/>
        </w:rPr>
        <w:t xml:space="preserve">Справка об опыте выполнения поставок </w:t>
      </w:r>
      <w:r w:rsidR="00604342">
        <w:rPr>
          <w:b/>
          <w:sz w:val="24"/>
          <w:szCs w:val="24"/>
          <w:lang w:eastAsia="x-none"/>
        </w:rPr>
        <w:t>товара, подобного</w:t>
      </w:r>
      <w:r w:rsidR="00BD5795">
        <w:rPr>
          <w:b/>
          <w:sz w:val="24"/>
          <w:szCs w:val="24"/>
          <w:lang w:eastAsia="x-none"/>
        </w:rPr>
        <w:t xml:space="preserve"> </w:t>
      </w:r>
      <w:r w:rsidR="00604342">
        <w:rPr>
          <w:b/>
          <w:sz w:val="24"/>
          <w:szCs w:val="24"/>
          <w:lang w:eastAsia="x-none"/>
        </w:rPr>
        <w:t>предмету закупки</w:t>
      </w:r>
      <w:r w:rsidRPr="00147F2B">
        <w:rPr>
          <w:b/>
          <w:sz w:val="24"/>
          <w:szCs w:val="24"/>
          <w:lang w:eastAsia="x-none"/>
        </w:rPr>
        <w:t xml:space="preserve">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62"/>
      <w:bookmarkEnd w:id="363"/>
      <w:bookmarkEnd w:id="364"/>
      <w:bookmarkEnd w:id="365"/>
      <w:bookmarkEnd w:id="366"/>
    </w:p>
    <w:bookmarkEnd w:id="367"/>
    <w:bookmarkEnd w:id="368"/>
    <w:p w14:paraId="21A1A795" w14:textId="77777777" w:rsidR="00604342" w:rsidRPr="00147F2B" w:rsidRDefault="00604342" w:rsidP="00604342">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98"/>
        <w:gridCol w:w="1465"/>
        <w:gridCol w:w="1407"/>
        <w:gridCol w:w="1098"/>
        <w:gridCol w:w="1631"/>
        <w:gridCol w:w="1598"/>
        <w:gridCol w:w="1321"/>
        <w:gridCol w:w="1830"/>
        <w:gridCol w:w="1515"/>
        <w:gridCol w:w="1833"/>
      </w:tblGrid>
      <w:tr w:rsidR="00604342" w:rsidRPr="002C75F1" w14:paraId="6645D3A6" w14:textId="77777777" w:rsidTr="00FA4E39">
        <w:trPr>
          <w:jc w:val="center"/>
        </w:trPr>
        <w:tc>
          <w:tcPr>
            <w:tcW w:w="148" w:type="pct"/>
          </w:tcPr>
          <w:p w14:paraId="51A6B8E6" w14:textId="77777777" w:rsidR="00604342" w:rsidRPr="002C75F1" w:rsidRDefault="00604342" w:rsidP="00FA4E39">
            <w:pPr>
              <w:jc w:val="center"/>
            </w:pPr>
            <w:r w:rsidRPr="002C75F1">
              <w:t>№</w:t>
            </w:r>
          </w:p>
          <w:p w14:paraId="04102B1F" w14:textId="77777777" w:rsidR="00604342" w:rsidRPr="002C75F1" w:rsidRDefault="00604342" w:rsidP="00FA4E39">
            <w:pPr>
              <w:jc w:val="center"/>
            </w:pPr>
            <w:r w:rsidRPr="002C75F1">
              <w:t>п/п</w:t>
            </w:r>
          </w:p>
        </w:tc>
        <w:tc>
          <w:tcPr>
            <w:tcW w:w="363" w:type="pct"/>
          </w:tcPr>
          <w:p w14:paraId="7B52F663" w14:textId="77777777" w:rsidR="00604342" w:rsidRPr="002C75F1" w:rsidRDefault="00604342" w:rsidP="00FA4E39">
            <w:pPr>
              <w:jc w:val="center"/>
            </w:pPr>
            <w:r w:rsidRPr="002C75F1">
              <w:t>Предмет договора</w:t>
            </w:r>
          </w:p>
          <w:p w14:paraId="38C321A9" w14:textId="77777777" w:rsidR="00604342" w:rsidRPr="002C75F1" w:rsidRDefault="00604342" w:rsidP="00FA4E39">
            <w:pPr>
              <w:jc w:val="center"/>
            </w:pPr>
            <w:r w:rsidRPr="002C75F1">
              <w:t>поставки</w:t>
            </w:r>
          </w:p>
        </w:tc>
        <w:tc>
          <w:tcPr>
            <w:tcW w:w="463" w:type="pct"/>
          </w:tcPr>
          <w:p w14:paraId="30EF273D" w14:textId="77777777" w:rsidR="00604342" w:rsidRPr="002C75F1" w:rsidRDefault="00604342" w:rsidP="00FA4E39">
            <w:pPr>
              <w:tabs>
                <w:tab w:val="left" w:pos="84"/>
                <w:tab w:val="left" w:pos="623"/>
              </w:tabs>
              <w:jc w:val="center"/>
            </w:pPr>
            <w:r w:rsidRPr="002C75F1">
              <w:t>Наименование</w:t>
            </w:r>
          </w:p>
          <w:p w14:paraId="61C116A4" w14:textId="77777777" w:rsidR="00604342" w:rsidRPr="002C75F1" w:rsidRDefault="00604342" w:rsidP="00FA4E39">
            <w:pPr>
              <w:jc w:val="center"/>
            </w:pPr>
            <w:r>
              <w:t>т</w:t>
            </w:r>
            <w:r w:rsidRPr="002C75F1">
              <w:t>овара в составе договора поставки,</w:t>
            </w:r>
          </w:p>
          <w:p w14:paraId="478E765B" w14:textId="77777777" w:rsidR="00604342" w:rsidRPr="002C75F1" w:rsidRDefault="00604342" w:rsidP="00FA4E39">
            <w:pPr>
              <w:jc w:val="center"/>
            </w:pPr>
            <w:r w:rsidRPr="002C75F1">
              <w:t>подобного</w:t>
            </w:r>
          </w:p>
          <w:p w14:paraId="3F5F66A9" w14:textId="77777777" w:rsidR="00604342" w:rsidRPr="002C75F1" w:rsidRDefault="00604342" w:rsidP="00FA4E39">
            <w:pPr>
              <w:jc w:val="center"/>
            </w:pPr>
            <w:r w:rsidRPr="002C75F1">
              <w:t>предмету</w:t>
            </w:r>
          </w:p>
          <w:p w14:paraId="49F246EC" w14:textId="77777777" w:rsidR="00604342" w:rsidRPr="002C75F1" w:rsidRDefault="00604342" w:rsidP="00FA4E39">
            <w:pPr>
              <w:jc w:val="center"/>
            </w:pPr>
            <w:r w:rsidRPr="002C75F1">
              <w:t>закупки</w:t>
            </w:r>
          </w:p>
        </w:tc>
        <w:tc>
          <w:tcPr>
            <w:tcW w:w="464" w:type="pct"/>
          </w:tcPr>
          <w:p w14:paraId="6E97AA4B" w14:textId="77777777" w:rsidR="00604342" w:rsidRPr="002C75F1" w:rsidRDefault="00604342" w:rsidP="00FA4E39">
            <w:pPr>
              <w:jc w:val="center"/>
            </w:pPr>
            <w:r w:rsidRPr="002C75F1">
              <w:t>Код(ы)</w:t>
            </w:r>
          </w:p>
          <w:p w14:paraId="4B6CE1ED" w14:textId="77777777" w:rsidR="00604342" w:rsidRPr="002C75F1" w:rsidRDefault="00604342" w:rsidP="00FA4E39">
            <w:pPr>
              <w:jc w:val="center"/>
            </w:pPr>
            <w:r w:rsidRPr="002C75F1">
              <w:t>ОКПД2</w:t>
            </w:r>
          </w:p>
          <w:p w14:paraId="2B24237B" w14:textId="77777777" w:rsidR="00604342" w:rsidRPr="002C75F1" w:rsidRDefault="00604342" w:rsidP="00FA4E39">
            <w:pPr>
              <w:jc w:val="center"/>
            </w:pPr>
            <w:r w:rsidRPr="002C75F1">
              <w:t>Товара,</w:t>
            </w:r>
          </w:p>
          <w:p w14:paraId="2471EC1E" w14:textId="77777777" w:rsidR="00604342" w:rsidRPr="002C75F1" w:rsidRDefault="00604342" w:rsidP="00FA4E39">
            <w:pPr>
              <w:jc w:val="center"/>
            </w:pPr>
            <w:r w:rsidRPr="002C75F1">
              <w:t>подобного</w:t>
            </w:r>
          </w:p>
          <w:p w14:paraId="417C0AD9" w14:textId="77777777" w:rsidR="00604342" w:rsidRPr="002C75F1" w:rsidRDefault="00604342" w:rsidP="00FA4E39">
            <w:pPr>
              <w:jc w:val="center"/>
            </w:pPr>
            <w:r w:rsidRPr="002C75F1">
              <w:t>предмету</w:t>
            </w:r>
          </w:p>
          <w:p w14:paraId="4EB8F967" w14:textId="77777777" w:rsidR="00604342" w:rsidRPr="002C75F1" w:rsidRDefault="00604342" w:rsidP="00FA4E39">
            <w:pPr>
              <w:jc w:val="center"/>
            </w:pPr>
            <w:r w:rsidRPr="002C75F1">
              <w:t>закупки</w:t>
            </w:r>
          </w:p>
        </w:tc>
        <w:tc>
          <w:tcPr>
            <w:tcW w:w="363" w:type="pct"/>
          </w:tcPr>
          <w:p w14:paraId="2944C4B4" w14:textId="77777777" w:rsidR="00604342" w:rsidRPr="002C75F1" w:rsidRDefault="00604342" w:rsidP="00FA4E39">
            <w:pPr>
              <w:jc w:val="center"/>
            </w:pPr>
            <w:r w:rsidRPr="002C75F1">
              <w:t>Место поставки</w:t>
            </w:r>
          </w:p>
        </w:tc>
        <w:tc>
          <w:tcPr>
            <w:tcW w:w="537" w:type="pct"/>
          </w:tcPr>
          <w:p w14:paraId="4E3AF087" w14:textId="77777777" w:rsidR="00604342" w:rsidRPr="002C75F1" w:rsidRDefault="00604342" w:rsidP="00FA4E39">
            <w:pPr>
              <w:jc w:val="center"/>
            </w:pPr>
            <w:r w:rsidRPr="002C75F1">
              <w:t>Наименование заказчика,</w:t>
            </w:r>
          </w:p>
          <w:p w14:paraId="462A3B4B" w14:textId="77777777" w:rsidR="00604342" w:rsidRPr="002C75F1" w:rsidRDefault="00604342" w:rsidP="00FA4E39">
            <w:pPr>
              <w:jc w:val="center"/>
            </w:pPr>
            <w:r w:rsidRPr="002C75F1">
              <w:t>адрес и контактный телефон/факс заказчика/</w:t>
            </w:r>
          </w:p>
          <w:p w14:paraId="5D317453" w14:textId="77777777" w:rsidR="00604342" w:rsidRPr="002C75F1" w:rsidRDefault="00604342" w:rsidP="00FA4E39">
            <w:pPr>
              <w:jc w:val="center"/>
            </w:pPr>
            <w:r w:rsidRPr="002C75F1">
              <w:t>контактное лицо</w:t>
            </w:r>
          </w:p>
        </w:tc>
        <w:tc>
          <w:tcPr>
            <w:tcW w:w="526" w:type="pct"/>
          </w:tcPr>
          <w:p w14:paraId="4D488A50" w14:textId="77777777" w:rsidR="00604342" w:rsidRPr="002C75F1" w:rsidRDefault="00604342" w:rsidP="00FA4E39">
            <w:pPr>
              <w:jc w:val="center"/>
            </w:pPr>
            <w:r w:rsidRPr="002C75F1">
              <w:t>Сумма всего договора поставки/ сумма договора поставки товара, подобного предмету закупки в рублях (в т.ч. НДС)</w:t>
            </w:r>
          </w:p>
        </w:tc>
        <w:tc>
          <w:tcPr>
            <w:tcW w:w="432" w:type="pct"/>
          </w:tcPr>
          <w:p w14:paraId="72EF0A0F" w14:textId="77777777" w:rsidR="00604342" w:rsidRPr="002C75F1" w:rsidRDefault="00604342" w:rsidP="00FA4E39">
            <w:pPr>
              <w:ind w:firstLine="140"/>
              <w:jc w:val="center"/>
            </w:pPr>
            <w:r w:rsidRPr="002C75F1">
              <w:t xml:space="preserve">Дата заключения/ завершения договора </w:t>
            </w:r>
            <w:r w:rsidRPr="002C75F1">
              <w:br/>
              <w:t xml:space="preserve">(месяц, год, </w:t>
            </w:r>
            <w:r w:rsidRPr="002C75F1">
              <w:br/>
              <w:t>% выполнения)</w:t>
            </w:r>
          </w:p>
        </w:tc>
        <w:tc>
          <w:tcPr>
            <w:tcW w:w="602" w:type="pct"/>
          </w:tcPr>
          <w:p w14:paraId="5761C9F9" w14:textId="11BBD451" w:rsidR="00604342" w:rsidRPr="002C75F1" w:rsidRDefault="008E53CF" w:rsidP="00FA4E39">
            <w:pPr>
              <w:jc w:val="center"/>
              <w:rPr>
                <w:iCs/>
              </w:rPr>
            </w:pPr>
            <w:r>
              <w:rPr>
                <w:iCs/>
              </w:rPr>
              <w:t>Статус У</w:t>
            </w:r>
            <w:r w:rsidR="00604342" w:rsidRPr="002C75F1">
              <w:rPr>
                <w:iCs/>
              </w:rPr>
              <w:t>частника</w:t>
            </w:r>
          </w:p>
          <w:p w14:paraId="5D8E3E48" w14:textId="77777777" w:rsidR="00604342" w:rsidRPr="002C75F1" w:rsidRDefault="00604342" w:rsidP="00FA4E39">
            <w:pPr>
              <w:jc w:val="center"/>
              <w:rPr>
                <w:iCs/>
              </w:rPr>
            </w:pPr>
            <w:r w:rsidRPr="002C75F1">
              <w:rPr>
                <w:iCs/>
              </w:rPr>
              <w:t>(производитель/ поставщик/ субпоставщик)</w:t>
            </w:r>
          </w:p>
        </w:tc>
        <w:tc>
          <w:tcPr>
            <w:tcW w:w="499" w:type="pct"/>
          </w:tcPr>
          <w:p w14:paraId="34F82E6B" w14:textId="407E1CE8" w:rsidR="00604342" w:rsidRPr="002C75F1" w:rsidRDefault="00604342" w:rsidP="00FA4E39">
            <w:pPr>
              <w:jc w:val="center"/>
            </w:pPr>
            <w:r w:rsidRPr="002C75F1">
              <w:t>Сведения о претензия</w:t>
            </w:r>
            <w:r w:rsidR="008E53CF">
              <w:t>х З</w:t>
            </w:r>
            <w:r w:rsidRPr="002C75F1">
              <w:t>аказчика к выполнению обязательств</w:t>
            </w:r>
          </w:p>
          <w:p w14:paraId="301985AE" w14:textId="77777777" w:rsidR="00604342" w:rsidRPr="002C75F1" w:rsidRDefault="00604342" w:rsidP="00FA4E39">
            <w:pPr>
              <w:jc w:val="center"/>
            </w:pPr>
            <w:r w:rsidRPr="002C75F1">
              <w:t>по договору</w:t>
            </w:r>
          </w:p>
        </w:tc>
        <w:tc>
          <w:tcPr>
            <w:tcW w:w="603" w:type="pct"/>
          </w:tcPr>
          <w:p w14:paraId="5E2A30A3" w14:textId="77777777" w:rsidR="00604342" w:rsidRPr="002C75F1" w:rsidRDefault="00604342" w:rsidP="00FA4E39">
            <w:pPr>
              <w:jc w:val="center"/>
            </w:pPr>
            <w:r w:rsidRPr="002C75F1">
              <w:t>*Реквизиты положительного отзыва (письма)</w:t>
            </w:r>
          </w:p>
          <w:p w14:paraId="1398C18C" w14:textId="77777777" w:rsidR="00604342" w:rsidRPr="002C75F1" w:rsidRDefault="00604342" w:rsidP="00FA4E39">
            <w:pPr>
              <w:jc w:val="center"/>
            </w:pPr>
            <w:r w:rsidRPr="002C75F1">
              <w:t>№___ дд.мм.гггг</w:t>
            </w:r>
          </w:p>
        </w:tc>
      </w:tr>
      <w:tr w:rsidR="00604342" w:rsidRPr="002C75F1" w14:paraId="2FD12CE4" w14:textId="77777777" w:rsidTr="00FA4E39">
        <w:trPr>
          <w:jc w:val="center"/>
        </w:trPr>
        <w:tc>
          <w:tcPr>
            <w:tcW w:w="148" w:type="pct"/>
          </w:tcPr>
          <w:p w14:paraId="1FD58590" w14:textId="77777777" w:rsidR="00604342" w:rsidRPr="002C75F1" w:rsidRDefault="00604342" w:rsidP="00FA4E39">
            <w:pPr>
              <w:rPr>
                <w:sz w:val="24"/>
              </w:rPr>
            </w:pPr>
          </w:p>
        </w:tc>
        <w:tc>
          <w:tcPr>
            <w:tcW w:w="363" w:type="pct"/>
            <w:vAlign w:val="center"/>
          </w:tcPr>
          <w:p w14:paraId="5D719B42" w14:textId="77777777" w:rsidR="00604342" w:rsidRPr="002C75F1" w:rsidRDefault="00604342" w:rsidP="00FA4E39">
            <w:pPr>
              <w:jc w:val="center"/>
              <w:rPr>
                <w:sz w:val="24"/>
              </w:rPr>
            </w:pPr>
            <w:r w:rsidRPr="002C75F1">
              <w:rPr>
                <w:sz w:val="24"/>
              </w:rPr>
              <w:t>1</w:t>
            </w:r>
          </w:p>
        </w:tc>
        <w:tc>
          <w:tcPr>
            <w:tcW w:w="463" w:type="pct"/>
          </w:tcPr>
          <w:p w14:paraId="6A5E2AC9" w14:textId="77777777" w:rsidR="00604342" w:rsidRPr="002C75F1" w:rsidRDefault="00604342" w:rsidP="00FA4E39">
            <w:pPr>
              <w:jc w:val="center"/>
              <w:rPr>
                <w:sz w:val="24"/>
              </w:rPr>
            </w:pPr>
            <w:r w:rsidRPr="002C75F1">
              <w:rPr>
                <w:sz w:val="24"/>
              </w:rPr>
              <w:t>2</w:t>
            </w:r>
          </w:p>
        </w:tc>
        <w:tc>
          <w:tcPr>
            <w:tcW w:w="464" w:type="pct"/>
          </w:tcPr>
          <w:p w14:paraId="399C4BDE" w14:textId="268D2FB5" w:rsidR="00604342" w:rsidRPr="002C75F1" w:rsidRDefault="001340A4" w:rsidP="00FA4E39">
            <w:pPr>
              <w:jc w:val="center"/>
              <w:rPr>
                <w:sz w:val="24"/>
              </w:rPr>
            </w:pPr>
            <w:r>
              <w:rPr>
                <w:sz w:val="24"/>
              </w:rPr>
              <w:t>3</w:t>
            </w:r>
          </w:p>
        </w:tc>
        <w:tc>
          <w:tcPr>
            <w:tcW w:w="363" w:type="pct"/>
            <w:vAlign w:val="center"/>
          </w:tcPr>
          <w:p w14:paraId="3C175E3D" w14:textId="7418AF58" w:rsidR="00604342" w:rsidRPr="002C75F1" w:rsidRDefault="001340A4" w:rsidP="00FA4E39">
            <w:pPr>
              <w:jc w:val="center"/>
              <w:rPr>
                <w:sz w:val="24"/>
              </w:rPr>
            </w:pPr>
            <w:r>
              <w:rPr>
                <w:sz w:val="24"/>
              </w:rPr>
              <w:t>4</w:t>
            </w:r>
          </w:p>
        </w:tc>
        <w:tc>
          <w:tcPr>
            <w:tcW w:w="537" w:type="pct"/>
            <w:vAlign w:val="center"/>
          </w:tcPr>
          <w:p w14:paraId="678714C9" w14:textId="45AA9EFE" w:rsidR="00604342" w:rsidRPr="002C75F1" w:rsidRDefault="001340A4" w:rsidP="00FA4E39">
            <w:pPr>
              <w:jc w:val="center"/>
              <w:rPr>
                <w:sz w:val="24"/>
              </w:rPr>
            </w:pPr>
            <w:r>
              <w:rPr>
                <w:sz w:val="24"/>
              </w:rPr>
              <w:t>5</w:t>
            </w:r>
          </w:p>
        </w:tc>
        <w:tc>
          <w:tcPr>
            <w:tcW w:w="526" w:type="pct"/>
            <w:vAlign w:val="center"/>
          </w:tcPr>
          <w:p w14:paraId="44355FED" w14:textId="18AE65C7" w:rsidR="00604342" w:rsidRPr="002C75F1" w:rsidRDefault="001340A4" w:rsidP="00FA4E39">
            <w:pPr>
              <w:jc w:val="center"/>
              <w:rPr>
                <w:sz w:val="24"/>
              </w:rPr>
            </w:pPr>
            <w:r>
              <w:rPr>
                <w:sz w:val="24"/>
              </w:rPr>
              <w:t>6</w:t>
            </w:r>
          </w:p>
        </w:tc>
        <w:tc>
          <w:tcPr>
            <w:tcW w:w="432" w:type="pct"/>
            <w:vAlign w:val="center"/>
          </w:tcPr>
          <w:p w14:paraId="4EADD912" w14:textId="45EFF434" w:rsidR="00604342" w:rsidRPr="002C75F1" w:rsidRDefault="001340A4" w:rsidP="00FA4E39">
            <w:pPr>
              <w:jc w:val="center"/>
              <w:rPr>
                <w:sz w:val="24"/>
              </w:rPr>
            </w:pPr>
            <w:r>
              <w:rPr>
                <w:sz w:val="24"/>
              </w:rPr>
              <w:t>7</w:t>
            </w:r>
          </w:p>
        </w:tc>
        <w:tc>
          <w:tcPr>
            <w:tcW w:w="602" w:type="pct"/>
            <w:vAlign w:val="center"/>
          </w:tcPr>
          <w:p w14:paraId="7E6D566F" w14:textId="1F4E76D0" w:rsidR="00604342" w:rsidRPr="002C75F1" w:rsidRDefault="001340A4" w:rsidP="00FA4E39">
            <w:pPr>
              <w:jc w:val="center"/>
              <w:rPr>
                <w:sz w:val="24"/>
              </w:rPr>
            </w:pPr>
            <w:r>
              <w:rPr>
                <w:sz w:val="24"/>
              </w:rPr>
              <w:t>8</w:t>
            </w:r>
          </w:p>
        </w:tc>
        <w:tc>
          <w:tcPr>
            <w:tcW w:w="499" w:type="pct"/>
            <w:vAlign w:val="center"/>
          </w:tcPr>
          <w:p w14:paraId="4399EACB" w14:textId="0CBF0D0B" w:rsidR="00604342" w:rsidRPr="002C75F1" w:rsidRDefault="001340A4" w:rsidP="00FA4E39">
            <w:pPr>
              <w:jc w:val="center"/>
              <w:rPr>
                <w:sz w:val="24"/>
              </w:rPr>
            </w:pPr>
            <w:r>
              <w:rPr>
                <w:sz w:val="24"/>
              </w:rPr>
              <w:t>9</w:t>
            </w:r>
          </w:p>
        </w:tc>
        <w:tc>
          <w:tcPr>
            <w:tcW w:w="603" w:type="pct"/>
            <w:vAlign w:val="center"/>
          </w:tcPr>
          <w:p w14:paraId="02D13B00" w14:textId="546463C3" w:rsidR="00604342" w:rsidRPr="002C75F1" w:rsidRDefault="00604342" w:rsidP="001340A4">
            <w:pPr>
              <w:jc w:val="center"/>
              <w:rPr>
                <w:sz w:val="24"/>
              </w:rPr>
            </w:pPr>
            <w:r w:rsidRPr="002C75F1">
              <w:rPr>
                <w:sz w:val="24"/>
              </w:rPr>
              <w:t>1</w:t>
            </w:r>
            <w:r w:rsidR="001340A4">
              <w:rPr>
                <w:sz w:val="24"/>
              </w:rPr>
              <w:t>0</w:t>
            </w:r>
          </w:p>
        </w:tc>
      </w:tr>
      <w:tr w:rsidR="00604342" w:rsidRPr="002C75F1" w14:paraId="368EE1AA" w14:textId="77777777" w:rsidTr="00FA4E39">
        <w:trPr>
          <w:jc w:val="center"/>
        </w:trPr>
        <w:tc>
          <w:tcPr>
            <w:tcW w:w="148" w:type="pct"/>
          </w:tcPr>
          <w:p w14:paraId="06B40206" w14:textId="77777777" w:rsidR="00604342" w:rsidRPr="002C75F1" w:rsidRDefault="00604342" w:rsidP="00FA4E39">
            <w:pPr>
              <w:numPr>
                <w:ilvl w:val="0"/>
                <w:numId w:val="3"/>
              </w:numPr>
              <w:rPr>
                <w:sz w:val="24"/>
              </w:rPr>
            </w:pPr>
          </w:p>
        </w:tc>
        <w:tc>
          <w:tcPr>
            <w:tcW w:w="363" w:type="pct"/>
          </w:tcPr>
          <w:p w14:paraId="42BE4678" w14:textId="77777777" w:rsidR="00604342" w:rsidRPr="002C75F1" w:rsidRDefault="00604342" w:rsidP="00FA4E39">
            <w:pPr>
              <w:rPr>
                <w:sz w:val="24"/>
              </w:rPr>
            </w:pPr>
          </w:p>
        </w:tc>
        <w:tc>
          <w:tcPr>
            <w:tcW w:w="463" w:type="pct"/>
          </w:tcPr>
          <w:p w14:paraId="18A23C78" w14:textId="77777777" w:rsidR="00604342" w:rsidRPr="002C75F1" w:rsidRDefault="00604342" w:rsidP="00FA4E39">
            <w:pPr>
              <w:rPr>
                <w:sz w:val="24"/>
              </w:rPr>
            </w:pPr>
          </w:p>
        </w:tc>
        <w:tc>
          <w:tcPr>
            <w:tcW w:w="464" w:type="pct"/>
          </w:tcPr>
          <w:p w14:paraId="22F67707" w14:textId="77777777" w:rsidR="00604342" w:rsidRPr="002C75F1" w:rsidRDefault="00604342" w:rsidP="00FA4E39">
            <w:pPr>
              <w:rPr>
                <w:sz w:val="24"/>
              </w:rPr>
            </w:pPr>
          </w:p>
        </w:tc>
        <w:tc>
          <w:tcPr>
            <w:tcW w:w="363" w:type="pct"/>
          </w:tcPr>
          <w:p w14:paraId="6440FA31" w14:textId="77777777" w:rsidR="00604342" w:rsidRPr="002C75F1" w:rsidRDefault="00604342" w:rsidP="00FA4E39">
            <w:pPr>
              <w:rPr>
                <w:sz w:val="24"/>
              </w:rPr>
            </w:pPr>
          </w:p>
        </w:tc>
        <w:tc>
          <w:tcPr>
            <w:tcW w:w="537" w:type="pct"/>
          </w:tcPr>
          <w:p w14:paraId="2BCB21EA" w14:textId="77777777" w:rsidR="00604342" w:rsidRPr="002C75F1" w:rsidRDefault="00604342" w:rsidP="00FA4E39">
            <w:pPr>
              <w:rPr>
                <w:sz w:val="24"/>
              </w:rPr>
            </w:pPr>
          </w:p>
        </w:tc>
        <w:tc>
          <w:tcPr>
            <w:tcW w:w="526" w:type="pct"/>
          </w:tcPr>
          <w:p w14:paraId="2AE0C801" w14:textId="77777777" w:rsidR="00604342" w:rsidRPr="002C75F1" w:rsidRDefault="00604342" w:rsidP="00FA4E39">
            <w:pPr>
              <w:rPr>
                <w:sz w:val="24"/>
              </w:rPr>
            </w:pPr>
          </w:p>
        </w:tc>
        <w:tc>
          <w:tcPr>
            <w:tcW w:w="432" w:type="pct"/>
          </w:tcPr>
          <w:p w14:paraId="0C659879" w14:textId="77777777" w:rsidR="00604342" w:rsidRPr="002C75F1" w:rsidRDefault="00604342" w:rsidP="00FA4E39">
            <w:pPr>
              <w:rPr>
                <w:sz w:val="24"/>
              </w:rPr>
            </w:pPr>
          </w:p>
        </w:tc>
        <w:tc>
          <w:tcPr>
            <w:tcW w:w="602" w:type="pct"/>
          </w:tcPr>
          <w:p w14:paraId="3096FFB9" w14:textId="77777777" w:rsidR="00604342" w:rsidRPr="002C75F1" w:rsidRDefault="00604342" w:rsidP="00FA4E39">
            <w:pPr>
              <w:rPr>
                <w:sz w:val="24"/>
              </w:rPr>
            </w:pPr>
          </w:p>
        </w:tc>
        <w:tc>
          <w:tcPr>
            <w:tcW w:w="499" w:type="pct"/>
          </w:tcPr>
          <w:p w14:paraId="2BDD24AA" w14:textId="77777777" w:rsidR="00604342" w:rsidRPr="002C75F1" w:rsidRDefault="00604342" w:rsidP="00FA4E39">
            <w:pPr>
              <w:rPr>
                <w:sz w:val="24"/>
              </w:rPr>
            </w:pPr>
          </w:p>
        </w:tc>
        <w:tc>
          <w:tcPr>
            <w:tcW w:w="603" w:type="pct"/>
          </w:tcPr>
          <w:p w14:paraId="5DD45A09" w14:textId="77777777" w:rsidR="00604342" w:rsidRPr="002C75F1" w:rsidRDefault="00604342" w:rsidP="00FA4E39">
            <w:pPr>
              <w:rPr>
                <w:sz w:val="24"/>
              </w:rPr>
            </w:pPr>
          </w:p>
        </w:tc>
      </w:tr>
      <w:tr w:rsidR="00604342" w:rsidRPr="002C75F1" w14:paraId="388B8F3C" w14:textId="77777777" w:rsidTr="00FA4E39">
        <w:trPr>
          <w:jc w:val="center"/>
        </w:trPr>
        <w:tc>
          <w:tcPr>
            <w:tcW w:w="148" w:type="pct"/>
          </w:tcPr>
          <w:p w14:paraId="2273FACB" w14:textId="77777777" w:rsidR="00604342" w:rsidRPr="002C75F1" w:rsidRDefault="00604342" w:rsidP="00FA4E39">
            <w:pPr>
              <w:numPr>
                <w:ilvl w:val="0"/>
                <w:numId w:val="3"/>
              </w:numPr>
              <w:rPr>
                <w:sz w:val="24"/>
              </w:rPr>
            </w:pPr>
          </w:p>
        </w:tc>
        <w:tc>
          <w:tcPr>
            <w:tcW w:w="363" w:type="pct"/>
          </w:tcPr>
          <w:p w14:paraId="566914E3" w14:textId="77777777" w:rsidR="00604342" w:rsidRPr="002C75F1" w:rsidRDefault="00604342" w:rsidP="00FA4E39">
            <w:pPr>
              <w:ind w:left="44" w:hanging="44"/>
              <w:rPr>
                <w:sz w:val="24"/>
              </w:rPr>
            </w:pPr>
          </w:p>
        </w:tc>
        <w:tc>
          <w:tcPr>
            <w:tcW w:w="463" w:type="pct"/>
          </w:tcPr>
          <w:p w14:paraId="18532BD3" w14:textId="77777777" w:rsidR="00604342" w:rsidRPr="002C75F1" w:rsidRDefault="00604342" w:rsidP="00FA4E39">
            <w:pPr>
              <w:rPr>
                <w:sz w:val="24"/>
              </w:rPr>
            </w:pPr>
          </w:p>
        </w:tc>
        <w:tc>
          <w:tcPr>
            <w:tcW w:w="464" w:type="pct"/>
          </w:tcPr>
          <w:p w14:paraId="49C4EB95" w14:textId="77777777" w:rsidR="00604342" w:rsidRPr="002C75F1" w:rsidRDefault="00604342" w:rsidP="00FA4E39">
            <w:pPr>
              <w:rPr>
                <w:sz w:val="24"/>
              </w:rPr>
            </w:pPr>
          </w:p>
        </w:tc>
        <w:tc>
          <w:tcPr>
            <w:tcW w:w="363" w:type="pct"/>
          </w:tcPr>
          <w:p w14:paraId="228E9A3B" w14:textId="77777777" w:rsidR="00604342" w:rsidRPr="002C75F1" w:rsidRDefault="00604342" w:rsidP="00FA4E39">
            <w:pPr>
              <w:rPr>
                <w:sz w:val="24"/>
              </w:rPr>
            </w:pPr>
          </w:p>
        </w:tc>
        <w:tc>
          <w:tcPr>
            <w:tcW w:w="537" w:type="pct"/>
          </w:tcPr>
          <w:p w14:paraId="53BFA0E0" w14:textId="77777777" w:rsidR="00604342" w:rsidRPr="002C75F1" w:rsidRDefault="00604342" w:rsidP="00FA4E39">
            <w:pPr>
              <w:rPr>
                <w:sz w:val="24"/>
              </w:rPr>
            </w:pPr>
          </w:p>
        </w:tc>
        <w:tc>
          <w:tcPr>
            <w:tcW w:w="526" w:type="pct"/>
          </w:tcPr>
          <w:p w14:paraId="798B8A3D" w14:textId="77777777" w:rsidR="00604342" w:rsidRPr="002C75F1" w:rsidRDefault="00604342" w:rsidP="00FA4E39">
            <w:pPr>
              <w:rPr>
                <w:sz w:val="24"/>
              </w:rPr>
            </w:pPr>
          </w:p>
        </w:tc>
        <w:tc>
          <w:tcPr>
            <w:tcW w:w="432" w:type="pct"/>
          </w:tcPr>
          <w:p w14:paraId="79433055" w14:textId="77777777" w:rsidR="00604342" w:rsidRPr="002C75F1" w:rsidRDefault="00604342" w:rsidP="00FA4E39">
            <w:pPr>
              <w:rPr>
                <w:sz w:val="24"/>
              </w:rPr>
            </w:pPr>
          </w:p>
        </w:tc>
        <w:tc>
          <w:tcPr>
            <w:tcW w:w="602" w:type="pct"/>
          </w:tcPr>
          <w:p w14:paraId="21A2158E" w14:textId="77777777" w:rsidR="00604342" w:rsidRPr="002C75F1" w:rsidRDefault="00604342" w:rsidP="00FA4E39">
            <w:pPr>
              <w:rPr>
                <w:sz w:val="24"/>
              </w:rPr>
            </w:pPr>
          </w:p>
        </w:tc>
        <w:tc>
          <w:tcPr>
            <w:tcW w:w="499" w:type="pct"/>
          </w:tcPr>
          <w:p w14:paraId="6221B8FB" w14:textId="77777777" w:rsidR="00604342" w:rsidRPr="002C75F1" w:rsidRDefault="00604342" w:rsidP="00FA4E39">
            <w:pPr>
              <w:rPr>
                <w:sz w:val="24"/>
              </w:rPr>
            </w:pPr>
          </w:p>
        </w:tc>
        <w:tc>
          <w:tcPr>
            <w:tcW w:w="603" w:type="pct"/>
          </w:tcPr>
          <w:p w14:paraId="42C27191" w14:textId="77777777" w:rsidR="00604342" w:rsidRPr="002C75F1" w:rsidRDefault="00604342" w:rsidP="00FA4E39">
            <w:pPr>
              <w:rPr>
                <w:sz w:val="24"/>
              </w:rPr>
            </w:pPr>
          </w:p>
        </w:tc>
      </w:tr>
      <w:tr w:rsidR="00604342" w:rsidRPr="002C75F1" w14:paraId="4B9C5E93" w14:textId="77777777" w:rsidTr="00FA4E39">
        <w:trPr>
          <w:jc w:val="center"/>
        </w:trPr>
        <w:tc>
          <w:tcPr>
            <w:tcW w:w="148" w:type="pct"/>
          </w:tcPr>
          <w:p w14:paraId="5D02B62E" w14:textId="77777777" w:rsidR="00604342" w:rsidRPr="002C75F1" w:rsidRDefault="00604342" w:rsidP="00FA4E39">
            <w:pPr>
              <w:rPr>
                <w:sz w:val="24"/>
              </w:rPr>
            </w:pPr>
            <w:r w:rsidRPr="002C75F1">
              <w:rPr>
                <w:sz w:val="24"/>
              </w:rPr>
              <w:t>…</w:t>
            </w:r>
          </w:p>
        </w:tc>
        <w:tc>
          <w:tcPr>
            <w:tcW w:w="363" w:type="pct"/>
          </w:tcPr>
          <w:p w14:paraId="4C13E431" w14:textId="77777777" w:rsidR="00604342" w:rsidRPr="002C75F1" w:rsidRDefault="00604342" w:rsidP="00FA4E39">
            <w:pPr>
              <w:rPr>
                <w:sz w:val="24"/>
              </w:rPr>
            </w:pPr>
          </w:p>
        </w:tc>
        <w:tc>
          <w:tcPr>
            <w:tcW w:w="463" w:type="pct"/>
          </w:tcPr>
          <w:p w14:paraId="322611B4" w14:textId="77777777" w:rsidR="00604342" w:rsidRPr="002C75F1" w:rsidRDefault="00604342" w:rsidP="00FA4E39">
            <w:pPr>
              <w:rPr>
                <w:sz w:val="24"/>
              </w:rPr>
            </w:pPr>
          </w:p>
        </w:tc>
        <w:tc>
          <w:tcPr>
            <w:tcW w:w="464" w:type="pct"/>
          </w:tcPr>
          <w:p w14:paraId="7982016D" w14:textId="77777777" w:rsidR="00604342" w:rsidRPr="002C75F1" w:rsidRDefault="00604342" w:rsidP="00FA4E39">
            <w:pPr>
              <w:rPr>
                <w:sz w:val="24"/>
              </w:rPr>
            </w:pPr>
          </w:p>
        </w:tc>
        <w:tc>
          <w:tcPr>
            <w:tcW w:w="363" w:type="pct"/>
          </w:tcPr>
          <w:p w14:paraId="0B7DA70A" w14:textId="77777777" w:rsidR="00604342" w:rsidRPr="002C75F1" w:rsidRDefault="00604342" w:rsidP="00FA4E39">
            <w:pPr>
              <w:rPr>
                <w:sz w:val="24"/>
              </w:rPr>
            </w:pPr>
          </w:p>
        </w:tc>
        <w:tc>
          <w:tcPr>
            <w:tcW w:w="537" w:type="pct"/>
          </w:tcPr>
          <w:p w14:paraId="6E7DE872" w14:textId="77777777" w:rsidR="00604342" w:rsidRPr="002C75F1" w:rsidRDefault="00604342" w:rsidP="00FA4E39">
            <w:pPr>
              <w:rPr>
                <w:sz w:val="24"/>
              </w:rPr>
            </w:pPr>
          </w:p>
        </w:tc>
        <w:tc>
          <w:tcPr>
            <w:tcW w:w="526" w:type="pct"/>
          </w:tcPr>
          <w:p w14:paraId="6F4B57FF" w14:textId="77777777" w:rsidR="00604342" w:rsidRPr="002C75F1" w:rsidRDefault="00604342" w:rsidP="00FA4E39">
            <w:pPr>
              <w:rPr>
                <w:sz w:val="24"/>
              </w:rPr>
            </w:pPr>
          </w:p>
        </w:tc>
        <w:tc>
          <w:tcPr>
            <w:tcW w:w="432" w:type="pct"/>
          </w:tcPr>
          <w:p w14:paraId="387BB1C5" w14:textId="77777777" w:rsidR="00604342" w:rsidRPr="002C75F1" w:rsidRDefault="00604342" w:rsidP="00FA4E39">
            <w:pPr>
              <w:rPr>
                <w:sz w:val="24"/>
              </w:rPr>
            </w:pPr>
          </w:p>
        </w:tc>
        <w:tc>
          <w:tcPr>
            <w:tcW w:w="602" w:type="pct"/>
          </w:tcPr>
          <w:p w14:paraId="7C5FAE33" w14:textId="77777777" w:rsidR="00604342" w:rsidRPr="002C75F1" w:rsidRDefault="00604342" w:rsidP="00FA4E39">
            <w:pPr>
              <w:rPr>
                <w:sz w:val="24"/>
              </w:rPr>
            </w:pPr>
          </w:p>
        </w:tc>
        <w:tc>
          <w:tcPr>
            <w:tcW w:w="499" w:type="pct"/>
          </w:tcPr>
          <w:p w14:paraId="7DAAE059" w14:textId="77777777" w:rsidR="00604342" w:rsidRPr="002C75F1" w:rsidRDefault="00604342" w:rsidP="00FA4E39">
            <w:pPr>
              <w:rPr>
                <w:sz w:val="24"/>
              </w:rPr>
            </w:pPr>
          </w:p>
        </w:tc>
        <w:tc>
          <w:tcPr>
            <w:tcW w:w="603" w:type="pct"/>
          </w:tcPr>
          <w:p w14:paraId="1F6D9FE9" w14:textId="77777777" w:rsidR="00604342" w:rsidRPr="002C75F1" w:rsidRDefault="00604342" w:rsidP="00FA4E39">
            <w:pPr>
              <w:rPr>
                <w:sz w:val="24"/>
              </w:rPr>
            </w:pPr>
          </w:p>
        </w:tc>
      </w:tr>
    </w:tbl>
    <w:p w14:paraId="48E4F855" w14:textId="77777777" w:rsidR="00604342" w:rsidRPr="00147F2B" w:rsidRDefault="00604342" w:rsidP="00604342">
      <w:pPr>
        <w:jc w:val="both"/>
        <w:rPr>
          <w:bCs/>
          <w:sz w:val="24"/>
          <w:szCs w:val="24"/>
        </w:rPr>
      </w:pPr>
    </w:p>
    <w:p w14:paraId="1317A0EF" w14:textId="77777777" w:rsidR="00604342" w:rsidRPr="00147F2B" w:rsidRDefault="00604342" w:rsidP="00604342">
      <w:pPr>
        <w:tabs>
          <w:tab w:val="left" w:pos="1080"/>
          <w:tab w:val="left" w:pos="2160"/>
        </w:tabs>
        <w:jc w:val="both"/>
        <w:rPr>
          <w:sz w:val="24"/>
          <w:szCs w:val="24"/>
        </w:rPr>
      </w:pPr>
    </w:p>
    <w:p w14:paraId="0C85B251" w14:textId="77777777" w:rsidR="00604342" w:rsidRPr="00147F2B" w:rsidRDefault="00604342" w:rsidP="00604342">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0167777" w14:textId="77777777" w:rsidR="00604342" w:rsidRPr="00147F2B" w:rsidRDefault="00604342" w:rsidP="00604342">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8F1BFE2" w14:textId="77777777" w:rsidR="00604342" w:rsidRPr="00147F2B" w:rsidRDefault="00604342" w:rsidP="00604342">
      <w:r w:rsidRPr="00147F2B">
        <w:t>м.п.</w:t>
      </w:r>
      <w:r w:rsidRPr="00147F2B">
        <w:tab/>
        <w:t>Дата</w:t>
      </w:r>
      <w:r w:rsidRPr="00147F2B">
        <w:tab/>
      </w:r>
      <w:r w:rsidRPr="00147F2B">
        <w:tab/>
        <w:t>/</w:t>
      </w:r>
      <w:r w:rsidRPr="00147F2B">
        <w:tab/>
        <w:t>/</w:t>
      </w:r>
      <w:r w:rsidRPr="00147F2B">
        <w:tab/>
      </w:r>
    </w:p>
    <w:p w14:paraId="6D5B2F05" w14:textId="77777777" w:rsidR="00604342" w:rsidRPr="00147F2B" w:rsidRDefault="00604342" w:rsidP="00604342"/>
    <w:p w14:paraId="5E27CC46" w14:textId="77777777" w:rsidR="00604342" w:rsidRPr="00147F2B" w:rsidRDefault="00604342" w:rsidP="00604342"/>
    <w:p w14:paraId="469493E7" w14:textId="328E7ACD" w:rsidR="00D34A9A" w:rsidRPr="00147F2B" w:rsidRDefault="00604342" w:rsidP="00604342">
      <w:pPr>
        <w:jc w:val="both"/>
      </w:pPr>
      <w:r w:rsidRPr="002C75F1">
        <w:t>В данную форму у</w:t>
      </w:r>
      <w:r w:rsidR="00222F9B">
        <w:t>частник включает только договоры</w:t>
      </w:r>
      <w:r w:rsidRPr="002C75F1">
        <w:t xml:space="preserve"> поставки товара (части товара), подобного предмету закупки,  на сумму не менее 20% от начальной (максимальной) цены предмета закупки.</w:t>
      </w:r>
    </w:p>
    <w:p w14:paraId="4FFE419D" w14:textId="77777777" w:rsidR="00D34A9A" w:rsidRPr="00147F2B" w:rsidRDefault="00D34A9A" w:rsidP="00D34A9A"/>
    <w:p w14:paraId="6827F9FA" w14:textId="77777777" w:rsidR="00D34A9A" w:rsidRDefault="00D34A9A" w:rsidP="00D34A9A"/>
    <w:p w14:paraId="4824D2A1" w14:textId="77777777" w:rsidR="00604342" w:rsidRDefault="00604342" w:rsidP="00D34A9A"/>
    <w:p w14:paraId="47B14D18" w14:textId="77777777" w:rsidR="00604342" w:rsidRPr="00147F2B" w:rsidRDefault="00604342" w:rsidP="00D34A9A"/>
    <w:p w14:paraId="077BBF70" w14:textId="5E7702EF" w:rsidR="00D34A9A" w:rsidRDefault="00D34A9A" w:rsidP="00D34A9A">
      <w:r w:rsidRPr="00147F2B">
        <w:t xml:space="preserve">*Участник </w:t>
      </w:r>
      <w:r w:rsidR="008979A9">
        <w:t xml:space="preserve">при наличии прикладывает </w:t>
      </w:r>
      <w:r w:rsidRPr="00147F2B">
        <w:t>письм</w:t>
      </w:r>
      <w:r w:rsidR="008979A9">
        <w:t>а</w:t>
      </w:r>
      <w:r w:rsidRPr="00147F2B">
        <w:t xml:space="preserve"> с положительным отзывом об исполнении соответствующего договора.</w:t>
      </w:r>
    </w:p>
    <w:p w14:paraId="38617A57" w14:textId="77777777" w:rsidR="00604342" w:rsidRDefault="00604342" w:rsidP="00D34A9A"/>
    <w:p w14:paraId="0C482E4C" w14:textId="77777777" w:rsidR="00604342" w:rsidRPr="00147F2B" w:rsidRDefault="00604342" w:rsidP="00D34A9A">
      <w:pPr>
        <w:sectPr w:rsidR="00604342" w:rsidRPr="00147F2B" w:rsidSect="00456CF4">
          <w:headerReference w:type="default" r:id="rId27"/>
          <w:footnotePr>
            <w:numRestart w:val="eachPage"/>
          </w:footnotePr>
          <w:pgSz w:w="16838" w:h="11906" w:orient="landscape"/>
          <w:pgMar w:top="1134" w:right="638" w:bottom="851" w:left="1134" w:header="720" w:footer="720" w:gutter="0"/>
          <w:cols w:space="708"/>
          <w:docGrid w:linePitch="360"/>
        </w:sectPr>
      </w:pPr>
    </w:p>
    <w:p w14:paraId="316BE66F" w14:textId="77777777"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14:paraId="1373F363" w14:textId="44471406" w:rsidR="00D34A9A" w:rsidRPr="000D1C42" w:rsidRDefault="00D34A9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624CE63E" w14:textId="77777777" w:rsidR="00D34A9A" w:rsidRPr="00147F2B" w:rsidRDefault="00D34A9A" w:rsidP="00D34A9A">
      <w:pPr>
        <w:jc w:val="center"/>
        <w:rPr>
          <w:sz w:val="24"/>
          <w:szCs w:val="24"/>
        </w:rPr>
      </w:pPr>
    </w:p>
    <w:p w14:paraId="3B29CB17" w14:textId="5B92199C" w:rsidR="00D34A9A" w:rsidRPr="00147F2B" w:rsidRDefault="00D34A9A" w:rsidP="00D34A9A">
      <w:pPr>
        <w:rPr>
          <w:b/>
          <w:i/>
          <w:sz w:val="24"/>
          <w:szCs w:val="24"/>
        </w:rPr>
      </w:pPr>
      <w:r w:rsidRPr="00147F2B">
        <w:rPr>
          <w:b/>
          <w:i/>
          <w:sz w:val="24"/>
          <w:szCs w:val="24"/>
        </w:rPr>
        <w:t>_________________«Наименование Участника»</w:t>
      </w:r>
    </w:p>
    <w:p w14:paraId="4D6100C7" w14:textId="77777777" w:rsidR="00D34A9A" w:rsidRPr="00147F2B" w:rsidRDefault="00D34A9A" w:rsidP="00D34A9A">
      <w:pPr>
        <w:rPr>
          <w:sz w:val="24"/>
          <w:szCs w:val="24"/>
        </w:rPr>
      </w:pPr>
    </w:p>
    <w:p w14:paraId="1D67C0D1" w14:textId="77777777" w:rsidR="00D34A9A" w:rsidRPr="00147F2B" w:rsidRDefault="00D34A9A" w:rsidP="00B87060">
      <w:pPr>
        <w:numPr>
          <w:ilvl w:val="1"/>
          <w:numId w:val="5"/>
        </w:numPr>
        <w:ind w:left="709" w:hanging="709"/>
        <w:outlineLvl w:val="1"/>
        <w:rPr>
          <w:b/>
          <w:sz w:val="24"/>
          <w:szCs w:val="24"/>
          <w:lang w:val="x-none" w:eastAsia="x-none"/>
        </w:rPr>
      </w:pPr>
      <w:bookmarkStart w:id="369" w:name="_Toc269988416"/>
      <w:bookmarkStart w:id="370" w:name="_Toc325376238"/>
      <w:bookmarkStart w:id="371" w:name="_Ref339357996"/>
      <w:bookmarkStart w:id="372" w:name="_Ref349380496"/>
      <w:bookmarkStart w:id="373" w:name="_Toc453152089"/>
      <w:bookmarkStart w:id="374" w:name="_Toc453166641"/>
      <w:bookmarkStart w:id="375" w:name="_Toc468260889"/>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69"/>
      <w:bookmarkEnd w:id="370"/>
      <w:bookmarkEnd w:id="371"/>
      <w:bookmarkEnd w:id="372"/>
      <w:bookmarkEnd w:id="373"/>
      <w:bookmarkEnd w:id="374"/>
      <w:bookmarkEnd w:id="375"/>
    </w:p>
    <w:p w14:paraId="305CC255" w14:textId="77777777" w:rsidR="00D34A9A" w:rsidRPr="00147F2B"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2423"/>
        <w:gridCol w:w="2000"/>
        <w:gridCol w:w="2000"/>
        <w:gridCol w:w="2000"/>
        <w:gridCol w:w="1800"/>
        <w:gridCol w:w="2534"/>
      </w:tblGrid>
      <w:tr w:rsidR="00D34A9A" w:rsidRPr="00147F2B" w14:paraId="5105CE85" w14:textId="77777777" w:rsidTr="00F62DF9">
        <w:tc>
          <w:tcPr>
            <w:tcW w:w="600" w:type="dxa"/>
          </w:tcPr>
          <w:p w14:paraId="7197F764"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14:paraId="6DFAA03A"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094" w:type="dxa"/>
            <w:vAlign w:val="center"/>
          </w:tcPr>
          <w:p w14:paraId="42E1B64C"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14:paraId="681B6ABB"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423" w:type="dxa"/>
            <w:vAlign w:val="center"/>
          </w:tcPr>
          <w:p w14:paraId="7EDA8210"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14:paraId="1FBCA2DD"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14:paraId="22C0C64A"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14:paraId="5883BBBB"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14:paraId="50C5CD46" w14:textId="0D4709BD" w:rsidR="00D34A9A" w:rsidRPr="004920C8" w:rsidRDefault="00D34A9A" w:rsidP="00831CDF">
            <w:pPr>
              <w:tabs>
                <w:tab w:val="num" w:pos="284"/>
                <w:tab w:val="left" w:leader="underscore" w:pos="576"/>
                <w:tab w:val="left" w:leader="underscore" w:pos="1834"/>
              </w:tabs>
              <w:jc w:val="center"/>
              <w:rPr>
                <w:b/>
                <w:sz w:val="24"/>
              </w:rPr>
            </w:pPr>
            <w:r w:rsidRPr="00147F2B">
              <w:rPr>
                <w:b/>
                <w:sz w:val="24"/>
                <w:szCs w:val="24"/>
              </w:rPr>
              <w:t>Процент стоимост</w:t>
            </w:r>
            <w:r w:rsidR="00831CDF">
              <w:rPr>
                <w:b/>
                <w:sz w:val="24"/>
                <w:szCs w:val="24"/>
              </w:rPr>
              <w:t>и поставляемых товаров от цены З</w:t>
            </w:r>
            <w:r w:rsidRPr="00147F2B">
              <w:rPr>
                <w:b/>
                <w:sz w:val="24"/>
                <w:szCs w:val="24"/>
              </w:rPr>
              <w:t>аявки</w:t>
            </w:r>
          </w:p>
        </w:tc>
        <w:tc>
          <w:tcPr>
            <w:tcW w:w="2534" w:type="dxa"/>
          </w:tcPr>
          <w:p w14:paraId="4F60D630" w14:textId="62879844" w:rsidR="00D34A9A" w:rsidRPr="00147F2B" w:rsidRDefault="00B5389A" w:rsidP="00D34A9A">
            <w:pPr>
              <w:tabs>
                <w:tab w:val="num" w:pos="284"/>
                <w:tab w:val="left" w:leader="underscore" w:pos="576"/>
                <w:tab w:val="left" w:leader="underscore" w:pos="1834"/>
              </w:tabs>
              <w:ind w:left="-56" w:right="-108"/>
              <w:jc w:val="center"/>
              <w:rPr>
                <w:b/>
                <w:color w:val="000000"/>
                <w:sz w:val="24"/>
                <w:szCs w:val="24"/>
              </w:rPr>
            </w:pPr>
            <w:r>
              <w:rPr>
                <w:b/>
                <w:sz w:val="24"/>
                <w:szCs w:val="24"/>
              </w:rPr>
              <w:t xml:space="preserve">Принадлежность </w:t>
            </w:r>
            <w:r w:rsidR="00D34A9A" w:rsidRPr="00147F2B">
              <w:rPr>
                <w:b/>
                <w:sz w:val="24"/>
                <w:szCs w:val="24"/>
              </w:rPr>
              <w:t xml:space="preserve"> организации к </w:t>
            </w:r>
            <w:r>
              <w:rPr>
                <w:b/>
                <w:sz w:val="24"/>
                <w:szCs w:val="24"/>
              </w:rPr>
              <w:t>субъектам</w:t>
            </w:r>
            <w:r w:rsidR="00D34A9A" w:rsidRPr="00147F2B">
              <w:rPr>
                <w:b/>
                <w:sz w:val="24"/>
                <w:szCs w:val="24"/>
              </w:rPr>
              <w:t xml:space="preserve"> малого и среднего </w:t>
            </w:r>
            <w:r>
              <w:rPr>
                <w:b/>
                <w:sz w:val="24"/>
                <w:szCs w:val="24"/>
              </w:rPr>
              <w:t>предпринимательства</w:t>
            </w:r>
            <w:r w:rsidR="00D34A9A" w:rsidRPr="00147F2B">
              <w:rPr>
                <w:b/>
                <w:sz w:val="24"/>
                <w:szCs w:val="24"/>
              </w:rPr>
              <w:t xml:space="preserve"> в соответствии с законодательством РФ</w:t>
            </w:r>
          </w:p>
        </w:tc>
      </w:tr>
      <w:tr w:rsidR="00D34A9A" w:rsidRPr="00147F2B" w14:paraId="65DAAD9F" w14:textId="77777777" w:rsidTr="00F62DF9">
        <w:tc>
          <w:tcPr>
            <w:tcW w:w="600" w:type="dxa"/>
          </w:tcPr>
          <w:p w14:paraId="66D0B16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094" w:type="dxa"/>
            <w:vAlign w:val="center"/>
          </w:tcPr>
          <w:p w14:paraId="6F32F4F7"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423" w:type="dxa"/>
            <w:vAlign w:val="center"/>
          </w:tcPr>
          <w:p w14:paraId="10EC902F"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14:paraId="5E64167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14:paraId="40BFBB30"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14:paraId="167CEAF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14:paraId="514FE1D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534" w:type="dxa"/>
          </w:tcPr>
          <w:p w14:paraId="009817E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14:paraId="1A62B6AF" w14:textId="77777777" w:rsidTr="00F62DF9">
        <w:tc>
          <w:tcPr>
            <w:tcW w:w="600" w:type="dxa"/>
          </w:tcPr>
          <w:p w14:paraId="11439464"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094" w:type="dxa"/>
          </w:tcPr>
          <w:p w14:paraId="68A0874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7172D5E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5D841B30"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013E36B"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60857B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918D049"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7FB2FBA"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5173B674" w14:textId="77777777" w:rsidTr="00F62DF9">
        <w:tc>
          <w:tcPr>
            <w:tcW w:w="600" w:type="dxa"/>
          </w:tcPr>
          <w:p w14:paraId="58070F5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094" w:type="dxa"/>
          </w:tcPr>
          <w:p w14:paraId="21E39C06"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3E566D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2A7766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6D76835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699A1B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7EDD8C5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45D1177"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19E82CE" w14:textId="77777777" w:rsidTr="00F62DF9">
        <w:tc>
          <w:tcPr>
            <w:tcW w:w="600" w:type="dxa"/>
          </w:tcPr>
          <w:p w14:paraId="5F2B71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094" w:type="dxa"/>
          </w:tcPr>
          <w:p w14:paraId="209FFBE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48F522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94FE42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8F0B6A4"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159B58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39DB17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3AEBD3C"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2BB9A58" w14:textId="77777777" w:rsidTr="00F62DF9">
        <w:tc>
          <w:tcPr>
            <w:tcW w:w="600" w:type="dxa"/>
          </w:tcPr>
          <w:p w14:paraId="690D1B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094" w:type="dxa"/>
          </w:tcPr>
          <w:p w14:paraId="36D6E2C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6CC60C8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4DBB85E"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C3CA4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D7E83E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39964B5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5D54B6E"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43099DD" w14:textId="77777777" w:rsidTr="00F62DF9">
        <w:trPr>
          <w:cantSplit/>
        </w:trPr>
        <w:tc>
          <w:tcPr>
            <w:tcW w:w="9117" w:type="dxa"/>
            <w:gridSpan w:val="5"/>
          </w:tcPr>
          <w:p w14:paraId="221D0494" w14:textId="77777777"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14:paraId="4E4556B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551D7A9C"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66F5865D" w14:textId="77777777" w:rsidR="00D34A9A" w:rsidRPr="00147F2B" w:rsidRDefault="00D34A9A" w:rsidP="00D34A9A">
            <w:pPr>
              <w:tabs>
                <w:tab w:val="num" w:pos="284"/>
                <w:tab w:val="left" w:leader="underscore" w:pos="576"/>
                <w:tab w:val="left" w:leader="underscore" w:pos="1834"/>
              </w:tabs>
              <w:rPr>
                <w:color w:val="000000"/>
                <w:sz w:val="24"/>
                <w:szCs w:val="24"/>
              </w:rPr>
            </w:pPr>
          </w:p>
        </w:tc>
      </w:tr>
    </w:tbl>
    <w:p w14:paraId="078BABB3" w14:textId="77777777" w:rsidR="00D34A9A" w:rsidRPr="00147F2B" w:rsidRDefault="00D34A9A" w:rsidP="00D34A9A">
      <w:pPr>
        <w:jc w:val="center"/>
        <w:rPr>
          <w:sz w:val="24"/>
        </w:rPr>
      </w:pPr>
    </w:p>
    <w:p w14:paraId="1446A19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74B29E42"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036E39D9"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36ADF4A7" w14:textId="77777777" w:rsidR="00D34A9A" w:rsidRPr="00147F2B" w:rsidRDefault="00D34A9A" w:rsidP="00D34A9A">
      <w:pPr>
        <w:ind w:firstLine="709"/>
        <w:jc w:val="center"/>
        <w:rPr>
          <w:sz w:val="24"/>
        </w:rPr>
      </w:pPr>
    </w:p>
    <w:p w14:paraId="4A8F74B2" w14:textId="77777777" w:rsidR="00D34A9A" w:rsidRPr="00147F2B" w:rsidRDefault="00D34A9A" w:rsidP="00D34A9A">
      <w:pPr>
        <w:ind w:firstLine="709"/>
        <w:jc w:val="center"/>
        <w:rPr>
          <w:sz w:val="24"/>
        </w:rPr>
        <w:sectPr w:rsidR="00D34A9A" w:rsidRPr="00147F2B" w:rsidSect="00850AC4">
          <w:headerReference w:type="default" r:id="rId28"/>
          <w:footnotePr>
            <w:numRestart w:val="eachPage"/>
          </w:footnotePr>
          <w:pgSz w:w="16838" w:h="11906" w:orient="landscape" w:code="9"/>
          <w:pgMar w:top="1134" w:right="851" w:bottom="849" w:left="567" w:header="720" w:footer="720" w:gutter="0"/>
          <w:cols w:space="708"/>
          <w:docGrid w:linePitch="360"/>
        </w:sectPr>
      </w:pPr>
    </w:p>
    <w:p w14:paraId="7C7CBC2F" w14:textId="77777777"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14:paraId="584C4A03" w14:textId="7B640262" w:rsidR="00D34A9A" w:rsidRPr="00147F2B" w:rsidRDefault="00F6056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апросе предложений № </w:t>
      </w:r>
      <w:r w:rsidR="003C4955">
        <w:rPr>
          <w:i/>
          <w:sz w:val="24"/>
          <w:szCs w:val="24"/>
        </w:rPr>
        <w:t>0002/16/2.2/0069276/ТГУфа/ЗП/ГОС/Э/02.12.2016</w:t>
      </w:r>
    </w:p>
    <w:p w14:paraId="01C0475C" w14:textId="77777777" w:rsidR="00D34A9A" w:rsidRPr="00147F2B" w:rsidRDefault="00D34A9A" w:rsidP="00D34A9A">
      <w:pPr>
        <w:jc w:val="right"/>
        <w:rPr>
          <w:i/>
          <w:sz w:val="24"/>
          <w:szCs w:val="24"/>
        </w:rPr>
      </w:pPr>
    </w:p>
    <w:p w14:paraId="487E47F9" w14:textId="0EED665E" w:rsidR="00D34A9A" w:rsidRPr="00147F2B" w:rsidRDefault="00D34A9A" w:rsidP="00D34A9A">
      <w:pPr>
        <w:rPr>
          <w:b/>
          <w:i/>
          <w:sz w:val="24"/>
          <w:szCs w:val="24"/>
        </w:rPr>
      </w:pPr>
      <w:r w:rsidRPr="00147F2B">
        <w:rPr>
          <w:b/>
          <w:i/>
          <w:sz w:val="24"/>
          <w:szCs w:val="24"/>
        </w:rPr>
        <w:t>___________________«Наименование Участника»</w:t>
      </w:r>
    </w:p>
    <w:p w14:paraId="2F9BF41A" w14:textId="77777777" w:rsidR="009A2F98" w:rsidRPr="00147F2B" w:rsidRDefault="009A2F98" w:rsidP="00D34A9A">
      <w:pPr>
        <w:tabs>
          <w:tab w:val="num" w:pos="1276"/>
        </w:tabs>
        <w:jc w:val="both"/>
        <w:rPr>
          <w:b/>
          <w:sz w:val="24"/>
          <w:szCs w:val="24"/>
          <w:lang w:eastAsia="x-none"/>
        </w:rPr>
      </w:pPr>
      <w:bookmarkStart w:id="376" w:name="_Toc269988417"/>
    </w:p>
    <w:p w14:paraId="0CF04F5B"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77" w:name="_Toc325376239"/>
      <w:bookmarkStart w:id="378" w:name="_Toc453152090"/>
      <w:bookmarkStart w:id="379" w:name="_Toc453166642"/>
      <w:bookmarkStart w:id="380" w:name="_Toc468260890"/>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76"/>
      <w:bookmarkEnd w:id="377"/>
      <w:bookmarkEnd w:id="378"/>
      <w:bookmarkEnd w:id="379"/>
      <w:bookmarkEnd w:id="380"/>
    </w:p>
    <w:p w14:paraId="7A211B97" w14:textId="77777777" w:rsidR="00D34A9A" w:rsidRPr="00147F2B"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14:paraId="2685B3E9" w14:textId="77777777" w:rsidTr="00D34A9A">
        <w:trPr>
          <w:jc w:val="center"/>
        </w:trPr>
        <w:tc>
          <w:tcPr>
            <w:tcW w:w="744" w:type="dxa"/>
          </w:tcPr>
          <w:p w14:paraId="632C5F46" w14:textId="77777777" w:rsidR="00D34A9A" w:rsidRPr="00147F2B" w:rsidRDefault="00D34A9A" w:rsidP="00D34A9A">
            <w:pPr>
              <w:jc w:val="center"/>
              <w:rPr>
                <w:color w:val="000000"/>
                <w:sz w:val="22"/>
                <w:szCs w:val="22"/>
              </w:rPr>
            </w:pPr>
            <w:r w:rsidRPr="00147F2B">
              <w:rPr>
                <w:b/>
                <w:sz w:val="22"/>
                <w:szCs w:val="22"/>
              </w:rPr>
              <w:t>Год</w:t>
            </w:r>
          </w:p>
        </w:tc>
        <w:tc>
          <w:tcPr>
            <w:tcW w:w="2835" w:type="dxa"/>
          </w:tcPr>
          <w:p w14:paraId="384FDE2A" w14:textId="77777777"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14:paraId="6B0AD403" w14:textId="77777777" w:rsidR="00D34A9A" w:rsidRPr="00147F2B" w:rsidRDefault="00D34A9A" w:rsidP="00D34A9A">
            <w:pPr>
              <w:jc w:val="center"/>
              <w:rPr>
                <w:color w:val="000000"/>
                <w:sz w:val="22"/>
                <w:szCs w:val="22"/>
              </w:rPr>
            </w:pPr>
          </w:p>
        </w:tc>
        <w:tc>
          <w:tcPr>
            <w:tcW w:w="2126" w:type="dxa"/>
          </w:tcPr>
          <w:p w14:paraId="1974605E" w14:textId="77777777"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14:paraId="20A1B192" w14:textId="77777777"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14:paraId="7625E316" w14:textId="77777777"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14:paraId="1252DB87" w14:textId="77777777" w:rsidTr="00D34A9A">
        <w:trPr>
          <w:jc w:val="center"/>
        </w:trPr>
        <w:tc>
          <w:tcPr>
            <w:tcW w:w="744" w:type="dxa"/>
          </w:tcPr>
          <w:p w14:paraId="7253C14A" w14:textId="77777777" w:rsidR="00D34A9A" w:rsidRPr="00147F2B" w:rsidRDefault="00D34A9A" w:rsidP="00D34A9A">
            <w:pPr>
              <w:jc w:val="both"/>
              <w:rPr>
                <w:color w:val="000000"/>
                <w:sz w:val="22"/>
              </w:rPr>
            </w:pPr>
          </w:p>
        </w:tc>
        <w:tc>
          <w:tcPr>
            <w:tcW w:w="2835" w:type="dxa"/>
          </w:tcPr>
          <w:p w14:paraId="122B374F" w14:textId="77777777" w:rsidR="00D34A9A" w:rsidRPr="00147F2B" w:rsidRDefault="00D34A9A" w:rsidP="00D34A9A">
            <w:pPr>
              <w:jc w:val="both"/>
              <w:rPr>
                <w:color w:val="000000"/>
                <w:sz w:val="22"/>
              </w:rPr>
            </w:pPr>
          </w:p>
        </w:tc>
        <w:tc>
          <w:tcPr>
            <w:tcW w:w="2126" w:type="dxa"/>
          </w:tcPr>
          <w:p w14:paraId="1EF59C1B" w14:textId="77777777" w:rsidR="00D34A9A" w:rsidRPr="00147F2B" w:rsidRDefault="00D34A9A" w:rsidP="00D34A9A">
            <w:pPr>
              <w:jc w:val="both"/>
              <w:rPr>
                <w:color w:val="000000"/>
                <w:sz w:val="22"/>
              </w:rPr>
            </w:pPr>
          </w:p>
        </w:tc>
        <w:tc>
          <w:tcPr>
            <w:tcW w:w="1843" w:type="dxa"/>
          </w:tcPr>
          <w:p w14:paraId="4F727972" w14:textId="77777777" w:rsidR="00D34A9A" w:rsidRPr="00147F2B" w:rsidRDefault="00D34A9A" w:rsidP="00D34A9A">
            <w:pPr>
              <w:jc w:val="both"/>
              <w:rPr>
                <w:color w:val="000000"/>
                <w:sz w:val="22"/>
              </w:rPr>
            </w:pPr>
          </w:p>
        </w:tc>
        <w:tc>
          <w:tcPr>
            <w:tcW w:w="2371" w:type="dxa"/>
          </w:tcPr>
          <w:p w14:paraId="75A9E8BF" w14:textId="77777777" w:rsidR="00D34A9A" w:rsidRPr="00147F2B" w:rsidRDefault="00D34A9A" w:rsidP="00D34A9A">
            <w:pPr>
              <w:jc w:val="both"/>
              <w:rPr>
                <w:color w:val="000000"/>
                <w:sz w:val="22"/>
              </w:rPr>
            </w:pPr>
          </w:p>
        </w:tc>
      </w:tr>
      <w:tr w:rsidR="00D34A9A" w:rsidRPr="00147F2B" w14:paraId="0F7C7D21" w14:textId="77777777" w:rsidTr="00D34A9A">
        <w:trPr>
          <w:jc w:val="center"/>
        </w:trPr>
        <w:tc>
          <w:tcPr>
            <w:tcW w:w="744" w:type="dxa"/>
          </w:tcPr>
          <w:p w14:paraId="0FBC925A" w14:textId="77777777" w:rsidR="00D34A9A" w:rsidRPr="00147F2B" w:rsidRDefault="00D34A9A" w:rsidP="00D34A9A">
            <w:pPr>
              <w:jc w:val="both"/>
              <w:rPr>
                <w:color w:val="000000"/>
                <w:sz w:val="22"/>
              </w:rPr>
            </w:pPr>
          </w:p>
        </w:tc>
        <w:tc>
          <w:tcPr>
            <w:tcW w:w="2835" w:type="dxa"/>
          </w:tcPr>
          <w:p w14:paraId="50474509" w14:textId="77777777" w:rsidR="00D34A9A" w:rsidRPr="00147F2B" w:rsidRDefault="00D34A9A" w:rsidP="00D34A9A">
            <w:pPr>
              <w:jc w:val="both"/>
              <w:rPr>
                <w:color w:val="000000"/>
                <w:sz w:val="22"/>
              </w:rPr>
            </w:pPr>
          </w:p>
        </w:tc>
        <w:tc>
          <w:tcPr>
            <w:tcW w:w="2126" w:type="dxa"/>
          </w:tcPr>
          <w:p w14:paraId="593048E7" w14:textId="77777777" w:rsidR="00D34A9A" w:rsidRPr="00147F2B" w:rsidRDefault="00D34A9A" w:rsidP="00D34A9A">
            <w:pPr>
              <w:jc w:val="both"/>
              <w:rPr>
                <w:color w:val="000000"/>
                <w:sz w:val="22"/>
              </w:rPr>
            </w:pPr>
          </w:p>
        </w:tc>
        <w:tc>
          <w:tcPr>
            <w:tcW w:w="1843" w:type="dxa"/>
          </w:tcPr>
          <w:p w14:paraId="2C69AF92" w14:textId="77777777" w:rsidR="00D34A9A" w:rsidRPr="00147F2B" w:rsidRDefault="00D34A9A" w:rsidP="00D34A9A">
            <w:pPr>
              <w:jc w:val="both"/>
              <w:rPr>
                <w:color w:val="000000"/>
                <w:sz w:val="22"/>
              </w:rPr>
            </w:pPr>
          </w:p>
        </w:tc>
        <w:tc>
          <w:tcPr>
            <w:tcW w:w="2371" w:type="dxa"/>
          </w:tcPr>
          <w:p w14:paraId="6D812BDC" w14:textId="77777777" w:rsidR="00D34A9A" w:rsidRPr="00147F2B" w:rsidRDefault="00D34A9A" w:rsidP="00D34A9A">
            <w:pPr>
              <w:jc w:val="both"/>
              <w:rPr>
                <w:color w:val="000000"/>
                <w:sz w:val="22"/>
              </w:rPr>
            </w:pPr>
          </w:p>
        </w:tc>
      </w:tr>
      <w:tr w:rsidR="00D34A9A" w:rsidRPr="00147F2B" w14:paraId="184754C7" w14:textId="77777777" w:rsidTr="00D34A9A">
        <w:trPr>
          <w:jc w:val="center"/>
        </w:trPr>
        <w:tc>
          <w:tcPr>
            <w:tcW w:w="744" w:type="dxa"/>
          </w:tcPr>
          <w:p w14:paraId="35D9052D" w14:textId="77777777" w:rsidR="00D34A9A" w:rsidRPr="00147F2B" w:rsidRDefault="00D34A9A" w:rsidP="00D34A9A">
            <w:pPr>
              <w:jc w:val="both"/>
              <w:rPr>
                <w:color w:val="000000"/>
                <w:sz w:val="22"/>
              </w:rPr>
            </w:pPr>
          </w:p>
        </w:tc>
        <w:tc>
          <w:tcPr>
            <w:tcW w:w="2835" w:type="dxa"/>
          </w:tcPr>
          <w:p w14:paraId="61A84CF0" w14:textId="77777777" w:rsidR="00D34A9A" w:rsidRPr="00147F2B" w:rsidRDefault="00D34A9A" w:rsidP="00D34A9A">
            <w:pPr>
              <w:jc w:val="both"/>
              <w:rPr>
                <w:color w:val="000000"/>
                <w:sz w:val="22"/>
              </w:rPr>
            </w:pPr>
          </w:p>
        </w:tc>
        <w:tc>
          <w:tcPr>
            <w:tcW w:w="2126" w:type="dxa"/>
          </w:tcPr>
          <w:p w14:paraId="109C78DE" w14:textId="77777777" w:rsidR="00D34A9A" w:rsidRPr="00147F2B" w:rsidRDefault="00D34A9A" w:rsidP="00D34A9A">
            <w:pPr>
              <w:jc w:val="both"/>
              <w:rPr>
                <w:color w:val="000000"/>
                <w:sz w:val="22"/>
              </w:rPr>
            </w:pPr>
          </w:p>
        </w:tc>
        <w:tc>
          <w:tcPr>
            <w:tcW w:w="1843" w:type="dxa"/>
          </w:tcPr>
          <w:p w14:paraId="5DD5A2C8" w14:textId="77777777" w:rsidR="00D34A9A" w:rsidRPr="00147F2B" w:rsidRDefault="00D34A9A" w:rsidP="00D34A9A">
            <w:pPr>
              <w:jc w:val="both"/>
              <w:rPr>
                <w:color w:val="000000"/>
                <w:sz w:val="22"/>
              </w:rPr>
            </w:pPr>
          </w:p>
        </w:tc>
        <w:tc>
          <w:tcPr>
            <w:tcW w:w="2371" w:type="dxa"/>
          </w:tcPr>
          <w:p w14:paraId="67D2AD18" w14:textId="77777777" w:rsidR="00D34A9A" w:rsidRPr="00147F2B" w:rsidRDefault="00D34A9A" w:rsidP="00D34A9A">
            <w:pPr>
              <w:jc w:val="both"/>
              <w:rPr>
                <w:color w:val="000000"/>
                <w:sz w:val="22"/>
              </w:rPr>
            </w:pPr>
          </w:p>
        </w:tc>
      </w:tr>
    </w:tbl>
    <w:p w14:paraId="038C0EB8" w14:textId="77777777" w:rsidR="00D34A9A" w:rsidRPr="00147F2B" w:rsidRDefault="00D34A9A" w:rsidP="00D34A9A">
      <w:pPr>
        <w:rPr>
          <w:sz w:val="24"/>
          <w:szCs w:val="24"/>
        </w:rPr>
      </w:pPr>
    </w:p>
    <w:p w14:paraId="2F1D53B4" w14:textId="77777777" w:rsidR="00D34A9A" w:rsidRPr="00147F2B" w:rsidRDefault="00D34A9A" w:rsidP="00D34A9A">
      <w:pPr>
        <w:tabs>
          <w:tab w:val="left" w:pos="1080"/>
          <w:tab w:val="left" w:pos="2160"/>
        </w:tabs>
        <w:jc w:val="both"/>
        <w:rPr>
          <w:sz w:val="24"/>
          <w:szCs w:val="24"/>
        </w:rPr>
      </w:pPr>
    </w:p>
    <w:p w14:paraId="1320F656"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729701D4"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262E11E3"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147F2B">
        <w:rPr>
          <w:sz w:val="24"/>
          <w:szCs w:val="24"/>
        </w:rPr>
        <w:t>м.п.</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14:paraId="5070EC48" w14:textId="77777777" w:rsidR="00D34A9A" w:rsidRPr="00147F2B" w:rsidRDefault="00D34A9A" w:rsidP="00D34A9A">
      <w:pPr>
        <w:jc w:val="center"/>
        <w:rPr>
          <w:b/>
          <w:bCs/>
          <w:sz w:val="28"/>
          <w:szCs w:val="28"/>
          <w:lang w:eastAsia="x-none"/>
        </w:rPr>
      </w:pPr>
    </w:p>
    <w:p w14:paraId="1725768D" w14:textId="77777777" w:rsidR="00D34A9A" w:rsidRPr="00147F2B" w:rsidRDefault="00D34A9A" w:rsidP="00D34A9A">
      <w:pPr>
        <w:jc w:val="center"/>
        <w:rPr>
          <w:b/>
          <w:bCs/>
          <w:sz w:val="28"/>
          <w:szCs w:val="28"/>
          <w:lang w:eastAsia="x-none"/>
        </w:rPr>
      </w:pPr>
    </w:p>
    <w:p w14:paraId="1341C462" w14:textId="77777777" w:rsidR="00D34A9A" w:rsidRPr="00147F2B" w:rsidRDefault="00D34A9A" w:rsidP="00D34A9A">
      <w:pPr>
        <w:jc w:val="center"/>
        <w:rPr>
          <w:b/>
          <w:bCs/>
          <w:sz w:val="28"/>
          <w:szCs w:val="28"/>
          <w:lang w:eastAsia="x-none"/>
        </w:rPr>
      </w:pPr>
    </w:p>
    <w:p w14:paraId="5D17B02D" w14:textId="77777777" w:rsidR="00D34A9A" w:rsidRPr="00147F2B" w:rsidRDefault="00D34A9A" w:rsidP="00D34A9A">
      <w:pPr>
        <w:jc w:val="center"/>
        <w:rPr>
          <w:b/>
          <w:bCs/>
          <w:sz w:val="28"/>
          <w:szCs w:val="28"/>
          <w:lang w:eastAsia="x-none"/>
        </w:rPr>
      </w:pPr>
    </w:p>
    <w:p w14:paraId="70CEA09C" w14:textId="77777777" w:rsidR="00D34A9A" w:rsidRPr="00147F2B" w:rsidRDefault="00D34A9A" w:rsidP="00D34A9A">
      <w:pPr>
        <w:jc w:val="center"/>
        <w:rPr>
          <w:b/>
          <w:bCs/>
          <w:sz w:val="28"/>
          <w:szCs w:val="28"/>
          <w:lang w:eastAsia="x-none"/>
        </w:rPr>
      </w:pPr>
    </w:p>
    <w:p w14:paraId="41F480F3" w14:textId="77777777" w:rsidR="00D34A9A" w:rsidRPr="00147F2B" w:rsidRDefault="00D34A9A" w:rsidP="00D34A9A">
      <w:pPr>
        <w:jc w:val="center"/>
        <w:rPr>
          <w:b/>
          <w:bCs/>
          <w:sz w:val="28"/>
          <w:szCs w:val="28"/>
          <w:lang w:eastAsia="x-none"/>
        </w:rPr>
      </w:pPr>
    </w:p>
    <w:p w14:paraId="5C03C2EB" w14:textId="77777777" w:rsidR="00D34A9A" w:rsidRPr="00147F2B" w:rsidRDefault="00D34A9A" w:rsidP="00D34A9A">
      <w:pPr>
        <w:jc w:val="center"/>
        <w:rPr>
          <w:b/>
          <w:bCs/>
          <w:sz w:val="28"/>
          <w:szCs w:val="28"/>
          <w:lang w:eastAsia="x-none"/>
        </w:rPr>
      </w:pPr>
    </w:p>
    <w:p w14:paraId="175986A4" w14:textId="77777777" w:rsidR="00D34A9A" w:rsidRPr="00147F2B" w:rsidRDefault="00D34A9A" w:rsidP="00D34A9A">
      <w:pPr>
        <w:jc w:val="center"/>
        <w:rPr>
          <w:b/>
          <w:bCs/>
          <w:sz w:val="28"/>
          <w:szCs w:val="28"/>
          <w:lang w:eastAsia="x-none"/>
        </w:rPr>
      </w:pPr>
    </w:p>
    <w:p w14:paraId="608F102D" w14:textId="77777777" w:rsidR="00D34A9A" w:rsidRPr="00147F2B" w:rsidRDefault="00D34A9A" w:rsidP="00D34A9A">
      <w:pPr>
        <w:jc w:val="center"/>
        <w:rPr>
          <w:b/>
          <w:bCs/>
          <w:sz w:val="28"/>
          <w:szCs w:val="28"/>
          <w:lang w:eastAsia="x-none"/>
        </w:rPr>
      </w:pPr>
    </w:p>
    <w:p w14:paraId="6B6C7CF1" w14:textId="77777777" w:rsidR="00D34A9A" w:rsidRPr="00147F2B" w:rsidRDefault="00D34A9A" w:rsidP="00D34A9A">
      <w:pPr>
        <w:jc w:val="center"/>
        <w:rPr>
          <w:b/>
          <w:bCs/>
          <w:sz w:val="28"/>
          <w:szCs w:val="28"/>
          <w:lang w:eastAsia="x-none"/>
        </w:rPr>
      </w:pPr>
    </w:p>
    <w:p w14:paraId="3C020749" w14:textId="77777777" w:rsidR="00D34A9A" w:rsidRPr="00147F2B" w:rsidRDefault="00D34A9A" w:rsidP="00D34A9A">
      <w:pPr>
        <w:jc w:val="center"/>
        <w:rPr>
          <w:b/>
          <w:bCs/>
          <w:sz w:val="28"/>
          <w:szCs w:val="28"/>
          <w:lang w:eastAsia="x-none"/>
        </w:rPr>
      </w:pPr>
    </w:p>
    <w:p w14:paraId="34DE5E5A" w14:textId="77777777" w:rsidR="00D34A9A" w:rsidRPr="00147F2B" w:rsidRDefault="00D34A9A" w:rsidP="00D34A9A">
      <w:pPr>
        <w:jc w:val="center"/>
        <w:rPr>
          <w:b/>
          <w:bCs/>
          <w:sz w:val="28"/>
          <w:szCs w:val="28"/>
          <w:lang w:eastAsia="x-none"/>
        </w:rPr>
      </w:pPr>
    </w:p>
    <w:p w14:paraId="51D66C93" w14:textId="77777777" w:rsidR="00D34A9A" w:rsidRPr="00147F2B" w:rsidRDefault="00D34A9A" w:rsidP="00D34A9A">
      <w:pPr>
        <w:jc w:val="center"/>
        <w:rPr>
          <w:b/>
          <w:bCs/>
          <w:sz w:val="28"/>
          <w:szCs w:val="28"/>
          <w:lang w:eastAsia="x-none"/>
        </w:rPr>
      </w:pPr>
    </w:p>
    <w:p w14:paraId="2A1020FD" w14:textId="77777777" w:rsidR="00D34A9A" w:rsidRPr="00147F2B" w:rsidRDefault="00D34A9A" w:rsidP="00D34A9A">
      <w:pPr>
        <w:jc w:val="center"/>
        <w:rPr>
          <w:b/>
          <w:bCs/>
          <w:sz w:val="28"/>
          <w:szCs w:val="28"/>
          <w:lang w:eastAsia="x-none"/>
        </w:rPr>
      </w:pPr>
    </w:p>
    <w:p w14:paraId="47CE5EBB" w14:textId="77777777" w:rsidR="00D34A9A" w:rsidRPr="00147F2B" w:rsidRDefault="00D34A9A" w:rsidP="00D34A9A">
      <w:pPr>
        <w:jc w:val="center"/>
        <w:rPr>
          <w:b/>
          <w:bCs/>
          <w:sz w:val="28"/>
          <w:szCs w:val="28"/>
          <w:lang w:eastAsia="x-none"/>
        </w:rPr>
      </w:pPr>
    </w:p>
    <w:p w14:paraId="5314F716" w14:textId="77777777" w:rsidR="00D34A9A" w:rsidRPr="00147F2B" w:rsidRDefault="00D34A9A" w:rsidP="00D34A9A">
      <w:pPr>
        <w:jc w:val="center"/>
        <w:rPr>
          <w:b/>
          <w:bCs/>
          <w:sz w:val="28"/>
          <w:szCs w:val="28"/>
          <w:lang w:eastAsia="x-none"/>
        </w:rPr>
      </w:pPr>
    </w:p>
    <w:p w14:paraId="6657E7F3" w14:textId="77777777" w:rsidR="00D34A9A" w:rsidRPr="00147F2B" w:rsidRDefault="00D34A9A" w:rsidP="00D34A9A">
      <w:pPr>
        <w:jc w:val="center"/>
        <w:rPr>
          <w:b/>
          <w:bCs/>
          <w:sz w:val="28"/>
          <w:szCs w:val="28"/>
          <w:lang w:eastAsia="x-none"/>
        </w:rPr>
      </w:pPr>
    </w:p>
    <w:p w14:paraId="556A30C4" w14:textId="77777777" w:rsidR="00D34A9A" w:rsidRPr="00147F2B" w:rsidRDefault="00D34A9A" w:rsidP="00D34A9A">
      <w:pPr>
        <w:jc w:val="center"/>
        <w:rPr>
          <w:b/>
          <w:bCs/>
          <w:sz w:val="28"/>
          <w:szCs w:val="28"/>
          <w:lang w:eastAsia="x-none"/>
        </w:rPr>
      </w:pPr>
    </w:p>
    <w:p w14:paraId="65DDA0B9" w14:textId="77777777" w:rsidR="00D34A9A" w:rsidRPr="00147F2B" w:rsidRDefault="00D34A9A" w:rsidP="00D34A9A">
      <w:pPr>
        <w:jc w:val="center"/>
        <w:rPr>
          <w:b/>
          <w:bCs/>
          <w:sz w:val="28"/>
          <w:szCs w:val="28"/>
          <w:lang w:eastAsia="x-none"/>
        </w:rPr>
      </w:pPr>
    </w:p>
    <w:p w14:paraId="026BCB07" w14:textId="77777777" w:rsidR="00D34A9A" w:rsidRPr="00147F2B" w:rsidRDefault="00D34A9A" w:rsidP="00D34A9A">
      <w:pPr>
        <w:jc w:val="center"/>
        <w:rPr>
          <w:b/>
          <w:bCs/>
          <w:sz w:val="28"/>
          <w:szCs w:val="28"/>
          <w:lang w:eastAsia="x-none"/>
        </w:rPr>
      </w:pPr>
    </w:p>
    <w:p w14:paraId="7C587BA5" w14:textId="77777777" w:rsidR="00D34A9A" w:rsidRPr="00147F2B" w:rsidRDefault="00D34A9A" w:rsidP="00D34A9A">
      <w:pPr>
        <w:jc w:val="center"/>
        <w:rPr>
          <w:b/>
          <w:bCs/>
          <w:sz w:val="28"/>
          <w:szCs w:val="28"/>
          <w:lang w:eastAsia="x-none"/>
        </w:rPr>
      </w:pPr>
    </w:p>
    <w:p w14:paraId="698C5A4F" w14:textId="77777777" w:rsidR="00D34A9A" w:rsidRPr="00147F2B" w:rsidRDefault="00D34A9A" w:rsidP="00D34A9A">
      <w:pPr>
        <w:jc w:val="center"/>
        <w:rPr>
          <w:b/>
          <w:bCs/>
          <w:sz w:val="28"/>
          <w:szCs w:val="28"/>
          <w:lang w:eastAsia="x-none"/>
        </w:rPr>
      </w:pPr>
    </w:p>
    <w:p w14:paraId="487172B9" w14:textId="77777777" w:rsidR="00D34A9A" w:rsidRDefault="00D34A9A" w:rsidP="00D34A9A">
      <w:pPr>
        <w:jc w:val="center"/>
        <w:rPr>
          <w:b/>
          <w:bCs/>
          <w:sz w:val="28"/>
          <w:szCs w:val="28"/>
          <w:lang w:eastAsia="x-none"/>
        </w:rPr>
      </w:pPr>
    </w:p>
    <w:p w14:paraId="434AFDDF" w14:textId="77777777" w:rsidR="009B7EC1" w:rsidRPr="00147F2B" w:rsidRDefault="009B7EC1" w:rsidP="00D34A9A">
      <w:pPr>
        <w:jc w:val="center"/>
        <w:rPr>
          <w:b/>
          <w:bCs/>
          <w:sz w:val="28"/>
          <w:szCs w:val="28"/>
          <w:lang w:eastAsia="x-none"/>
        </w:rPr>
      </w:pPr>
    </w:p>
    <w:p w14:paraId="2EFA259C"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7 к письму о подаче заявки на участие</w:t>
      </w:r>
    </w:p>
    <w:p w14:paraId="4D81A418" w14:textId="41D57C61" w:rsidR="00D34A9A" w:rsidRPr="00147F2B"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180FF12" w14:textId="77777777" w:rsidR="00D34A9A" w:rsidRPr="00147F2B" w:rsidRDefault="00D34A9A" w:rsidP="00D34A9A">
      <w:pPr>
        <w:rPr>
          <w:b/>
          <w:sz w:val="24"/>
          <w:szCs w:val="24"/>
        </w:rPr>
      </w:pPr>
    </w:p>
    <w:p w14:paraId="4CC5FA8E"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82" w:name="_Toc453152091"/>
      <w:bookmarkStart w:id="383" w:name="_Toc453166643"/>
      <w:bookmarkStart w:id="384" w:name="_Toc468260891"/>
      <w:bookmarkStart w:id="385" w:name="_Toc336591639"/>
      <w:bookmarkStart w:id="386" w:name="_Toc341372377"/>
      <w:bookmarkStart w:id="387" w:name="_Toc316387224"/>
      <w:bookmarkStart w:id="388"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82"/>
      <w:bookmarkEnd w:id="383"/>
      <w:bookmarkEnd w:id="384"/>
    </w:p>
    <w:p w14:paraId="6229E916" w14:textId="77777777" w:rsidR="00D34A9A" w:rsidRPr="00147F2B" w:rsidRDefault="00D34A9A" w:rsidP="00D34A9A">
      <w:pPr>
        <w:ind w:left="709"/>
        <w:jc w:val="both"/>
        <w:outlineLvl w:val="1"/>
        <w:rPr>
          <w:b/>
          <w:sz w:val="24"/>
          <w:szCs w:val="24"/>
          <w:lang w:eastAsia="x-none"/>
        </w:rPr>
      </w:pPr>
    </w:p>
    <w:p w14:paraId="7CDFCB94" w14:textId="77777777" w:rsidR="00D34A9A" w:rsidRPr="00147F2B" w:rsidRDefault="00D34A9A" w:rsidP="00D34A9A">
      <w:pPr>
        <w:ind w:left="709"/>
        <w:jc w:val="both"/>
        <w:outlineLvl w:val="1"/>
        <w:rPr>
          <w:b/>
          <w:sz w:val="24"/>
          <w:szCs w:val="24"/>
          <w:lang w:val="x-none" w:eastAsia="x-none"/>
        </w:rPr>
      </w:pPr>
      <w:bookmarkStart w:id="389" w:name="_Toc453152092"/>
      <w:bookmarkStart w:id="390" w:name="_Toc453166644"/>
      <w:bookmarkStart w:id="391" w:name="_Toc468260892"/>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85"/>
      <w:bookmarkEnd w:id="386"/>
      <w:bookmarkEnd w:id="387"/>
      <w:bookmarkEnd w:id="388"/>
      <w:bookmarkEnd w:id="389"/>
      <w:bookmarkEnd w:id="390"/>
      <w:bookmarkEnd w:id="391"/>
    </w:p>
    <w:p w14:paraId="3091DDC2" w14:textId="77777777" w:rsidR="00D34A9A" w:rsidRPr="00147F2B" w:rsidRDefault="00D34A9A" w:rsidP="00D34A9A">
      <w:pPr>
        <w:rPr>
          <w:b/>
          <w:i/>
          <w:sz w:val="24"/>
          <w:szCs w:val="24"/>
        </w:rPr>
      </w:pPr>
    </w:p>
    <w:p w14:paraId="66F53204" w14:textId="447CDED1" w:rsidR="00D34A9A" w:rsidRPr="00147F2B" w:rsidRDefault="00D34A9A" w:rsidP="00D34A9A">
      <w:pPr>
        <w:rPr>
          <w:b/>
          <w:i/>
          <w:sz w:val="24"/>
          <w:szCs w:val="24"/>
        </w:rPr>
      </w:pPr>
      <w:r w:rsidRPr="00147F2B">
        <w:rPr>
          <w:b/>
          <w:i/>
          <w:sz w:val="24"/>
          <w:szCs w:val="24"/>
        </w:rPr>
        <w:t>________________________«Наименование Участника»</w:t>
      </w:r>
    </w:p>
    <w:p w14:paraId="678CBBC9" w14:textId="77777777" w:rsidR="00D34A9A" w:rsidRPr="00147F2B" w:rsidRDefault="00D34A9A" w:rsidP="00D34A9A">
      <w:pPr>
        <w:rPr>
          <w:b/>
          <w:sz w:val="24"/>
          <w:szCs w:val="24"/>
        </w:rPr>
      </w:pPr>
    </w:p>
    <w:p w14:paraId="1D0D0349" w14:textId="5826A9AF"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1743C543" w14:textId="77777777" w:rsidR="00D34A9A" w:rsidRPr="00147F2B" w:rsidRDefault="00D34A9A" w:rsidP="00D34A9A">
      <w:pPr>
        <w:rPr>
          <w:b/>
          <w:sz w:val="24"/>
          <w:szCs w:val="24"/>
        </w:rPr>
      </w:pPr>
    </w:p>
    <w:p w14:paraId="1DF36898" w14:textId="77777777" w:rsidR="00D34A9A" w:rsidRPr="00147F2B" w:rsidRDefault="00D34A9A" w:rsidP="00D34A9A">
      <w:pPr>
        <w:jc w:val="center"/>
        <w:rPr>
          <w:b/>
          <w:sz w:val="24"/>
          <w:szCs w:val="24"/>
        </w:rPr>
      </w:pPr>
      <w:r w:rsidRPr="00147F2B">
        <w:rPr>
          <w:b/>
          <w:sz w:val="24"/>
          <w:szCs w:val="24"/>
        </w:rPr>
        <w:t>Письмо банка Заказчику</w:t>
      </w:r>
    </w:p>
    <w:p w14:paraId="1E004D1D" w14:textId="77777777" w:rsidR="00D34A9A" w:rsidRPr="00147F2B" w:rsidRDefault="00D34A9A" w:rsidP="00D34A9A">
      <w:pPr>
        <w:jc w:val="both"/>
        <w:rPr>
          <w:sz w:val="24"/>
          <w:szCs w:val="24"/>
        </w:rPr>
      </w:pPr>
    </w:p>
    <w:p w14:paraId="0C9B065D" w14:textId="77777777" w:rsidR="00D34A9A" w:rsidRPr="00147F2B" w:rsidRDefault="00D34A9A" w:rsidP="00D34A9A">
      <w:pPr>
        <w:ind w:firstLine="708"/>
        <w:jc w:val="both"/>
        <w:rPr>
          <w:sz w:val="24"/>
        </w:rPr>
      </w:pPr>
      <w:r w:rsidRPr="00147F2B">
        <w:rPr>
          <w:sz w:val="24"/>
        </w:rPr>
        <w:t>Вы заключаете с ___________________________________________________________</w:t>
      </w:r>
    </w:p>
    <w:p w14:paraId="324FD36F" w14:textId="77777777" w:rsidR="00D34A9A" w:rsidRPr="00147F2B" w:rsidRDefault="00D34A9A" w:rsidP="00D34A9A">
      <w:pPr>
        <w:jc w:val="center"/>
      </w:pPr>
      <w:r w:rsidRPr="00147F2B">
        <w:t>наименование организации Поставщик</w:t>
      </w:r>
    </w:p>
    <w:p w14:paraId="3B6F2543" w14:textId="77777777" w:rsidR="00D34A9A" w:rsidRPr="00147F2B" w:rsidRDefault="00D34A9A" w:rsidP="00D34A9A">
      <w:pPr>
        <w:rPr>
          <w:sz w:val="24"/>
        </w:rPr>
      </w:pPr>
      <w:r w:rsidRPr="00147F2B">
        <w:rPr>
          <w:sz w:val="24"/>
        </w:rPr>
        <w:t>Договор о _______________________________________________________________________</w:t>
      </w:r>
    </w:p>
    <w:p w14:paraId="31F5504F" w14:textId="06E965D6" w:rsidR="00D34A9A" w:rsidRPr="00147F2B" w:rsidRDefault="00D34A9A" w:rsidP="00D34A9A">
      <w:pPr>
        <w:jc w:val="center"/>
      </w:pPr>
      <w:r w:rsidRPr="00147F2B">
        <w:t xml:space="preserve">предмет </w:t>
      </w:r>
      <w:r w:rsidR="004736B9">
        <w:t>д</w:t>
      </w:r>
      <w:r w:rsidRPr="00147F2B">
        <w:t>оговора</w:t>
      </w:r>
    </w:p>
    <w:p w14:paraId="2B16BFCA" w14:textId="77777777" w:rsidR="00D34A9A" w:rsidRPr="00147F2B" w:rsidRDefault="00D34A9A" w:rsidP="00D34A9A">
      <w:pPr>
        <w:rPr>
          <w:sz w:val="24"/>
        </w:rPr>
      </w:pPr>
    </w:p>
    <w:p w14:paraId="22C8811A" w14:textId="77777777" w:rsidR="00D34A9A" w:rsidRPr="00147F2B" w:rsidRDefault="00D34A9A" w:rsidP="00D34A9A">
      <w:pPr>
        <w:jc w:val="both"/>
        <w:rPr>
          <w:sz w:val="24"/>
        </w:rPr>
      </w:pPr>
      <w:r w:rsidRPr="00147F2B">
        <w:rPr>
          <w:sz w:val="24"/>
        </w:rPr>
        <w:t>на сумму ___________________(____________________________________________) рублей.</w:t>
      </w:r>
    </w:p>
    <w:p w14:paraId="010D7853" w14:textId="77777777" w:rsidR="00D34A9A" w:rsidRPr="00147F2B" w:rsidRDefault="00D34A9A" w:rsidP="00D34A9A">
      <w:pPr>
        <w:jc w:val="center"/>
      </w:pPr>
      <w:r w:rsidRPr="00147F2B">
        <w:t>цифрами, прописью</w:t>
      </w:r>
    </w:p>
    <w:p w14:paraId="7CCDAC44" w14:textId="77777777" w:rsidR="00D34A9A" w:rsidRPr="00147F2B" w:rsidRDefault="00D34A9A" w:rsidP="00D34A9A">
      <w:pPr>
        <w:jc w:val="both"/>
        <w:rPr>
          <w:sz w:val="24"/>
        </w:rPr>
      </w:pPr>
    </w:p>
    <w:p w14:paraId="79569BAB" w14:textId="395C3D83" w:rsidR="00D34A9A" w:rsidRPr="00147F2B" w:rsidRDefault="00D34A9A" w:rsidP="00D34A9A">
      <w:pPr>
        <w:jc w:val="both"/>
        <w:rPr>
          <w:sz w:val="24"/>
        </w:rPr>
      </w:pPr>
      <w:r w:rsidRPr="00147F2B">
        <w:rPr>
          <w:sz w:val="24"/>
        </w:rPr>
        <w:tab/>
        <w:t xml:space="preserve">В соответствии с условиями </w:t>
      </w:r>
      <w:r w:rsidR="004736B9">
        <w:rPr>
          <w:sz w:val="24"/>
        </w:rPr>
        <w:t>д</w:t>
      </w:r>
      <w:r w:rsidRPr="00147F2B">
        <w:rPr>
          <w:sz w:val="24"/>
        </w:rPr>
        <w:t>оговора Поставщик обязан представить Гарантий</w:t>
      </w:r>
      <w:r w:rsidR="007613A4">
        <w:rPr>
          <w:sz w:val="24"/>
        </w:rPr>
        <w:t>ное письмо на сумму в размере 3</w:t>
      </w:r>
      <w:r w:rsidRPr="00147F2B">
        <w:rPr>
          <w:sz w:val="24"/>
        </w:rPr>
        <w:t xml:space="preserve">% цены </w:t>
      </w:r>
      <w:r w:rsidR="004736B9">
        <w:rPr>
          <w:sz w:val="24"/>
        </w:rPr>
        <w:t>д</w:t>
      </w:r>
      <w:r w:rsidRPr="00147F2B">
        <w:rPr>
          <w:sz w:val="24"/>
        </w:rPr>
        <w:t>оговора.</w:t>
      </w:r>
    </w:p>
    <w:p w14:paraId="0A9EFB2A" w14:textId="77777777" w:rsidR="00D34A9A" w:rsidRPr="00147F2B" w:rsidRDefault="00D34A9A" w:rsidP="00D34A9A">
      <w:pPr>
        <w:jc w:val="both"/>
        <w:rPr>
          <w:sz w:val="24"/>
        </w:rPr>
      </w:pPr>
    </w:p>
    <w:p w14:paraId="10164078" w14:textId="77777777" w:rsidR="00D34A9A" w:rsidRPr="00147F2B" w:rsidRDefault="00D34A9A" w:rsidP="00D34A9A">
      <w:pPr>
        <w:jc w:val="both"/>
        <w:rPr>
          <w:sz w:val="24"/>
        </w:rPr>
      </w:pPr>
      <w:r w:rsidRPr="00147F2B">
        <w:rPr>
          <w:sz w:val="24"/>
        </w:rPr>
        <w:tab/>
        <w:t>Мы, _______________________________, берем на себя не подлежащую отмене</w:t>
      </w:r>
    </w:p>
    <w:p w14:paraId="40B3F6A3" w14:textId="77777777" w:rsidR="00D34A9A" w:rsidRPr="00147F2B" w:rsidRDefault="00D34A9A" w:rsidP="00D34A9A">
      <w:pPr>
        <w:ind w:left="2552"/>
        <w:jc w:val="both"/>
        <w:rPr>
          <w:sz w:val="24"/>
        </w:rPr>
      </w:pPr>
      <w:r w:rsidRPr="00147F2B">
        <w:t>название банка</w:t>
      </w:r>
    </w:p>
    <w:p w14:paraId="5309AA26" w14:textId="77777777"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14:paraId="34D152F7" w14:textId="77777777" w:rsidR="00D34A9A" w:rsidRPr="00147F2B" w:rsidRDefault="00D34A9A" w:rsidP="00D34A9A">
      <w:pPr>
        <w:jc w:val="both"/>
        <w:rPr>
          <w:sz w:val="24"/>
        </w:rPr>
      </w:pPr>
      <w:r w:rsidRPr="00147F2B">
        <w:rPr>
          <w:sz w:val="24"/>
        </w:rPr>
        <w:t>_____________________(________________________________________________) рублей</w:t>
      </w:r>
    </w:p>
    <w:p w14:paraId="5D689B6E" w14:textId="77777777" w:rsidR="00D34A9A" w:rsidRPr="00147F2B" w:rsidRDefault="00D34A9A" w:rsidP="00D34A9A">
      <w:pPr>
        <w:ind w:left="4678"/>
        <w:jc w:val="both"/>
      </w:pPr>
      <w:r w:rsidRPr="00147F2B">
        <w:t>цифрами, прописью</w:t>
      </w:r>
    </w:p>
    <w:p w14:paraId="111FB2AA" w14:textId="22B0AFD2" w:rsidR="00D34A9A" w:rsidRPr="00147F2B" w:rsidRDefault="00D34A9A" w:rsidP="00D34A9A">
      <w:pPr>
        <w:jc w:val="both"/>
        <w:rPr>
          <w:sz w:val="24"/>
        </w:rPr>
      </w:pPr>
      <w:r w:rsidRPr="00147F2B">
        <w:rPr>
          <w:sz w:val="24"/>
        </w:rPr>
        <w:t xml:space="preserve">без каких бы то ни было возражений в соответствии с упомянутым выше </w:t>
      </w:r>
      <w:r w:rsidR="004736B9">
        <w:rPr>
          <w:sz w:val="24"/>
        </w:rPr>
        <w:t>д</w:t>
      </w:r>
      <w:r w:rsidRPr="00147F2B">
        <w:rPr>
          <w:sz w:val="24"/>
        </w:rPr>
        <w:t>оговором по Вашему первому письменному требованию.</w:t>
      </w:r>
    </w:p>
    <w:p w14:paraId="0815E639" w14:textId="77777777" w:rsidR="00D34A9A" w:rsidRPr="00147F2B" w:rsidRDefault="00D34A9A" w:rsidP="00D34A9A">
      <w:pPr>
        <w:jc w:val="both"/>
        <w:rPr>
          <w:sz w:val="24"/>
        </w:rPr>
      </w:pPr>
    </w:p>
    <w:p w14:paraId="4B2DD09A" w14:textId="77777777"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14:paraId="37A8911E" w14:textId="77777777"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14:paraId="58D3F853" w14:textId="77777777" w:rsidR="00D34A9A" w:rsidRPr="00147F2B" w:rsidRDefault="00D34A9A" w:rsidP="00D34A9A">
      <w:pPr>
        <w:ind w:left="1134"/>
        <w:jc w:val="both"/>
      </w:pPr>
      <w:r w:rsidRPr="00147F2B">
        <w:t>наименование Заказчика</w:t>
      </w:r>
    </w:p>
    <w:p w14:paraId="56EA6C7B" w14:textId="77777777" w:rsidR="00D34A9A" w:rsidRPr="00147F2B" w:rsidRDefault="00D34A9A" w:rsidP="00D34A9A">
      <w:pPr>
        <w:jc w:val="both"/>
        <w:rPr>
          <w:sz w:val="24"/>
        </w:rPr>
      </w:pPr>
    </w:p>
    <w:p w14:paraId="7A508CD6" w14:textId="6F55CDF9" w:rsidR="00D34A9A" w:rsidRPr="00147F2B" w:rsidRDefault="00D34A9A" w:rsidP="00D34A9A">
      <w:pPr>
        <w:jc w:val="both"/>
        <w:rPr>
          <w:sz w:val="24"/>
        </w:rPr>
      </w:pPr>
      <w:r w:rsidRPr="00147F2B">
        <w:rPr>
          <w:sz w:val="24"/>
        </w:rPr>
        <w:t xml:space="preserve">о том, что Поставщик _____________________________________нарушил условия </w:t>
      </w:r>
      <w:r w:rsidR="004736B9">
        <w:rPr>
          <w:sz w:val="24"/>
        </w:rPr>
        <w:t>д</w:t>
      </w:r>
      <w:r w:rsidRPr="00147F2B">
        <w:rPr>
          <w:sz w:val="24"/>
        </w:rPr>
        <w:t>оговора.</w:t>
      </w:r>
    </w:p>
    <w:p w14:paraId="7F37EBFE" w14:textId="77777777" w:rsidR="00D34A9A" w:rsidRPr="00147F2B" w:rsidRDefault="00D34A9A" w:rsidP="00D34A9A">
      <w:pPr>
        <w:ind w:left="2977"/>
        <w:jc w:val="both"/>
      </w:pPr>
      <w:r w:rsidRPr="00147F2B">
        <w:t>наименование организации Поставщик</w:t>
      </w:r>
    </w:p>
    <w:p w14:paraId="1F657207" w14:textId="77777777" w:rsidR="00D34A9A" w:rsidRPr="00147F2B" w:rsidRDefault="00D34A9A" w:rsidP="00D34A9A">
      <w:pPr>
        <w:jc w:val="both"/>
        <w:rPr>
          <w:sz w:val="24"/>
        </w:rPr>
      </w:pPr>
    </w:p>
    <w:p w14:paraId="11D428AC" w14:textId="77777777"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14:paraId="132915D2" w14:textId="77777777" w:rsidR="00D34A9A" w:rsidRPr="00147F2B" w:rsidRDefault="00D34A9A" w:rsidP="00D34A9A">
      <w:pPr>
        <w:jc w:val="both"/>
        <w:rPr>
          <w:sz w:val="24"/>
        </w:rPr>
      </w:pPr>
    </w:p>
    <w:p w14:paraId="2A36C9C5" w14:textId="49CBBC9F" w:rsidR="00D34A9A" w:rsidRPr="00147F2B" w:rsidRDefault="00D34A9A" w:rsidP="00D34A9A">
      <w:pPr>
        <w:jc w:val="both"/>
        <w:rPr>
          <w:sz w:val="24"/>
        </w:rPr>
      </w:pPr>
      <w:r w:rsidRPr="00147F2B">
        <w:rPr>
          <w:sz w:val="24"/>
        </w:rPr>
        <w:tab/>
        <w:t xml:space="preserve">Вы обязаны возвратить это Гарантийное письмо после истечения установленного </w:t>
      </w:r>
      <w:r w:rsidR="004736B9">
        <w:rPr>
          <w:sz w:val="24"/>
        </w:rPr>
        <w:t>д</w:t>
      </w:r>
      <w:r w:rsidRPr="00147F2B">
        <w:rPr>
          <w:sz w:val="24"/>
        </w:rPr>
        <w:t>оговором срока выполнения работ или использования всей денежной суммы.</w:t>
      </w:r>
    </w:p>
    <w:p w14:paraId="12E7520D" w14:textId="77777777" w:rsidR="00D34A9A" w:rsidRPr="00147F2B" w:rsidRDefault="00D34A9A" w:rsidP="00D34A9A">
      <w:pPr>
        <w:jc w:val="both"/>
        <w:rPr>
          <w:sz w:val="24"/>
        </w:rPr>
      </w:pPr>
    </w:p>
    <w:p w14:paraId="4F437B23" w14:textId="77777777"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14:paraId="6AD7D351" w14:textId="77777777" w:rsidR="00D34A9A" w:rsidRPr="00147F2B" w:rsidRDefault="00D34A9A" w:rsidP="00D34A9A">
      <w:r w:rsidRPr="00147F2B">
        <w:br w:type="page"/>
      </w:r>
    </w:p>
    <w:p w14:paraId="74D2AFF3" w14:textId="77777777" w:rsidR="00D34A9A" w:rsidRPr="00147F2B" w:rsidRDefault="00D34A9A" w:rsidP="00D34A9A">
      <w:pPr>
        <w:rPr>
          <w:b/>
          <w:sz w:val="24"/>
          <w:szCs w:val="24"/>
        </w:rPr>
      </w:pPr>
    </w:p>
    <w:p w14:paraId="51B50246" w14:textId="77777777"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14:paraId="28252128" w14:textId="77777777" w:rsidR="00D34A9A" w:rsidRPr="00147F2B" w:rsidRDefault="00D34A9A" w:rsidP="00D34A9A">
      <w:pPr>
        <w:rPr>
          <w:rFonts w:eastAsia="Calibri"/>
          <w:sz w:val="24"/>
          <w:szCs w:val="24"/>
          <w:lang w:val="x-none"/>
        </w:rPr>
      </w:pPr>
    </w:p>
    <w:p w14:paraId="3375BA52" w14:textId="1E4BA028"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4679BDDF" w14:textId="77777777" w:rsidR="00D34A9A" w:rsidRPr="00147F2B" w:rsidRDefault="00D34A9A" w:rsidP="00D34A9A">
      <w:pPr>
        <w:rPr>
          <w:sz w:val="24"/>
          <w:szCs w:val="24"/>
        </w:rPr>
      </w:pPr>
    </w:p>
    <w:p w14:paraId="4775E4EF" w14:textId="77777777" w:rsidR="00D34A9A" w:rsidRPr="00147F2B" w:rsidRDefault="00D34A9A" w:rsidP="00D34A9A">
      <w:pPr>
        <w:rPr>
          <w:sz w:val="24"/>
          <w:szCs w:val="24"/>
        </w:rPr>
      </w:pPr>
    </w:p>
    <w:p w14:paraId="10DC8543" w14:textId="77777777" w:rsidR="00D34A9A" w:rsidRPr="00147F2B" w:rsidRDefault="00D34A9A" w:rsidP="00D34A9A">
      <w:pPr>
        <w:rPr>
          <w:b/>
          <w:sz w:val="24"/>
          <w:szCs w:val="24"/>
        </w:rPr>
      </w:pPr>
      <w:r w:rsidRPr="00147F2B">
        <w:rPr>
          <w:b/>
          <w:sz w:val="24"/>
          <w:szCs w:val="24"/>
        </w:rPr>
        <w:t>Письмо банка Заказчику</w:t>
      </w:r>
    </w:p>
    <w:p w14:paraId="76F1060C" w14:textId="77777777" w:rsidR="00D34A9A" w:rsidRPr="00147F2B" w:rsidRDefault="00D34A9A" w:rsidP="00D34A9A">
      <w:pPr>
        <w:jc w:val="both"/>
        <w:rPr>
          <w:sz w:val="24"/>
          <w:szCs w:val="24"/>
        </w:rPr>
      </w:pPr>
    </w:p>
    <w:p w14:paraId="1781E8BB" w14:textId="77777777"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14:paraId="6DCA16D6" w14:textId="281000A5" w:rsidR="00D34A9A" w:rsidRPr="00147F2B" w:rsidRDefault="00D34A9A" w:rsidP="00D34A9A">
      <w:pPr>
        <w:jc w:val="both"/>
        <w:rPr>
          <w:sz w:val="24"/>
          <w:szCs w:val="24"/>
        </w:rPr>
      </w:pPr>
      <w:r w:rsidRPr="00147F2B">
        <w:rPr>
          <w:i/>
          <w:iCs/>
        </w:rPr>
        <w:t xml:space="preserve">(дата заключения </w:t>
      </w:r>
      <w:r w:rsidR="004736B9">
        <w:rPr>
          <w:i/>
          <w:iCs/>
        </w:rPr>
        <w:t>д</w:t>
      </w:r>
      <w:r w:rsidRPr="00147F2B">
        <w:rPr>
          <w:i/>
          <w:iCs/>
        </w:rPr>
        <w:t>оговора)</w:t>
      </w:r>
      <w:r w:rsidRPr="00147F2B">
        <w:t xml:space="preserve">                                              </w:t>
      </w:r>
      <w:r w:rsidRPr="00147F2B">
        <w:rPr>
          <w:i/>
          <w:iCs/>
        </w:rPr>
        <w:t>(наименование организации – Подрядчика)</w:t>
      </w:r>
    </w:p>
    <w:p w14:paraId="7CDB05D3" w14:textId="77777777" w:rsidR="00D34A9A" w:rsidRPr="00147F2B" w:rsidRDefault="00D34A9A" w:rsidP="00D34A9A">
      <w:pPr>
        <w:rPr>
          <w:i/>
          <w:iCs/>
        </w:rPr>
      </w:pPr>
      <w:r w:rsidRPr="00147F2B">
        <w:tab/>
      </w:r>
      <w:r w:rsidRPr="00147F2B">
        <w:tab/>
      </w:r>
      <w:r w:rsidRPr="00147F2B">
        <w:tab/>
      </w:r>
      <w:r w:rsidRPr="00147F2B">
        <w:tab/>
      </w:r>
    </w:p>
    <w:p w14:paraId="797B7A0B" w14:textId="77777777"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14:paraId="1105E4B8" w14:textId="08F58E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w:t>
      </w:r>
      <w:r w:rsidR="004736B9">
        <w:rPr>
          <w:rFonts w:eastAsia="Calibri"/>
          <w:i/>
          <w:iCs/>
        </w:rPr>
        <w:t>д</w:t>
      </w:r>
      <w:r w:rsidRPr="00147F2B">
        <w:rPr>
          <w:rFonts w:eastAsia="Calibri"/>
          <w:i/>
          <w:iCs/>
          <w:lang w:val="x-none"/>
        </w:rPr>
        <w:t>оговора)</w:t>
      </w:r>
    </w:p>
    <w:p w14:paraId="2A242FE7" w14:textId="77777777"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14:paraId="494E6837" w14:textId="777777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14:paraId="6000E1C4" w14:textId="77777777" w:rsidR="00D34A9A" w:rsidRPr="00147F2B" w:rsidRDefault="00D34A9A" w:rsidP="00D34A9A">
      <w:pPr>
        <w:jc w:val="both"/>
        <w:rPr>
          <w:sz w:val="24"/>
          <w:szCs w:val="24"/>
        </w:rPr>
      </w:pPr>
    </w:p>
    <w:p w14:paraId="1CE2099A" w14:textId="4F671A82" w:rsidR="00D34A9A" w:rsidRPr="00147F2B" w:rsidRDefault="00D34A9A" w:rsidP="00D34A9A">
      <w:pPr>
        <w:jc w:val="both"/>
        <w:rPr>
          <w:sz w:val="24"/>
          <w:szCs w:val="24"/>
        </w:rPr>
      </w:pPr>
      <w:r w:rsidRPr="00147F2B">
        <w:rPr>
          <w:sz w:val="24"/>
          <w:szCs w:val="24"/>
        </w:rPr>
        <w:tab/>
        <w:t xml:space="preserve">В соответствии с условиями </w:t>
      </w:r>
      <w:r w:rsidR="004736B9">
        <w:rPr>
          <w:sz w:val="24"/>
          <w:szCs w:val="24"/>
        </w:rPr>
        <w:t>д</w:t>
      </w:r>
      <w:r w:rsidRPr="00147F2B">
        <w:rPr>
          <w:sz w:val="24"/>
          <w:szCs w:val="24"/>
        </w:rPr>
        <w:t>оговора указанная организация получает сумму в размере _________________ в качестве аванса.</w:t>
      </w:r>
    </w:p>
    <w:p w14:paraId="269713EA" w14:textId="77777777" w:rsidR="00D34A9A" w:rsidRPr="00147F2B" w:rsidRDefault="00D34A9A" w:rsidP="00D34A9A">
      <w:pPr>
        <w:jc w:val="both"/>
        <w:rPr>
          <w:sz w:val="24"/>
          <w:szCs w:val="24"/>
        </w:rPr>
      </w:pPr>
    </w:p>
    <w:p w14:paraId="0CE3CFFA" w14:textId="77777777"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14:paraId="1AAE66BD" w14:textId="77777777"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14:paraId="2FA82DFD" w14:textId="77777777" w:rsidR="00D34A9A" w:rsidRPr="00147F2B" w:rsidRDefault="00D34A9A" w:rsidP="00D34A9A">
      <w:pPr>
        <w:jc w:val="both"/>
        <w:rPr>
          <w:sz w:val="24"/>
          <w:szCs w:val="24"/>
        </w:rPr>
      </w:pPr>
      <w:r w:rsidRPr="00147F2B">
        <w:rPr>
          <w:sz w:val="24"/>
          <w:szCs w:val="24"/>
        </w:rPr>
        <w:t>_____________________(________________________________________________) рублей</w:t>
      </w:r>
    </w:p>
    <w:p w14:paraId="61F907C4" w14:textId="77777777"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14:paraId="29ABE7A3" w14:textId="4170DEAB" w:rsidR="00D34A9A" w:rsidRPr="00147F2B" w:rsidRDefault="00D34A9A" w:rsidP="00D34A9A">
      <w:pPr>
        <w:jc w:val="both"/>
        <w:rPr>
          <w:sz w:val="24"/>
          <w:szCs w:val="24"/>
        </w:rPr>
      </w:pPr>
      <w:r w:rsidRPr="00147F2B">
        <w:rPr>
          <w:sz w:val="24"/>
          <w:szCs w:val="24"/>
        </w:rPr>
        <w:t xml:space="preserve">без каких бы то ни было возражений в соответствии с упомянутым выше </w:t>
      </w:r>
      <w:r w:rsidR="004736B9">
        <w:rPr>
          <w:sz w:val="24"/>
          <w:szCs w:val="24"/>
        </w:rPr>
        <w:t>д</w:t>
      </w:r>
      <w:r w:rsidRPr="00147F2B">
        <w:rPr>
          <w:sz w:val="24"/>
          <w:szCs w:val="24"/>
        </w:rPr>
        <w:t>оговором по вашему первому письменному требованию.</w:t>
      </w:r>
    </w:p>
    <w:p w14:paraId="42E20E3D" w14:textId="77777777" w:rsidR="00D34A9A" w:rsidRPr="00147F2B" w:rsidRDefault="00D34A9A" w:rsidP="00D34A9A">
      <w:pPr>
        <w:jc w:val="both"/>
        <w:rPr>
          <w:sz w:val="24"/>
          <w:szCs w:val="24"/>
        </w:rPr>
      </w:pPr>
    </w:p>
    <w:p w14:paraId="75491293" w14:textId="77777777"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14:paraId="0F5A7822" w14:textId="221B201D" w:rsidR="00D34A9A" w:rsidRPr="00147F2B" w:rsidRDefault="00D34A9A" w:rsidP="00D34A9A">
      <w:pPr>
        <w:jc w:val="both"/>
        <w:rPr>
          <w:sz w:val="24"/>
          <w:szCs w:val="24"/>
        </w:rPr>
      </w:pPr>
      <w:r w:rsidRPr="00147F2B">
        <w:rPr>
          <w:sz w:val="24"/>
          <w:szCs w:val="24"/>
        </w:rPr>
        <w:t xml:space="preserve">о том, что организация ____________________________________нарушила условия </w:t>
      </w:r>
      <w:r w:rsidR="004736B9">
        <w:rPr>
          <w:sz w:val="24"/>
          <w:szCs w:val="24"/>
        </w:rPr>
        <w:t>д</w:t>
      </w:r>
      <w:r w:rsidRPr="00147F2B">
        <w:rPr>
          <w:sz w:val="24"/>
          <w:szCs w:val="24"/>
        </w:rPr>
        <w:t>оговора.</w:t>
      </w:r>
    </w:p>
    <w:p w14:paraId="1CBF6507" w14:textId="77777777"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14:paraId="75938B9E" w14:textId="77777777" w:rsidR="00D34A9A" w:rsidRPr="00147F2B" w:rsidRDefault="00D34A9A" w:rsidP="00D34A9A">
      <w:pPr>
        <w:jc w:val="both"/>
        <w:rPr>
          <w:sz w:val="24"/>
          <w:szCs w:val="24"/>
        </w:rPr>
      </w:pPr>
    </w:p>
    <w:p w14:paraId="38601094" w14:textId="77777777"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14:paraId="5868D20F" w14:textId="77777777" w:rsidR="00D34A9A" w:rsidRPr="00147F2B" w:rsidRDefault="00D34A9A" w:rsidP="00D34A9A">
      <w:pPr>
        <w:jc w:val="both"/>
        <w:rPr>
          <w:sz w:val="24"/>
          <w:szCs w:val="24"/>
        </w:rPr>
      </w:pPr>
    </w:p>
    <w:p w14:paraId="484F708D" w14:textId="77777777"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14:paraId="2A9DA8AA" w14:textId="77777777" w:rsidR="00D34A9A" w:rsidRPr="00147F2B" w:rsidRDefault="00D34A9A" w:rsidP="00D34A9A">
      <w:pPr>
        <w:rPr>
          <w:sz w:val="24"/>
          <w:szCs w:val="24"/>
        </w:rPr>
      </w:pPr>
    </w:p>
    <w:p w14:paraId="7D5C5A9F" w14:textId="77777777"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14:paraId="5B0D6FEF" w14:textId="77777777" w:rsidR="00D34A9A" w:rsidRPr="00147F2B" w:rsidRDefault="00D34A9A" w:rsidP="00D34A9A">
      <w:pPr>
        <w:jc w:val="both"/>
        <w:rPr>
          <w:sz w:val="24"/>
          <w:szCs w:val="24"/>
        </w:rPr>
      </w:pPr>
    </w:p>
    <w:p w14:paraId="2D8C0C80" w14:textId="77777777"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70C85AD2" w14:textId="77777777" w:rsidR="00D34A9A" w:rsidRPr="00147F2B" w:rsidRDefault="00D34A9A" w:rsidP="00D34A9A">
      <w:pPr>
        <w:jc w:val="both"/>
        <w:rPr>
          <w:sz w:val="24"/>
          <w:szCs w:val="24"/>
        </w:rPr>
      </w:pPr>
    </w:p>
    <w:p w14:paraId="51511FB3" w14:textId="77777777"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03A0825" w14:textId="77777777" w:rsidR="00D34A9A" w:rsidRPr="00147F2B" w:rsidRDefault="00D34A9A" w:rsidP="00D34A9A">
      <w:pPr>
        <w:rPr>
          <w:sz w:val="24"/>
        </w:rPr>
      </w:pPr>
      <w:r w:rsidRPr="00147F2B">
        <w:rPr>
          <w:sz w:val="24"/>
        </w:rPr>
        <w:t>____________________________________________</w:t>
      </w:r>
    </w:p>
    <w:p w14:paraId="3D573F6B" w14:textId="77777777" w:rsidR="00D34A9A" w:rsidRPr="00147F2B" w:rsidRDefault="00D34A9A" w:rsidP="00D34A9A">
      <w:pPr>
        <w:rPr>
          <w:sz w:val="24"/>
        </w:rPr>
      </w:pPr>
      <w:r w:rsidRPr="00147F2B">
        <w:rPr>
          <w:sz w:val="24"/>
        </w:rPr>
        <w:t>(подпись, М.П.)</w:t>
      </w:r>
    </w:p>
    <w:p w14:paraId="5728CCC1" w14:textId="77777777" w:rsidR="00D34A9A" w:rsidRPr="00147F2B" w:rsidRDefault="00D34A9A" w:rsidP="00D34A9A">
      <w:pPr>
        <w:rPr>
          <w:sz w:val="24"/>
        </w:rPr>
      </w:pPr>
      <w:r w:rsidRPr="00147F2B">
        <w:rPr>
          <w:sz w:val="24"/>
        </w:rPr>
        <w:t>_____________________________</w:t>
      </w:r>
    </w:p>
    <w:p w14:paraId="5343DCA2" w14:textId="77777777" w:rsidR="00D34A9A" w:rsidRPr="00147F2B" w:rsidRDefault="00D34A9A" w:rsidP="00D34A9A">
      <w:pPr>
        <w:rPr>
          <w:sz w:val="24"/>
        </w:rPr>
      </w:pPr>
      <w:r w:rsidRPr="00147F2B">
        <w:rPr>
          <w:sz w:val="24"/>
        </w:rPr>
        <w:t>(фамилия, имя, отчество подписавшего, должность)</w:t>
      </w:r>
    </w:p>
    <w:p w14:paraId="6D74087E" w14:textId="77777777" w:rsidR="00D34A9A" w:rsidRPr="00147F2B" w:rsidRDefault="00D34A9A" w:rsidP="00D34A9A">
      <w:pPr>
        <w:ind w:firstLine="709"/>
        <w:jc w:val="center"/>
        <w:rPr>
          <w:sz w:val="24"/>
        </w:rPr>
      </w:pPr>
    </w:p>
    <w:p w14:paraId="1776BB38" w14:textId="77777777" w:rsidR="00D34A9A" w:rsidRPr="00147F2B" w:rsidRDefault="00D34A9A" w:rsidP="00D34A9A">
      <w:pPr>
        <w:rPr>
          <w:b/>
          <w:sz w:val="24"/>
        </w:rPr>
      </w:pPr>
      <w:r w:rsidRPr="00147F2B">
        <w:rPr>
          <w:b/>
          <w:sz w:val="24"/>
        </w:rPr>
        <w:br w:type="page"/>
      </w:r>
    </w:p>
    <w:p w14:paraId="40F906F8"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14:paraId="2C8D37B4" w14:textId="35C18887"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09EC58A" w14:textId="77777777" w:rsidR="00D34A9A" w:rsidRPr="00336F61" w:rsidRDefault="00D34A9A" w:rsidP="00D34A9A">
      <w:pPr>
        <w:rPr>
          <w:sz w:val="24"/>
          <w:szCs w:val="24"/>
        </w:rPr>
      </w:pPr>
    </w:p>
    <w:p w14:paraId="41A32A55" w14:textId="2B9BCE14" w:rsidR="0017291C" w:rsidRPr="0017291C" w:rsidRDefault="0017291C" w:rsidP="0017291C">
      <w:pPr>
        <w:numPr>
          <w:ilvl w:val="1"/>
          <w:numId w:val="5"/>
        </w:numPr>
        <w:ind w:left="709" w:hanging="709"/>
        <w:jc w:val="both"/>
        <w:outlineLvl w:val="1"/>
        <w:rPr>
          <w:sz w:val="24"/>
          <w:szCs w:val="24"/>
        </w:rPr>
      </w:pPr>
      <w:bookmarkStart w:id="392" w:name="_Toc458084607"/>
      <w:bookmarkStart w:id="393" w:name="_Toc468260893"/>
      <w:r w:rsidRPr="00A00C96">
        <w:rPr>
          <w:b/>
          <w:sz w:val="28"/>
          <w:szCs w:val="28"/>
        </w:rPr>
        <w:t>Гарантия отгрузки предприятия-изготовителя товара в адрес Заказчика (Форма 8)</w:t>
      </w:r>
      <w:bookmarkEnd w:id="392"/>
      <w:bookmarkEnd w:id="393"/>
    </w:p>
    <w:p w14:paraId="41ADBFC8" w14:textId="77777777" w:rsidR="0017291C" w:rsidRPr="0017291C" w:rsidRDefault="0017291C" w:rsidP="007613A4">
      <w:pPr>
        <w:rPr>
          <w:b/>
          <w:sz w:val="24"/>
          <w:szCs w:val="24"/>
        </w:rPr>
      </w:pPr>
    </w:p>
    <w:p w14:paraId="260D0E1C" w14:textId="5CDBBA66"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w:t>
      </w:r>
    </w:p>
    <w:p w14:paraId="5DE30CE1" w14:textId="77777777" w:rsidR="00D34A9A" w:rsidRPr="00147F2B" w:rsidRDefault="00D34A9A" w:rsidP="00D34A9A">
      <w:pPr>
        <w:ind w:left="709" w:hanging="709"/>
        <w:rPr>
          <w:b/>
          <w:sz w:val="24"/>
          <w:szCs w:val="24"/>
        </w:rPr>
      </w:pPr>
    </w:p>
    <w:p w14:paraId="6A72033B" w14:textId="77777777" w:rsidR="00D34A9A" w:rsidRPr="00147F2B" w:rsidRDefault="00D34A9A" w:rsidP="00D34A9A">
      <w:pPr>
        <w:jc w:val="both"/>
        <w:rPr>
          <w:b/>
          <w:bCs/>
          <w:sz w:val="28"/>
        </w:rPr>
      </w:pPr>
      <w:r w:rsidRPr="00147F2B">
        <w:rPr>
          <w:b/>
          <w:bCs/>
          <w:sz w:val="28"/>
        </w:rPr>
        <w:t>Бланк предприятия – изготовителя</w:t>
      </w:r>
    </w:p>
    <w:p w14:paraId="32F2D310" w14:textId="77777777" w:rsidR="00D34A9A" w:rsidRPr="00147F2B" w:rsidRDefault="00D34A9A" w:rsidP="00D34A9A">
      <w:pPr>
        <w:jc w:val="both"/>
        <w:rPr>
          <w:sz w:val="28"/>
          <w:szCs w:val="28"/>
        </w:rPr>
      </w:pPr>
    </w:p>
    <w:p w14:paraId="2897E47B" w14:textId="77777777" w:rsidR="00D34A9A" w:rsidRPr="00147F2B" w:rsidRDefault="00D34A9A" w:rsidP="00D34A9A">
      <w:pPr>
        <w:ind w:left="709"/>
        <w:rPr>
          <w:sz w:val="28"/>
          <w:szCs w:val="28"/>
        </w:rPr>
      </w:pPr>
      <w:bookmarkStart w:id="394" w:name="_Toc336444508"/>
      <w:bookmarkStart w:id="395" w:name="_Toc336444509"/>
      <w:bookmarkStart w:id="396" w:name="_Toc336444511"/>
      <w:bookmarkStart w:id="397" w:name="_Toc336444513"/>
      <w:bookmarkStart w:id="398" w:name="_Toc336444515"/>
      <w:bookmarkStart w:id="399" w:name="_Toc336444520"/>
      <w:bookmarkStart w:id="400" w:name="_Toc336444521"/>
      <w:bookmarkStart w:id="401" w:name="_Toc336444522"/>
      <w:bookmarkStart w:id="402" w:name="_Toc336444525"/>
      <w:bookmarkStart w:id="403" w:name="_Toc324500026"/>
      <w:bookmarkStart w:id="404" w:name="_Toc324500186"/>
      <w:bookmarkStart w:id="405" w:name="_Toc324503085"/>
      <w:bookmarkStart w:id="406" w:name="_Toc324503224"/>
      <w:bookmarkStart w:id="407" w:name="_Toc324503363"/>
      <w:bookmarkStart w:id="408" w:name="_Toc324500027"/>
      <w:bookmarkStart w:id="409" w:name="_Toc324500187"/>
      <w:bookmarkStart w:id="410" w:name="_Toc324503086"/>
      <w:bookmarkStart w:id="411" w:name="_Toc324503225"/>
      <w:bookmarkStart w:id="412" w:name="_Toc324503364"/>
      <w:bookmarkStart w:id="413" w:name="_Toc324500028"/>
      <w:bookmarkStart w:id="414" w:name="_Toc324500188"/>
      <w:bookmarkStart w:id="415" w:name="_Toc324503087"/>
      <w:bookmarkStart w:id="416" w:name="_Toc324503226"/>
      <w:bookmarkStart w:id="417" w:name="_Toc324503365"/>
      <w:bookmarkStart w:id="418" w:name="_Toc324500029"/>
      <w:bookmarkStart w:id="419" w:name="_Toc324500189"/>
      <w:bookmarkStart w:id="420" w:name="_Toc324503088"/>
      <w:bookmarkStart w:id="421" w:name="_Toc324503227"/>
      <w:bookmarkStart w:id="422" w:name="_Toc324503366"/>
      <w:bookmarkStart w:id="423" w:name="_Toc324500030"/>
      <w:bookmarkStart w:id="424" w:name="_Toc324500190"/>
      <w:bookmarkStart w:id="425" w:name="_Toc324503089"/>
      <w:bookmarkStart w:id="426" w:name="_Toc324503228"/>
      <w:bookmarkStart w:id="427" w:name="_Toc324503367"/>
      <w:bookmarkStart w:id="428" w:name="_Toc324500035"/>
      <w:bookmarkStart w:id="429" w:name="_Toc324500195"/>
      <w:bookmarkStart w:id="430" w:name="_Toc324503094"/>
      <w:bookmarkStart w:id="431" w:name="_Toc324503233"/>
      <w:bookmarkStart w:id="432" w:name="_Toc324503372"/>
      <w:bookmarkStart w:id="433" w:name="_Toc32537624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tbl>
      <w:tblPr>
        <w:tblW w:w="0" w:type="auto"/>
        <w:tblLook w:val="01E0" w:firstRow="1" w:lastRow="1" w:firstColumn="1" w:lastColumn="1" w:noHBand="0" w:noVBand="0"/>
      </w:tblPr>
      <w:tblGrid>
        <w:gridCol w:w="5070"/>
        <w:gridCol w:w="4961"/>
      </w:tblGrid>
      <w:tr w:rsidR="00D34A9A" w:rsidRPr="00147F2B" w14:paraId="3501FD14" w14:textId="77777777" w:rsidTr="00D34A9A">
        <w:tc>
          <w:tcPr>
            <w:tcW w:w="5070" w:type="dxa"/>
          </w:tcPr>
          <w:p w14:paraId="66250A17" w14:textId="77777777" w:rsidR="00D34A9A" w:rsidRPr="00147F2B" w:rsidRDefault="00D34A9A" w:rsidP="00D34A9A">
            <w:pPr>
              <w:ind w:left="709"/>
              <w:jc w:val="both"/>
              <w:rPr>
                <w:sz w:val="28"/>
                <w:szCs w:val="28"/>
              </w:rPr>
            </w:pPr>
            <w:r w:rsidRPr="00147F2B">
              <w:rPr>
                <w:sz w:val="28"/>
                <w:szCs w:val="28"/>
              </w:rPr>
              <w:t>№ ____________</w:t>
            </w:r>
          </w:p>
          <w:p w14:paraId="3600F22B" w14:textId="77777777" w:rsidR="00D34A9A" w:rsidRPr="00147F2B" w:rsidRDefault="00D34A9A" w:rsidP="00D34A9A">
            <w:pPr>
              <w:ind w:left="709"/>
              <w:jc w:val="both"/>
              <w:rPr>
                <w:sz w:val="28"/>
                <w:szCs w:val="28"/>
              </w:rPr>
            </w:pPr>
            <w:r w:rsidRPr="00147F2B">
              <w:rPr>
                <w:sz w:val="28"/>
                <w:szCs w:val="28"/>
              </w:rPr>
              <w:t>от ____________ 20__ г.</w:t>
            </w:r>
          </w:p>
          <w:p w14:paraId="5D571EFB" w14:textId="77777777" w:rsidR="00D34A9A" w:rsidRPr="00147F2B" w:rsidRDefault="00D34A9A" w:rsidP="00D34A9A">
            <w:pPr>
              <w:tabs>
                <w:tab w:val="left" w:pos="1065"/>
              </w:tabs>
              <w:rPr>
                <w:sz w:val="28"/>
                <w:szCs w:val="28"/>
              </w:rPr>
            </w:pPr>
          </w:p>
        </w:tc>
        <w:tc>
          <w:tcPr>
            <w:tcW w:w="4961" w:type="dxa"/>
          </w:tcPr>
          <w:p w14:paraId="724C6856" w14:textId="77777777" w:rsidR="00D34A9A" w:rsidRPr="00147F2B" w:rsidRDefault="00D34A9A" w:rsidP="00D34A9A">
            <w:pPr>
              <w:ind w:left="709"/>
              <w:rPr>
                <w:sz w:val="28"/>
                <w:szCs w:val="28"/>
              </w:rPr>
            </w:pPr>
            <w:r w:rsidRPr="00147F2B">
              <w:rPr>
                <w:sz w:val="28"/>
                <w:szCs w:val="28"/>
              </w:rPr>
              <w:t>Генеральному директору</w:t>
            </w:r>
          </w:p>
          <w:p w14:paraId="784B8D52" w14:textId="77777777" w:rsidR="00D34A9A" w:rsidRPr="00147F2B" w:rsidRDefault="00CF2860" w:rsidP="00D34A9A">
            <w:pPr>
              <w:ind w:left="709"/>
              <w:rPr>
                <w:sz w:val="28"/>
                <w:szCs w:val="28"/>
              </w:rPr>
            </w:pPr>
            <w:r w:rsidRPr="00147F2B">
              <w:rPr>
                <w:sz w:val="28"/>
                <w:szCs w:val="28"/>
              </w:rPr>
              <w:t>_________________________</w:t>
            </w:r>
          </w:p>
          <w:p w14:paraId="05797A27" w14:textId="77777777" w:rsidR="00D34A9A" w:rsidRPr="00147F2B" w:rsidRDefault="00CF2860" w:rsidP="00D34A9A">
            <w:pPr>
              <w:ind w:left="709"/>
              <w:rPr>
                <w:sz w:val="28"/>
                <w:szCs w:val="28"/>
              </w:rPr>
            </w:pPr>
            <w:r w:rsidRPr="00147F2B">
              <w:rPr>
                <w:sz w:val="28"/>
                <w:szCs w:val="28"/>
              </w:rPr>
              <w:t>______________</w:t>
            </w:r>
          </w:p>
          <w:p w14:paraId="204FEB48" w14:textId="77777777" w:rsidR="00D34A9A" w:rsidRPr="00147F2B" w:rsidRDefault="00D34A9A" w:rsidP="00D34A9A">
            <w:pPr>
              <w:rPr>
                <w:sz w:val="28"/>
                <w:szCs w:val="28"/>
              </w:rPr>
            </w:pPr>
          </w:p>
        </w:tc>
      </w:tr>
    </w:tbl>
    <w:p w14:paraId="2856AC87" w14:textId="77777777" w:rsidR="00D34A9A" w:rsidRPr="00147F2B" w:rsidRDefault="00D34A9A" w:rsidP="00D34A9A">
      <w:pPr>
        <w:ind w:left="709"/>
        <w:jc w:val="center"/>
        <w:rPr>
          <w:sz w:val="28"/>
          <w:szCs w:val="28"/>
        </w:rPr>
      </w:pPr>
    </w:p>
    <w:p w14:paraId="20257CBB" w14:textId="77777777" w:rsidR="00D34A9A" w:rsidRPr="00147F2B" w:rsidRDefault="00D34A9A" w:rsidP="00D34A9A">
      <w:pPr>
        <w:ind w:left="709"/>
        <w:jc w:val="center"/>
        <w:rPr>
          <w:sz w:val="28"/>
          <w:szCs w:val="28"/>
        </w:rPr>
      </w:pPr>
    </w:p>
    <w:p w14:paraId="592EC290" w14:textId="77777777" w:rsidR="00D34A9A" w:rsidRPr="00147F2B" w:rsidRDefault="00D34A9A" w:rsidP="00D34A9A">
      <w:pPr>
        <w:ind w:left="709"/>
        <w:jc w:val="both"/>
        <w:rPr>
          <w:sz w:val="28"/>
          <w:szCs w:val="28"/>
        </w:rPr>
      </w:pPr>
      <w:r w:rsidRPr="00147F2B">
        <w:rPr>
          <w:sz w:val="28"/>
          <w:szCs w:val="28"/>
        </w:rPr>
        <w:t>Сообщаем Вам, что _____________________является официальным</w:t>
      </w:r>
    </w:p>
    <w:p w14:paraId="71EAE3BA" w14:textId="77777777" w:rsidR="00D34A9A" w:rsidRPr="00147F2B" w:rsidRDefault="00D34A9A" w:rsidP="00D34A9A">
      <w:pPr>
        <w:ind w:left="2836" w:firstLine="709"/>
        <w:jc w:val="both"/>
      </w:pPr>
      <w:r w:rsidRPr="00147F2B">
        <w:t>(наименование поставщика)</w:t>
      </w:r>
    </w:p>
    <w:p w14:paraId="5B2F5978" w14:textId="77777777" w:rsidR="00D34A9A" w:rsidRPr="00147F2B" w:rsidRDefault="00D34A9A" w:rsidP="00D34A9A">
      <w:pPr>
        <w:ind w:left="709"/>
        <w:jc w:val="both"/>
        <w:rPr>
          <w:sz w:val="28"/>
          <w:szCs w:val="28"/>
        </w:rPr>
      </w:pPr>
      <w:r w:rsidRPr="00147F2B">
        <w:rPr>
          <w:sz w:val="28"/>
          <w:szCs w:val="28"/>
        </w:rPr>
        <w:t xml:space="preserve"> представителем ________________________________________________, </w:t>
      </w:r>
    </w:p>
    <w:p w14:paraId="42883705" w14:textId="77777777" w:rsidR="00D34A9A" w:rsidRPr="00147F2B" w:rsidRDefault="00D34A9A" w:rsidP="00D34A9A">
      <w:pPr>
        <w:ind w:left="2836" w:firstLine="709"/>
        <w:jc w:val="both"/>
      </w:pPr>
      <w:r w:rsidRPr="00147F2B">
        <w:t>(наименование предприятия-изготовителя)</w:t>
      </w:r>
    </w:p>
    <w:p w14:paraId="7EB3A044" w14:textId="77777777" w:rsidR="00D34A9A" w:rsidRPr="00147F2B" w:rsidRDefault="00D34A9A" w:rsidP="00D34A9A">
      <w:pPr>
        <w:ind w:left="709"/>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_______________________________________________________</w:t>
      </w:r>
    </w:p>
    <w:p w14:paraId="4C184EA8" w14:textId="77777777" w:rsidR="00D34A9A" w:rsidRPr="00147F2B" w:rsidRDefault="00D34A9A" w:rsidP="00D34A9A">
      <w:pPr>
        <w:ind w:left="2127" w:firstLine="709"/>
        <w:jc w:val="both"/>
      </w:pPr>
      <w:r w:rsidRPr="00147F2B">
        <w:t>(наименование товара)</w:t>
      </w:r>
    </w:p>
    <w:p w14:paraId="5B8E69E8" w14:textId="77777777" w:rsidR="00D34A9A" w:rsidRPr="00147F2B" w:rsidRDefault="00D34A9A" w:rsidP="00D34A9A">
      <w:pPr>
        <w:ind w:left="709"/>
        <w:jc w:val="both"/>
        <w:rPr>
          <w:sz w:val="28"/>
          <w:szCs w:val="28"/>
        </w:rPr>
      </w:pPr>
      <w:r w:rsidRPr="00147F2B">
        <w:rPr>
          <w:sz w:val="28"/>
          <w:szCs w:val="28"/>
        </w:rPr>
        <w:t xml:space="preserve">нашего предприятия в адрес </w:t>
      </w:r>
      <w:r w:rsidR="007A6600" w:rsidRPr="00147F2B">
        <w:rPr>
          <w:sz w:val="28"/>
          <w:szCs w:val="28"/>
        </w:rPr>
        <w:t>____________________</w:t>
      </w:r>
      <w:r w:rsidRPr="00147F2B">
        <w:rPr>
          <w:sz w:val="28"/>
          <w:szCs w:val="28"/>
        </w:rPr>
        <w:t>.</w:t>
      </w:r>
    </w:p>
    <w:p w14:paraId="0181D22F" w14:textId="77777777" w:rsidR="00D34A9A" w:rsidRPr="00147F2B" w:rsidRDefault="00D34A9A" w:rsidP="00D34A9A">
      <w:pPr>
        <w:ind w:left="709"/>
        <w:jc w:val="both"/>
        <w:rPr>
          <w:sz w:val="28"/>
          <w:szCs w:val="28"/>
        </w:rPr>
      </w:pPr>
    </w:p>
    <w:p w14:paraId="6C6913F0" w14:textId="77777777" w:rsidR="00D34A9A" w:rsidRPr="00147F2B" w:rsidRDefault="00D34A9A" w:rsidP="00D34A9A">
      <w:pPr>
        <w:ind w:left="1418"/>
        <w:jc w:val="both"/>
        <w:rPr>
          <w:sz w:val="28"/>
          <w:szCs w:val="28"/>
        </w:rPr>
      </w:pPr>
      <w:r w:rsidRPr="00147F2B">
        <w:rPr>
          <w:sz w:val="28"/>
          <w:szCs w:val="28"/>
        </w:rPr>
        <w:t xml:space="preserve">__________________________________, являясь производителем, </w:t>
      </w:r>
      <w:r w:rsidRPr="00147F2B">
        <w:rPr>
          <w:sz w:val="28"/>
          <w:szCs w:val="28"/>
        </w:rPr>
        <w:br/>
      </w:r>
      <w:r w:rsidRPr="00147F2B">
        <w:t>(наименование предприятия-изготовителя)</w:t>
      </w:r>
    </w:p>
    <w:p w14:paraId="162EC73E" w14:textId="77777777" w:rsidR="00D34A9A" w:rsidRPr="00147F2B" w:rsidRDefault="00D34A9A" w:rsidP="00D34A9A">
      <w:pPr>
        <w:ind w:left="709"/>
        <w:jc w:val="both"/>
        <w:rPr>
          <w:sz w:val="28"/>
          <w:szCs w:val="28"/>
        </w:rPr>
      </w:pPr>
      <w:r w:rsidRPr="00147F2B">
        <w:rPr>
          <w:sz w:val="28"/>
          <w:szCs w:val="28"/>
        </w:rPr>
        <w:t>гарантирует отгрузку (поставку) _______________________________________________</w:t>
      </w:r>
    </w:p>
    <w:p w14:paraId="1B9E4781" w14:textId="77777777" w:rsidR="00D34A9A" w:rsidRPr="00147F2B" w:rsidRDefault="00D34A9A" w:rsidP="00D34A9A">
      <w:pPr>
        <w:ind w:left="1418" w:firstLine="709"/>
        <w:jc w:val="both"/>
      </w:pPr>
      <w:r w:rsidRPr="00147F2B">
        <w:t>(наименование товара)</w:t>
      </w:r>
    </w:p>
    <w:p w14:paraId="2229D943" w14:textId="77777777" w:rsidR="00D34A9A" w:rsidRPr="00147F2B" w:rsidRDefault="00D34A9A" w:rsidP="00D34A9A">
      <w:pPr>
        <w:ind w:left="709"/>
        <w:jc w:val="both"/>
        <w:rPr>
          <w:sz w:val="28"/>
          <w:szCs w:val="28"/>
        </w:rPr>
      </w:pPr>
      <w:r w:rsidRPr="00147F2B">
        <w:rPr>
          <w:sz w:val="28"/>
          <w:szCs w:val="28"/>
        </w:rPr>
        <w:t xml:space="preserve">в полном объеме в ____________ для нужд </w:t>
      </w:r>
      <w:r w:rsidR="007F7211" w:rsidRPr="00147F2B">
        <w:rPr>
          <w:sz w:val="28"/>
          <w:szCs w:val="28"/>
        </w:rPr>
        <w:t>____________________.</w:t>
      </w:r>
    </w:p>
    <w:p w14:paraId="3A809810" w14:textId="77777777" w:rsidR="00D34A9A" w:rsidRPr="00147F2B" w:rsidRDefault="00D34A9A" w:rsidP="00D34A9A">
      <w:pPr>
        <w:ind w:left="3119"/>
        <w:jc w:val="both"/>
      </w:pPr>
      <w:r w:rsidRPr="00147F2B">
        <w:t>(срок поставки)</w:t>
      </w:r>
    </w:p>
    <w:p w14:paraId="7256648B" w14:textId="77777777" w:rsidR="00D34A9A" w:rsidRPr="00147F2B" w:rsidRDefault="00D34A9A" w:rsidP="00D34A9A">
      <w:pPr>
        <w:ind w:left="709"/>
        <w:jc w:val="both"/>
        <w:rPr>
          <w:sz w:val="28"/>
          <w:szCs w:val="28"/>
        </w:rPr>
      </w:pPr>
    </w:p>
    <w:p w14:paraId="775C1451" w14:textId="77777777" w:rsidR="00D34A9A" w:rsidRPr="00147F2B" w:rsidRDefault="00831CDF" w:rsidP="00D34A9A">
      <w:pPr>
        <w:ind w:left="709"/>
        <w:jc w:val="both"/>
        <w:rPr>
          <w:sz w:val="28"/>
          <w:szCs w:val="28"/>
        </w:rPr>
      </w:pPr>
      <w:r>
        <w:rPr>
          <w:sz w:val="28"/>
          <w:szCs w:val="28"/>
        </w:rPr>
        <w:t>в случае признания З</w:t>
      </w:r>
      <w:r w:rsidR="000D5D3A">
        <w:rPr>
          <w:sz w:val="28"/>
          <w:szCs w:val="28"/>
        </w:rPr>
        <w:t xml:space="preserve">аявки </w:t>
      </w:r>
      <w:r w:rsidR="00D34A9A" w:rsidRPr="00147F2B">
        <w:rPr>
          <w:sz w:val="28"/>
          <w:szCs w:val="28"/>
        </w:rPr>
        <w:t xml:space="preserve">лучшей ________________________ в запросе </w:t>
      </w:r>
    </w:p>
    <w:p w14:paraId="22844FF4" w14:textId="77777777" w:rsidR="00D34A9A" w:rsidRPr="00147F2B" w:rsidRDefault="00D34A9A" w:rsidP="00D34A9A">
      <w:pPr>
        <w:ind w:left="4963" w:firstLine="709"/>
        <w:jc w:val="both"/>
      </w:pPr>
      <w:r w:rsidRPr="00147F2B">
        <w:t>(наименование поставщика)</w:t>
      </w:r>
    </w:p>
    <w:p w14:paraId="48FC061A" w14:textId="77777777" w:rsidR="00D34A9A" w:rsidRPr="00147F2B" w:rsidRDefault="00D34A9A" w:rsidP="00D34A9A">
      <w:pPr>
        <w:ind w:left="709"/>
        <w:jc w:val="both"/>
        <w:rPr>
          <w:sz w:val="28"/>
          <w:szCs w:val="28"/>
        </w:rPr>
      </w:pPr>
    </w:p>
    <w:p w14:paraId="0782F1B5" w14:textId="77777777" w:rsidR="00D34A9A" w:rsidRPr="00147F2B" w:rsidRDefault="00D34A9A" w:rsidP="00D34A9A">
      <w:pPr>
        <w:ind w:left="709"/>
        <w:jc w:val="both"/>
        <w:rPr>
          <w:sz w:val="28"/>
          <w:szCs w:val="28"/>
        </w:rPr>
      </w:pPr>
      <w:r w:rsidRPr="00147F2B">
        <w:rPr>
          <w:sz w:val="28"/>
          <w:szCs w:val="28"/>
        </w:rPr>
        <w:t xml:space="preserve">предложений № </w:t>
      </w:r>
      <w:r w:rsidRPr="00147F2B">
        <w:rPr>
          <w:b/>
          <w:sz w:val="28"/>
          <w:szCs w:val="28"/>
        </w:rPr>
        <w:t>____.</w:t>
      </w:r>
    </w:p>
    <w:p w14:paraId="457F7390" w14:textId="77777777" w:rsidR="00D34A9A" w:rsidRPr="00147F2B" w:rsidRDefault="00D34A9A" w:rsidP="00D34A9A">
      <w:pPr>
        <w:ind w:left="709"/>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14:paraId="75DABB23" w14:textId="77777777" w:rsidTr="009B7EC1">
        <w:tc>
          <w:tcPr>
            <w:tcW w:w="2443" w:type="pct"/>
          </w:tcPr>
          <w:p w14:paraId="1C620912" w14:textId="77777777" w:rsidR="00D34A9A" w:rsidRPr="00147F2B" w:rsidRDefault="00D34A9A" w:rsidP="00D34A9A">
            <w:pPr>
              <w:ind w:left="709"/>
              <w:jc w:val="both"/>
              <w:rPr>
                <w:sz w:val="28"/>
                <w:szCs w:val="28"/>
              </w:rPr>
            </w:pPr>
            <w:r w:rsidRPr="00147F2B">
              <w:rPr>
                <w:sz w:val="28"/>
                <w:szCs w:val="28"/>
              </w:rPr>
              <w:t>Генеральный директор</w:t>
            </w:r>
          </w:p>
          <w:p w14:paraId="7802A910" w14:textId="77777777" w:rsidR="00D34A9A" w:rsidRPr="00147F2B" w:rsidRDefault="00D34A9A" w:rsidP="00D34A9A">
            <w:pPr>
              <w:ind w:left="709"/>
              <w:jc w:val="both"/>
              <w:rPr>
                <w:sz w:val="28"/>
                <w:szCs w:val="28"/>
              </w:rPr>
            </w:pPr>
            <w:r w:rsidRPr="00147F2B">
              <w:rPr>
                <w:sz w:val="28"/>
                <w:szCs w:val="28"/>
              </w:rPr>
              <w:t>____________________________</w:t>
            </w:r>
          </w:p>
          <w:p w14:paraId="191CCD7D" w14:textId="77777777" w:rsidR="00D34A9A" w:rsidRPr="00147F2B" w:rsidRDefault="00D34A9A" w:rsidP="00D34A9A">
            <w:pPr>
              <w:ind w:left="709"/>
              <w:jc w:val="both"/>
            </w:pPr>
            <w:r w:rsidRPr="00147F2B">
              <w:t>(наименование предприятия-изготовителя)</w:t>
            </w:r>
          </w:p>
          <w:p w14:paraId="010405DD" w14:textId="77777777" w:rsidR="00D34A9A" w:rsidRPr="00147F2B" w:rsidRDefault="00D34A9A" w:rsidP="00D34A9A">
            <w:pPr>
              <w:jc w:val="both"/>
              <w:rPr>
                <w:sz w:val="28"/>
                <w:szCs w:val="28"/>
              </w:rPr>
            </w:pPr>
          </w:p>
          <w:p w14:paraId="12618D69" w14:textId="77777777" w:rsidR="00D34A9A" w:rsidRPr="00147F2B" w:rsidRDefault="00D34A9A" w:rsidP="00D34A9A">
            <w:pPr>
              <w:ind w:left="709"/>
              <w:jc w:val="both"/>
              <w:rPr>
                <w:sz w:val="28"/>
                <w:szCs w:val="28"/>
              </w:rPr>
            </w:pPr>
            <w:r w:rsidRPr="00147F2B">
              <w:rPr>
                <w:sz w:val="28"/>
                <w:szCs w:val="28"/>
              </w:rPr>
              <w:t xml:space="preserve">М.П. </w:t>
            </w:r>
          </w:p>
        </w:tc>
        <w:tc>
          <w:tcPr>
            <w:tcW w:w="1102" w:type="pct"/>
          </w:tcPr>
          <w:p w14:paraId="437AA95F" w14:textId="77777777" w:rsidR="00D34A9A" w:rsidRPr="00147F2B" w:rsidRDefault="00D34A9A" w:rsidP="00D34A9A">
            <w:pPr>
              <w:ind w:left="709"/>
              <w:jc w:val="both"/>
              <w:rPr>
                <w:sz w:val="28"/>
                <w:szCs w:val="28"/>
              </w:rPr>
            </w:pPr>
          </w:p>
          <w:p w14:paraId="53C077A4" w14:textId="77777777" w:rsidR="00D34A9A" w:rsidRPr="00147F2B" w:rsidRDefault="009B7EC1" w:rsidP="00D34A9A">
            <w:pPr>
              <w:ind w:left="709"/>
              <w:jc w:val="both"/>
              <w:rPr>
                <w:sz w:val="28"/>
                <w:szCs w:val="28"/>
              </w:rPr>
            </w:pPr>
            <w:r>
              <w:rPr>
                <w:sz w:val="28"/>
                <w:szCs w:val="28"/>
              </w:rPr>
              <w:t>_________</w:t>
            </w:r>
          </w:p>
          <w:p w14:paraId="19BAB3CF" w14:textId="77777777" w:rsidR="00D34A9A" w:rsidRPr="00147F2B" w:rsidRDefault="00D34A9A" w:rsidP="00D34A9A">
            <w:pPr>
              <w:ind w:left="709"/>
              <w:jc w:val="both"/>
            </w:pPr>
            <w:r w:rsidRPr="00147F2B">
              <w:t xml:space="preserve">(подпись) </w:t>
            </w:r>
          </w:p>
        </w:tc>
        <w:tc>
          <w:tcPr>
            <w:tcW w:w="1455" w:type="pct"/>
          </w:tcPr>
          <w:p w14:paraId="2A90CEE3" w14:textId="77777777" w:rsidR="00D34A9A" w:rsidRPr="00147F2B" w:rsidRDefault="00D34A9A" w:rsidP="00D34A9A">
            <w:pPr>
              <w:ind w:left="709"/>
              <w:jc w:val="both"/>
              <w:rPr>
                <w:sz w:val="28"/>
                <w:szCs w:val="28"/>
                <w:lang w:val="en-US"/>
              </w:rPr>
            </w:pPr>
          </w:p>
          <w:p w14:paraId="105DA745" w14:textId="77777777" w:rsidR="00D34A9A" w:rsidRPr="00147F2B" w:rsidRDefault="00D34A9A" w:rsidP="00D34A9A">
            <w:pPr>
              <w:ind w:left="709"/>
              <w:jc w:val="both"/>
              <w:rPr>
                <w:sz w:val="28"/>
                <w:szCs w:val="28"/>
              </w:rPr>
            </w:pPr>
            <w:r w:rsidRPr="00147F2B">
              <w:rPr>
                <w:sz w:val="28"/>
                <w:szCs w:val="28"/>
              </w:rPr>
              <w:t>______________</w:t>
            </w:r>
          </w:p>
          <w:p w14:paraId="73E6BC82" w14:textId="77777777" w:rsidR="00D34A9A" w:rsidRPr="00147F2B" w:rsidRDefault="00D34A9A" w:rsidP="009B7EC1">
            <w:pPr>
              <w:ind w:left="1050"/>
              <w:jc w:val="both"/>
              <w:rPr>
                <w:sz w:val="28"/>
                <w:szCs w:val="28"/>
              </w:rPr>
            </w:pPr>
            <w:r w:rsidRPr="00147F2B">
              <w:t>(И. О. Фамилия</w:t>
            </w:r>
            <w:r w:rsidRPr="00147F2B">
              <w:rPr>
                <w:sz w:val="28"/>
                <w:szCs w:val="28"/>
              </w:rPr>
              <w:t>)</w:t>
            </w:r>
          </w:p>
        </w:tc>
      </w:tr>
    </w:tbl>
    <w:p w14:paraId="634A2DEA"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14:paraId="2FD0621F"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14:paraId="6850F941"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14:paraId="05772316" w14:textId="6E13956F"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689A8C2" w14:textId="77777777" w:rsidR="00D34A9A" w:rsidRPr="00904B32" w:rsidRDefault="00D34A9A" w:rsidP="00D34A9A">
      <w:pPr>
        <w:rPr>
          <w:b/>
          <w:bCs/>
          <w:sz w:val="24"/>
          <w:szCs w:val="24"/>
        </w:rPr>
      </w:pPr>
    </w:p>
    <w:p w14:paraId="48DA7BBA" w14:textId="77777777" w:rsidR="0017291C" w:rsidRPr="00A00C96" w:rsidRDefault="0017291C" w:rsidP="0017291C">
      <w:pPr>
        <w:numPr>
          <w:ilvl w:val="1"/>
          <w:numId w:val="5"/>
        </w:numPr>
        <w:ind w:left="709" w:hanging="709"/>
        <w:jc w:val="both"/>
        <w:outlineLvl w:val="1"/>
        <w:rPr>
          <w:b/>
          <w:bCs/>
          <w:sz w:val="28"/>
          <w:szCs w:val="28"/>
        </w:rPr>
      </w:pPr>
      <w:bookmarkStart w:id="434" w:name="_Toc458084608"/>
      <w:bookmarkStart w:id="435" w:name="_Toc468260894"/>
      <w:r w:rsidRPr="00A00C96">
        <w:rPr>
          <w:b/>
          <w:sz w:val="28"/>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434"/>
      <w:bookmarkEnd w:id="435"/>
    </w:p>
    <w:p w14:paraId="00C958FA" w14:textId="77777777" w:rsidR="0017291C" w:rsidRPr="00A00C96" w:rsidRDefault="0017291C" w:rsidP="0017291C">
      <w:pPr>
        <w:pStyle w:val="ConsPlusNonformat"/>
        <w:jc w:val="both"/>
        <w:rPr>
          <w:rFonts w:ascii="Times New Roman" w:hAnsi="Times New Roman" w:cs="Times New Roman"/>
          <w:sz w:val="28"/>
          <w:szCs w:val="28"/>
        </w:rPr>
      </w:pPr>
    </w:p>
    <w:p w14:paraId="4767307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Подтверждаем, что ____________________________________________________________</w:t>
      </w:r>
    </w:p>
    <w:p w14:paraId="5CBAD6D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наименование участника закупки)</w:t>
      </w:r>
    </w:p>
    <w:p w14:paraId="06D0CF59"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14:paraId="13AF49A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субъект малого или среднего предпринимательства в </w:t>
      </w:r>
      <w:r w:rsidRPr="00A00C96">
        <w:rPr>
          <w:rFonts w:ascii="Times New Roman" w:hAnsi="Times New Roman" w:cs="Times New Roman"/>
          <w:i/>
        </w:rPr>
        <w:br/>
        <w:t xml:space="preserve">                                                                                         зависимости от критериев отнесения)</w:t>
      </w:r>
    </w:p>
    <w:p w14:paraId="46A82CC2"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предпринимательства, и сообщаем следующую информацию:</w:t>
      </w:r>
    </w:p>
    <w:p w14:paraId="3CC9D9B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1. Адрес местонахождения (юридический адрес): __________________________________.</w:t>
      </w:r>
    </w:p>
    <w:p w14:paraId="26B1B651"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2. ИНН/КПП: ________________________________________________________________.</w:t>
      </w:r>
    </w:p>
    <w:p w14:paraId="0AAC18CC"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(N, сведения о дате выдачи документа и выдавшем его органе)</w:t>
      </w:r>
    </w:p>
    <w:p w14:paraId="073FF5A6"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3. ОГРН: ____________________________________________________________________.</w:t>
      </w:r>
    </w:p>
    <w:p w14:paraId="3D0C8D3D" w14:textId="6B3EA4B4" w:rsidR="0017291C" w:rsidRDefault="0017291C" w:rsidP="00C40C21">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05FB037" w14:textId="77777777" w:rsidR="00B81E02" w:rsidRPr="00C40C21" w:rsidRDefault="00B81E02" w:rsidP="00C40C21">
      <w:pPr>
        <w:pStyle w:val="ConsPlusNonformat"/>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921"/>
        <w:gridCol w:w="2066"/>
        <w:gridCol w:w="1651"/>
        <w:gridCol w:w="1959"/>
      </w:tblGrid>
      <w:tr w:rsidR="0017291C" w:rsidRPr="00A00C96" w14:paraId="37EEA931" w14:textId="77777777" w:rsidTr="008D0645">
        <w:trPr>
          <w:trHeight w:val="20"/>
        </w:trPr>
        <w:tc>
          <w:tcPr>
            <w:tcW w:w="292" w:type="pct"/>
          </w:tcPr>
          <w:p w14:paraId="25932A0A" w14:textId="77777777" w:rsidR="0017291C" w:rsidRPr="00A00C96" w:rsidRDefault="0017291C" w:rsidP="008D0645">
            <w:pPr>
              <w:pStyle w:val="ConsPlusNormal"/>
              <w:jc w:val="center"/>
            </w:pPr>
            <w:r w:rsidRPr="00A00C96">
              <w:t>N п/п</w:t>
            </w:r>
          </w:p>
        </w:tc>
        <w:tc>
          <w:tcPr>
            <w:tcW w:w="2113" w:type="pct"/>
          </w:tcPr>
          <w:p w14:paraId="19C0830C" w14:textId="77777777" w:rsidR="0017291C" w:rsidRPr="00A00C96" w:rsidRDefault="0017291C" w:rsidP="008D0645">
            <w:pPr>
              <w:pStyle w:val="ConsPlusNormal"/>
              <w:jc w:val="center"/>
            </w:pPr>
            <w:r w:rsidRPr="00A00C96">
              <w:t xml:space="preserve">Наименование сведений </w:t>
            </w:r>
          </w:p>
        </w:tc>
        <w:tc>
          <w:tcPr>
            <w:tcW w:w="927" w:type="pct"/>
          </w:tcPr>
          <w:p w14:paraId="09702CCB" w14:textId="77777777" w:rsidR="0017291C" w:rsidRPr="00A00C96" w:rsidRDefault="0017291C" w:rsidP="008D0645">
            <w:pPr>
              <w:pStyle w:val="ConsPlusNormal"/>
              <w:jc w:val="center"/>
            </w:pPr>
            <w:r w:rsidRPr="00A00C96">
              <w:t>Малые предприятия</w:t>
            </w:r>
          </w:p>
        </w:tc>
        <w:tc>
          <w:tcPr>
            <w:tcW w:w="937" w:type="pct"/>
          </w:tcPr>
          <w:p w14:paraId="2F731B86" w14:textId="77777777" w:rsidR="0017291C" w:rsidRPr="00A00C96" w:rsidRDefault="0017291C" w:rsidP="008D0645">
            <w:pPr>
              <w:pStyle w:val="ConsPlusNormal"/>
              <w:jc w:val="center"/>
            </w:pPr>
            <w:r w:rsidRPr="00A00C96">
              <w:t>Средние предприятия</w:t>
            </w:r>
          </w:p>
        </w:tc>
        <w:tc>
          <w:tcPr>
            <w:tcW w:w="730" w:type="pct"/>
          </w:tcPr>
          <w:p w14:paraId="6DF3AADC" w14:textId="77777777" w:rsidR="0017291C" w:rsidRPr="00A00C96" w:rsidRDefault="0017291C" w:rsidP="008D0645">
            <w:pPr>
              <w:pStyle w:val="ConsPlusNormal"/>
              <w:jc w:val="center"/>
            </w:pPr>
            <w:r w:rsidRPr="00A00C96">
              <w:t>Показатель</w:t>
            </w:r>
          </w:p>
        </w:tc>
      </w:tr>
      <w:tr w:rsidR="0017291C" w:rsidRPr="00A00C96" w14:paraId="6C11D55E" w14:textId="77777777" w:rsidTr="008D0645">
        <w:trPr>
          <w:trHeight w:val="20"/>
        </w:trPr>
        <w:tc>
          <w:tcPr>
            <w:tcW w:w="292" w:type="pct"/>
          </w:tcPr>
          <w:p w14:paraId="59DD8C99" w14:textId="77777777" w:rsidR="0017291C" w:rsidRPr="00A00C96" w:rsidRDefault="0017291C" w:rsidP="008D0645">
            <w:pPr>
              <w:pStyle w:val="ConsPlusNormal"/>
              <w:jc w:val="center"/>
            </w:pPr>
            <w:r w:rsidRPr="00A00C96">
              <w:t>1</w:t>
            </w:r>
            <w:r w:rsidRPr="00A00C96">
              <w:rPr>
                <w:vertAlign w:val="superscript"/>
              </w:rPr>
              <w:t>2</w:t>
            </w:r>
          </w:p>
        </w:tc>
        <w:tc>
          <w:tcPr>
            <w:tcW w:w="2113" w:type="pct"/>
          </w:tcPr>
          <w:p w14:paraId="2367B495" w14:textId="77777777" w:rsidR="0017291C" w:rsidRPr="00A00C96" w:rsidRDefault="0017291C" w:rsidP="008D0645">
            <w:pPr>
              <w:pStyle w:val="ConsPlusNormal"/>
              <w:jc w:val="center"/>
            </w:pPr>
            <w:r w:rsidRPr="00A00C96">
              <w:t>2</w:t>
            </w:r>
          </w:p>
        </w:tc>
        <w:tc>
          <w:tcPr>
            <w:tcW w:w="927" w:type="pct"/>
          </w:tcPr>
          <w:p w14:paraId="5C877A4A" w14:textId="77777777" w:rsidR="0017291C" w:rsidRPr="00A00C96" w:rsidRDefault="0017291C" w:rsidP="008D0645">
            <w:pPr>
              <w:pStyle w:val="ConsPlusNormal"/>
              <w:jc w:val="center"/>
            </w:pPr>
            <w:r w:rsidRPr="00A00C96">
              <w:t>3</w:t>
            </w:r>
          </w:p>
        </w:tc>
        <w:tc>
          <w:tcPr>
            <w:tcW w:w="937" w:type="pct"/>
          </w:tcPr>
          <w:p w14:paraId="546B51A2" w14:textId="77777777" w:rsidR="0017291C" w:rsidRPr="00A00C96" w:rsidRDefault="0017291C" w:rsidP="008D0645">
            <w:pPr>
              <w:pStyle w:val="ConsPlusNormal"/>
              <w:jc w:val="center"/>
            </w:pPr>
            <w:r w:rsidRPr="00A00C96">
              <w:t>4</w:t>
            </w:r>
          </w:p>
        </w:tc>
        <w:tc>
          <w:tcPr>
            <w:tcW w:w="730" w:type="pct"/>
          </w:tcPr>
          <w:p w14:paraId="34278B25" w14:textId="77777777" w:rsidR="0017291C" w:rsidRPr="00A00C96" w:rsidRDefault="0017291C" w:rsidP="008D0645">
            <w:pPr>
              <w:pStyle w:val="ConsPlusNormal"/>
              <w:jc w:val="center"/>
            </w:pPr>
            <w:r w:rsidRPr="00A00C96">
              <w:t>5</w:t>
            </w:r>
          </w:p>
        </w:tc>
      </w:tr>
      <w:tr w:rsidR="0017291C" w:rsidRPr="00A00C96" w14:paraId="3DC1F1C8" w14:textId="77777777" w:rsidTr="008D0645">
        <w:trPr>
          <w:trHeight w:val="2877"/>
        </w:trPr>
        <w:tc>
          <w:tcPr>
            <w:tcW w:w="292" w:type="pct"/>
          </w:tcPr>
          <w:p w14:paraId="03336991" w14:textId="77777777" w:rsidR="0017291C" w:rsidRPr="00A00C96" w:rsidRDefault="0017291C" w:rsidP="008D0645">
            <w:pPr>
              <w:pStyle w:val="ConsPlusNormal"/>
              <w:jc w:val="center"/>
            </w:pPr>
            <w:bookmarkStart w:id="436" w:name="P236"/>
            <w:bookmarkEnd w:id="436"/>
            <w:r w:rsidRPr="00A00C96">
              <w:t>1.</w:t>
            </w:r>
          </w:p>
        </w:tc>
        <w:tc>
          <w:tcPr>
            <w:tcW w:w="2113" w:type="pct"/>
          </w:tcPr>
          <w:p w14:paraId="6665A13C" w14:textId="77777777" w:rsidR="0017291C" w:rsidRPr="00A00C96" w:rsidRDefault="0017291C" w:rsidP="008D0645">
            <w:pPr>
              <w:pStyle w:val="ConsPlusNormal"/>
            </w:pPr>
            <w:r w:rsidRPr="00A00C9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14:paraId="63E77887" w14:textId="77777777" w:rsidR="0017291C" w:rsidRPr="00A00C96" w:rsidRDefault="0017291C" w:rsidP="008D0645">
            <w:pPr>
              <w:pStyle w:val="ConsPlusNormal"/>
              <w:jc w:val="center"/>
            </w:pPr>
            <w:r w:rsidRPr="00A00C96">
              <w:t>не более 25</w:t>
            </w:r>
          </w:p>
        </w:tc>
        <w:tc>
          <w:tcPr>
            <w:tcW w:w="730" w:type="pct"/>
          </w:tcPr>
          <w:p w14:paraId="4207BBF1" w14:textId="77777777" w:rsidR="0017291C" w:rsidRPr="00A00C96" w:rsidRDefault="0017291C" w:rsidP="008D0645">
            <w:pPr>
              <w:pStyle w:val="ConsPlusNormal"/>
            </w:pPr>
            <w:r w:rsidRPr="00A00C96">
              <w:t>-</w:t>
            </w:r>
          </w:p>
        </w:tc>
      </w:tr>
      <w:tr w:rsidR="0017291C" w:rsidRPr="00A00C96" w14:paraId="67BF695C" w14:textId="77777777" w:rsidTr="008D0645">
        <w:trPr>
          <w:trHeight w:val="20"/>
        </w:trPr>
        <w:tc>
          <w:tcPr>
            <w:tcW w:w="292" w:type="pct"/>
          </w:tcPr>
          <w:p w14:paraId="54654857" w14:textId="77777777" w:rsidR="0017291C" w:rsidRPr="00A00C96" w:rsidRDefault="0017291C" w:rsidP="008D0645">
            <w:pPr>
              <w:pStyle w:val="ConsPlusNormal"/>
              <w:jc w:val="center"/>
            </w:pPr>
            <w:r w:rsidRPr="00A00C96">
              <w:t>2.</w:t>
            </w:r>
          </w:p>
        </w:tc>
        <w:tc>
          <w:tcPr>
            <w:tcW w:w="2113" w:type="pct"/>
          </w:tcPr>
          <w:p w14:paraId="4C9524C5" w14:textId="77777777" w:rsidR="0017291C" w:rsidRPr="00A00C96" w:rsidRDefault="0017291C" w:rsidP="008D0645">
            <w:pPr>
              <w:pStyle w:val="ConsPlusNormal"/>
            </w:pPr>
            <w:r w:rsidRPr="00A00C9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00C96">
              <w:rPr>
                <w:vertAlign w:val="superscript"/>
              </w:rPr>
              <w:t>3</w:t>
            </w:r>
            <w:r w:rsidRPr="00A00C96">
              <w:t xml:space="preserve">, </w:t>
            </w:r>
            <w:r w:rsidRPr="00A00C96">
              <w:lastRenderedPageBreak/>
              <w:t>процентов</w:t>
            </w:r>
          </w:p>
        </w:tc>
        <w:tc>
          <w:tcPr>
            <w:tcW w:w="1864" w:type="pct"/>
            <w:gridSpan w:val="2"/>
          </w:tcPr>
          <w:p w14:paraId="10B07A61" w14:textId="77777777" w:rsidR="0017291C" w:rsidRPr="00A00C96" w:rsidRDefault="0017291C" w:rsidP="008D0645">
            <w:pPr>
              <w:pStyle w:val="ConsPlusNormal"/>
              <w:jc w:val="center"/>
            </w:pPr>
            <w:r w:rsidRPr="00A00C96">
              <w:lastRenderedPageBreak/>
              <w:t>не более 49</w:t>
            </w:r>
          </w:p>
        </w:tc>
        <w:tc>
          <w:tcPr>
            <w:tcW w:w="730" w:type="pct"/>
          </w:tcPr>
          <w:p w14:paraId="5D53826D" w14:textId="77777777" w:rsidR="0017291C" w:rsidRPr="00A00C96" w:rsidRDefault="0017291C" w:rsidP="008D0645">
            <w:pPr>
              <w:pStyle w:val="ConsPlusNormal"/>
            </w:pPr>
            <w:r w:rsidRPr="00A00C96">
              <w:t>-</w:t>
            </w:r>
          </w:p>
        </w:tc>
      </w:tr>
      <w:tr w:rsidR="0017291C" w:rsidRPr="00A00C96" w14:paraId="36649BC4" w14:textId="77777777" w:rsidTr="008D0645">
        <w:trPr>
          <w:trHeight w:val="20"/>
        </w:trPr>
        <w:tc>
          <w:tcPr>
            <w:tcW w:w="292" w:type="pct"/>
          </w:tcPr>
          <w:p w14:paraId="3539DF7D" w14:textId="77777777" w:rsidR="0017291C" w:rsidRPr="00A00C96" w:rsidRDefault="0017291C" w:rsidP="008D0645">
            <w:pPr>
              <w:pStyle w:val="ConsPlusNormal"/>
              <w:jc w:val="center"/>
            </w:pPr>
            <w:r w:rsidRPr="00A00C96">
              <w:t>3.</w:t>
            </w:r>
          </w:p>
        </w:tc>
        <w:tc>
          <w:tcPr>
            <w:tcW w:w="2113" w:type="pct"/>
          </w:tcPr>
          <w:p w14:paraId="083F9BED" w14:textId="77777777" w:rsidR="0017291C" w:rsidRPr="00A00C96" w:rsidRDefault="0017291C" w:rsidP="008D0645">
            <w:pPr>
              <w:pStyle w:val="ConsPlusNormal"/>
            </w:pPr>
            <w:r w:rsidRPr="00A00C9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14:paraId="0B4D7A97" w14:textId="77777777" w:rsidR="0017291C" w:rsidRPr="00A00C96" w:rsidRDefault="0017291C" w:rsidP="008D0645">
            <w:pPr>
              <w:pStyle w:val="ConsPlusNormal"/>
              <w:jc w:val="center"/>
            </w:pPr>
            <w:r w:rsidRPr="00A00C96">
              <w:t>да (нет)</w:t>
            </w:r>
          </w:p>
        </w:tc>
      </w:tr>
      <w:tr w:rsidR="0017291C" w:rsidRPr="00A00C96" w14:paraId="4DF5AE10" w14:textId="77777777" w:rsidTr="008D0645">
        <w:trPr>
          <w:trHeight w:val="20"/>
        </w:trPr>
        <w:tc>
          <w:tcPr>
            <w:tcW w:w="292" w:type="pct"/>
          </w:tcPr>
          <w:p w14:paraId="4CB88EC9" w14:textId="77777777" w:rsidR="0017291C" w:rsidRPr="00A00C96" w:rsidRDefault="0017291C" w:rsidP="008D0645">
            <w:pPr>
              <w:pStyle w:val="ConsPlusNormal"/>
              <w:jc w:val="center"/>
            </w:pPr>
            <w:r w:rsidRPr="00A00C96">
              <w:t>4.</w:t>
            </w:r>
          </w:p>
        </w:tc>
        <w:tc>
          <w:tcPr>
            <w:tcW w:w="2113" w:type="pct"/>
          </w:tcPr>
          <w:p w14:paraId="5F4A9407" w14:textId="77777777" w:rsidR="0017291C" w:rsidRPr="00A00C96" w:rsidRDefault="0017291C" w:rsidP="008D0645">
            <w:pPr>
              <w:pStyle w:val="ConsPlusNormal"/>
            </w:pPr>
            <w:r w:rsidRPr="00A00C9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14:paraId="4B1DB6AB" w14:textId="77777777" w:rsidR="0017291C" w:rsidRPr="00A00C96" w:rsidRDefault="0017291C" w:rsidP="008D0645">
            <w:pPr>
              <w:pStyle w:val="ConsPlusNormal"/>
              <w:jc w:val="center"/>
            </w:pPr>
            <w:r w:rsidRPr="00A00C96">
              <w:t>да (нет)</w:t>
            </w:r>
          </w:p>
        </w:tc>
      </w:tr>
      <w:tr w:rsidR="0017291C" w:rsidRPr="00A00C96" w14:paraId="43118663" w14:textId="77777777" w:rsidTr="008D0645">
        <w:trPr>
          <w:trHeight w:val="20"/>
        </w:trPr>
        <w:tc>
          <w:tcPr>
            <w:tcW w:w="292" w:type="pct"/>
          </w:tcPr>
          <w:p w14:paraId="652383E3" w14:textId="77777777" w:rsidR="0017291C" w:rsidRPr="00A00C96" w:rsidRDefault="0017291C" w:rsidP="008D0645">
            <w:pPr>
              <w:pStyle w:val="ConsPlusNormal"/>
              <w:jc w:val="center"/>
            </w:pPr>
            <w:r w:rsidRPr="00A00C96">
              <w:t>5.</w:t>
            </w:r>
          </w:p>
        </w:tc>
        <w:tc>
          <w:tcPr>
            <w:tcW w:w="2113" w:type="pct"/>
          </w:tcPr>
          <w:p w14:paraId="1E8780C5" w14:textId="77777777" w:rsidR="0017291C" w:rsidRPr="00A00C96" w:rsidRDefault="0017291C" w:rsidP="008D0645">
            <w:pPr>
              <w:pStyle w:val="ConsPlusNormal"/>
            </w:pPr>
            <w:r w:rsidRPr="00A00C96">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14:paraId="4F63CF38" w14:textId="77777777" w:rsidR="0017291C" w:rsidRPr="00A00C96" w:rsidRDefault="0017291C" w:rsidP="008D0645">
            <w:pPr>
              <w:pStyle w:val="ConsPlusNormal"/>
              <w:jc w:val="center"/>
            </w:pPr>
            <w:r w:rsidRPr="00A00C96">
              <w:t>да (нет)</w:t>
            </w:r>
          </w:p>
        </w:tc>
      </w:tr>
      <w:tr w:rsidR="0017291C" w:rsidRPr="00A00C96" w14:paraId="5F49B47E" w14:textId="77777777" w:rsidTr="008D0645">
        <w:trPr>
          <w:trHeight w:val="20"/>
        </w:trPr>
        <w:tc>
          <w:tcPr>
            <w:tcW w:w="292" w:type="pct"/>
          </w:tcPr>
          <w:p w14:paraId="125D6526" w14:textId="77777777" w:rsidR="0017291C" w:rsidRPr="00A00C96" w:rsidRDefault="0017291C" w:rsidP="008D0645">
            <w:pPr>
              <w:pStyle w:val="ConsPlusNormal"/>
              <w:jc w:val="center"/>
            </w:pPr>
            <w:r w:rsidRPr="00A00C96">
              <w:t>6.</w:t>
            </w:r>
          </w:p>
        </w:tc>
        <w:tc>
          <w:tcPr>
            <w:tcW w:w="2113" w:type="pct"/>
          </w:tcPr>
          <w:p w14:paraId="23FE2CD6" w14:textId="77777777" w:rsidR="0017291C" w:rsidRPr="00A00C96" w:rsidRDefault="0017291C" w:rsidP="008D0645">
            <w:pPr>
              <w:pStyle w:val="ConsPlusNormal"/>
            </w:pPr>
            <w:r w:rsidRPr="00A00C9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w:t>
            </w:r>
            <w:r w:rsidRPr="00A00C96">
              <w:lastRenderedPageBreak/>
              <w:t>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14:paraId="690AD2E6" w14:textId="77777777" w:rsidR="0017291C" w:rsidRPr="00A00C96" w:rsidRDefault="0017291C" w:rsidP="008D0645">
            <w:pPr>
              <w:pStyle w:val="ConsPlusNormal"/>
              <w:jc w:val="center"/>
            </w:pPr>
            <w:r w:rsidRPr="00A00C96">
              <w:lastRenderedPageBreak/>
              <w:t>да (нет)</w:t>
            </w:r>
          </w:p>
        </w:tc>
      </w:tr>
      <w:tr w:rsidR="0017291C" w:rsidRPr="00A00C96" w14:paraId="0FE5B8DB" w14:textId="77777777" w:rsidTr="008D0645">
        <w:trPr>
          <w:trHeight w:val="20"/>
        </w:trPr>
        <w:tc>
          <w:tcPr>
            <w:tcW w:w="292" w:type="pct"/>
            <w:vMerge w:val="restart"/>
          </w:tcPr>
          <w:p w14:paraId="299E380A" w14:textId="77777777" w:rsidR="0017291C" w:rsidRPr="00A00C96" w:rsidRDefault="0017291C" w:rsidP="008D0645">
            <w:pPr>
              <w:pStyle w:val="ConsPlusNormal"/>
              <w:jc w:val="center"/>
            </w:pPr>
            <w:bookmarkStart w:id="437" w:name="P248"/>
            <w:bookmarkEnd w:id="437"/>
            <w:r w:rsidRPr="00A00C96">
              <w:t>7.</w:t>
            </w:r>
          </w:p>
        </w:tc>
        <w:tc>
          <w:tcPr>
            <w:tcW w:w="2113" w:type="pct"/>
            <w:vMerge w:val="restart"/>
          </w:tcPr>
          <w:p w14:paraId="35D8B18C" w14:textId="77777777" w:rsidR="0017291C" w:rsidRPr="00A00C96" w:rsidRDefault="0017291C" w:rsidP="008D0645">
            <w:pPr>
              <w:pStyle w:val="ConsPlusNormal"/>
            </w:pPr>
            <w:r w:rsidRPr="00A00C96">
              <w:t>Среднесписочная численность работников за предшествующий календарный год , человек</w:t>
            </w:r>
          </w:p>
        </w:tc>
        <w:tc>
          <w:tcPr>
            <w:tcW w:w="927" w:type="pct"/>
          </w:tcPr>
          <w:p w14:paraId="55202080" w14:textId="77777777" w:rsidR="0017291C" w:rsidRPr="00A00C96" w:rsidRDefault="0017291C" w:rsidP="008D0645">
            <w:pPr>
              <w:pStyle w:val="ConsPlusNormal"/>
              <w:jc w:val="center"/>
            </w:pPr>
            <w:r w:rsidRPr="00A00C96">
              <w:t>до 100 включительно</w:t>
            </w:r>
          </w:p>
        </w:tc>
        <w:tc>
          <w:tcPr>
            <w:tcW w:w="937" w:type="pct"/>
            <w:vMerge w:val="restart"/>
          </w:tcPr>
          <w:p w14:paraId="4C8BA3C5" w14:textId="77777777" w:rsidR="0017291C" w:rsidRPr="00A00C96" w:rsidRDefault="0017291C" w:rsidP="008D0645">
            <w:pPr>
              <w:pStyle w:val="ConsPlusNormal"/>
              <w:jc w:val="center"/>
            </w:pPr>
            <w:r w:rsidRPr="00A00C96">
              <w:t>от 101 до 250 включительно</w:t>
            </w:r>
          </w:p>
        </w:tc>
        <w:tc>
          <w:tcPr>
            <w:tcW w:w="730" w:type="pct"/>
            <w:vMerge w:val="restart"/>
          </w:tcPr>
          <w:p w14:paraId="24168B2B" w14:textId="77777777" w:rsidR="0017291C" w:rsidRPr="00A00C96" w:rsidRDefault="0017291C" w:rsidP="008D0645">
            <w:pPr>
              <w:pStyle w:val="ConsPlusNormal"/>
              <w:jc w:val="center"/>
            </w:pPr>
            <w:r w:rsidRPr="00A00C96">
              <w:t>указывается количество человек (за предшествующий календарный год)</w:t>
            </w:r>
          </w:p>
        </w:tc>
      </w:tr>
      <w:tr w:rsidR="0017291C" w:rsidRPr="00A00C96" w14:paraId="29054979" w14:textId="77777777" w:rsidTr="008D0645">
        <w:trPr>
          <w:trHeight w:val="20"/>
        </w:trPr>
        <w:tc>
          <w:tcPr>
            <w:tcW w:w="292" w:type="pct"/>
            <w:vMerge/>
          </w:tcPr>
          <w:p w14:paraId="7AF160ED" w14:textId="77777777" w:rsidR="0017291C" w:rsidRPr="00A00C96" w:rsidRDefault="0017291C" w:rsidP="008D0645"/>
        </w:tc>
        <w:tc>
          <w:tcPr>
            <w:tcW w:w="2113" w:type="pct"/>
            <w:vMerge/>
          </w:tcPr>
          <w:p w14:paraId="19206D38" w14:textId="77777777" w:rsidR="0017291C" w:rsidRPr="00A00C96" w:rsidRDefault="0017291C" w:rsidP="008D0645"/>
        </w:tc>
        <w:tc>
          <w:tcPr>
            <w:tcW w:w="927" w:type="pct"/>
          </w:tcPr>
          <w:p w14:paraId="0C0AC042" w14:textId="77777777" w:rsidR="0017291C" w:rsidRPr="00A00C96" w:rsidRDefault="0017291C" w:rsidP="008D0645">
            <w:pPr>
              <w:pStyle w:val="ConsPlusNormal"/>
              <w:jc w:val="center"/>
            </w:pPr>
            <w:r w:rsidRPr="00A00C96">
              <w:t>до 15 - микропредприятие</w:t>
            </w:r>
          </w:p>
        </w:tc>
        <w:tc>
          <w:tcPr>
            <w:tcW w:w="937" w:type="pct"/>
            <w:vMerge/>
          </w:tcPr>
          <w:p w14:paraId="137E5F53" w14:textId="77777777" w:rsidR="0017291C" w:rsidRPr="00A00C96" w:rsidRDefault="0017291C" w:rsidP="008D0645"/>
        </w:tc>
        <w:tc>
          <w:tcPr>
            <w:tcW w:w="730" w:type="pct"/>
            <w:vMerge/>
          </w:tcPr>
          <w:p w14:paraId="721BA13B" w14:textId="77777777" w:rsidR="0017291C" w:rsidRPr="00A00C96" w:rsidRDefault="0017291C" w:rsidP="008D0645">
            <w:pPr>
              <w:jc w:val="center"/>
            </w:pPr>
          </w:p>
        </w:tc>
      </w:tr>
      <w:tr w:rsidR="0017291C" w:rsidRPr="00A00C96" w14:paraId="3BB7E526" w14:textId="77777777" w:rsidTr="008D0645">
        <w:trPr>
          <w:trHeight w:val="20"/>
        </w:trPr>
        <w:tc>
          <w:tcPr>
            <w:tcW w:w="292" w:type="pct"/>
            <w:vMerge w:val="restart"/>
          </w:tcPr>
          <w:p w14:paraId="4AE07628" w14:textId="77777777" w:rsidR="0017291C" w:rsidRPr="00A00C96" w:rsidRDefault="0017291C" w:rsidP="008D0645">
            <w:pPr>
              <w:pStyle w:val="ConsPlusNormal"/>
              <w:jc w:val="center"/>
            </w:pPr>
            <w:r w:rsidRPr="00A00C96">
              <w:t>8.</w:t>
            </w:r>
          </w:p>
        </w:tc>
        <w:tc>
          <w:tcPr>
            <w:tcW w:w="2113" w:type="pct"/>
            <w:vMerge w:val="restart"/>
          </w:tcPr>
          <w:p w14:paraId="2021B626" w14:textId="77777777" w:rsidR="0017291C" w:rsidRPr="00A00C96" w:rsidRDefault="0017291C" w:rsidP="008D0645">
            <w:pPr>
              <w:pStyle w:val="ConsPlusNormal"/>
            </w:pPr>
            <w:r w:rsidRPr="00A00C96">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14:paraId="48558C92" w14:textId="77777777" w:rsidR="0017291C" w:rsidRPr="00A00C96" w:rsidRDefault="0017291C" w:rsidP="008D0645">
            <w:pPr>
              <w:pStyle w:val="ConsPlusNormal"/>
              <w:jc w:val="center"/>
            </w:pPr>
            <w:r w:rsidRPr="00A00C96">
              <w:t>800</w:t>
            </w:r>
          </w:p>
        </w:tc>
        <w:tc>
          <w:tcPr>
            <w:tcW w:w="937" w:type="pct"/>
            <w:vMerge w:val="restart"/>
          </w:tcPr>
          <w:p w14:paraId="14FEA2CB" w14:textId="77777777" w:rsidR="0017291C" w:rsidRPr="00A00C96" w:rsidRDefault="0017291C" w:rsidP="008D0645">
            <w:pPr>
              <w:pStyle w:val="ConsPlusNormal"/>
              <w:jc w:val="center"/>
            </w:pPr>
            <w:r w:rsidRPr="00A00C96">
              <w:t>2000</w:t>
            </w:r>
          </w:p>
        </w:tc>
        <w:tc>
          <w:tcPr>
            <w:tcW w:w="730" w:type="pct"/>
            <w:vMerge w:val="restart"/>
          </w:tcPr>
          <w:p w14:paraId="07B812DA" w14:textId="77777777" w:rsidR="0017291C" w:rsidRPr="00A00C96" w:rsidRDefault="0017291C" w:rsidP="008D0645">
            <w:pPr>
              <w:pStyle w:val="ConsPlusNormal"/>
              <w:jc w:val="center"/>
            </w:pPr>
            <w:r w:rsidRPr="00A00C96">
              <w:t>указывается в млн. рублей (за предшествующий календарный год)</w:t>
            </w:r>
          </w:p>
        </w:tc>
      </w:tr>
      <w:tr w:rsidR="0017291C" w:rsidRPr="00A00C96" w14:paraId="466139C8" w14:textId="77777777" w:rsidTr="008D0645">
        <w:trPr>
          <w:trHeight w:val="20"/>
        </w:trPr>
        <w:tc>
          <w:tcPr>
            <w:tcW w:w="292" w:type="pct"/>
            <w:vMerge/>
          </w:tcPr>
          <w:p w14:paraId="18DEC63D" w14:textId="77777777" w:rsidR="0017291C" w:rsidRPr="00A00C96" w:rsidRDefault="0017291C" w:rsidP="008D0645"/>
        </w:tc>
        <w:tc>
          <w:tcPr>
            <w:tcW w:w="2113" w:type="pct"/>
            <w:vMerge/>
          </w:tcPr>
          <w:p w14:paraId="3567C70F" w14:textId="77777777" w:rsidR="0017291C" w:rsidRPr="00A00C96" w:rsidRDefault="0017291C" w:rsidP="008D0645"/>
        </w:tc>
        <w:tc>
          <w:tcPr>
            <w:tcW w:w="927" w:type="pct"/>
          </w:tcPr>
          <w:p w14:paraId="694C6D6D" w14:textId="77777777" w:rsidR="0017291C" w:rsidRPr="00A00C96" w:rsidRDefault="0017291C" w:rsidP="008D0645">
            <w:pPr>
              <w:pStyle w:val="ConsPlusNormal"/>
              <w:jc w:val="center"/>
            </w:pPr>
            <w:r w:rsidRPr="00A00C96">
              <w:t>120 в год - микропредприятие</w:t>
            </w:r>
          </w:p>
        </w:tc>
        <w:tc>
          <w:tcPr>
            <w:tcW w:w="937" w:type="pct"/>
            <w:vMerge/>
          </w:tcPr>
          <w:p w14:paraId="340EECC7" w14:textId="77777777" w:rsidR="0017291C" w:rsidRPr="00A00C96" w:rsidRDefault="0017291C" w:rsidP="008D0645"/>
        </w:tc>
        <w:tc>
          <w:tcPr>
            <w:tcW w:w="730" w:type="pct"/>
            <w:vMerge/>
          </w:tcPr>
          <w:p w14:paraId="3B9E63A3" w14:textId="77777777" w:rsidR="0017291C" w:rsidRPr="00A00C96" w:rsidRDefault="0017291C" w:rsidP="008D0645">
            <w:pPr>
              <w:pStyle w:val="ConsPlusNormal"/>
            </w:pPr>
          </w:p>
        </w:tc>
      </w:tr>
      <w:tr w:rsidR="0017291C" w:rsidRPr="00A00C96" w14:paraId="549FA618" w14:textId="77777777" w:rsidTr="008D0645">
        <w:trPr>
          <w:trHeight w:val="20"/>
        </w:trPr>
        <w:tc>
          <w:tcPr>
            <w:tcW w:w="292" w:type="pct"/>
          </w:tcPr>
          <w:p w14:paraId="1AF29822" w14:textId="77777777" w:rsidR="0017291C" w:rsidRPr="00A00C96" w:rsidRDefault="0017291C" w:rsidP="008D0645">
            <w:pPr>
              <w:pStyle w:val="ConsPlusNormal"/>
              <w:jc w:val="center"/>
            </w:pPr>
            <w:r w:rsidRPr="00A00C96">
              <w:t>9.</w:t>
            </w:r>
          </w:p>
        </w:tc>
        <w:tc>
          <w:tcPr>
            <w:tcW w:w="2113" w:type="pct"/>
          </w:tcPr>
          <w:p w14:paraId="67C30819" w14:textId="77777777" w:rsidR="0017291C" w:rsidRPr="00A00C96" w:rsidRDefault="0017291C" w:rsidP="008D0645">
            <w:pPr>
              <w:pStyle w:val="ConsPlusNormal"/>
            </w:pPr>
            <w:r w:rsidRPr="00A00C9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14:paraId="401A8651" w14:textId="77777777" w:rsidR="0017291C" w:rsidRPr="00A00C96" w:rsidRDefault="0017291C" w:rsidP="008D0645">
            <w:pPr>
              <w:pStyle w:val="ConsPlusNormal"/>
              <w:jc w:val="center"/>
            </w:pPr>
            <w:r w:rsidRPr="00A00C96">
              <w:t>подлежит заполнению</w:t>
            </w:r>
          </w:p>
        </w:tc>
      </w:tr>
      <w:tr w:rsidR="0017291C" w:rsidRPr="00A00C96" w14:paraId="15BD70C1" w14:textId="77777777" w:rsidTr="008D0645">
        <w:trPr>
          <w:trHeight w:val="20"/>
        </w:trPr>
        <w:tc>
          <w:tcPr>
            <w:tcW w:w="292" w:type="pct"/>
          </w:tcPr>
          <w:p w14:paraId="0BB3CA4D" w14:textId="77777777" w:rsidR="0017291C" w:rsidRPr="00A00C96" w:rsidRDefault="0017291C" w:rsidP="008D0645">
            <w:pPr>
              <w:pStyle w:val="ConsPlusNormal"/>
              <w:jc w:val="center"/>
            </w:pPr>
            <w:r w:rsidRPr="00A00C96">
              <w:t>10.</w:t>
            </w:r>
          </w:p>
        </w:tc>
        <w:tc>
          <w:tcPr>
            <w:tcW w:w="2113" w:type="pct"/>
          </w:tcPr>
          <w:p w14:paraId="0B64AED0" w14:textId="77777777" w:rsidR="0017291C" w:rsidRPr="00A00C96" w:rsidRDefault="0017291C" w:rsidP="008D0645">
            <w:pPr>
              <w:pStyle w:val="ConsPlusNormal"/>
            </w:pPr>
            <w:r w:rsidRPr="00A00C9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14:paraId="309315F0" w14:textId="77777777" w:rsidR="0017291C" w:rsidRPr="00A00C96" w:rsidRDefault="0017291C" w:rsidP="008D0645">
            <w:pPr>
              <w:pStyle w:val="ConsPlusNormal"/>
              <w:jc w:val="center"/>
            </w:pPr>
            <w:r w:rsidRPr="00A00C96">
              <w:t xml:space="preserve"> подлежит заполнению</w:t>
            </w:r>
          </w:p>
        </w:tc>
      </w:tr>
      <w:tr w:rsidR="0017291C" w:rsidRPr="00A00C96" w14:paraId="16733814" w14:textId="77777777" w:rsidTr="008D0645">
        <w:trPr>
          <w:trHeight w:val="20"/>
        </w:trPr>
        <w:tc>
          <w:tcPr>
            <w:tcW w:w="292" w:type="pct"/>
          </w:tcPr>
          <w:p w14:paraId="1F9B6A6A" w14:textId="77777777" w:rsidR="0017291C" w:rsidRPr="00A00C96" w:rsidRDefault="0017291C" w:rsidP="008D0645">
            <w:pPr>
              <w:pStyle w:val="ConsPlusNormal"/>
              <w:jc w:val="center"/>
            </w:pPr>
            <w:bookmarkStart w:id="438" w:name="P264"/>
            <w:bookmarkEnd w:id="438"/>
            <w:r w:rsidRPr="00A00C96">
              <w:t>11.</w:t>
            </w:r>
          </w:p>
        </w:tc>
        <w:tc>
          <w:tcPr>
            <w:tcW w:w="2113" w:type="pct"/>
          </w:tcPr>
          <w:p w14:paraId="284E373B" w14:textId="77777777" w:rsidR="0017291C" w:rsidRPr="00A00C96" w:rsidRDefault="0017291C" w:rsidP="008D0645">
            <w:pPr>
              <w:pStyle w:val="ConsPlusNormal"/>
            </w:pPr>
            <w:r w:rsidRPr="00A00C96">
              <w:t xml:space="preserve">Сведения о производимых субъектами малого и среднего предпринимательства товарах, </w:t>
            </w:r>
            <w:r w:rsidRPr="00A00C96">
              <w:lastRenderedPageBreak/>
              <w:t>работах, услугах с указанием кодов ОКВЭД2 и ОКПД2</w:t>
            </w:r>
          </w:p>
          <w:p w14:paraId="5BA99A4A" w14:textId="77777777" w:rsidR="0017291C" w:rsidRPr="00A00C96" w:rsidRDefault="0017291C" w:rsidP="008D0645">
            <w:pPr>
              <w:pStyle w:val="ConsPlusNormal"/>
            </w:pPr>
          </w:p>
        </w:tc>
        <w:tc>
          <w:tcPr>
            <w:tcW w:w="2595" w:type="pct"/>
            <w:gridSpan w:val="3"/>
          </w:tcPr>
          <w:p w14:paraId="1490EA25" w14:textId="77777777" w:rsidR="0017291C" w:rsidRPr="00A00C96" w:rsidRDefault="0017291C" w:rsidP="008D0645">
            <w:pPr>
              <w:pStyle w:val="ConsPlusNormal"/>
              <w:jc w:val="center"/>
            </w:pPr>
            <w:r w:rsidRPr="00A00C96">
              <w:lastRenderedPageBreak/>
              <w:t>подлежит заполнению</w:t>
            </w:r>
          </w:p>
        </w:tc>
      </w:tr>
      <w:tr w:rsidR="0017291C" w:rsidRPr="00A00C96" w14:paraId="60479603" w14:textId="77777777" w:rsidTr="008D0645">
        <w:trPr>
          <w:trHeight w:val="20"/>
        </w:trPr>
        <w:tc>
          <w:tcPr>
            <w:tcW w:w="292" w:type="pct"/>
          </w:tcPr>
          <w:p w14:paraId="5D3B184D" w14:textId="77777777" w:rsidR="0017291C" w:rsidRPr="00A00C96" w:rsidDel="00D46E6A" w:rsidRDefault="0017291C" w:rsidP="008D0645">
            <w:pPr>
              <w:pStyle w:val="ConsPlusNormal"/>
              <w:jc w:val="center"/>
            </w:pPr>
            <w:r w:rsidRPr="00A00C96">
              <w:t>12</w:t>
            </w:r>
          </w:p>
        </w:tc>
        <w:tc>
          <w:tcPr>
            <w:tcW w:w="2113" w:type="pct"/>
          </w:tcPr>
          <w:p w14:paraId="3F20354A" w14:textId="77777777" w:rsidR="0017291C" w:rsidRPr="00A00C96" w:rsidRDefault="0017291C" w:rsidP="008D0645">
            <w:pPr>
              <w:pStyle w:val="ConsPlusNormal"/>
            </w:pPr>
            <w:r w:rsidRPr="00A00C9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14:paraId="51A92043" w14:textId="77777777" w:rsidR="0017291C" w:rsidRPr="00A00C96" w:rsidRDefault="0017291C" w:rsidP="008D0645">
            <w:pPr>
              <w:pStyle w:val="ConsPlusNormal"/>
              <w:jc w:val="center"/>
            </w:pPr>
            <w:r w:rsidRPr="00A00C96">
              <w:t>да (нет)</w:t>
            </w:r>
          </w:p>
        </w:tc>
      </w:tr>
      <w:tr w:rsidR="0017291C" w:rsidRPr="00A00C96" w14:paraId="58F94F53" w14:textId="77777777" w:rsidTr="008D0645">
        <w:trPr>
          <w:trHeight w:val="20"/>
        </w:trPr>
        <w:tc>
          <w:tcPr>
            <w:tcW w:w="292" w:type="pct"/>
          </w:tcPr>
          <w:p w14:paraId="3552CB9B" w14:textId="77777777" w:rsidR="0017291C" w:rsidRPr="00A00C96" w:rsidRDefault="0017291C" w:rsidP="008D0645">
            <w:pPr>
              <w:pStyle w:val="ConsPlusNormal"/>
              <w:jc w:val="center"/>
            </w:pPr>
            <w:r w:rsidRPr="00A00C96">
              <w:t>13</w:t>
            </w:r>
          </w:p>
        </w:tc>
        <w:tc>
          <w:tcPr>
            <w:tcW w:w="2113" w:type="pct"/>
          </w:tcPr>
          <w:p w14:paraId="4459BCF8" w14:textId="77777777" w:rsidR="0017291C" w:rsidRPr="00A00C96" w:rsidRDefault="0017291C" w:rsidP="008D0645">
            <w:pPr>
              <w:pStyle w:val="ConsPlusNormal"/>
            </w:pPr>
            <w:r w:rsidRPr="00A00C96">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14:paraId="41B350C2" w14:textId="77777777" w:rsidR="0017291C" w:rsidRPr="00A00C96" w:rsidRDefault="0017291C" w:rsidP="008D0645">
            <w:pPr>
              <w:pStyle w:val="ConsPlusNormal"/>
              <w:jc w:val="center"/>
            </w:pPr>
            <w:r w:rsidRPr="00A00C96">
              <w:t>да (нет)</w:t>
            </w:r>
          </w:p>
          <w:p w14:paraId="172DF414" w14:textId="77777777" w:rsidR="0017291C" w:rsidRPr="00A00C96" w:rsidRDefault="0017291C" w:rsidP="008D0645">
            <w:pPr>
              <w:pStyle w:val="ConsPlusNormal"/>
              <w:jc w:val="center"/>
            </w:pPr>
            <w:r w:rsidRPr="00A00C96">
              <w:t>(в случае участия - наименование заказчика, реализующего программу партнерства)</w:t>
            </w:r>
          </w:p>
        </w:tc>
      </w:tr>
      <w:tr w:rsidR="0017291C" w:rsidRPr="00A00C96" w14:paraId="0B7CEB2B" w14:textId="77777777" w:rsidTr="008D0645">
        <w:trPr>
          <w:trHeight w:val="20"/>
        </w:trPr>
        <w:tc>
          <w:tcPr>
            <w:tcW w:w="292" w:type="pct"/>
          </w:tcPr>
          <w:p w14:paraId="6F64F57F" w14:textId="77777777" w:rsidR="0017291C" w:rsidRPr="00A00C96" w:rsidRDefault="0017291C" w:rsidP="008D0645">
            <w:pPr>
              <w:pStyle w:val="ConsPlusNormal"/>
              <w:jc w:val="center"/>
            </w:pPr>
            <w:r w:rsidRPr="00A00C96">
              <w:t>14.</w:t>
            </w:r>
          </w:p>
        </w:tc>
        <w:tc>
          <w:tcPr>
            <w:tcW w:w="2113" w:type="pct"/>
          </w:tcPr>
          <w:p w14:paraId="0F2AFAE2" w14:textId="77777777" w:rsidR="0017291C" w:rsidRPr="00A00C96" w:rsidRDefault="0017291C" w:rsidP="008D0645">
            <w:pPr>
              <w:pStyle w:val="ConsPlusNormal"/>
            </w:pPr>
            <w:r w:rsidRPr="00A00C96">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595" w:type="pct"/>
            <w:gridSpan w:val="3"/>
          </w:tcPr>
          <w:p w14:paraId="7EE7593C" w14:textId="77777777" w:rsidR="0017291C" w:rsidRPr="00A00C96" w:rsidRDefault="0017291C" w:rsidP="008D0645">
            <w:pPr>
              <w:pStyle w:val="ConsPlusNormal"/>
              <w:jc w:val="center"/>
            </w:pPr>
            <w:r w:rsidRPr="00A00C96">
              <w:t>да (нет)</w:t>
            </w:r>
          </w:p>
          <w:p w14:paraId="0C57484A" w14:textId="77777777" w:rsidR="0017291C" w:rsidRPr="00A00C96" w:rsidRDefault="0017291C" w:rsidP="008D0645">
            <w:pPr>
              <w:pStyle w:val="ConsPlusNormal"/>
              <w:jc w:val="center"/>
            </w:pPr>
            <w:r w:rsidRPr="00A00C96">
              <w:t>(при наличии - количество исполненных контрактов  или договоров и общая сумма)</w:t>
            </w:r>
          </w:p>
        </w:tc>
      </w:tr>
      <w:tr w:rsidR="0017291C" w:rsidRPr="00A00C96" w14:paraId="64086C62" w14:textId="77777777" w:rsidTr="008D0645">
        <w:trPr>
          <w:trHeight w:val="20"/>
        </w:trPr>
        <w:tc>
          <w:tcPr>
            <w:tcW w:w="292" w:type="pct"/>
          </w:tcPr>
          <w:p w14:paraId="52569182" w14:textId="77777777" w:rsidR="0017291C" w:rsidRPr="00A00C96" w:rsidRDefault="0017291C" w:rsidP="008D0645">
            <w:pPr>
              <w:pStyle w:val="ConsPlusNormal"/>
              <w:jc w:val="center"/>
            </w:pPr>
            <w:r w:rsidRPr="00A00C96">
              <w:t>15.</w:t>
            </w:r>
          </w:p>
        </w:tc>
        <w:tc>
          <w:tcPr>
            <w:tcW w:w="2113" w:type="pct"/>
          </w:tcPr>
          <w:p w14:paraId="5E190D9A" w14:textId="77777777" w:rsidR="0017291C" w:rsidRPr="00A00C96" w:rsidRDefault="0017291C" w:rsidP="008D0645">
            <w:pPr>
              <w:pStyle w:val="ConsPlusNormal"/>
            </w:pPr>
            <w:r w:rsidRPr="00A00C9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14:paraId="022BC3EF" w14:textId="77777777" w:rsidR="0017291C" w:rsidRPr="00A00C96" w:rsidRDefault="0017291C" w:rsidP="008D0645">
            <w:pPr>
              <w:pStyle w:val="ConsPlusNormal"/>
              <w:jc w:val="center"/>
            </w:pPr>
            <w:r w:rsidRPr="00A00C96">
              <w:t>да (нет)</w:t>
            </w:r>
          </w:p>
        </w:tc>
      </w:tr>
      <w:tr w:rsidR="0017291C" w:rsidRPr="00A00C96" w14:paraId="15B3A021" w14:textId="77777777" w:rsidTr="008D0645">
        <w:trPr>
          <w:trHeight w:val="20"/>
        </w:trPr>
        <w:tc>
          <w:tcPr>
            <w:tcW w:w="292" w:type="pct"/>
          </w:tcPr>
          <w:p w14:paraId="3232CD29" w14:textId="77777777" w:rsidR="0017291C" w:rsidRPr="00A00C96" w:rsidRDefault="0017291C" w:rsidP="008D0645">
            <w:pPr>
              <w:pStyle w:val="ConsPlusNormal"/>
              <w:jc w:val="center"/>
            </w:pPr>
            <w:r w:rsidRPr="00A00C96">
              <w:lastRenderedPageBreak/>
              <w:t>16.</w:t>
            </w:r>
          </w:p>
        </w:tc>
        <w:tc>
          <w:tcPr>
            <w:tcW w:w="2113" w:type="pct"/>
          </w:tcPr>
          <w:p w14:paraId="61F57B67" w14:textId="77777777" w:rsidR="0017291C" w:rsidRPr="00A00C96" w:rsidRDefault="0017291C" w:rsidP="008D0645">
            <w:pPr>
              <w:pStyle w:val="ConsPlusNormal"/>
            </w:pPr>
            <w:r w:rsidRPr="00A00C9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595" w:type="pct"/>
            <w:gridSpan w:val="3"/>
          </w:tcPr>
          <w:p w14:paraId="218C12A2" w14:textId="77777777" w:rsidR="0017291C" w:rsidRPr="00A00C96" w:rsidRDefault="0017291C" w:rsidP="008D0645">
            <w:pPr>
              <w:pStyle w:val="ConsPlusNormal"/>
              <w:jc w:val="center"/>
            </w:pPr>
            <w:r w:rsidRPr="00A00C96">
              <w:t>да (нет)</w:t>
            </w:r>
          </w:p>
        </w:tc>
      </w:tr>
    </w:tbl>
    <w:p w14:paraId="2712CC36" w14:textId="77777777" w:rsidR="0017291C" w:rsidRPr="00A00C96" w:rsidRDefault="0017291C" w:rsidP="0017291C">
      <w:pPr>
        <w:pStyle w:val="ConsPlusNormal"/>
        <w:jc w:val="both"/>
      </w:pPr>
    </w:p>
    <w:p w14:paraId="1730EC4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w:t>
      </w:r>
    </w:p>
    <w:p w14:paraId="4AE4AC7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(подпись)</w:t>
      </w:r>
    </w:p>
    <w:p w14:paraId="41B9412C" w14:textId="77777777" w:rsidR="0017291C" w:rsidRPr="00A00C96" w:rsidRDefault="0017291C" w:rsidP="0017291C">
      <w:pPr>
        <w:pStyle w:val="ConsPlusNonformat"/>
        <w:jc w:val="both"/>
        <w:rPr>
          <w:rFonts w:ascii="Times New Roman" w:hAnsi="Times New Roman" w:cs="Times New Roman"/>
        </w:rPr>
      </w:pPr>
    </w:p>
    <w:p w14:paraId="7B061D0E"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 xml:space="preserve">        М.П.</w:t>
      </w:r>
    </w:p>
    <w:p w14:paraId="3495ADC1" w14:textId="77777777" w:rsidR="0017291C" w:rsidRPr="00A00C96" w:rsidRDefault="0017291C" w:rsidP="0017291C">
      <w:pPr>
        <w:pStyle w:val="ConsPlusNonformat"/>
        <w:jc w:val="both"/>
        <w:rPr>
          <w:rFonts w:ascii="Times New Roman" w:hAnsi="Times New Roman" w:cs="Times New Roman"/>
        </w:rPr>
      </w:pPr>
    </w:p>
    <w:p w14:paraId="6D378EC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___________________________________________________________________________</w:t>
      </w:r>
    </w:p>
    <w:p w14:paraId="076CE44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(фамилия, имя, отчество (при наличии) подписавшего, должность)</w:t>
      </w:r>
    </w:p>
    <w:p w14:paraId="777D2611" w14:textId="77777777" w:rsidR="0017291C" w:rsidRPr="00A00C96" w:rsidRDefault="0017291C" w:rsidP="0017291C">
      <w:pPr>
        <w:pStyle w:val="ConsPlusNonformat"/>
        <w:jc w:val="both"/>
        <w:rPr>
          <w:rFonts w:ascii="Times New Roman" w:hAnsi="Times New Roman" w:cs="Times New Roman"/>
        </w:rPr>
      </w:pPr>
    </w:p>
    <w:p w14:paraId="172A4A92" w14:textId="77777777" w:rsidR="0017291C" w:rsidRPr="00A00C96" w:rsidRDefault="0017291C" w:rsidP="0017291C">
      <w:pPr>
        <w:pStyle w:val="ConsPlusNormal"/>
        <w:ind w:firstLine="540"/>
        <w:jc w:val="both"/>
        <w:rPr>
          <w:sz w:val="20"/>
          <w:szCs w:val="20"/>
        </w:rPr>
      </w:pPr>
      <w:r w:rsidRPr="00A00C96">
        <w:rPr>
          <w:sz w:val="20"/>
          <w:szCs w:val="20"/>
          <w:vertAlign w:val="superscript"/>
        </w:rPr>
        <w:t>1</w:t>
      </w:r>
      <w:r w:rsidRPr="00A00C96">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39" w:name="P302"/>
      <w:bookmarkEnd w:id="439"/>
    </w:p>
    <w:p w14:paraId="4C7B8833" w14:textId="77777777" w:rsidR="0017291C" w:rsidRPr="00A00C96" w:rsidRDefault="0017291C" w:rsidP="0017291C">
      <w:pPr>
        <w:pStyle w:val="ConsPlusNormal"/>
        <w:ind w:firstLine="540"/>
        <w:jc w:val="both"/>
        <w:rPr>
          <w:sz w:val="20"/>
          <w:szCs w:val="20"/>
        </w:rPr>
      </w:pPr>
      <w:bookmarkStart w:id="440" w:name="P303"/>
      <w:bookmarkEnd w:id="440"/>
      <w:r w:rsidRPr="00A00C96">
        <w:rPr>
          <w:sz w:val="20"/>
          <w:szCs w:val="20"/>
          <w:vertAlign w:val="superscript"/>
        </w:rPr>
        <w:t>2</w:t>
      </w:r>
      <w:r w:rsidRPr="00A00C96">
        <w:rPr>
          <w:sz w:val="20"/>
          <w:szCs w:val="20"/>
        </w:rPr>
        <w:t xml:space="preserve"> Пункты 1-11 настоящего документа являются обязательными для заполнения.</w:t>
      </w:r>
    </w:p>
    <w:p w14:paraId="3A24D91B" w14:textId="77777777" w:rsidR="0017291C" w:rsidRPr="00A00C96" w:rsidRDefault="0017291C" w:rsidP="0017291C">
      <w:pPr>
        <w:pStyle w:val="ConsPlusNormal"/>
        <w:ind w:firstLine="540"/>
        <w:jc w:val="both"/>
        <w:rPr>
          <w:sz w:val="20"/>
          <w:szCs w:val="20"/>
        </w:rPr>
      </w:pPr>
      <w:r w:rsidRPr="00A00C96">
        <w:rPr>
          <w:sz w:val="20"/>
          <w:szCs w:val="20"/>
          <w:vertAlign w:val="superscript"/>
        </w:rPr>
        <w:t>3</w:t>
      </w:r>
      <w:r w:rsidRPr="00A00C96">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A00C96">
        <w:rPr>
          <w:sz w:val="20"/>
          <w:szCs w:val="20"/>
          <w:vertAlign w:val="superscript"/>
        </w:rPr>
        <w:t>1</w:t>
      </w:r>
      <w:r w:rsidRPr="00A00C96">
        <w:rPr>
          <w:sz w:val="20"/>
          <w:szCs w:val="20"/>
        </w:rPr>
        <w:t xml:space="preserve"> статьи 4 Федерального закона «О развитии малого и среднего предпринимательства  в Российской Федерации».</w:t>
      </w:r>
    </w:p>
    <w:p w14:paraId="32A9ACB6" w14:textId="77777777" w:rsidR="0017291C" w:rsidRPr="00A00C96" w:rsidRDefault="0017291C" w:rsidP="000A2450">
      <w:pPr>
        <w:numPr>
          <w:ilvl w:val="1"/>
          <w:numId w:val="22"/>
        </w:numPr>
        <w:jc w:val="both"/>
        <w:rPr>
          <w:bCs/>
          <w:sz w:val="24"/>
          <w:szCs w:val="24"/>
        </w:rPr>
      </w:pPr>
      <w:r w:rsidRPr="00A00C96">
        <w:rPr>
          <w:bCs/>
          <w:sz w:val="24"/>
          <w:szCs w:val="24"/>
        </w:rPr>
        <w:br w:type="page"/>
      </w:r>
    </w:p>
    <w:p w14:paraId="69281D88" w14:textId="692B9AB2" w:rsidR="00882BAD" w:rsidRPr="00882BAD" w:rsidRDefault="00882BAD" w:rsidP="00854110">
      <w:pPr>
        <w:ind w:left="600"/>
        <w:jc w:val="both"/>
        <w:rPr>
          <w:bCs/>
          <w:sz w:val="24"/>
          <w:szCs w:val="24"/>
        </w:rPr>
      </w:pPr>
    </w:p>
    <w:p w14:paraId="4301CBAA"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10 к письму о подаче заявки на участие</w:t>
      </w:r>
    </w:p>
    <w:p w14:paraId="36EF09C2" w14:textId="66BC9619" w:rsidR="00D34A9A" w:rsidRPr="000D1C42"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B561885" w14:textId="77777777" w:rsidR="00D34A9A" w:rsidRPr="00147F2B" w:rsidRDefault="00D34A9A" w:rsidP="00D34A9A">
      <w:pPr>
        <w:jc w:val="right"/>
        <w:rPr>
          <w:b/>
          <w:bCs/>
          <w:i/>
          <w:sz w:val="24"/>
          <w:szCs w:val="24"/>
          <w:lang w:eastAsia="x-none"/>
        </w:rPr>
      </w:pPr>
    </w:p>
    <w:p w14:paraId="00F74CE9" w14:textId="057CDA63" w:rsidR="00D34A9A" w:rsidRPr="00147F2B" w:rsidRDefault="00D34A9A" w:rsidP="00D34A9A">
      <w:pPr>
        <w:rPr>
          <w:b/>
          <w:i/>
          <w:sz w:val="24"/>
          <w:szCs w:val="24"/>
        </w:rPr>
      </w:pPr>
      <w:r w:rsidRPr="00147F2B">
        <w:rPr>
          <w:b/>
          <w:i/>
          <w:sz w:val="24"/>
          <w:szCs w:val="24"/>
        </w:rPr>
        <w:t>___________________ «Наименование Участника»</w:t>
      </w:r>
    </w:p>
    <w:p w14:paraId="2A4E28AA" w14:textId="77777777" w:rsidR="00D34A9A" w:rsidRPr="00147F2B" w:rsidRDefault="00D34A9A" w:rsidP="00D34A9A">
      <w:pPr>
        <w:rPr>
          <w:b/>
          <w:i/>
          <w:sz w:val="24"/>
          <w:szCs w:val="24"/>
        </w:rPr>
      </w:pPr>
    </w:p>
    <w:p w14:paraId="137AC712" w14:textId="77777777" w:rsidR="00D34A9A" w:rsidRDefault="00D34A9A" w:rsidP="00B87060">
      <w:pPr>
        <w:numPr>
          <w:ilvl w:val="1"/>
          <w:numId w:val="5"/>
        </w:numPr>
        <w:ind w:left="709" w:hanging="709"/>
        <w:jc w:val="both"/>
        <w:outlineLvl w:val="1"/>
        <w:rPr>
          <w:b/>
          <w:sz w:val="24"/>
          <w:szCs w:val="24"/>
          <w:lang w:val="x-none" w:eastAsia="x-none"/>
        </w:rPr>
      </w:pPr>
      <w:bookmarkStart w:id="441" w:name="_Toc453152094"/>
      <w:bookmarkStart w:id="442" w:name="_Toc453166646"/>
      <w:bookmarkStart w:id="443" w:name="_Toc468260895"/>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441"/>
      <w:bookmarkEnd w:id="442"/>
      <w:bookmarkEnd w:id="443"/>
      <w:r w:rsidRPr="00147F2B">
        <w:rPr>
          <w:b/>
          <w:sz w:val="24"/>
          <w:szCs w:val="24"/>
          <w:lang w:val="x-none" w:eastAsia="x-none"/>
        </w:rPr>
        <w:t xml:space="preserve"> </w:t>
      </w:r>
    </w:p>
    <w:p w14:paraId="31C166A4" w14:textId="77777777" w:rsidR="00854110" w:rsidRDefault="00854110" w:rsidP="00854110">
      <w:pPr>
        <w:ind w:left="709"/>
        <w:jc w:val="both"/>
        <w:outlineLvl w:val="1"/>
        <w:rPr>
          <w:b/>
          <w:sz w:val="24"/>
          <w:szCs w:val="24"/>
          <w:lang w:val="x-none" w:eastAsia="x-none"/>
        </w:rPr>
      </w:pPr>
    </w:p>
    <w:p w14:paraId="2C283553" w14:textId="77777777" w:rsidR="00854110" w:rsidRPr="00147F2B" w:rsidRDefault="00854110" w:rsidP="00854110">
      <w:pPr>
        <w:rPr>
          <w:b/>
          <w:sz w:val="24"/>
        </w:rPr>
      </w:pPr>
      <w:r w:rsidRPr="00147F2B">
        <w:rPr>
          <w:b/>
          <w:sz w:val="24"/>
        </w:rPr>
        <w:t>Письмо - подтверждение Организатору</w:t>
      </w:r>
    </w:p>
    <w:p w14:paraId="1D9286B9" w14:textId="77777777" w:rsidR="00854110" w:rsidRPr="00147F2B" w:rsidRDefault="00854110" w:rsidP="00854110">
      <w:pPr>
        <w:jc w:val="both"/>
        <w:rPr>
          <w:sz w:val="24"/>
        </w:rPr>
      </w:pPr>
    </w:p>
    <w:p w14:paraId="19472B52" w14:textId="77777777" w:rsidR="00854110" w:rsidRPr="00147F2B" w:rsidRDefault="00854110" w:rsidP="00854110">
      <w:pPr>
        <w:jc w:val="both"/>
        <w:rPr>
          <w:sz w:val="24"/>
        </w:rPr>
      </w:pPr>
      <w:r w:rsidRPr="00147F2B">
        <w:rPr>
          <w:sz w:val="24"/>
        </w:rPr>
        <w:tab/>
        <w:t>Мы, _______________________________________________, настоящим подтверждаем</w:t>
      </w:r>
    </w:p>
    <w:p w14:paraId="5A55A089" w14:textId="77777777" w:rsidR="00854110" w:rsidRPr="00147F2B" w:rsidRDefault="00854110" w:rsidP="00854110">
      <w:pPr>
        <w:ind w:left="2268" w:firstLine="567"/>
      </w:pPr>
      <w:r w:rsidRPr="00147F2B">
        <w:t>название организации</w:t>
      </w:r>
    </w:p>
    <w:p w14:paraId="21FC8701" w14:textId="77777777" w:rsidR="00854110" w:rsidRPr="00147F2B" w:rsidRDefault="00854110" w:rsidP="00854110">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FD40608" w14:textId="77777777" w:rsidR="00854110" w:rsidRPr="00147F2B" w:rsidRDefault="00854110" w:rsidP="00854110">
      <w:pPr>
        <w:jc w:val="both"/>
        <w:rPr>
          <w:sz w:val="24"/>
        </w:rPr>
      </w:pPr>
    </w:p>
    <w:p w14:paraId="33F8447D" w14:textId="77777777" w:rsidR="00854110" w:rsidRPr="00147F2B" w:rsidRDefault="00854110" w:rsidP="00854110">
      <w:pPr>
        <w:jc w:val="both"/>
        <w:rPr>
          <w:sz w:val="24"/>
        </w:rPr>
      </w:pPr>
    </w:p>
    <w:p w14:paraId="56683252" w14:textId="77777777" w:rsidR="00854110" w:rsidRPr="00147F2B" w:rsidRDefault="00854110" w:rsidP="00854110">
      <w:pPr>
        <w:rPr>
          <w:sz w:val="24"/>
        </w:rPr>
      </w:pPr>
      <w:r w:rsidRPr="00147F2B">
        <w:rPr>
          <w:sz w:val="24"/>
        </w:rPr>
        <w:t>___________________________________________</w:t>
      </w:r>
    </w:p>
    <w:p w14:paraId="765F557E" w14:textId="77777777" w:rsidR="00854110" w:rsidRPr="00147F2B" w:rsidRDefault="00854110" w:rsidP="00854110">
      <w:pPr>
        <w:rPr>
          <w:sz w:val="24"/>
        </w:rPr>
      </w:pPr>
      <w:r w:rsidRPr="00147F2B">
        <w:rPr>
          <w:sz w:val="24"/>
        </w:rPr>
        <w:t>(подпись, М.П.)</w:t>
      </w:r>
    </w:p>
    <w:p w14:paraId="425FBD95" w14:textId="77777777" w:rsidR="00854110" w:rsidRPr="00147F2B" w:rsidRDefault="00854110" w:rsidP="00854110">
      <w:pPr>
        <w:rPr>
          <w:sz w:val="24"/>
        </w:rPr>
      </w:pPr>
      <w:r w:rsidRPr="00147F2B">
        <w:rPr>
          <w:sz w:val="24"/>
        </w:rPr>
        <w:t>_____________________________</w:t>
      </w:r>
    </w:p>
    <w:p w14:paraId="6DF8CBE0" w14:textId="77777777" w:rsidR="00854110" w:rsidRPr="00147F2B" w:rsidRDefault="00854110" w:rsidP="00854110">
      <w:pPr>
        <w:rPr>
          <w:sz w:val="24"/>
        </w:rPr>
      </w:pPr>
      <w:r w:rsidRPr="00147F2B">
        <w:rPr>
          <w:sz w:val="24"/>
        </w:rPr>
        <w:t>(фамилия, имя, отчество подписавшего, должность)</w:t>
      </w:r>
    </w:p>
    <w:p w14:paraId="7CB24CE7" w14:textId="77777777" w:rsidR="00854110" w:rsidRPr="00147F2B" w:rsidRDefault="00854110" w:rsidP="00854110">
      <w:pPr>
        <w:rPr>
          <w:b/>
          <w:bCs/>
          <w:sz w:val="24"/>
          <w:szCs w:val="24"/>
        </w:rPr>
      </w:pPr>
      <w:r w:rsidRPr="00147F2B">
        <w:rPr>
          <w:b/>
          <w:bCs/>
          <w:sz w:val="24"/>
          <w:szCs w:val="24"/>
        </w:rPr>
        <w:br w:type="page"/>
      </w:r>
    </w:p>
    <w:p w14:paraId="7CEAC90D" w14:textId="77777777" w:rsidR="0022436D" w:rsidRDefault="0022436D" w:rsidP="00854110">
      <w:pPr>
        <w:ind w:left="709"/>
        <w:jc w:val="both"/>
        <w:outlineLvl w:val="1"/>
        <w:rPr>
          <w:b/>
          <w:sz w:val="24"/>
          <w:szCs w:val="24"/>
          <w:lang w:val="x-none" w:eastAsia="x-none"/>
        </w:rPr>
        <w:sectPr w:rsidR="0022436D" w:rsidSect="00B81E02">
          <w:headerReference w:type="default" r:id="rId29"/>
          <w:pgSz w:w="11906" w:h="16838" w:code="9"/>
          <w:pgMar w:top="709" w:right="851" w:bottom="426" w:left="1134" w:header="720" w:footer="720" w:gutter="0"/>
          <w:pgNumType w:chapSep="emDash"/>
          <w:cols w:space="720"/>
          <w:docGrid w:linePitch="272"/>
        </w:sectPr>
      </w:pPr>
    </w:p>
    <w:p w14:paraId="34A95808" w14:textId="26F76BAE" w:rsidR="00854110" w:rsidRDefault="00854110" w:rsidP="00854110">
      <w:pPr>
        <w:ind w:left="709"/>
        <w:jc w:val="both"/>
        <w:outlineLvl w:val="1"/>
        <w:rPr>
          <w:b/>
          <w:sz w:val="24"/>
          <w:szCs w:val="24"/>
          <w:lang w:val="x-none" w:eastAsia="x-none"/>
        </w:rPr>
      </w:pPr>
    </w:p>
    <w:p w14:paraId="131F1060" w14:textId="77777777" w:rsidR="00854110" w:rsidRPr="00854110" w:rsidRDefault="00854110" w:rsidP="00854110">
      <w:pPr>
        <w:numPr>
          <w:ilvl w:val="1"/>
          <w:numId w:val="5"/>
        </w:numPr>
        <w:tabs>
          <w:tab w:val="clear" w:pos="1855"/>
          <w:tab w:val="num" w:pos="567"/>
          <w:tab w:val="num" w:pos="720"/>
          <w:tab w:val="num" w:pos="862"/>
        </w:tabs>
        <w:spacing w:after="120"/>
        <w:ind w:left="850"/>
        <w:outlineLvl w:val="1"/>
        <w:rPr>
          <w:sz w:val="16"/>
          <w:szCs w:val="16"/>
        </w:rPr>
      </w:pPr>
      <w:bookmarkStart w:id="444" w:name="_Toc419717149"/>
      <w:bookmarkStart w:id="445" w:name="_Toc447266388"/>
      <w:bookmarkStart w:id="446" w:name="_Toc447888811"/>
      <w:bookmarkStart w:id="447" w:name="_Toc468260896"/>
      <w:r w:rsidRPr="00854110">
        <w:rPr>
          <w:b/>
          <w:sz w:val="28"/>
          <w:szCs w:val="16"/>
        </w:rPr>
        <w:t xml:space="preserve">Справка о </w:t>
      </w:r>
      <w:r w:rsidRPr="00854110">
        <w:rPr>
          <w:b/>
          <w:sz w:val="28"/>
        </w:rPr>
        <w:t>материально</w:t>
      </w:r>
      <w:r w:rsidRPr="00854110">
        <w:rPr>
          <w:b/>
          <w:sz w:val="28"/>
          <w:szCs w:val="16"/>
        </w:rPr>
        <w:t>-технических ресурсах</w:t>
      </w:r>
      <w:r w:rsidRPr="00854110">
        <w:rPr>
          <w:b/>
          <w:sz w:val="28"/>
          <w:szCs w:val="16"/>
          <w:vertAlign w:val="superscript"/>
        </w:rPr>
        <w:footnoteReference w:id="7"/>
      </w:r>
      <w:r w:rsidRPr="00854110">
        <w:rPr>
          <w:b/>
          <w:sz w:val="28"/>
          <w:szCs w:val="16"/>
        </w:rPr>
        <w:t xml:space="preserve"> (Форма </w:t>
      </w:r>
      <w:bookmarkEnd w:id="444"/>
      <w:r w:rsidRPr="00854110">
        <w:rPr>
          <w:b/>
          <w:sz w:val="28"/>
          <w:szCs w:val="16"/>
        </w:rPr>
        <w:t>11)</w:t>
      </w:r>
      <w:bookmarkEnd w:id="445"/>
      <w:bookmarkEnd w:id="446"/>
      <w:bookmarkEnd w:id="447"/>
    </w:p>
    <w:p w14:paraId="29C3F470" w14:textId="77777777" w:rsidR="00854110" w:rsidRPr="00854110" w:rsidRDefault="00854110" w:rsidP="00854110">
      <w:pPr>
        <w:ind w:firstLine="709"/>
        <w:jc w:val="both"/>
        <w:rPr>
          <w:b/>
        </w:rPr>
      </w:pPr>
    </w:p>
    <w:p w14:paraId="5D85440D" w14:textId="77777777" w:rsidR="00854110" w:rsidRPr="00854110" w:rsidRDefault="00854110" w:rsidP="00854110">
      <w:pPr>
        <w:ind w:firstLine="709"/>
        <w:jc w:val="both"/>
        <w:rPr>
          <w:i/>
          <w:iCs/>
          <w:sz w:val="24"/>
          <w:szCs w:val="24"/>
        </w:rPr>
      </w:pPr>
      <w:r w:rsidRPr="00854110">
        <w:rPr>
          <w:i/>
          <w:iCs/>
          <w:sz w:val="24"/>
          <w:szCs w:val="24"/>
        </w:rPr>
        <w:t>Приложение 11 к письму о подаче Заявки на участие в запросе предложений</w:t>
      </w:r>
    </w:p>
    <w:p w14:paraId="5C909EFB" w14:textId="38743AD1" w:rsidR="00854110" w:rsidRPr="00854110" w:rsidRDefault="00854110" w:rsidP="00854110">
      <w:pPr>
        <w:tabs>
          <w:tab w:val="center" w:pos="4677"/>
          <w:tab w:val="right" w:pos="9355"/>
        </w:tabs>
        <w:ind w:firstLine="720"/>
        <w:rPr>
          <w:i/>
          <w:iCs/>
          <w:sz w:val="24"/>
          <w:szCs w:val="24"/>
        </w:rPr>
      </w:pPr>
      <w:r w:rsidRPr="00854110">
        <w:rPr>
          <w:i/>
          <w:sz w:val="24"/>
          <w:szCs w:val="24"/>
        </w:rPr>
        <w:t xml:space="preserve">№ </w:t>
      </w:r>
      <w:r w:rsidR="003C4955">
        <w:rPr>
          <w:i/>
          <w:sz w:val="24"/>
          <w:szCs w:val="24"/>
        </w:rPr>
        <w:t>0002/16/2.2/0069276/ТГУфа/ЗП/ГОС/Э/02.12.2016</w:t>
      </w:r>
      <w:r w:rsidRPr="00854110">
        <w:rPr>
          <w:i/>
          <w:sz w:val="24"/>
          <w:szCs w:val="24"/>
        </w:rPr>
        <w:t xml:space="preserve"> </w:t>
      </w:r>
    </w:p>
    <w:tbl>
      <w:tblPr>
        <w:tblW w:w="499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
        <w:gridCol w:w="3751"/>
        <w:gridCol w:w="1696"/>
        <w:gridCol w:w="929"/>
        <w:gridCol w:w="1896"/>
        <w:gridCol w:w="2412"/>
        <w:gridCol w:w="1696"/>
        <w:gridCol w:w="1445"/>
        <w:gridCol w:w="1486"/>
      </w:tblGrid>
      <w:tr w:rsidR="00854110" w:rsidRPr="00854110" w14:paraId="18784F22"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vAlign w:val="center"/>
          </w:tcPr>
          <w:p w14:paraId="332FF17B" w14:textId="77777777" w:rsidR="00854110" w:rsidRPr="00854110" w:rsidRDefault="00854110" w:rsidP="00854110">
            <w:pPr>
              <w:ind w:left="-85" w:right="-85"/>
              <w:jc w:val="center"/>
              <w:rPr>
                <w:b/>
                <w:sz w:val="24"/>
              </w:rPr>
            </w:pPr>
            <w:r w:rsidRPr="00854110">
              <w:rPr>
                <w:b/>
                <w:sz w:val="24"/>
              </w:rPr>
              <w:t>№  п/п</w:t>
            </w:r>
            <w:bookmarkStart w:id="448" w:name="_Toc324503017"/>
            <w:bookmarkStart w:id="449" w:name="_Toc324503156"/>
            <w:bookmarkStart w:id="450" w:name="_Toc324503295"/>
            <w:bookmarkEnd w:id="448"/>
            <w:bookmarkEnd w:id="449"/>
            <w:bookmarkEnd w:id="450"/>
          </w:p>
        </w:tc>
        <w:tc>
          <w:tcPr>
            <w:tcW w:w="1179" w:type="pct"/>
            <w:tcBorders>
              <w:top w:val="single" w:sz="4" w:space="0" w:color="auto"/>
              <w:left w:val="single" w:sz="4" w:space="0" w:color="auto"/>
              <w:bottom w:val="single" w:sz="4" w:space="0" w:color="auto"/>
              <w:right w:val="single" w:sz="4" w:space="0" w:color="auto"/>
            </w:tcBorders>
            <w:vAlign w:val="center"/>
          </w:tcPr>
          <w:p w14:paraId="514FBD8B" w14:textId="77777777" w:rsidR="00854110" w:rsidRPr="00854110" w:rsidRDefault="00854110" w:rsidP="00854110">
            <w:pPr>
              <w:ind w:left="-85" w:right="-85"/>
              <w:jc w:val="center"/>
              <w:rPr>
                <w:b/>
                <w:sz w:val="24"/>
              </w:rPr>
            </w:pPr>
            <w:r w:rsidRPr="00854110">
              <w:rPr>
                <w:b/>
                <w:sz w:val="24"/>
              </w:rPr>
              <w:t>Наименование</w:t>
            </w:r>
            <w:bookmarkStart w:id="451" w:name="_Toc324503018"/>
            <w:bookmarkStart w:id="452" w:name="_Toc324503157"/>
            <w:bookmarkStart w:id="453" w:name="_Toc324503296"/>
            <w:bookmarkEnd w:id="451"/>
            <w:bookmarkEnd w:id="452"/>
            <w:bookmarkEnd w:id="453"/>
          </w:p>
          <w:p w14:paraId="7B2770BC" w14:textId="77777777" w:rsidR="00854110" w:rsidRPr="00854110" w:rsidRDefault="00854110" w:rsidP="00854110">
            <w:pPr>
              <w:ind w:left="-85" w:right="-85"/>
              <w:jc w:val="center"/>
              <w:rPr>
                <w:b/>
                <w:sz w:val="24"/>
              </w:rPr>
            </w:pPr>
            <w:r w:rsidRPr="00854110">
              <w:rPr>
                <w:b/>
                <w:sz w:val="24"/>
              </w:rPr>
              <w:t>(Модель)</w:t>
            </w:r>
            <w:bookmarkStart w:id="454" w:name="_Toc324503019"/>
            <w:bookmarkStart w:id="455" w:name="_Toc324503158"/>
            <w:bookmarkStart w:id="456" w:name="_Toc324503297"/>
            <w:bookmarkEnd w:id="454"/>
            <w:bookmarkEnd w:id="455"/>
            <w:bookmarkEnd w:id="456"/>
          </w:p>
        </w:tc>
        <w:tc>
          <w:tcPr>
            <w:tcW w:w="533" w:type="pct"/>
            <w:tcBorders>
              <w:top w:val="single" w:sz="4" w:space="0" w:color="auto"/>
              <w:left w:val="single" w:sz="4" w:space="0" w:color="auto"/>
              <w:bottom w:val="single" w:sz="4" w:space="0" w:color="auto"/>
              <w:right w:val="single" w:sz="4" w:space="0" w:color="auto"/>
            </w:tcBorders>
            <w:vAlign w:val="center"/>
          </w:tcPr>
          <w:p w14:paraId="331CC413" w14:textId="77777777" w:rsidR="00854110" w:rsidRPr="00854110" w:rsidRDefault="00854110" w:rsidP="00854110">
            <w:pPr>
              <w:ind w:left="-85" w:right="-85"/>
              <w:jc w:val="center"/>
              <w:rPr>
                <w:b/>
                <w:sz w:val="24"/>
              </w:rPr>
            </w:pPr>
            <w:r w:rsidRPr="00854110">
              <w:rPr>
                <w:b/>
                <w:sz w:val="24"/>
              </w:rPr>
              <w:t>Место нахождения</w:t>
            </w:r>
          </w:p>
        </w:tc>
        <w:tc>
          <w:tcPr>
            <w:tcW w:w="292" w:type="pct"/>
            <w:tcBorders>
              <w:top w:val="single" w:sz="4" w:space="0" w:color="auto"/>
              <w:left w:val="single" w:sz="4" w:space="0" w:color="auto"/>
              <w:bottom w:val="single" w:sz="4" w:space="0" w:color="auto"/>
              <w:right w:val="single" w:sz="4" w:space="0" w:color="auto"/>
            </w:tcBorders>
            <w:vAlign w:val="center"/>
          </w:tcPr>
          <w:p w14:paraId="719AD668" w14:textId="77777777" w:rsidR="00854110" w:rsidRPr="00854110" w:rsidRDefault="00854110" w:rsidP="00854110">
            <w:pPr>
              <w:ind w:left="-85" w:right="-85"/>
              <w:jc w:val="center"/>
              <w:rPr>
                <w:b/>
                <w:sz w:val="24"/>
              </w:rPr>
            </w:pPr>
            <w:r w:rsidRPr="00854110">
              <w:rPr>
                <w:b/>
                <w:sz w:val="24"/>
              </w:rPr>
              <w:t>Кол-во</w:t>
            </w:r>
            <w:bookmarkStart w:id="457" w:name="_Toc324503020"/>
            <w:bookmarkStart w:id="458" w:name="_Toc324503159"/>
            <w:bookmarkStart w:id="459" w:name="_Toc324503298"/>
            <w:bookmarkEnd w:id="457"/>
            <w:bookmarkEnd w:id="458"/>
            <w:bookmarkEnd w:id="459"/>
          </w:p>
        </w:tc>
        <w:tc>
          <w:tcPr>
            <w:tcW w:w="596" w:type="pct"/>
            <w:tcBorders>
              <w:top w:val="single" w:sz="4" w:space="0" w:color="auto"/>
              <w:left w:val="single" w:sz="4" w:space="0" w:color="auto"/>
              <w:bottom w:val="single" w:sz="4" w:space="0" w:color="auto"/>
              <w:right w:val="single" w:sz="4" w:space="0" w:color="auto"/>
            </w:tcBorders>
            <w:vAlign w:val="center"/>
          </w:tcPr>
          <w:p w14:paraId="5C2034E3" w14:textId="77777777" w:rsidR="00854110" w:rsidRPr="00854110" w:rsidRDefault="00854110" w:rsidP="00854110">
            <w:pPr>
              <w:ind w:left="-85" w:right="-85"/>
              <w:jc w:val="center"/>
              <w:rPr>
                <w:b/>
                <w:sz w:val="24"/>
              </w:rPr>
            </w:pPr>
            <w:r w:rsidRPr="00854110">
              <w:rPr>
                <w:b/>
                <w:sz w:val="24"/>
              </w:rPr>
              <w:t>Технические характеристики</w:t>
            </w:r>
            <w:bookmarkStart w:id="460" w:name="_Toc324503021"/>
            <w:bookmarkStart w:id="461" w:name="_Toc324503160"/>
            <w:bookmarkStart w:id="462" w:name="_Toc324503299"/>
            <w:bookmarkEnd w:id="460"/>
            <w:bookmarkEnd w:id="461"/>
            <w:bookmarkEnd w:id="462"/>
          </w:p>
        </w:tc>
        <w:tc>
          <w:tcPr>
            <w:tcW w:w="758" w:type="pct"/>
            <w:tcBorders>
              <w:top w:val="single" w:sz="4" w:space="0" w:color="auto"/>
              <w:left w:val="single" w:sz="4" w:space="0" w:color="auto"/>
              <w:bottom w:val="single" w:sz="4" w:space="0" w:color="auto"/>
              <w:right w:val="single" w:sz="4" w:space="0" w:color="auto"/>
            </w:tcBorders>
            <w:vAlign w:val="center"/>
          </w:tcPr>
          <w:p w14:paraId="5A99D1E3" w14:textId="77777777" w:rsidR="00854110" w:rsidRPr="00854110" w:rsidRDefault="00854110" w:rsidP="00854110">
            <w:pPr>
              <w:ind w:left="-85" w:right="-85"/>
              <w:jc w:val="center"/>
              <w:rPr>
                <w:b/>
                <w:sz w:val="24"/>
              </w:rPr>
            </w:pPr>
            <w:r w:rsidRPr="00854110">
              <w:rPr>
                <w:b/>
                <w:sz w:val="24"/>
              </w:rPr>
              <w:t>Право собственности или иное право (хозяйственного ведения, оперативного управления)</w:t>
            </w:r>
            <w:bookmarkStart w:id="463" w:name="_Toc324503022"/>
            <w:bookmarkStart w:id="464" w:name="_Toc324503161"/>
            <w:bookmarkStart w:id="465" w:name="_Toc324503300"/>
            <w:bookmarkEnd w:id="463"/>
            <w:bookmarkEnd w:id="464"/>
            <w:bookmarkEnd w:id="465"/>
          </w:p>
        </w:tc>
        <w:tc>
          <w:tcPr>
            <w:tcW w:w="533" w:type="pct"/>
            <w:tcBorders>
              <w:top w:val="single" w:sz="4" w:space="0" w:color="auto"/>
              <w:left w:val="single" w:sz="4" w:space="0" w:color="auto"/>
              <w:bottom w:val="single" w:sz="4" w:space="0" w:color="auto"/>
              <w:right w:val="single" w:sz="4" w:space="0" w:color="auto"/>
            </w:tcBorders>
            <w:vAlign w:val="center"/>
          </w:tcPr>
          <w:p w14:paraId="5A15E11B" w14:textId="77777777" w:rsidR="00854110" w:rsidRPr="00854110" w:rsidRDefault="00854110" w:rsidP="00854110">
            <w:pPr>
              <w:tabs>
                <w:tab w:val="left" w:pos="0"/>
                <w:tab w:val="center" w:pos="4677"/>
                <w:tab w:val="right" w:pos="9355"/>
              </w:tabs>
              <w:ind w:left="-85" w:right="-85"/>
              <w:jc w:val="center"/>
              <w:rPr>
                <w:b/>
                <w:sz w:val="24"/>
              </w:rPr>
            </w:pPr>
            <w:r w:rsidRPr="00854110">
              <w:rPr>
                <w:b/>
                <w:sz w:val="24"/>
              </w:rPr>
              <w:t xml:space="preserve">Назначение в отношении предмета </w:t>
            </w:r>
            <w:bookmarkStart w:id="466" w:name="_Toc324503023"/>
            <w:bookmarkStart w:id="467" w:name="_Toc324503162"/>
            <w:bookmarkStart w:id="468" w:name="_Toc324503301"/>
            <w:bookmarkEnd w:id="466"/>
            <w:bookmarkEnd w:id="467"/>
            <w:bookmarkEnd w:id="468"/>
            <w:r w:rsidRPr="00854110">
              <w:rPr>
                <w:b/>
                <w:sz w:val="24"/>
              </w:rPr>
              <w:t>запроса предложений</w:t>
            </w:r>
          </w:p>
        </w:tc>
        <w:tc>
          <w:tcPr>
            <w:tcW w:w="454" w:type="pct"/>
            <w:tcBorders>
              <w:top w:val="single" w:sz="4" w:space="0" w:color="auto"/>
              <w:left w:val="single" w:sz="4" w:space="0" w:color="auto"/>
              <w:bottom w:val="single" w:sz="4" w:space="0" w:color="auto"/>
              <w:right w:val="single" w:sz="4" w:space="0" w:color="auto"/>
            </w:tcBorders>
            <w:vAlign w:val="center"/>
          </w:tcPr>
          <w:p w14:paraId="1469BB60" w14:textId="77777777" w:rsidR="00854110" w:rsidRPr="00854110" w:rsidRDefault="00854110" w:rsidP="00854110">
            <w:pPr>
              <w:tabs>
                <w:tab w:val="left" w:pos="1187"/>
              </w:tabs>
              <w:ind w:left="-85" w:right="-85"/>
              <w:jc w:val="center"/>
              <w:rPr>
                <w:b/>
                <w:sz w:val="24"/>
              </w:rPr>
            </w:pPr>
            <w:r w:rsidRPr="00854110">
              <w:rPr>
                <w:b/>
                <w:sz w:val="24"/>
              </w:rPr>
              <w:t>Техническое состояние</w:t>
            </w:r>
            <w:bookmarkStart w:id="469" w:name="_Toc324503024"/>
            <w:bookmarkStart w:id="470" w:name="_Toc324503163"/>
            <w:bookmarkStart w:id="471" w:name="_Toc324503302"/>
            <w:bookmarkEnd w:id="469"/>
            <w:bookmarkEnd w:id="470"/>
            <w:bookmarkEnd w:id="471"/>
          </w:p>
        </w:tc>
        <w:tc>
          <w:tcPr>
            <w:tcW w:w="467" w:type="pct"/>
            <w:tcBorders>
              <w:top w:val="single" w:sz="4" w:space="0" w:color="auto"/>
              <w:left w:val="single" w:sz="4" w:space="0" w:color="auto"/>
              <w:bottom w:val="single" w:sz="4" w:space="0" w:color="auto"/>
              <w:right w:val="single" w:sz="4" w:space="0" w:color="auto"/>
            </w:tcBorders>
            <w:vAlign w:val="center"/>
          </w:tcPr>
          <w:p w14:paraId="3746214D" w14:textId="77777777" w:rsidR="00854110" w:rsidRPr="00854110" w:rsidRDefault="00854110" w:rsidP="00854110">
            <w:pPr>
              <w:tabs>
                <w:tab w:val="left" w:pos="732"/>
              </w:tabs>
              <w:ind w:left="-85" w:right="-85" w:firstLine="12"/>
              <w:jc w:val="center"/>
              <w:rPr>
                <w:b/>
                <w:sz w:val="24"/>
              </w:rPr>
            </w:pPr>
            <w:r w:rsidRPr="00854110">
              <w:rPr>
                <w:b/>
                <w:sz w:val="24"/>
              </w:rPr>
              <w:t>Примечание</w:t>
            </w:r>
            <w:bookmarkStart w:id="472" w:name="_Toc324503025"/>
            <w:bookmarkStart w:id="473" w:name="_Toc324503164"/>
            <w:bookmarkStart w:id="474" w:name="_Toc324503303"/>
            <w:bookmarkEnd w:id="472"/>
            <w:bookmarkEnd w:id="473"/>
            <w:bookmarkEnd w:id="474"/>
          </w:p>
        </w:tc>
        <w:bookmarkStart w:id="475" w:name="_Toc324503026"/>
        <w:bookmarkStart w:id="476" w:name="_Toc324503165"/>
        <w:bookmarkStart w:id="477" w:name="_Toc324503304"/>
        <w:bookmarkEnd w:id="475"/>
        <w:bookmarkEnd w:id="476"/>
        <w:bookmarkEnd w:id="477"/>
      </w:tr>
      <w:tr w:rsidR="00854110" w:rsidRPr="00854110" w14:paraId="1BE0E539"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5A807BC1" w14:textId="77777777" w:rsidR="00854110" w:rsidRPr="00854110" w:rsidRDefault="00854110" w:rsidP="000A2450">
            <w:pPr>
              <w:numPr>
                <w:ilvl w:val="0"/>
                <w:numId w:val="50"/>
              </w:numPr>
              <w:ind w:right="-85"/>
              <w:rPr>
                <w:sz w:val="24"/>
              </w:rPr>
            </w:pPr>
            <w:bookmarkStart w:id="478" w:name="_Toc324503027"/>
            <w:bookmarkStart w:id="479" w:name="_Toc324503166"/>
            <w:bookmarkStart w:id="480" w:name="_Toc324503305"/>
            <w:bookmarkEnd w:id="478"/>
            <w:bookmarkEnd w:id="479"/>
            <w:bookmarkEnd w:id="480"/>
          </w:p>
        </w:tc>
        <w:tc>
          <w:tcPr>
            <w:tcW w:w="1179" w:type="pct"/>
            <w:tcBorders>
              <w:top w:val="single" w:sz="4" w:space="0" w:color="auto"/>
              <w:left w:val="single" w:sz="4" w:space="0" w:color="auto"/>
              <w:bottom w:val="single" w:sz="4" w:space="0" w:color="auto"/>
              <w:right w:val="single" w:sz="4" w:space="0" w:color="auto"/>
            </w:tcBorders>
            <w:vAlign w:val="center"/>
          </w:tcPr>
          <w:p w14:paraId="0E1881FE" w14:textId="77777777" w:rsidR="00854110" w:rsidRPr="00854110" w:rsidRDefault="00854110" w:rsidP="00854110">
            <w:pPr>
              <w:ind w:left="-85" w:right="-85"/>
              <w:rPr>
                <w:sz w:val="24"/>
              </w:rPr>
            </w:pPr>
            <w:bookmarkStart w:id="481" w:name="_Toc324503028"/>
            <w:bookmarkStart w:id="482" w:name="_Toc324503167"/>
            <w:bookmarkStart w:id="483" w:name="_Toc324503306"/>
            <w:bookmarkEnd w:id="481"/>
            <w:bookmarkEnd w:id="482"/>
            <w:bookmarkEnd w:id="483"/>
          </w:p>
        </w:tc>
        <w:tc>
          <w:tcPr>
            <w:tcW w:w="533" w:type="pct"/>
            <w:tcBorders>
              <w:top w:val="single" w:sz="4" w:space="0" w:color="auto"/>
              <w:left w:val="single" w:sz="4" w:space="0" w:color="auto"/>
              <w:bottom w:val="single" w:sz="4" w:space="0" w:color="auto"/>
              <w:right w:val="single" w:sz="4" w:space="0" w:color="auto"/>
            </w:tcBorders>
          </w:tcPr>
          <w:p w14:paraId="5D3FAFCF" w14:textId="77777777" w:rsidR="00854110" w:rsidRPr="00854110" w:rsidRDefault="00854110" w:rsidP="00854110">
            <w:pPr>
              <w:ind w:left="-85" w:right="-85"/>
              <w:rPr>
                <w:sz w:val="24"/>
              </w:rPr>
            </w:pPr>
          </w:p>
        </w:tc>
        <w:tc>
          <w:tcPr>
            <w:tcW w:w="292" w:type="pct"/>
            <w:tcBorders>
              <w:top w:val="single" w:sz="4" w:space="0" w:color="auto"/>
              <w:left w:val="single" w:sz="4" w:space="0" w:color="auto"/>
              <w:bottom w:val="single" w:sz="4" w:space="0" w:color="auto"/>
              <w:right w:val="single" w:sz="4" w:space="0" w:color="auto"/>
            </w:tcBorders>
          </w:tcPr>
          <w:p w14:paraId="6F487D6D" w14:textId="77777777" w:rsidR="00854110" w:rsidRPr="00854110" w:rsidRDefault="00854110" w:rsidP="00854110">
            <w:pPr>
              <w:ind w:left="-85" w:right="-85"/>
              <w:rPr>
                <w:sz w:val="24"/>
              </w:rPr>
            </w:pPr>
            <w:bookmarkStart w:id="484" w:name="_Toc324503029"/>
            <w:bookmarkStart w:id="485" w:name="_Toc324503168"/>
            <w:bookmarkStart w:id="486" w:name="_Toc324503307"/>
            <w:bookmarkEnd w:id="484"/>
            <w:bookmarkEnd w:id="485"/>
            <w:bookmarkEnd w:id="486"/>
          </w:p>
        </w:tc>
        <w:tc>
          <w:tcPr>
            <w:tcW w:w="596" w:type="pct"/>
            <w:tcBorders>
              <w:top w:val="single" w:sz="4" w:space="0" w:color="auto"/>
              <w:left w:val="single" w:sz="4" w:space="0" w:color="auto"/>
              <w:bottom w:val="single" w:sz="4" w:space="0" w:color="auto"/>
              <w:right w:val="single" w:sz="4" w:space="0" w:color="auto"/>
            </w:tcBorders>
          </w:tcPr>
          <w:p w14:paraId="4B00A7A6" w14:textId="77777777" w:rsidR="00854110" w:rsidRPr="00854110" w:rsidRDefault="00854110" w:rsidP="00854110">
            <w:pPr>
              <w:ind w:left="-85" w:right="-85"/>
              <w:rPr>
                <w:sz w:val="24"/>
              </w:rPr>
            </w:pPr>
            <w:bookmarkStart w:id="487" w:name="_Toc324503030"/>
            <w:bookmarkStart w:id="488" w:name="_Toc324503169"/>
            <w:bookmarkStart w:id="489" w:name="_Toc324503308"/>
            <w:bookmarkEnd w:id="487"/>
            <w:bookmarkEnd w:id="488"/>
            <w:bookmarkEnd w:id="489"/>
          </w:p>
        </w:tc>
        <w:tc>
          <w:tcPr>
            <w:tcW w:w="758" w:type="pct"/>
            <w:tcBorders>
              <w:top w:val="single" w:sz="4" w:space="0" w:color="auto"/>
              <w:left w:val="single" w:sz="4" w:space="0" w:color="auto"/>
              <w:bottom w:val="single" w:sz="4" w:space="0" w:color="auto"/>
              <w:right w:val="single" w:sz="4" w:space="0" w:color="auto"/>
            </w:tcBorders>
          </w:tcPr>
          <w:p w14:paraId="732C5841" w14:textId="77777777" w:rsidR="00854110" w:rsidRPr="00854110" w:rsidRDefault="00854110" w:rsidP="00854110">
            <w:pPr>
              <w:ind w:left="-85" w:right="-85"/>
              <w:rPr>
                <w:sz w:val="24"/>
              </w:rPr>
            </w:pPr>
            <w:bookmarkStart w:id="490" w:name="_Toc324503031"/>
            <w:bookmarkStart w:id="491" w:name="_Toc324503170"/>
            <w:bookmarkStart w:id="492" w:name="_Toc324503309"/>
            <w:bookmarkEnd w:id="490"/>
            <w:bookmarkEnd w:id="491"/>
            <w:bookmarkEnd w:id="492"/>
          </w:p>
        </w:tc>
        <w:tc>
          <w:tcPr>
            <w:tcW w:w="533" w:type="pct"/>
            <w:tcBorders>
              <w:top w:val="single" w:sz="4" w:space="0" w:color="auto"/>
              <w:left w:val="single" w:sz="4" w:space="0" w:color="auto"/>
              <w:bottom w:val="single" w:sz="4" w:space="0" w:color="auto"/>
              <w:right w:val="single" w:sz="4" w:space="0" w:color="auto"/>
            </w:tcBorders>
          </w:tcPr>
          <w:p w14:paraId="0742A45C" w14:textId="77777777" w:rsidR="00854110" w:rsidRPr="00854110" w:rsidRDefault="00854110" w:rsidP="00854110">
            <w:pPr>
              <w:ind w:left="-85" w:right="-85"/>
              <w:rPr>
                <w:sz w:val="24"/>
              </w:rPr>
            </w:pPr>
            <w:bookmarkStart w:id="493" w:name="_Toc324503032"/>
            <w:bookmarkStart w:id="494" w:name="_Toc324503171"/>
            <w:bookmarkStart w:id="495" w:name="_Toc324503310"/>
            <w:bookmarkEnd w:id="493"/>
            <w:bookmarkEnd w:id="494"/>
            <w:bookmarkEnd w:id="495"/>
          </w:p>
        </w:tc>
        <w:tc>
          <w:tcPr>
            <w:tcW w:w="454" w:type="pct"/>
            <w:tcBorders>
              <w:top w:val="single" w:sz="4" w:space="0" w:color="auto"/>
              <w:left w:val="single" w:sz="4" w:space="0" w:color="auto"/>
              <w:bottom w:val="single" w:sz="4" w:space="0" w:color="auto"/>
              <w:right w:val="single" w:sz="4" w:space="0" w:color="auto"/>
            </w:tcBorders>
          </w:tcPr>
          <w:p w14:paraId="22A822E2" w14:textId="77777777" w:rsidR="00854110" w:rsidRPr="00854110" w:rsidRDefault="00854110" w:rsidP="00854110">
            <w:pPr>
              <w:ind w:left="-85" w:right="-85"/>
              <w:rPr>
                <w:sz w:val="24"/>
              </w:rPr>
            </w:pPr>
            <w:bookmarkStart w:id="496" w:name="_Toc324503033"/>
            <w:bookmarkStart w:id="497" w:name="_Toc324503172"/>
            <w:bookmarkStart w:id="498" w:name="_Toc324503311"/>
            <w:bookmarkEnd w:id="496"/>
            <w:bookmarkEnd w:id="497"/>
            <w:bookmarkEnd w:id="498"/>
          </w:p>
        </w:tc>
        <w:tc>
          <w:tcPr>
            <w:tcW w:w="467" w:type="pct"/>
            <w:tcBorders>
              <w:top w:val="single" w:sz="4" w:space="0" w:color="auto"/>
              <w:left w:val="single" w:sz="4" w:space="0" w:color="auto"/>
              <w:bottom w:val="single" w:sz="4" w:space="0" w:color="auto"/>
              <w:right w:val="single" w:sz="4" w:space="0" w:color="auto"/>
            </w:tcBorders>
          </w:tcPr>
          <w:p w14:paraId="274EFA31" w14:textId="77777777" w:rsidR="00854110" w:rsidRPr="00854110" w:rsidRDefault="00854110" w:rsidP="00854110">
            <w:pPr>
              <w:tabs>
                <w:tab w:val="left" w:pos="640"/>
              </w:tabs>
              <w:ind w:left="-85" w:right="-85"/>
              <w:rPr>
                <w:sz w:val="24"/>
              </w:rPr>
            </w:pPr>
            <w:bookmarkStart w:id="499" w:name="_Toc324503034"/>
            <w:bookmarkStart w:id="500" w:name="_Toc324503173"/>
            <w:bookmarkStart w:id="501" w:name="_Toc324503312"/>
            <w:bookmarkEnd w:id="499"/>
            <w:bookmarkEnd w:id="500"/>
            <w:bookmarkEnd w:id="501"/>
          </w:p>
        </w:tc>
        <w:bookmarkStart w:id="502" w:name="_Toc324503035"/>
        <w:bookmarkStart w:id="503" w:name="_Toc324503174"/>
        <w:bookmarkStart w:id="504" w:name="_Toc324503313"/>
        <w:bookmarkEnd w:id="502"/>
        <w:bookmarkEnd w:id="503"/>
        <w:bookmarkEnd w:id="504"/>
      </w:tr>
      <w:tr w:rsidR="00854110" w:rsidRPr="00854110" w14:paraId="1C534C9C"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1DC670C2" w14:textId="77777777" w:rsidR="00854110" w:rsidRPr="00854110" w:rsidRDefault="00854110" w:rsidP="000A2450">
            <w:pPr>
              <w:numPr>
                <w:ilvl w:val="0"/>
                <w:numId w:val="50"/>
              </w:numPr>
              <w:ind w:right="-85"/>
              <w:rPr>
                <w:sz w:val="24"/>
              </w:rPr>
            </w:pPr>
            <w:bookmarkStart w:id="505" w:name="_Toc324503036"/>
            <w:bookmarkStart w:id="506" w:name="_Toc324503175"/>
            <w:bookmarkStart w:id="507" w:name="_Toc324503314"/>
            <w:bookmarkEnd w:id="505"/>
            <w:bookmarkEnd w:id="506"/>
            <w:bookmarkEnd w:id="507"/>
          </w:p>
        </w:tc>
        <w:tc>
          <w:tcPr>
            <w:tcW w:w="1179" w:type="pct"/>
            <w:tcBorders>
              <w:top w:val="single" w:sz="4" w:space="0" w:color="auto"/>
              <w:left w:val="single" w:sz="4" w:space="0" w:color="auto"/>
              <w:bottom w:val="single" w:sz="4" w:space="0" w:color="auto"/>
              <w:right w:val="single" w:sz="4" w:space="0" w:color="auto"/>
            </w:tcBorders>
            <w:vAlign w:val="center"/>
          </w:tcPr>
          <w:p w14:paraId="60E08D07" w14:textId="77777777" w:rsidR="00854110" w:rsidRPr="00854110" w:rsidRDefault="00854110" w:rsidP="00854110">
            <w:pPr>
              <w:ind w:left="-85" w:right="-85"/>
              <w:rPr>
                <w:bCs/>
                <w:szCs w:val="22"/>
                <w:lang w:eastAsia="en-US"/>
              </w:rPr>
            </w:pPr>
            <w:bookmarkStart w:id="508" w:name="_Toc324503037"/>
            <w:bookmarkStart w:id="509" w:name="_Toc324503176"/>
            <w:bookmarkStart w:id="510" w:name="_Toc324503315"/>
            <w:bookmarkEnd w:id="508"/>
            <w:bookmarkEnd w:id="509"/>
            <w:bookmarkEnd w:id="510"/>
          </w:p>
        </w:tc>
        <w:tc>
          <w:tcPr>
            <w:tcW w:w="533" w:type="pct"/>
            <w:tcBorders>
              <w:top w:val="single" w:sz="4" w:space="0" w:color="auto"/>
              <w:left w:val="single" w:sz="4" w:space="0" w:color="auto"/>
              <w:bottom w:val="single" w:sz="4" w:space="0" w:color="auto"/>
              <w:right w:val="single" w:sz="4" w:space="0" w:color="auto"/>
            </w:tcBorders>
          </w:tcPr>
          <w:p w14:paraId="218F3B7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0EE9B3C8" w14:textId="77777777" w:rsidR="00854110" w:rsidRPr="00854110" w:rsidRDefault="00854110" w:rsidP="00854110">
            <w:pPr>
              <w:ind w:left="-85" w:right="-85"/>
            </w:pPr>
            <w:bookmarkStart w:id="511" w:name="_Toc324503038"/>
            <w:bookmarkStart w:id="512" w:name="_Toc324503177"/>
            <w:bookmarkStart w:id="513" w:name="_Toc324503316"/>
            <w:bookmarkEnd w:id="511"/>
            <w:bookmarkEnd w:id="512"/>
            <w:bookmarkEnd w:id="513"/>
          </w:p>
        </w:tc>
        <w:tc>
          <w:tcPr>
            <w:tcW w:w="596" w:type="pct"/>
            <w:tcBorders>
              <w:top w:val="single" w:sz="4" w:space="0" w:color="auto"/>
              <w:left w:val="single" w:sz="4" w:space="0" w:color="auto"/>
              <w:bottom w:val="single" w:sz="4" w:space="0" w:color="auto"/>
              <w:right w:val="single" w:sz="4" w:space="0" w:color="auto"/>
            </w:tcBorders>
          </w:tcPr>
          <w:p w14:paraId="36A2A7D2" w14:textId="77777777" w:rsidR="00854110" w:rsidRPr="00854110" w:rsidRDefault="00854110" w:rsidP="00854110">
            <w:pPr>
              <w:ind w:left="-85" w:right="-85"/>
            </w:pPr>
            <w:bookmarkStart w:id="514" w:name="_Toc324503039"/>
            <w:bookmarkStart w:id="515" w:name="_Toc324503178"/>
            <w:bookmarkStart w:id="516" w:name="_Toc324503317"/>
            <w:bookmarkEnd w:id="514"/>
            <w:bookmarkEnd w:id="515"/>
            <w:bookmarkEnd w:id="516"/>
          </w:p>
        </w:tc>
        <w:tc>
          <w:tcPr>
            <w:tcW w:w="758" w:type="pct"/>
            <w:tcBorders>
              <w:top w:val="single" w:sz="4" w:space="0" w:color="auto"/>
              <w:left w:val="single" w:sz="4" w:space="0" w:color="auto"/>
              <w:bottom w:val="single" w:sz="4" w:space="0" w:color="auto"/>
              <w:right w:val="single" w:sz="4" w:space="0" w:color="auto"/>
            </w:tcBorders>
          </w:tcPr>
          <w:p w14:paraId="190CE48E" w14:textId="77777777" w:rsidR="00854110" w:rsidRPr="00854110" w:rsidRDefault="00854110" w:rsidP="00854110">
            <w:pPr>
              <w:ind w:left="-85" w:right="-85"/>
            </w:pPr>
            <w:bookmarkStart w:id="517" w:name="_Toc324503040"/>
            <w:bookmarkStart w:id="518" w:name="_Toc324503179"/>
            <w:bookmarkStart w:id="519" w:name="_Toc324503318"/>
            <w:bookmarkEnd w:id="517"/>
            <w:bookmarkEnd w:id="518"/>
            <w:bookmarkEnd w:id="519"/>
          </w:p>
        </w:tc>
        <w:tc>
          <w:tcPr>
            <w:tcW w:w="533" w:type="pct"/>
            <w:tcBorders>
              <w:top w:val="single" w:sz="4" w:space="0" w:color="auto"/>
              <w:left w:val="single" w:sz="4" w:space="0" w:color="auto"/>
              <w:bottom w:val="single" w:sz="4" w:space="0" w:color="auto"/>
              <w:right w:val="single" w:sz="4" w:space="0" w:color="auto"/>
            </w:tcBorders>
          </w:tcPr>
          <w:p w14:paraId="1EA8D715" w14:textId="77777777" w:rsidR="00854110" w:rsidRPr="00854110" w:rsidRDefault="00854110" w:rsidP="00854110">
            <w:pPr>
              <w:ind w:left="-85" w:right="-85"/>
            </w:pPr>
            <w:bookmarkStart w:id="520" w:name="_Toc324503041"/>
            <w:bookmarkStart w:id="521" w:name="_Toc324503180"/>
            <w:bookmarkStart w:id="522" w:name="_Toc324503319"/>
            <w:bookmarkEnd w:id="520"/>
            <w:bookmarkEnd w:id="521"/>
            <w:bookmarkEnd w:id="522"/>
          </w:p>
        </w:tc>
        <w:tc>
          <w:tcPr>
            <w:tcW w:w="454" w:type="pct"/>
            <w:tcBorders>
              <w:top w:val="single" w:sz="4" w:space="0" w:color="auto"/>
              <w:left w:val="single" w:sz="4" w:space="0" w:color="auto"/>
              <w:bottom w:val="single" w:sz="4" w:space="0" w:color="auto"/>
              <w:right w:val="single" w:sz="4" w:space="0" w:color="auto"/>
            </w:tcBorders>
          </w:tcPr>
          <w:p w14:paraId="4E4FFCA5" w14:textId="77777777" w:rsidR="00854110" w:rsidRPr="00854110" w:rsidRDefault="00854110" w:rsidP="00854110">
            <w:pPr>
              <w:ind w:left="-85" w:right="-85"/>
            </w:pPr>
            <w:bookmarkStart w:id="523" w:name="_Toc324503042"/>
            <w:bookmarkStart w:id="524" w:name="_Toc324503181"/>
            <w:bookmarkStart w:id="525" w:name="_Toc324503320"/>
            <w:bookmarkEnd w:id="523"/>
            <w:bookmarkEnd w:id="524"/>
            <w:bookmarkEnd w:id="525"/>
          </w:p>
        </w:tc>
        <w:tc>
          <w:tcPr>
            <w:tcW w:w="467" w:type="pct"/>
            <w:tcBorders>
              <w:top w:val="single" w:sz="4" w:space="0" w:color="auto"/>
              <w:left w:val="single" w:sz="4" w:space="0" w:color="auto"/>
              <w:bottom w:val="single" w:sz="4" w:space="0" w:color="auto"/>
              <w:right w:val="single" w:sz="4" w:space="0" w:color="auto"/>
            </w:tcBorders>
          </w:tcPr>
          <w:p w14:paraId="6D9C32BC" w14:textId="77777777" w:rsidR="00854110" w:rsidRPr="00854110" w:rsidRDefault="00854110" w:rsidP="00854110">
            <w:pPr>
              <w:tabs>
                <w:tab w:val="left" w:pos="640"/>
              </w:tabs>
              <w:ind w:left="-85" w:right="-85"/>
            </w:pPr>
            <w:bookmarkStart w:id="526" w:name="_Toc324503043"/>
            <w:bookmarkStart w:id="527" w:name="_Toc324503182"/>
            <w:bookmarkStart w:id="528" w:name="_Toc324503321"/>
            <w:bookmarkEnd w:id="526"/>
            <w:bookmarkEnd w:id="527"/>
            <w:bookmarkEnd w:id="528"/>
          </w:p>
        </w:tc>
        <w:bookmarkStart w:id="529" w:name="_Toc324503044"/>
        <w:bookmarkStart w:id="530" w:name="_Toc324503183"/>
        <w:bookmarkStart w:id="531" w:name="_Toc324503322"/>
        <w:bookmarkEnd w:id="529"/>
        <w:bookmarkEnd w:id="530"/>
        <w:bookmarkEnd w:id="531"/>
      </w:tr>
      <w:tr w:rsidR="00854110" w:rsidRPr="00854110" w14:paraId="65F2E43D"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42AECF51" w14:textId="77777777" w:rsidR="00854110" w:rsidRPr="00854110" w:rsidRDefault="00854110" w:rsidP="000A2450">
            <w:pPr>
              <w:numPr>
                <w:ilvl w:val="0"/>
                <w:numId w:val="50"/>
              </w:numPr>
              <w:ind w:right="-85"/>
              <w:rPr>
                <w:sz w:val="24"/>
              </w:rPr>
            </w:pPr>
            <w:bookmarkStart w:id="532" w:name="_Toc324503045"/>
            <w:bookmarkStart w:id="533" w:name="_Toc324503184"/>
            <w:bookmarkStart w:id="534" w:name="_Toc324503323"/>
            <w:bookmarkStart w:id="535" w:name="_Toc324503046"/>
            <w:bookmarkStart w:id="536" w:name="_Toc324503185"/>
            <w:bookmarkStart w:id="537" w:name="_Toc324503324"/>
            <w:bookmarkStart w:id="538" w:name="_Toc324503047"/>
            <w:bookmarkStart w:id="539" w:name="_Toc324503186"/>
            <w:bookmarkStart w:id="540" w:name="_Toc324503325"/>
            <w:bookmarkStart w:id="541" w:name="_Toc324503048"/>
            <w:bookmarkStart w:id="542" w:name="_Toc324503187"/>
            <w:bookmarkStart w:id="543" w:name="_Toc324503326"/>
            <w:bookmarkStart w:id="544" w:name="_Toc324503049"/>
            <w:bookmarkStart w:id="545" w:name="_Toc324503188"/>
            <w:bookmarkStart w:id="546" w:name="_Toc324503327"/>
            <w:bookmarkStart w:id="547" w:name="_Toc324503050"/>
            <w:bookmarkStart w:id="548" w:name="_Toc324503189"/>
            <w:bookmarkStart w:id="549" w:name="_Toc324503328"/>
            <w:bookmarkStart w:id="550" w:name="_Toc324503051"/>
            <w:bookmarkStart w:id="551" w:name="_Toc324503190"/>
            <w:bookmarkStart w:id="552" w:name="_Toc324503329"/>
            <w:bookmarkStart w:id="553" w:name="_Toc324503052"/>
            <w:bookmarkStart w:id="554" w:name="_Toc324503191"/>
            <w:bookmarkStart w:id="555" w:name="_Toc32450333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tc>
        <w:tc>
          <w:tcPr>
            <w:tcW w:w="1179" w:type="pct"/>
            <w:tcBorders>
              <w:top w:val="single" w:sz="4" w:space="0" w:color="auto"/>
              <w:left w:val="single" w:sz="4" w:space="0" w:color="auto"/>
              <w:bottom w:val="single" w:sz="4" w:space="0" w:color="auto"/>
              <w:right w:val="single" w:sz="4" w:space="0" w:color="auto"/>
            </w:tcBorders>
            <w:vAlign w:val="center"/>
          </w:tcPr>
          <w:p w14:paraId="47543DAD"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05CEFB3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7088B0B1"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46EF6139"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6871A956"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6B7A3C14"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4B5FC46D"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3FF5880" w14:textId="77777777" w:rsidR="00854110" w:rsidRPr="00854110" w:rsidRDefault="00854110" w:rsidP="00854110">
            <w:pPr>
              <w:tabs>
                <w:tab w:val="left" w:pos="640"/>
              </w:tabs>
              <w:ind w:left="-85" w:right="-85"/>
            </w:pPr>
          </w:p>
        </w:tc>
      </w:tr>
      <w:tr w:rsidR="00854110" w:rsidRPr="00854110" w14:paraId="55AA429F"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322AEBC7" w14:textId="77777777" w:rsidR="00854110" w:rsidRPr="00854110" w:rsidRDefault="00854110" w:rsidP="00854110">
            <w:pPr>
              <w:ind w:right="-85"/>
              <w:rPr>
                <w:sz w:val="24"/>
              </w:rPr>
            </w:pPr>
            <w:r w:rsidRPr="00854110">
              <w:rPr>
                <w:sz w:val="24"/>
              </w:rPr>
              <w:t>…</w:t>
            </w:r>
          </w:p>
        </w:tc>
        <w:tc>
          <w:tcPr>
            <w:tcW w:w="1179" w:type="pct"/>
            <w:tcBorders>
              <w:top w:val="single" w:sz="4" w:space="0" w:color="auto"/>
              <w:left w:val="single" w:sz="4" w:space="0" w:color="auto"/>
              <w:bottom w:val="single" w:sz="4" w:space="0" w:color="auto"/>
              <w:right w:val="single" w:sz="4" w:space="0" w:color="auto"/>
            </w:tcBorders>
            <w:vAlign w:val="center"/>
          </w:tcPr>
          <w:p w14:paraId="33A3EF2F"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331BB943"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499F1B5A"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77E927A1"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46A246D2"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5A83BF87"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0B5784B3"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78A74A9" w14:textId="77777777" w:rsidR="00854110" w:rsidRPr="00854110" w:rsidRDefault="00854110" w:rsidP="00854110">
            <w:pPr>
              <w:tabs>
                <w:tab w:val="left" w:pos="640"/>
              </w:tabs>
              <w:ind w:left="-85" w:right="-85"/>
            </w:pPr>
          </w:p>
        </w:tc>
      </w:tr>
    </w:tbl>
    <w:p w14:paraId="7FCAB5AF" w14:textId="77777777" w:rsidR="00854110" w:rsidRPr="00854110" w:rsidRDefault="00854110" w:rsidP="00854110">
      <w:pPr>
        <w:tabs>
          <w:tab w:val="center" w:pos="4677"/>
          <w:tab w:val="right" w:pos="9355"/>
        </w:tabs>
        <w:ind w:firstLine="720"/>
        <w:rPr>
          <w:i/>
          <w:iCs/>
          <w:sz w:val="24"/>
          <w:szCs w:val="24"/>
        </w:rPr>
      </w:pPr>
    </w:p>
    <w:p w14:paraId="1EA8F84E" w14:textId="77777777" w:rsidR="00854110" w:rsidRPr="00854110" w:rsidRDefault="00854110" w:rsidP="00854110">
      <w:pPr>
        <w:spacing w:after="120"/>
        <w:ind w:left="970" w:right="-102" w:hanging="403"/>
        <w:jc w:val="both"/>
        <w:rPr>
          <w:b/>
          <w:sz w:val="28"/>
          <w:szCs w:val="28"/>
          <w:lang w:eastAsia="en-US"/>
        </w:rPr>
      </w:pPr>
      <w:bookmarkStart w:id="556" w:name="_Toc343535777"/>
      <w:bookmarkStart w:id="557" w:name="_Toc352748026"/>
      <w:bookmarkStart w:id="558" w:name="_Toc399427463"/>
      <w:r w:rsidRPr="00854110">
        <w:rPr>
          <w:b/>
          <w:sz w:val="28"/>
          <w:szCs w:val="28"/>
          <w:lang w:eastAsia="en-US"/>
        </w:rPr>
        <w:t>Местоположение производственной базы</w:t>
      </w:r>
      <w:bookmarkEnd w:id="556"/>
      <w:bookmarkEnd w:id="557"/>
      <w:bookmarkEnd w:id="558"/>
    </w:p>
    <w:tbl>
      <w:tblPr>
        <w:tblW w:w="101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625"/>
      </w:tblGrid>
      <w:tr w:rsidR="00854110" w:rsidRPr="00854110" w14:paraId="69211693" w14:textId="77777777" w:rsidTr="00854110">
        <w:trPr>
          <w:trHeight w:val="634"/>
        </w:trPr>
        <w:tc>
          <w:tcPr>
            <w:tcW w:w="548" w:type="dxa"/>
          </w:tcPr>
          <w:p w14:paraId="534A9A62" w14:textId="77777777" w:rsidR="00854110" w:rsidRPr="00854110" w:rsidRDefault="00854110" w:rsidP="00854110">
            <w:pPr>
              <w:jc w:val="center"/>
              <w:rPr>
                <w:sz w:val="28"/>
                <w:szCs w:val="28"/>
                <w:lang w:val="en-US" w:eastAsia="en-US"/>
              </w:rPr>
            </w:pPr>
            <w:r w:rsidRPr="00854110">
              <w:rPr>
                <w:b/>
                <w:sz w:val="28"/>
                <w:szCs w:val="28"/>
                <w:lang w:val="en-US" w:eastAsia="en-US"/>
              </w:rPr>
              <w:t>№</w:t>
            </w:r>
          </w:p>
        </w:tc>
        <w:tc>
          <w:tcPr>
            <w:tcW w:w="9625" w:type="dxa"/>
          </w:tcPr>
          <w:p w14:paraId="70117777" w14:textId="77777777" w:rsidR="00854110" w:rsidRPr="00854110" w:rsidRDefault="00854110" w:rsidP="00854110">
            <w:pPr>
              <w:jc w:val="center"/>
              <w:rPr>
                <w:b/>
                <w:sz w:val="28"/>
                <w:szCs w:val="28"/>
                <w:lang w:eastAsia="en-US"/>
              </w:rPr>
            </w:pPr>
            <w:r w:rsidRPr="00854110">
              <w:rPr>
                <w:b/>
                <w:sz w:val="22"/>
              </w:rPr>
              <w:t>Фактический адрес расположения производственной базы</w:t>
            </w:r>
          </w:p>
        </w:tc>
      </w:tr>
      <w:tr w:rsidR="00854110" w:rsidRPr="00854110" w14:paraId="74DE6048" w14:textId="77777777" w:rsidTr="00854110">
        <w:trPr>
          <w:trHeight w:val="235"/>
        </w:trPr>
        <w:tc>
          <w:tcPr>
            <w:tcW w:w="548" w:type="dxa"/>
          </w:tcPr>
          <w:p w14:paraId="356BF978" w14:textId="77777777" w:rsidR="00854110" w:rsidRPr="00854110" w:rsidRDefault="00854110" w:rsidP="00854110">
            <w:pPr>
              <w:rPr>
                <w:sz w:val="28"/>
                <w:szCs w:val="28"/>
                <w:lang w:val="en-US" w:eastAsia="en-US"/>
              </w:rPr>
            </w:pPr>
            <w:r w:rsidRPr="00854110">
              <w:rPr>
                <w:sz w:val="28"/>
                <w:szCs w:val="28"/>
                <w:lang w:val="en-US" w:eastAsia="en-US"/>
              </w:rPr>
              <w:t>1.</w:t>
            </w:r>
          </w:p>
        </w:tc>
        <w:tc>
          <w:tcPr>
            <w:tcW w:w="9625" w:type="dxa"/>
          </w:tcPr>
          <w:p w14:paraId="0A4E31EF" w14:textId="77777777" w:rsidR="00854110" w:rsidRPr="00854110" w:rsidRDefault="00854110" w:rsidP="00854110">
            <w:pPr>
              <w:rPr>
                <w:sz w:val="28"/>
                <w:szCs w:val="28"/>
                <w:lang w:val="en-US" w:eastAsia="en-US"/>
              </w:rPr>
            </w:pPr>
          </w:p>
        </w:tc>
      </w:tr>
    </w:tbl>
    <w:p w14:paraId="1220AEC8" w14:textId="77777777" w:rsidR="00854110" w:rsidRPr="00854110" w:rsidRDefault="00854110" w:rsidP="00854110">
      <w:pPr>
        <w:ind w:firstLine="709"/>
        <w:jc w:val="both"/>
      </w:pPr>
    </w:p>
    <w:p w14:paraId="0ADDF59E" w14:textId="77777777" w:rsidR="00854110" w:rsidRPr="00854110" w:rsidRDefault="00854110" w:rsidP="00854110">
      <w:pPr>
        <w:tabs>
          <w:tab w:val="center" w:pos="4677"/>
          <w:tab w:val="right" w:pos="9355"/>
        </w:tabs>
        <w:ind w:firstLine="720"/>
        <w:rPr>
          <w:sz w:val="24"/>
          <w:szCs w:val="24"/>
        </w:rPr>
      </w:pPr>
    </w:p>
    <w:p w14:paraId="00246267"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EDFBF25" w14:textId="77777777" w:rsidR="00854110" w:rsidRPr="00854110" w:rsidRDefault="00854110" w:rsidP="00854110">
      <w:pPr>
        <w:shd w:val="clear" w:color="auto" w:fill="FFFFFF"/>
        <w:tabs>
          <w:tab w:val="left" w:pos="3562"/>
          <w:tab w:val="left" w:leader="underscore" w:pos="5774"/>
          <w:tab w:val="left" w:leader="underscore" w:pos="8218"/>
        </w:tabs>
        <w:ind w:firstLine="709"/>
        <w:jc w:val="both"/>
        <w:rPr>
          <w:sz w:val="24"/>
        </w:rPr>
      </w:pPr>
      <w:r w:rsidRPr="00854110">
        <w:rPr>
          <w:sz w:val="24"/>
        </w:rPr>
        <w:t>Руководитель организации</w:t>
      </w:r>
      <w:r w:rsidRPr="00854110">
        <w:rPr>
          <w:sz w:val="24"/>
        </w:rPr>
        <w:tab/>
        <w:t xml:space="preserve"> </w:t>
      </w:r>
      <w:r w:rsidRPr="00854110">
        <w:rPr>
          <w:sz w:val="24"/>
        </w:rPr>
        <w:tab/>
        <w:t>/_______________(ФИО)</w:t>
      </w:r>
    </w:p>
    <w:p w14:paraId="38B4AAFC"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854110">
        <w:t>м.п.</w:t>
      </w:r>
      <w:r w:rsidRPr="00854110">
        <w:tab/>
        <w:t>Дата</w:t>
      </w:r>
      <w:r w:rsidRPr="00854110">
        <w:tab/>
      </w:r>
      <w:r w:rsidRPr="00854110">
        <w:tab/>
        <w:t>/</w:t>
      </w:r>
      <w:r w:rsidRPr="00854110">
        <w:tab/>
        <w:t>/</w:t>
      </w:r>
      <w:r w:rsidRPr="00854110">
        <w:tab/>
      </w:r>
    </w:p>
    <w:p w14:paraId="061064C4"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p>
    <w:p w14:paraId="3DF66960"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sectPr w:rsidR="00854110" w:rsidRPr="00854110" w:rsidSect="0022436D">
          <w:pgSz w:w="16838" w:h="11906" w:orient="landscape" w:code="9"/>
          <w:pgMar w:top="1134" w:right="709" w:bottom="851" w:left="426" w:header="720" w:footer="720" w:gutter="0"/>
          <w:pgNumType w:chapSep="emDash"/>
          <w:cols w:space="720"/>
          <w:docGrid w:linePitch="272"/>
        </w:sectPr>
      </w:pPr>
    </w:p>
    <w:p w14:paraId="132BD347" w14:textId="77777777" w:rsidR="00854110" w:rsidRPr="00147F2B" w:rsidRDefault="00854110" w:rsidP="00854110">
      <w:pPr>
        <w:ind w:left="709"/>
        <w:jc w:val="both"/>
        <w:outlineLvl w:val="1"/>
        <w:rPr>
          <w:b/>
          <w:sz w:val="24"/>
          <w:szCs w:val="24"/>
          <w:lang w:val="x-none" w:eastAsia="x-none"/>
        </w:rPr>
      </w:pPr>
    </w:p>
    <w:p w14:paraId="6833BD30" w14:textId="77777777" w:rsidR="00D34A9A" w:rsidRDefault="00D34A9A" w:rsidP="00D34A9A">
      <w:pPr>
        <w:rPr>
          <w:b/>
          <w:sz w:val="24"/>
        </w:rPr>
      </w:pPr>
    </w:p>
    <w:p w14:paraId="23EDD31D" w14:textId="77777777" w:rsidR="00E23056" w:rsidRPr="00E23056" w:rsidRDefault="00E23056" w:rsidP="00D34A9A">
      <w:pPr>
        <w:rPr>
          <w:b/>
          <w:sz w:val="24"/>
        </w:rPr>
      </w:pPr>
    </w:p>
    <w:bookmarkEnd w:id="433"/>
    <w:p w14:paraId="64909F59" w14:textId="77777777" w:rsidR="00D34A9A" w:rsidRPr="00147F2B" w:rsidRDefault="00D34A9A" w:rsidP="00D34A9A">
      <w:pPr>
        <w:jc w:val="right"/>
        <w:rPr>
          <w:i/>
          <w:sz w:val="24"/>
          <w:szCs w:val="24"/>
        </w:rPr>
      </w:pPr>
      <w:r w:rsidRPr="00147F2B">
        <w:rPr>
          <w:i/>
          <w:sz w:val="24"/>
          <w:szCs w:val="24"/>
        </w:rPr>
        <w:t>Приложение 1</w:t>
      </w:r>
    </w:p>
    <w:p w14:paraId="1B3DFBA4" w14:textId="0B338624"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33EB820B" w14:textId="51954CFF"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6CE8B410" w14:textId="77777777" w:rsidR="007011D1" w:rsidRPr="006D3C7E" w:rsidRDefault="007011D1" w:rsidP="007011D1">
      <w:pPr>
        <w:jc w:val="center"/>
        <w:rPr>
          <w:b/>
          <w:sz w:val="28"/>
          <w:szCs w:val="28"/>
        </w:rPr>
      </w:pPr>
      <w:bookmarkStart w:id="559" w:name="_Ref349830838"/>
      <w:bookmarkStart w:id="560" w:name="Проекты_договоров"/>
    </w:p>
    <w:p w14:paraId="3650C25F" w14:textId="77777777" w:rsidR="007011D1" w:rsidRPr="006D3C7E" w:rsidRDefault="007011D1" w:rsidP="007011D1">
      <w:pPr>
        <w:keepNext/>
        <w:jc w:val="center"/>
        <w:outlineLvl w:val="0"/>
        <w:rPr>
          <w:b/>
          <w:sz w:val="28"/>
          <w:szCs w:val="28"/>
        </w:rPr>
      </w:pPr>
      <w:bookmarkStart w:id="561" w:name="_Toc382300997"/>
      <w:bookmarkStart w:id="562" w:name="_Toc383007732"/>
      <w:bookmarkStart w:id="563" w:name="_Toc453152095"/>
      <w:bookmarkStart w:id="564" w:name="_Toc453166647"/>
      <w:bookmarkStart w:id="565" w:name="_Toc468260897"/>
      <w:r w:rsidRPr="006D3C7E">
        <w:rPr>
          <w:b/>
          <w:sz w:val="28"/>
          <w:szCs w:val="28"/>
        </w:rPr>
        <w:t>Проект договор</w:t>
      </w:r>
      <w:bookmarkEnd w:id="559"/>
      <w:r w:rsidRPr="006D3C7E">
        <w:rPr>
          <w:b/>
          <w:sz w:val="28"/>
          <w:szCs w:val="28"/>
        </w:rPr>
        <w:t>а</w:t>
      </w:r>
      <w:bookmarkEnd w:id="561"/>
      <w:bookmarkEnd w:id="562"/>
      <w:bookmarkEnd w:id="563"/>
      <w:bookmarkEnd w:id="564"/>
      <w:bookmarkEnd w:id="565"/>
    </w:p>
    <w:bookmarkEnd w:id="560"/>
    <w:p w14:paraId="533D9A64" w14:textId="77777777" w:rsidR="007011D1" w:rsidRPr="006D3C7E" w:rsidRDefault="007011D1" w:rsidP="007011D1">
      <w:pPr>
        <w:rPr>
          <w:b/>
          <w:sz w:val="28"/>
          <w:szCs w:val="28"/>
          <w:lang w:eastAsia="x-none"/>
        </w:rPr>
      </w:pPr>
    </w:p>
    <w:p w14:paraId="7D58CD09" w14:textId="77777777"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004B3CE1">
        <w:rPr>
          <w:sz w:val="28"/>
          <w:szCs w:val="28"/>
          <w:lang w:val="x-none" w:eastAsia="x-none"/>
        </w:rPr>
        <w:t xml:space="preserve"> неотъемлемой частью </w:t>
      </w:r>
      <w:r w:rsidR="004B3CE1">
        <w:rPr>
          <w:sz w:val="28"/>
          <w:szCs w:val="28"/>
          <w:lang w:eastAsia="x-none"/>
        </w:rPr>
        <w:t>Д</w:t>
      </w:r>
      <w:r w:rsidR="0020493E">
        <w:rPr>
          <w:sz w:val="28"/>
          <w:szCs w:val="28"/>
          <w:lang w:eastAsia="x-none"/>
        </w:rPr>
        <w:t>окументации</w:t>
      </w:r>
      <w:r w:rsidRPr="00147F2B">
        <w:rPr>
          <w:sz w:val="28"/>
          <w:szCs w:val="28"/>
          <w:lang w:val="x-none" w:eastAsia="x-none"/>
        </w:rPr>
        <w:t xml:space="preserve"> и размещен в </w:t>
      </w:r>
      <w:r>
        <w:rPr>
          <w:sz w:val="28"/>
          <w:szCs w:val="28"/>
          <w:lang w:eastAsia="x-none"/>
        </w:rPr>
        <w:t>корневой папке.</w:t>
      </w:r>
    </w:p>
    <w:p w14:paraId="52BEC2E3" w14:textId="77777777" w:rsidR="007011D1" w:rsidRDefault="007011D1" w:rsidP="007011D1">
      <w:pPr>
        <w:ind w:firstLine="567"/>
        <w:jc w:val="both"/>
        <w:rPr>
          <w:sz w:val="28"/>
          <w:szCs w:val="28"/>
          <w:lang w:eastAsia="x-none"/>
        </w:rPr>
      </w:pPr>
    </w:p>
    <w:p w14:paraId="7B47589A" w14:textId="55789413" w:rsidR="007011D1" w:rsidRDefault="007011D1" w:rsidP="007011D1">
      <w:pPr>
        <w:ind w:firstLine="567"/>
        <w:jc w:val="both"/>
        <w:rPr>
          <w:i/>
          <w:sz w:val="28"/>
          <w:szCs w:val="28"/>
          <w:lang w:eastAsia="x-none"/>
        </w:rPr>
      </w:pPr>
      <w:r>
        <w:rPr>
          <w:sz w:val="28"/>
          <w:szCs w:val="28"/>
          <w:lang w:eastAsia="x-none"/>
        </w:rPr>
        <w:t xml:space="preserve">Файл - </w:t>
      </w:r>
      <w:r w:rsidRPr="00147F2B">
        <w:rPr>
          <w:sz w:val="28"/>
          <w:szCs w:val="28"/>
          <w:lang w:eastAsia="x-none"/>
        </w:rPr>
        <w:t>«</w:t>
      </w:r>
      <w:r w:rsidR="00854110">
        <w:rPr>
          <w:i/>
          <w:sz w:val="28"/>
          <w:szCs w:val="28"/>
          <w:lang w:eastAsia="x-none"/>
        </w:rPr>
        <w:t>Проект договора</w:t>
      </w:r>
      <w:r w:rsidRPr="00147F2B">
        <w:rPr>
          <w:i/>
          <w:sz w:val="28"/>
          <w:szCs w:val="28"/>
          <w:lang w:eastAsia="x-none"/>
        </w:rPr>
        <w:t>.doc»</w:t>
      </w:r>
      <w:r w:rsidR="00854110">
        <w:rPr>
          <w:i/>
          <w:sz w:val="28"/>
          <w:szCs w:val="28"/>
          <w:lang w:eastAsia="x-none"/>
        </w:rPr>
        <w:t>;</w:t>
      </w:r>
    </w:p>
    <w:p w14:paraId="36863F24" w14:textId="21017473" w:rsidR="00854110" w:rsidRPr="00147F2B" w:rsidRDefault="00854110" w:rsidP="007011D1">
      <w:pPr>
        <w:ind w:firstLine="567"/>
        <w:jc w:val="both"/>
        <w:rPr>
          <w:sz w:val="28"/>
          <w:szCs w:val="28"/>
          <w:lang w:eastAsia="x-none"/>
        </w:rPr>
      </w:pPr>
      <w:r w:rsidRPr="00854110">
        <w:rPr>
          <w:sz w:val="28"/>
          <w:szCs w:val="28"/>
          <w:lang w:eastAsia="x-none"/>
        </w:rPr>
        <w:t>Файл - «</w:t>
      </w:r>
      <w:r w:rsidRPr="00854110">
        <w:rPr>
          <w:i/>
          <w:sz w:val="28"/>
          <w:szCs w:val="28"/>
          <w:lang w:eastAsia="x-none"/>
        </w:rPr>
        <w:t>Приложение к договору (Товарная накладная).</w:t>
      </w:r>
      <w:r w:rsidRPr="00854110">
        <w:rPr>
          <w:sz w:val="28"/>
          <w:szCs w:val="28"/>
          <w:lang w:eastAsia="x-none"/>
        </w:rPr>
        <w:t>xls»</w:t>
      </w:r>
    </w:p>
    <w:p w14:paraId="7B1EF97D" w14:textId="77777777" w:rsidR="00D34A9A" w:rsidRPr="00147F2B" w:rsidRDefault="00D34A9A" w:rsidP="007011D1">
      <w:pPr>
        <w:rPr>
          <w:sz w:val="28"/>
          <w:szCs w:val="28"/>
          <w:lang w:eastAsia="x-none"/>
        </w:rPr>
      </w:pPr>
      <w:r w:rsidRPr="00147F2B">
        <w:rPr>
          <w:sz w:val="28"/>
          <w:szCs w:val="28"/>
          <w:lang w:eastAsia="x-none"/>
        </w:rPr>
        <w:br w:type="page"/>
      </w:r>
    </w:p>
    <w:p w14:paraId="6E561FAD" w14:textId="77777777" w:rsidR="00D34A9A" w:rsidRPr="00147F2B" w:rsidRDefault="00D34A9A" w:rsidP="00D34A9A">
      <w:pPr>
        <w:jc w:val="right"/>
        <w:rPr>
          <w:i/>
          <w:sz w:val="24"/>
          <w:szCs w:val="24"/>
        </w:rPr>
      </w:pPr>
      <w:r w:rsidRPr="00147F2B">
        <w:rPr>
          <w:i/>
          <w:sz w:val="24"/>
          <w:szCs w:val="24"/>
        </w:rPr>
        <w:lastRenderedPageBreak/>
        <w:t>Приложение 2</w:t>
      </w:r>
    </w:p>
    <w:p w14:paraId="790A2602" w14:textId="52ADC07C"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156105CD" w14:textId="0F65D335"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462852AD" w14:textId="77777777" w:rsidR="007011D1" w:rsidRPr="006D3C7E" w:rsidRDefault="007011D1" w:rsidP="007011D1">
      <w:pPr>
        <w:jc w:val="center"/>
        <w:rPr>
          <w:sz w:val="28"/>
          <w:szCs w:val="28"/>
          <w:lang w:eastAsia="x-none"/>
        </w:rPr>
      </w:pPr>
    </w:p>
    <w:p w14:paraId="13F8A273" w14:textId="49BD0F34" w:rsidR="007011D1" w:rsidRPr="006D3C7E" w:rsidRDefault="007011D1" w:rsidP="007011D1">
      <w:pPr>
        <w:keepNext/>
        <w:jc w:val="center"/>
        <w:outlineLvl w:val="0"/>
        <w:rPr>
          <w:b/>
          <w:sz w:val="28"/>
          <w:szCs w:val="28"/>
        </w:rPr>
      </w:pPr>
      <w:bookmarkStart w:id="566" w:name="_Ref349830891"/>
      <w:bookmarkStart w:id="567" w:name="_Toc383007733"/>
      <w:bookmarkStart w:id="568" w:name="_Toc453152096"/>
      <w:bookmarkStart w:id="569" w:name="_Toc453166648"/>
      <w:bookmarkStart w:id="570" w:name="_Toc468260898"/>
      <w:bookmarkStart w:id="571" w:name="Техническая_часть"/>
      <w:r w:rsidRPr="006D3C7E">
        <w:rPr>
          <w:b/>
          <w:sz w:val="28"/>
          <w:szCs w:val="28"/>
        </w:rPr>
        <w:t>Техническая часть</w:t>
      </w:r>
      <w:bookmarkEnd w:id="566"/>
      <w:bookmarkEnd w:id="567"/>
      <w:bookmarkEnd w:id="568"/>
      <w:bookmarkEnd w:id="569"/>
      <w:bookmarkEnd w:id="570"/>
    </w:p>
    <w:bookmarkEnd w:id="571"/>
    <w:p w14:paraId="447CC2F6" w14:textId="77777777" w:rsidR="007011D1" w:rsidRPr="006D3C7E" w:rsidRDefault="007011D1" w:rsidP="007011D1">
      <w:pPr>
        <w:jc w:val="center"/>
        <w:rPr>
          <w:sz w:val="28"/>
          <w:szCs w:val="28"/>
          <w:lang w:eastAsia="x-none"/>
        </w:rPr>
      </w:pPr>
    </w:p>
    <w:p w14:paraId="01501F27" w14:textId="77777777"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Pr="00147F2B">
        <w:rPr>
          <w:sz w:val="28"/>
          <w:lang w:val="x-none" w:eastAsia="x-none"/>
        </w:rPr>
        <w:t xml:space="preserve">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14:paraId="79C7CF17" w14:textId="77777777" w:rsidR="007011D1" w:rsidRPr="003216E4" w:rsidRDefault="007011D1" w:rsidP="007011D1">
      <w:pPr>
        <w:ind w:firstLine="567"/>
        <w:jc w:val="both"/>
        <w:rPr>
          <w:sz w:val="28"/>
          <w:lang w:val="x-none" w:eastAsia="x-none"/>
        </w:rPr>
      </w:pPr>
    </w:p>
    <w:p w14:paraId="0160A0D8" w14:textId="77777777" w:rsidR="007011D1" w:rsidRPr="00693F70" w:rsidRDefault="007011D1" w:rsidP="007011D1">
      <w:pPr>
        <w:ind w:firstLine="567"/>
        <w:jc w:val="both"/>
        <w:rPr>
          <w:sz w:val="28"/>
          <w:lang w:eastAsia="x-none"/>
        </w:rPr>
      </w:pPr>
      <w:r>
        <w:rPr>
          <w:sz w:val="28"/>
          <w:szCs w:val="28"/>
          <w:lang w:eastAsia="x-none"/>
        </w:rPr>
        <w:t xml:space="preserve">Файл - </w:t>
      </w:r>
      <w:r w:rsidRPr="00693F70">
        <w:rPr>
          <w:i/>
          <w:sz w:val="28"/>
          <w:lang w:val="x-none" w:eastAsia="x-none"/>
        </w:rPr>
        <w:t>«Техническое задание.doc»</w:t>
      </w:r>
      <w:r w:rsidRPr="003216E4">
        <w:rPr>
          <w:sz w:val="28"/>
          <w:lang w:val="x-none" w:eastAsia="x-none"/>
        </w:rPr>
        <w:t>;</w:t>
      </w:r>
    </w:p>
    <w:p w14:paraId="7307244E" w14:textId="72C52190" w:rsidR="00056E94" w:rsidRDefault="007011D1" w:rsidP="00807671">
      <w:pPr>
        <w:ind w:firstLine="567"/>
        <w:jc w:val="both"/>
        <w:rPr>
          <w:i/>
          <w:sz w:val="28"/>
          <w:lang w:eastAsia="x-none"/>
        </w:rPr>
      </w:pPr>
      <w:bookmarkStart w:id="572" w:name="_Toc381963070"/>
      <w:bookmarkStart w:id="573" w:name="_Toc382300999"/>
      <w:bookmarkStart w:id="574" w:name="_Toc382301867"/>
      <w:bookmarkStart w:id="575" w:name="_Toc382921451"/>
      <w:r>
        <w:rPr>
          <w:sz w:val="28"/>
          <w:szCs w:val="28"/>
          <w:lang w:eastAsia="x-none"/>
        </w:rPr>
        <w:t xml:space="preserve">Файл - </w:t>
      </w:r>
      <w:r w:rsidRPr="00693F70">
        <w:rPr>
          <w:i/>
          <w:sz w:val="28"/>
          <w:lang w:val="x-none" w:eastAsia="x-none"/>
        </w:rPr>
        <w:t>«Таблица А.xls»</w:t>
      </w:r>
      <w:bookmarkEnd w:id="572"/>
      <w:bookmarkEnd w:id="573"/>
      <w:bookmarkEnd w:id="574"/>
      <w:bookmarkEnd w:id="575"/>
    </w:p>
    <w:p w14:paraId="7408BA1F" w14:textId="26A3BE38" w:rsidR="00D34A9A" w:rsidRPr="00BB5FCE" w:rsidRDefault="00D34A9A" w:rsidP="00807671">
      <w:pPr>
        <w:ind w:firstLine="567"/>
        <w:jc w:val="both"/>
        <w:rPr>
          <w:i/>
          <w:sz w:val="28"/>
          <w:lang w:eastAsia="x-none"/>
        </w:rPr>
      </w:pPr>
      <w:r w:rsidRPr="00147F2B">
        <w:rPr>
          <w:szCs w:val="28"/>
        </w:rPr>
        <w:br w:type="page"/>
      </w:r>
    </w:p>
    <w:p w14:paraId="0DD93153" w14:textId="77777777" w:rsidR="00D5781E" w:rsidRPr="00147F2B" w:rsidRDefault="00D5781E" w:rsidP="00D5781E">
      <w:pPr>
        <w:jc w:val="right"/>
        <w:rPr>
          <w:i/>
          <w:sz w:val="24"/>
          <w:szCs w:val="24"/>
        </w:rPr>
      </w:pPr>
      <w:r w:rsidRPr="00147F2B">
        <w:rPr>
          <w:i/>
          <w:sz w:val="24"/>
          <w:szCs w:val="24"/>
        </w:rPr>
        <w:lastRenderedPageBreak/>
        <w:t>Приложение 3</w:t>
      </w:r>
    </w:p>
    <w:p w14:paraId="6045EC95" w14:textId="1186C73A" w:rsidR="00D5781E" w:rsidRPr="00147F2B" w:rsidRDefault="0020493E" w:rsidP="00D5781E">
      <w:pPr>
        <w:jc w:val="right"/>
        <w:rPr>
          <w:i/>
          <w:sz w:val="24"/>
          <w:szCs w:val="24"/>
        </w:rPr>
      </w:pPr>
      <w:r>
        <w:rPr>
          <w:i/>
          <w:sz w:val="24"/>
          <w:szCs w:val="24"/>
        </w:rPr>
        <w:t>к д</w:t>
      </w:r>
      <w:r w:rsidR="00D5781E" w:rsidRPr="00147F2B">
        <w:rPr>
          <w:i/>
          <w:sz w:val="24"/>
          <w:szCs w:val="24"/>
        </w:rPr>
        <w:t>окументации о запросе предложений</w:t>
      </w:r>
    </w:p>
    <w:p w14:paraId="7591E924" w14:textId="33413087" w:rsidR="00D5781E" w:rsidRPr="00147F2B" w:rsidRDefault="00D5781E" w:rsidP="00D5781E">
      <w:pPr>
        <w:jc w:val="right"/>
        <w:rPr>
          <w:i/>
          <w:sz w:val="24"/>
          <w:szCs w:val="24"/>
        </w:rPr>
      </w:pPr>
      <w:r w:rsidRPr="00147F2B">
        <w:rPr>
          <w:i/>
          <w:sz w:val="24"/>
          <w:szCs w:val="24"/>
        </w:rPr>
        <w:t>№ </w:t>
      </w:r>
      <w:r w:rsidR="003C4955">
        <w:rPr>
          <w:i/>
          <w:sz w:val="24"/>
          <w:szCs w:val="24"/>
        </w:rPr>
        <w:t>0002/16/2.2/0069276/ТГУфа/ЗП/ГОС/Э/02.12.2016</w:t>
      </w:r>
    </w:p>
    <w:p w14:paraId="79AA022F" w14:textId="77777777" w:rsidR="007011D1" w:rsidRPr="007011D1" w:rsidRDefault="007011D1" w:rsidP="007011D1">
      <w:pPr>
        <w:jc w:val="center"/>
        <w:rPr>
          <w:b/>
          <w:sz w:val="28"/>
          <w:szCs w:val="28"/>
        </w:rPr>
      </w:pPr>
    </w:p>
    <w:p w14:paraId="0A22CBE0" w14:textId="624CEC5B" w:rsidR="007011D1" w:rsidRPr="007011D1" w:rsidRDefault="00831CDF" w:rsidP="007011D1">
      <w:pPr>
        <w:keepNext/>
        <w:ind w:left="284" w:hanging="284"/>
        <w:jc w:val="center"/>
        <w:outlineLvl w:val="0"/>
        <w:rPr>
          <w:b/>
          <w:bCs/>
          <w:sz w:val="28"/>
          <w:szCs w:val="28"/>
        </w:rPr>
      </w:pPr>
      <w:bookmarkStart w:id="576" w:name="_Toc383007734"/>
      <w:bookmarkStart w:id="577" w:name="_Toc453152097"/>
      <w:bookmarkStart w:id="578" w:name="_Toc453166649"/>
      <w:bookmarkStart w:id="579" w:name="_Toc468260899"/>
      <w:r>
        <w:rPr>
          <w:b/>
          <w:bCs/>
          <w:sz w:val="28"/>
          <w:szCs w:val="28"/>
        </w:rPr>
        <w:t>Методика анализа и оценки З</w:t>
      </w:r>
      <w:r w:rsidR="007011D1" w:rsidRPr="007011D1">
        <w:rPr>
          <w:b/>
          <w:bCs/>
          <w:sz w:val="28"/>
          <w:szCs w:val="28"/>
        </w:rPr>
        <w:t>аявок.</w:t>
      </w:r>
      <w:bookmarkEnd w:id="576"/>
      <w:bookmarkEnd w:id="577"/>
      <w:bookmarkEnd w:id="578"/>
      <w:bookmarkEnd w:id="579"/>
    </w:p>
    <w:p w14:paraId="73F3FB28" w14:textId="77777777" w:rsidR="007011D1" w:rsidRPr="007011D1" w:rsidRDefault="007011D1" w:rsidP="007011D1">
      <w:pPr>
        <w:spacing w:after="120"/>
        <w:ind w:left="1571"/>
        <w:contextualSpacing/>
        <w:jc w:val="both"/>
        <w:rPr>
          <w:sz w:val="28"/>
        </w:rPr>
      </w:pPr>
    </w:p>
    <w:p w14:paraId="71F722DE" w14:textId="77777777" w:rsidR="007011D1" w:rsidRPr="007011D1" w:rsidRDefault="00831CDF" w:rsidP="007011D1">
      <w:pPr>
        <w:ind w:firstLine="567"/>
        <w:jc w:val="both"/>
        <w:rPr>
          <w:sz w:val="28"/>
          <w:szCs w:val="28"/>
        </w:rPr>
      </w:pPr>
      <w:r>
        <w:rPr>
          <w:sz w:val="28"/>
          <w:lang w:val="x-none" w:eastAsia="x-none"/>
        </w:rPr>
        <w:t xml:space="preserve">Методика анализа и оценки </w:t>
      </w:r>
      <w:r>
        <w:rPr>
          <w:sz w:val="28"/>
          <w:lang w:eastAsia="x-none"/>
        </w:rPr>
        <w:t>Заявок</w:t>
      </w:r>
      <w:r w:rsidR="007011D1" w:rsidRPr="007011D1">
        <w:rPr>
          <w:sz w:val="28"/>
          <w:lang w:val="x-none" w:eastAsia="x-none"/>
        </w:rPr>
        <w:t xml:space="preserve"> явля</w:t>
      </w:r>
      <w:r w:rsidR="007011D1" w:rsidRPr="007011D1">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007011D1" w:rsidRPr="007011D1">
        <w:rPr>
          <w:sz w:val="28"/>
          <w:lang w:val="x-none" w:eastAsia="x-none"/>
        </w:rPr>
        <w:t xml:space="preserve"> и размещен</w:t>
      </w:r>
      <w:r w:rsidR="007011D1" w:rsidRPr="007011D1">
        <w:rPr>
          <w:sz w:val="28"/>
          <w:lang w:eastAsia="x-none"/>
        </w:rPr>
        <w:t>а</w:t>
      </w:r>
      <w:r w:rsidR="007011D1" w:rsidRPr="007011D1">
        <w:rPr>
          <w:sz w:val="28"/>
          <w:lang w:val="x-none" w:eastAsia="x-none"/>
        </w:rPr>
        <w:t xml:space="preserve"> </w:t>
      </w:r>
      <w:r w:rsidR="007011D1" w:rsidRPr="007011D1">
        <w:rPr>
          <w:sz w:val="28"/>
          <w:szCs w:val="28"/>
          <w:lang w:val="x-none" w:eastAsia="x-none"/>
        </w:rPr>
        <w:t xml:space="preserve">в </w:t>
      </w:r>
      <w:r w:rsidR="007011D1" w:rsidRPr="007011D1">
        <w:rPr>
          <w:sz w:val="28"/>
          <w:szCs w:val="28"/>
          <w:lang w:eastAsia="x-none"/>
        </w:rPr>
        <w:t>корневой папке</w:t>
      </w:r>
      <w:r w:rsidR="007011D1" w:rsidRPr="007011D1">
        <w:rPr>
          <w:sz w:val="28"/>
          <w:szCs w:val="28"/>
        </w:rPr>
        <w:t>.</w:t>
      </w:r>
    </w:p>
    <w:p w14:paraId="310189B9" w14:textId="77777777" w:rsidR="007011D1" w:rsidRPr="007011D1" w:rsidRDefault="007011D1" w:rsidP="007011D1">
      <w:pPr>
        <w:ind w:firstLine="567"/>
        <w:jc w:val="both"/>
        <w:rPr>
          <w:sz w:val="28"/>
          <w:szCs w:val="28"/>
        </w:rPr>
      </w:pPr>
    </w:p>
    <w:p w14:paraId="230D476A" w14:textId="77777777"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Методика для Документации</w:t>
      </w:r>
      <w:r w:rsidRPr="007011D1">
        <w:rPr>
          <w:i/>
          <w:sz w:val="28"/>
          <w:lang w:val="x-none" w:eastAsia="x-none"/>
        </w:rPr>
        <w:t>.doc»</w:t>
      </w:r>
    </w:p>
    <w:p w14:paraId="4F7972BE" w14:textId="77777777" w:rsidR="00D34A9A" w:rsidRPr="00147F2B" w:rsidRDefault="00D5781E" w:rsidP="004C0C12">
      <w:pPr>
        <w:rPr>
          <w:b/>
          <w:bCs/>
          <w:sz w:val="28"/>
          <w:szCs w:val="28"/>
        </w:rPr>
      </w:pPr>
      <w:r>
        <w:rPr>
          <w:b/>
          <w:bCs/>
          <w:sz w:val="28"/>
          <w:szCs w:val="28"/>
        </w:rPr>
        <w:br w:type="page"/>
      </w:r>
    </w:p>
    <w:p w14:paraId="0133B693" w14:textId="77777777" w:rsidR="00D34A9A" w:rsidRPr="00147F2B" w:rsidRDefault="00D34A9A" w:rsidP="00D34A9A">
      <w:pPr>
        <w:keepNext/>
        <w:ind w:left="284" w:hanging="284"/>
        <w:jc w:val="center"/>
        <w:outlineLvl w:val="0"/>
        <w:rPr>
          <w:b/>
          <w:bCs/>
          <w:sz w:val="28"/>
          <w:szCs w:val="28"/>
        </w:rPr>
      </w:pPr>
      <w:bookmarkStart w:id="580" w:name="_Toc453152098"/>
      <w:bookmarkStart w:id="581" w:name="_Toc453166650"/>
      <w:bookmarkStart w:id="582" w:name="_Toc468260900"/>
      <w:r w:rsidRPr="00147F2B">
        <w:rPr>
          <w:b/>
          <w:bCs/>
          <w:sz w:val="28"/>
          <w:szCs w:val="28"/>
        </w:rPr>
        <w:lastRenderedPageBreak/>
        <w:t>Образец оп</w:t>
      </w:r>
      <w:r w:rsidR="00831CDF">
        <w:rPr>
          <w:b/>
          <w:bCs/>
          <w:sz w:val="28"/>
          <w:szCs w:val="28"/>
        </w:rPr>
        <w:t>иси документов, содержащихся в З</w:t>
      </w:r>
      <w:r w:rsidRPr="00147F2B">
        <w:rPr>
          <w:b/>
          <w:bCs/>
          <w:sz w:val="28"/>
          <w:szCs w:val="28"/>
        </w:rPr>
        <w:t>аявке.</w:t>
      </w:r>
      <w:bookmarkEnd w:id="580"/>
      <w:bookmarkEnd w:id="581"/>
      <w:bookmarkEnd w:id="582"/>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14:paraId="38D94E59" w14:textId="77777777" w:rsidTr="007011D1">
        <w:trPr>
          <w:cantSplit/>
          <w:trHeight w:val="20"/>
          <w:tblHeader/>
          <w:jc w:val="center"/>
        </w:trPr>
        <w:tc>
          <w:tcPr>
            <w:tcW w:w="263" w:type="pct"/>
            <w:shd w:val="pct5" w:color="000000" w:fill="FFFFFF"/>
            <w:vAlign w:val="center"/>
          </w:tcPr>
          <w:p w14:paraId="37EFC6D2" w14:textId="77777777"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14:paraId="04AB4095" w14:textId="77777777"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14:paraId="23F1EBE1" w14:textId="77777777" w:rsidTr="007011D1">
        <w:trPr>
          <w:cantSplit/>
          <w:trHeight w:val="20"/>
          <w:jc w:val="center"/>
        </w:trPr>
        <w:tc>
          <w:tcPr>
            <w:tcW w:w="263" w:type="pct"/>
          </w:tcPr>
          <w:p w14:paraId="039F8B5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AB16EBC" w14:textId="77777777" w:rsidR="00D34A9A" w:rsidRPr="00147F2B" w:rsidRDefault="00D34A9A" w:rsidP="00831CDF">
            <w:pPr>
              <w:ind w:left="-57" w:right="-57"/>
              <w:rPr>
                <w:sz w:val="26"/>
                <w:szCs w:val="26"/>
              </w:rPr>
            </w:pPr>
            <w:r w:rsidRPr="00147F2B">
              <w:rPr>
                <w:sz w:val="26"/>
                <w:szCs w:val="26"/>
              </w:rPr>
              <w:t>Письм</w:t>
            </w:r>
            <w:r w:rsidR="00831CDF">
              <w:rPr>
                <w:sz w:val="26"/>
                <w:szCs w:val="26"/>
              </w:rPr>
              <w:t>о о подаче З</w:t>
            </w:r>
            <w:r w:rsidR="00FE7925">
              <w:rPr>
                <w:sz w:val="26"/>
                <w:szCs w:val="26"/>
              </w:rPr>
              <w:t xml:space="preserve">аявки </w:t>
            </w:r>
            <w:r w:rsidRPr="00147F2B">
              <w:rPr>
                <w:sz w:val="26"/>
                <w:szCs w:val="26"/>
              </w:rPr>
              <w:t>(Форма 1).</w:t>
            </w:r>
          </w:p>
        </w:tc>
      </w:tr>
      <w:tr w:rsidR="00D34A9A" w:rsidRPr="00147F2B" w14:paraId="400B8449" w14:textId="77777777" w:rsidTr="007011D1">
        <w:trPr>
          <w:cantSplit/>
          <w:trHeight w:val="20"/>
          <w:jc w:val="center"/>
        </w:trPr>
        <w:tc>
          <w:tcPr>
            <w:tcW w:w="263" w:type="pct"/>
          </w:tcPr>
          <w:p w14:paraId="12F2D8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9669916" w14:textId="77777777"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14:paraId="58E93625" w14:textId="77777777" w:rsidTr="007011D1">
        <w:trPr>
          <w:cantSplit/>
          <w:trHeight w:val="20"/>
          <w:jc w:val="center"/>
        </w:trPr>
        <w:tc>
          <w:tcPr>
            <w:tcW w:w="263" w:type="pct"/>
          </w:tcPr>
          <w:p w14:paraId="14DEAD3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DA75EB6" w14:textId="77777777"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14:paraId="3E6BE69A" w14:textId="77777777" w:rsidTr="007011D1">
        <w:trPr>
          <w:cantSplit/>
          <w:trHeight w:val="20"/>
          <w:jc w:val="center"/>
        </w:trPr>
        <w:tc>
          <w:tcPr>
            <w:tcW w:w="263" w:type="pct"/>
          </w:tcPr>
          <w:p w14:paraId="05CF14F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464144E" w14:textId="77777777"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14:paraId="73E6F678" w14:textId="77777777" w:rsidTr="007011D1">
        <w:trPr>
          <w:cantSplit/>
          <w:trHeight w:val="20"/>
          <w:jc w:val="center"/>
        </w:trPr>
        <w:tc>
          <w:tcPr>
            <w:tcW w:w="263" w:type="pct"/>
          </w:tcPr>
          <w:p w14:paraId="4C7A7BE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F15F70" w14:textId="0D7087C9" w:rsidR="00D34A9A" w:rsidRPr="00147F2B" w:rsidRDefault="00D34A9A" w:rsidP="001A566D">
            <w:pPr>
              <w:ind w:left="-57" w:right="-57"/>
              <w:rPr>
                <w:sz w:val="26"/>
                <w:szCs w:val="26"/>
              </w:rPr>
            </w:pPr>
            <w:r w:rsidRPr="00147F2B">
              <w:rPr>
                <w:sz w:val="26"/>
                <w:szCs w:val="26"/>
              </w:rPr>
              <w:t>Согласие на обработку и переда</w:t>
            </w:r>
            <w:r w:rsidR="00C61AC6">
              <w:rPr>
                <w:sz w:val="26"/>
                <w:szCs w:val="26"/>
              </w:rPr>
              <w:t xml:space="preserve">чу своих персональных данных в </w:t>
            </w:r>
            <w:r w:rsidR="001A566D" w:rsidRPr="001A566D">
              <w:rPr>
                <w:sz w:val="26"/>
                <w:szCs w:val="26"/>
              </w:rPr>
              <w:t xml:space="preserve">ООО «Газпром трансгаз Уфа» </w:t>
            </w:r>
            <w:r w:rsidRPr="00147F2B">
              <w:rPr>
                <w:sz w:val="26"/>
                <w:szCs w:val="26"/>
              </w:rPr>
              <w:t xml:space="preserve">для последующей передачи в </w:t>
            </w:r>
            <w:r w:rsidR="001A566D">
              <w:rPr>
                <w:sz w:val="26"/>
                <w:szCs w:val="26"/>
              </w:rPr>
              <w:t>П</w:t>
            </w:r>
            <w:r w:rsidR="001A566D" w:rsidRPr="00147F2B">
              <w:rPr>
                <w:sz w:val="26"/>
                <w:szCs w:val="26"/>
              </w:rPr>
              <w:t>АО «Газпром»</w:t>
            </w:r>
            <w:r w:rsidR="001A566D">
              <w:rPr>
                <w:sz w:val="26"/>
                <w:szCs w:val="26"/>
              </w:rPr>
              <w:t>,</w:t>
            </w:r>
            <w:r w:rsidR="001A566D" w:rsidRPr="00147F2B">
              <w:rPr>
                <w:sz w:val="26"/>
                <w:szCs w:val="26"/>
              </w:rPr>
              <w:t xml:space="preserve"> </w:t>
            </w:r>
            <w:r w:rsidRPr="00147F2B">
              <w:rPr>
                <w:sz w:val="26"/>
                <w:szCs w:val="26"/>
              </w:rPr>
              <w:t xml:space="preserve">Минэнерго России, Росфинмониторинг, ФНС России и Экспертам по запросу предложений </w:t>
            </w:r>
            <w:r w:rsidR="00F6056A" w:rsidRPr="00147F2B">
              <w:rPr>
                <w:sz w:val="26"/>
                <w:szCs w:val="26"/>
              </w:rPr>
              <w:t>№ </w:t>
            </w:r>
            <w:r w:rsidR="003C4955">
              <w:rPr>
                <w:sz w:val="26"/>
                <w:szCs w:val="26"/>
              </w:rPr>
              <w:t>0002/16/2.2/0069276/ТГУфа/ЗП/ГОС/Э/02.12.2016</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14:paraId="5A12AFF9" w14:textId="77777777" w:rsidTr="007011D1">
        <w:trPr>
          <w:cantSplit/>
          <w:trHeight w:val="20"/>
          <w:jc w:val="center"/>
        </w:trPr>
        <w:tc>
          <w:tcPr>
            <w:tcW w:w="263" w:type="pct"/>
          </w:tcPr>
          <w:p w14:paraId="7E8A4E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B02EB89" w14:textId="77777777"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14:paraId="736B51A1" w14:textId="77777777" w:rsidTr="007011D1">
        <w:trPr>
          <w:cantSplit/>
          <w:trHeight w:val="20"/>
          <w:jc w:val="center"/>
        </w:trPr>
        <w:tc>
          <w:tcPr>
            <w:tcW w:w="263" w:type="pct"/>
          </w:tcPr>
          <w:p w14:paraId="19F5CF0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6151FA3" w14:textId="77777777"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14:paraId="5936D523" w14:textId="77777777" w:rsidTr="007011D1">
        <w:trPr>
          <w:cantSplit/>
          <w:trHeight w:val="20"/>
          <w:jc w:val="center"/>
        </w:trPr>
        <w:tc>
          <w:tcPr>
            <w:tcW w:w="263" w:type="pct"/>
          </w:tcPr>
          <w:p w14:paraId="77278E23"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384D046" w14:textId="77777777"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14:paraId="34A8D6E1" w14:textId="77777777" w:rsidTr="007011D1">
        <w:trPr>
          <w:cantSplit/>
          <w:trHeight w:val="20"/>
          <w:jc w:val="center"/>
        </w:trPr>
        <w:tc>
          <w:tcPr>
            <w:tcW w:w="263" w:type="pct"/>
          </w:tcPr>
          <w:p w14:paraId="279B730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98F983" w14:textId="77777777"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14:paraId="4753089B" w14:textId="77777777" w:rsidTr="007011D1">
        <w:trPr>
          <w:cantSplit/>
          <w:trHeight w:val="20"/>
          <w:jc w:val="center"/>
        </w:trPr>
        <w:tc>
          <w:tcPr>
            <w:tcW w:w="263" w:type="pct"/>
          </w:tcPr>
          <w:p w14:paraId="4C4849B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C417C87" w14:textId="77777777"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14:paraId="322DEE52" w14:textId="77777777" w:rsidTr="007011D1">
        <w:trPr>
          <w:cantSplit/>
          <w:trHeight w:val="20"/>
          <w:jc w:val="center"/>
        </w:trPr>
        <w:tc>
          <w:tcPr>
            <w:tcW w:w="263" w:type="pct"/>
          </w:tcPr>
          <w:p w14:paraId="577DF9AD"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6E033BF" w14:textId="36E7D16B" w:rsidR="00D34A9A" w:rsidRPr="00147F2B" w:rsidRDefault="0017291C" w:rsidP="002038BC">
            <w:pPr>
              <w:ind w:left="-57" w:right="-57"/>
              <w:rPr>
                <w:sz w:val="26"/>
                <w:szCs w:val="26"/>
              </w:rPr>
            </w:pPr>
            <w:r w:rsidRPr="00A00C96">
              <w:rPr>
                <w:sz w:val="26"/>
                <w:szCs w:val="26"/>
              </w:rPr>
              <w:t>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147F2B" w14:paraId="14CFAC46" w14:textId="77777777" w:rsidTr="007011D1">
        <w:trPr>
          <w:cantSplit/>
          <w:trHeight w:val="20"/>
          <w:jc w:val="center"/>
        </w:trPr>
        <w:tc>
          <w:tcPr>
            <w:tcW w:w="263" w:type="pct"/>
          </w:tcPr>
          <w:p w14:paraId="271C81A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BA6B08C" w14:textId="77777777"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854110" w:rsidRPr="00147F2B" w14:paraId="56764B19" w14:textId="77777777" w:rsidTr="007011D1">
        <w:trPr>
          <w:cantSplit/>
          <w:trHeight w:val="20"/>
          <w:jc w:val="center"/>
        </w:trPr>
        <w:tc>
          <w:tcPr>
            <w:tcW w:w="263" w:type="pct"/>
          </w:tcPr>
          <w:p w14:paraId="64C3D8E4" w14:textId="77777777" w:rsidR="00854110" w:rsidRPr="00147F2B" w:rsidRDefault="00854110" w:rsidP="00D34A9A">
            <w:pPr>
              <w:numPr>
                <w:ilvl w:val="0"/>
                <w:numId w:val="4"/>
              </w:numPr>
              <w:tabs>
                <w:tab w:val="clear" w:pos="860"/>
                <w:tab w:val="num" w:pos="392"/>
                <w:tab w:val="num" w:pos="502"/>
              </w:tabs>
              <w:ind w:left="-57" w:right="-57" w:firstLine="0"/>
              <w:rPr>
                <w:sz w:val="26"/>
                <w:szCs w:val="26"/>
              </w:rPr>
            </w:pPr>
          </w:p>
        </w:tc>
        <w:tc>
          <w:tcPr>
            <w:tcW w:w="4737" w:type="pct"/>
          </w:tcPr>
          <w:p w14:paraId="48649A0A" w14:textId="69751979" w:rsidR="00854110" w:rsidRPr="00147F2B" w:rsidRDefault="000A2450" w:rsidP="002038BC">
            <w:pPr>
              <w:ind w:left="-57" w:right="-57"/>
              <w:rPr>
                <w:iCs/>
                <w:sz w:val="26"/>
                <w:szCs w:val="26"/>
              </w:rPr>
            </w:pPr>
            <w:r w:rsidRPr="000A2450">
              <w:rPr>
                <w:iCs/>
                <w:sz w:val="26"/>
                <w:szCs w:val="26"/>
              </w:rPr>
              <w:t>Справка о материально-технических ресурсах (Форма 11)</w:t>
            </w:r>
          </w:p>
        </w:tc>
      </w:tr>
      <w:tr w:rsidR="00D34A9A" w:rsidRPr="00147F2B" w14:paraId="6042C911" w14:textId="77777777" w:rsidTr="007011D1">
        <w:trPr>
          <w:cantSplit/>
          <w:trHeight w:val="20"/>
          <w:jc w:val="center"/>
        </w:trPr>
        <w:tc>
          <w:tcPr>
            <w:tcW w:w="263" w:type="pct"/>
          </w:tcPr>
          <w:p w14:paraId="7E10C2DB" w14:textId="77777777" w:rsidR="00D34A9A" w:rsidRPr="00147F2B" w:rsidRDefault="00D34A9A" w:rsidP="00D34A9A">
            <w:pPr>
              <w:tabs>
                <w:tab w:val="num" w:pos="860"/>
              </w:tabs>
              <w:ind w:left="500" w:right="-57"/>
              <w:rPr>
                <w:sz w:val="26"/>
                <w:szCs w:val="26"/>
              </w:rPr>
            </w:pPr>
          </w:p>
        </w:tc>
        <w:tc>
          <w:tcPr>
            <w:tcW w:w="4737" w:type="pct"/>
          </w:tcPr>
          <w:p w14:paraId="64104C0F" w14:textId="77777777"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1E0E80" w:rsidRPr="00147F2B" w14:paraId="1FCD4BA7" w14:textId="77777777" w:rsidTr="007011D1">
        <w:trPr>
          <w:cantSplit/>
          <w:trHeight w:val="20"/>
          <w:jc w:val="center"/>
        </w:trPr>
        <w:tc>
          <w:tcPr>
            <w:tcW w:w="263" w:type="pct"/>
          </w:tcPr>
          <w:p w14:paraId="7D288769"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6DFB91D" w14:textId="446C1AEC" w:rsidR="001E0E80" w:rsidRPr="00147F2B" w:rsidRDefault="001E0E80" w:rsidP="001E0E80">
            <w:pPr>
              <w:ind w:left="-57" w:right="-57"/>
              <w:rPr>
                <w:sz w:val="26"/>
                <w:szCs w:val="26"/>
              </w:rPr>
            </w:pPr>
            <w:r>
              <w:rPr>
                <w:sz w:val="26"/>
                <w:szCs w:val="26"/>
              </w:rPr>
              <w:t>К</w:t>
            </w:r>
            <w:r w:rsidRPr="006C6CBC">
              <w:rPr>
                <w:sz w:val="26"/>
                <w:szCs w:val="26"/>
              </w:rPr>
              <w:t>опии бухгалтерского баланса за прошедший год и за последний отчетный период текущего года</w:t>
            </w:r>
            <w:r>
              <w:rPr>
                <w:sz w:val="26"/>
                <w:szCs w:val="26"/>
              </w:rPr>
              <w:t>.</w:t>
            </w:r>
          </w:p>
        </w:tc>
      </w:tr>
      <w:tr w:rsidR="001E0E80" w:rsidRPr="00147F2B" w14:paraId="5DC75573" w14:textId="77777777" w:rsidTr="007011D1">
        <w:trPr>
          <w:cantSplit/>
          <w:trHeight w:val="20"/>
          <w:jc w:val="center"/>
        </w:trPr>
        <w:tc>
          <w:tcPr>
            <w:tcW w:w="263" w:type="pct"/>
          </w:tcPr>
          <w:p w14:paraId="21DC0F66"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2478BB5" w14:textId="13C0689C" w:rsidR="001E0E80" w:rsidRPr="00147F2B" w:rsidRDefault="001E0E80" w:rsidP="001E0E80">
            <w:pPr>
              <w:ind w:left="-57" w:right="-57"/>
              <w:rPr>
                <w:sz w:val="26"/>
                <w:szCs w:val="26"/>
              </w:rPr>
            </w:pPr>
            <w:r>
              <w:rPr>
                <w:sz w:val="26"/>
                <w:szCs w:val="26"/>
              </w:rPr>
              <w:t>К</w:t>
            </w:r>
            <w:r w:rsidRPr="006C6CBC">
              <w:rPr>
                <w:sz w:val="26"/>
                <w:szCs w:val="26"/>
              </w:rPr>
              <w:t>опии отчета о финансовых результатах за прошедший год и за последни</w:t>
            </w:r>
            <w:r>
              <w:rPr>
                <w:sz w:val="26"/>
                <w:szCs w:val="26"/>
              </w:rPr>
              <w:t>й отчетный период текущего года.</w:t>
            </w:r>
          </w:p>
        </w:tc>
      </w:tr>
      <w:tr w:rsidR="001E0E80" w:rsidRPr="00147F2B" w14:paraId="4786EA3F" w14:textId="77777777" w:rsidTr="007011D1">
        <w:trPr>
          <w:cantSplit/>
          <w:trHeight w:val="20"/>
          <w:jc w:val="center"/>
        </w:trPr>
        <w:tc>
          <w:tcPr>
            <w:tcW w:w="263" w:type="pct"/>
          </w:tcPr>
          <w:p w14:paraId="4623022E"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481778ED" w14:textId="79E57C21" w:rsidR="001E0E80" w:rsidRPr="00147F2B" w:rsidRDefault="001E0E80" w:rsidP="001E0E80">
            <w:pPr>
              <w:ind w:left="-57" w:right="-57"/>
              <w:rPr>
                <w:sz w:val="26"/>
                <w:szCs w:val="26"/>
              </w:rPr>
            </w:pPr>
            <w:r>
              <w:rPr>
                <w:sz w:val="26"/>
                <w:szCs w:val="26"/>
              </w:rPr>
              <w:t>К</w:t>
            </w:r>
            <w:r w:rsidRPr="006C6CBC">
              <w:rPr>
                <w:sz w:val="26"/>
                <w:szCs w:val="26"/>
              </w:rPr>
              <w:t>опии пояснений к бухгалтерскому балансу и отчету о финансовых результатах</w:t>
            </w:r>
            <w:r>
              <w:rPr>
                <w:sz w:val="26"/>
                <w:szCs w:val="26"/>
              </w:rPr>
              <w:t>.</w:t>
            </w:r>
          </w:p>
        </w:tc>
      </w:tr>
      <w:tr w:rsidR="00D34A9A" w:rsidRPr="00147F2B" w14:paraId="7BC26778" w14:textId="77777777" w:rsidTr="007011D1">
        <w:trPr>
          <w:cantSplit/>
          <w:trHeight w:val="20"/>
          <w:jc w:val="center"/>
        </w:trPr>
        <w:tc>
          <w:tcPr>
            <w:tcW w:w="263" w:type="pct"/>
          </w:tcPr>
          <w:p w14:paraId="43260D8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25E27580" w14:textId="77777777" w:rsidR="00D34A9A" w:rsidRPr="00147F2B" w:rsidRDefault="00D34A9A" w:rsidP="00D34A9A">
            <w:pPr>
              <w:ind w:left="-57" w:right="-57"/>
              <w:rPr>
                <w:sz w:val="26"/>
                <w:szCs w:val="26"/>
              </w:rPr>
            </w:pPr>
            <w:r w:rsidRPr="00147F2B">
              <w:rPr>
                <w:sz w:val="26"/>
                <w:szCs w:val="26"/>
              </w:rPr>
              <w:t>Для индивидуальных предпринимателей – копии налоговых деклараций за последний отчетный год.</w:t>
            </w:r>
          </w:p>
        </w:tc>
      </w:tr>
      <w:tr w:rsidR="00D34A9A" w:rsidRPr="00147F2B" w14:paraId="303D46BA" w14:textId="77777777" w:rsidTr="007011D1">
        <w:trPr>
          <w:cantSplit/>
          <w:trHeight w:val="20"/>
          <w:jc w:val="center"/>
        </w:trPr>
        <w:tc>
          <w:tcPr>
            <w:tcW w:w="263" w:type="pct"/>
          </w:tcPr>
          <w:p w14:paraId="6C085AB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78DA69B" w14:textId="77777777" w:rsidR="00D34A9A" w:rsidRPr="00147F2B" w:rsidRDefault="00D34A9A" w:rsidP="00831CDF">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831CDF">
              <w:rPr>
                <w:sz w:val="26"/>
                <w:szCs w:val="26"/>
              </w:rPr>
              <w:t xml:space="preserve"> года до даты окончания приема Заявок</w:t>
            </w:r>
            <w:r w:rsidRPr="00147F2B">
              <w:rPr>
                <w:sz w:val="26"/>
                <w:szCs w:val="2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14:paraId="32452C22" w14:textId="77777777" w:rsidTr="007011D1">
        <w:trPr>
          <w:cantSplit/>
          <w:trHeight w:val="20"/>
          <w:jc w:val="center"/>
        </w:trPr>
        <w:tc>
          <w:tcPr>
            <w:tcW w:w="263" w:type="pct"/>
          </w:tcPr>
          <w:p w14:paraId="39CF0CC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2B46BA" w14:textId="77777777"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D34A9A" w:rsidRPr="00147F2B" w14:paraId="0FA3C56E" w14:textId="77777777" w:rsidTr="007011D1">
        <w:trPr>
          <w:cantSplit/>
          <w:trHeight w:val="20"/>
          <w:jc w:val="center"/>
        </w:trPr>
        <w:tc>
          <w:tcPr>
            <w:tcW w:w="263" w:type="pct"/>
          </w:tcPr>
          <w:p w14:paraId="22BAD0A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3E4126D" w14:textId="77777777"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14:paraId="2287E520" w14:textId="77777777" w:rsidTr="007011D1">
        <w:trPr>
          <w:cantSplit/>
          <w:trHeight w:val="20"/>
          <w:jc w:val="center"/>
        </w:trPr>
        <w:tc>
          <w:tcPr>
            <w:tcW w:w="263" w:type="pct"/>
          </w:tcPr>
          <w:p w14:paraId="18D9BABF" w14:textId="77777777" w:rsidR="00D34A9A" w:rsidRPr="00147F2B" w:rsidRDefault="00D34A9A" w:rsidP="00D34A9A">
            <w:pPr>
              <w:tabs>
                <w:tab w:val="num" w:pos="860"/>
              </w:tabs>
              <w:ind w:left="500" w:right="-57"/>
              <w:rPr>
                <w:sz w:val="26"/>
                <w:szCs w:val="26"/>
              </w:rPr>
            </w:pPr>
          </w:p>
        </w:tc>
        <w:tc>
          <w:tcPr>
            <w:tcW w:w="4737" w:type="pct"/>
            <w:vAlign w:val="center"/>
          </w:tcPr>
          <w:p w14:paraId="73DDE42F" w14:textId="77777777"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14:paraId="744FE9B1" w14:textId="77777777" w:rsidTr="007011D1">
        <w:trPr>
          <w:cantSplit/>
          <w:trHeight w:val="20"/>
          <w:jc w:val="center"/>
        </w:trPr>
        <w:tc>
          <w:tcPr>
            <w:tcW w:w="263" w:type="pct"/>
          </w:tcPr>
          <w:p w14:paraId="526DAE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4CA69F6" w14:textId="77777777"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14:paraId="4D1D5522" w14:textId="77777777" w:rsidTr="007011D1">
        <w:trPr>
          <w:cantSplit/>
          <w:trHeight w:val="20"/>
          <w:jc w:val="center"/>
        </w:trPr>
        <w:tc>
          <w:tcPr>
            <w:tcW w:w="263" w:type="pct"/>
          </w:tcPr>
          <w:p w14:paraId="38C517A6"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C2907CE" w14:textId="37304632" w:rsidR="00D34A9A" w:rsidRPr="00147F2B" w:rsidRDefault="00D34A9A" w:rsidP="00D34A9A">
            <w:pPr>
              <w:ind w:left="-57" w:right="-57"/>
              <w:rPr>
                <w:sz w:val="26"/>
                <w:szCs w:val="26"/>
              </w:rPr>
            </w:pPr>
            <w:r w:rsidRPr="00147F2B">
              <w:rPr>
                <w:sz w:val="26"/>
                <w:szCs w:val="26"/>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 w:val="26"/>
                <w:szCs w:val="26"/>
              </w:rPr>
              <w:t>И</w:t>
            </w:r>
            <w:r w:rsidRPr="00147F2B">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14:paraId="18AAB53A" w14:textId="77777777" w:rsidTr="007011D1">
        <w:trPr>
          <w:cantSplit/>
          <w:trHeight w:val="20"/>
          <w:jc w:val="center"/>
        </w:trPr>
        <w:tc>
          <w:tcPr>
            <w:tcW w:w="263" w:type="pct"/>
          </w:tcPr>
          <w:p w14:paraId="7957D762"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9EEC93B" w14:textId="77777777" w:rsidR="00D34A9A" w:rsidRPr="00147F2B" w:rsidRDefault="00D34A9A" w:rsidP="00831CDF">
            <w:pPr>
              <w:ind w:left="-57" w:right="-57"/>
              <w:rPr>
                <w:sz w:val="26"/>
                <w:szCs w:val="26"/>
              </w:rPr>
            </w:pPr>
            <w:r w:rsidRPr="00147F2B">
              <w:rPr>
                <w:sz w:val="26"/>
                <w:szCs w:val="26"/>
              </w:rPr>
              <w:t>Документы, подтверждающие полн</w:t>
            </w:r>
            <w:r w:rsidR="00831CDF">
              <w:rPr>
                <w:sz w:val="26"/>
                <w:szCs w:val="26"/>
              </w:rPr>
              <w:t>омочия всех лиц, подписывающих З</w:t>
            </w:r>
            <w:r w:rsidRPr="00147F2B">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14:paraId="056F1822" w14:textId="77777777" w:rsidTr="007011D1">
        <w:trPr>
          <w:cantSplit/>
          <w:trHeight w:val="20"/>
          <w:jc w:val="center"/>
        </w:trPr>
        <w:tc>
          <w:tcPr>
            <w:tcW w:w="263" w:type="pct"/>
          </w:tcPr>
          <w:p w14:paraId="67F72EE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0CF8D5E" w14:textId="5201BC1D" w:rsidR="00D34A9A" w:rsidRPr="00147F2B" w:rsidRDefault="00D34A9A" w:rsidP="00831CDF">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4B3CE1">
              <w:rPr>
                <w:sz w:val="26"/>
                <w:szCs w:val="26"/>
              </w:rPr>
              <w:t>ации, учредительными документам</w:t>
            </w:r>
            <w:r w:rsidRPr="00147F2B">
              <w:rPr>
                <w:sz w:val="26"/>
                <w:szCs w:val="26"/>
              </w:rPr>
              <w:t xml:space="preserve">и юридического лица и если для участника закупки выполнение договора </w:t>
            </w:r>
            <w:r w:rsidR="00831CDF">
              <w:rPr>
                <w:sz w:val="26"/>
                <w:szCs w:val="26"/>
              </w:rPr>
              <w:t>или предоставление обеспечения З</w:t>
            </w:r>
            <w:r w:rsidRPr="00147F2B">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831CDF">
              <w:rPr>
                <w:sz w:val="26"/>
                <w:szCs w:val="26"/>
              </w:rPr>
              <w:t>ения до истечения срока подачи З</w:t>
            </w:r>
            <w:r w:rsidRPr="00147F2B">
              <w:rPr>
                <w:sz w:val="26"/>
                <w:szCs w:val="26"/>
              </w:rPr>
              <w:t xml:space="preserve">аявок для </w:t>
            </w:r>
            <w:r w:rsidR="005A3EF4">
              <w:rPr>
                <w:sz w:val="26"/>
                <w:szCs w:val="26"/>
              </w:rPr>
              <w:t>У</w:t>
            </w:r>
            <w:r w:rsidRPr="00147F2B">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14:paraId="07D332EC" w14:textId="77777777" w:rsidTr="007011D1">
        <w:trPr>
          <w:cantSplit/>
          <w:trHeight w:val="20"/>
          <w:jc w:val="center"/>
        </w:trPr>
        <w:tc>
          <w:tcPr>
            <w:tcW w:w="263" w:type="pct"/>
          </w:tcPr>
          <w:p w14:paraId="11FD80A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E731F" w14:textId="19182051" w:rsidR="00D34A9A" w:rsidRPr="00147F2B" w:rsidRDefault="00223DE6" w:rsidP="00D34A9A">
            <w:pPr>
              <w:ind w:left="-57" w:right="-57"/>
              <w:rPr>
                <w:sz w:val="26"/>
                <w:szCs w:val="26"/>
              </w:rPr>
            </w:pPr>
            <w:r w:rsidRPr="00A00C96">
              <w:rPr>
                <w:sz w:val="26"/>
                <w:szCs w:val="26"/>
              </w:rPr>
              <w:t>Письмо об отсутствии у Участника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(Форма 10)</w:t>
            </w:r>
          </w:p>
        </w:tc>
      </w:tr>
      <w:tr w:rsidR="00D34A9A" w:rsidRPr="00147F2B" w14:paraId="3F2FB633" w14:textId="77777777" w:rsidTr="007011D1">
        <w:trPr>
          <w:cantSplit/>
          <w:trHeight w:val="20"/>
          <w:jc w:val="center"/>
        </w:trPr>
        <w:tc>
          <w:tcPr>
            <w:tcW w:w="263" w:type="pct"/>
          </w:tcPr>
          <w:p w14:paraId="4C5546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E73E546" w14:textId="77777777"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14:paraId="272BD93F" w14:textId="77777777" w:rsidTr="007011D1">
        <w:trPr>
          <w:cantSplit/>
          <w:trHeight w:val="20"/>
          <w:jc w:val="center"/>
        </w:trPr>
        <w:tc>
          <w:tcPr>
            <w:tcW w:w="263" w:type="pct"/>
          </w:tcPr>
          <w:p w14:paraId="246DA17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CD80B07" w14:textId="77777777"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14:paraId="76B885AA" w14:textId="77777777" w:rsidTr="007011D1">
        <w:trPr>
          <w:cantSplit/>
          <w:trHeight w:val="20"/>
          <w:jc w:val="center"/>
        </w:trPr>
        <w:tc>
          <w:tcPr>
            <w:tcW w:w="263" w:type="pct"/>
          </w:tcPr>
          <w:p w14:paraId="583A07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3FE88" w14:textId="77777777"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14:paraId="0A4755AB" w14:textId="77777777" w:rsidTr="007011D1">
        <w:trPr>
          <w:cantSplit/>
          <w:trHeight w:val="20"/>
          <w:jc w:val="center"/>
        </w:trPr>
        <w:tc>
          <w:tcPr>
            <w:tcW w:w="263" w:type="pct"/>
          </w:tcPr>
          <w:p w14:paraId="1FECB7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58F1F6" w14:textId="77777777"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14:paraId="6AFEF7E1" w14:textId="77777777" w:rsidTr="007011D1">
        <w:trPr>
          <w:cantSplit/>
          <w:trHeight w:val="20"/>
          <w:jc w:val="center"/>
        </w:trPr>
        <w:tc>
          <w:tcPr>
            <w:tcW w:w="263" w:type="pct"/>
          </w:tcPr>
          <w:p w14:paraId="6DAE38CA"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FC59C03" w14:textId="77777777"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14:paraId="459FA569" w14:textId="77777777" w:rsidTr="007011D1">
        <w:trPr>
          <w:cantSplit/>
          <w:trHeight w:val="20"/>
          <w:jc w:val="center"/>
        </w:trPr>
        <w:tc>
          <w:tcPr>
            <w:tcW w:w="263" w:type="pct"/>
          </w:tcPr>
          <w:p w14:paraId="527855F1"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6D85EB45" w14:textId="77777777"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bl>
    <w:p w14:paraId="11B755C1" w14:textId="77777777" w:rsidR="00D34A9A" w:rsidRPr="00147F2B" w:rsidRDefault="00D34A9A" w:rsidP="00D34A9A">
      <w:pPr>
        <w:tabs>
          <w:tab w:val="left" w:pos="1080"/>
          <w:tab w:val="left" w:pos="2160"/>
        </w:tabs>
        <w:jc w:val="both"/>
        <w:rPr>
          <w:sz w:val="22"/>
        </w:rPr>
      </w:pPr>
    </w:p>
    <w:sectPr w:rsidR="00D34A9A" w:rsidRPr="00147F2B"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07916" w14:textId="77777777" w:rsidR="00C72D69" w:rsidRDefault="00C72D69">
      <w:r>
        <w:separator/>
      </w:r>
    </w:p>
  </w:endnote>
  <w:endnote w:type="continuationSeparator" w:id="0">
    <w:p w14:paraId="46868A44" w14:textId="77777777" w:rsidR="00C72D69" w:rsidRDefault="00C72D69">
      <w:r>
        <w:continuationSeparator/>
      </w:r>
    </w:p>
  </w:endnote>
  <w:endnote w:type="continuationNotice" w:id="1">
    <w:p w14:paraId="0797A123" w14:textId="77777777" w:rsidR="00C72D69" w:rsidRDefault="00C7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8901" w14:textId="77777777" w:rsidR="00C72D69" w:rsidRPr="009758A6" w:rsidRDefault="00C72D69" w:rsidP="00456CF4">
    <w:pPr>
      <w:pStyle w:val="ae"/>
      <w:jc w:val="center"/>
      <w:rPr>
        <w:b/>
        <w:lang w:val="ru-RU"/>
      </w:rPr>
    </w:pPr>
    <w:r w:rsidRPr="00456CF4">
      <w:rPr>
        <w:b/>
      </w:rPr>
      <w:t xml:space="preserve">г. </w:t>
    </w:r>
    <w:r>
      <w:rPr>
        <w:b/>
        <w:lang w:val="ru-RU"/>
      </w:rPr>
      <w:t>Уфа</w:t>
    </w:r>
  </w:p>
  <w:p w14:paraId="53018E94" w14:textId="77777777" w:rsidR="00C72D69" w:rsidRPr="00456CF4" w:rsidRDefault="00C72D69"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2A56" w14:textId="77777777" w:rsidR="00C72D69" w:rsidRDefault="00C72D69" w:rsidP="00757D07">
    <w:pPr>
      <w:pStyle w:val="ae"/>
      <w:jc w:val="center"/>
      <w:rPr>
        <w:b/>
        <w:bCs/>
      </w:rPr>
    </w:pPr>
    <w:r w:rsidRPr="00A55CBE">
      <w:rPr>
        <w:b/>
        <w:bCs/>
      </w:rPr>
      <w:t>г. Москва</w:t>
    </w:r>
  </w:p>
  <w:p w14:paraId="2191E1DD" w14:textId="77777777" w:rsidR="00C72D69" w:rsidRDefault="00C72D69"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7A2B" w14:textId="77777777" w:rsidR="00C72D69" w:rsidRPr="00400921" w:rsidRDefault="00C72D69"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5C2042">
      <w:rPr>
        <w:noProof/>
        <w:sz w:val="24"/>
        <w:szCs w:val="24"/>
      </w:rPr>
      <w:t>30</w:t>
    </w:r>
    <w:r w:rsidRPr="00400921">
      <w:rPr>
        <w:sz w:val="24"/>
      </w:rPr>
      <w:fldChar w:fldCharType="end"/>
    </w:r>
  </w:p>
  <w:p w14:paraId="055C7F31" w14:textId="77777777" w:rsidR="00C72D69" w:rsidRDefault="00C72D6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0B2" w14:textId="77777777" w:rsidR="00C72D69" w:rsidRPr="00757D07" w:rsidRDefault="00C72D69" w:rsidP="00757D07">
    <w:pPr>
      <w:pStyle w:val="ae"/>
    </w:pPr>
  </w:p>
  <w:p w14:paraId="67D3ECFC" w14:textId="77777777" w:rsidR="00C72D69" w:rsidRDefault="00C72D6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C881" w14:textId="77777777" w:rsidR="00C72D69" w:rsidRDefault="00C72D69" w:rsidP="004361F5">
    <w:pPr>
      <w:pStyle w:val="ae"/>
      <w:jc w:val="center"/>
    </w:pPr>
    <w:r>
      <w:fldChar w:fldCharType="begin"/>
    </w:r>
    <w:r>
      <w:instrText xml:space="preserve"> PAGE   \* MERGEFORMAT </w:instrText>
    </w:r>
    <w:r>
      <w:fldChar w:fldCharType="separate"/>
    </w:r>
    <w:r>
      <w:rPr>
        <w:noProof/>
      </w:rPr>
      <w:t>1</w:t>
    </w:r>
    <w:r>
      <w:fldChar w:fldCharType="end"/>
    </w:r>
  </w:p>
  <w:p w14:paraId="6C82BA87" w14:textId="77777777" w:rsidR="00C72D69" w:rsidRDefault="00C72D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00" w14:textId="77777777" w:rsidR="00C72D69" w:rsidRDefault="00C72D69">
      <w:r>
        <w:separator/>
      </w:r>
    </w:p>
  </w:footnote>
  <w:footnote w:type="continuationSeparator" w:id="0">
    <w:p w14:paraId="0DD6E028" w14:textId="77777777" w:rsidR="00C72D69" w:rsidRDefault="00C72D69">
      <w:r>
        <w:continuationSeparator/>
      </w:r>
    </w:p>
  </w:footnote>
  <w:footnote w:type="continuationNotice" w:id="1">
    <w:p w14:paraId="588A8633" w14:textId="77777777" w:rsidR="00C72D69" w:rsidRDefault="00C72D69"/>
  </w:footnote>
  <w:footnote w:id="2">
    <w:p w14:paraId="41618CBA" w14:textId="77777777" w:rsidR="00C72D69" w:rsidRDefault="00C72D69"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56609D93" w14:textId="77777777" w:rsidR="00C72D69" w:rsidRPr="00F32259" w:rsidRDefault="00C72D69"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38A00B8" w14:textId="77777777" w:rsidR="00C72D69" w:rsidRPr="00F32259" w:rsidRDefault="00C72D69"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704A776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73D354C0" w14:textId="77777777" w:rsidR="00C72D6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0D673BB8"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4C6ABFF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36530A19"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2AB730BC"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50D552FE" w14:textId="77777777" w:rsidR="00C72D69" w:rsidRDefault="00C72D69"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22DDCB0B" w14:textId="77777777" w:rsidR="00C72D69" w:rsidRPr="00372FF8"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31C326A2" w14:textId="77777777" w:rsidR="00C72D69" w:rsidRPr="00F32259"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26ADF330" w14:textId="77777777" w:rsidR="00C72D69" w:rsidRPr="00DB3BCF" w:rsidRDefault="00C72D69" w:rsidP="00D34A9A">
      <w:pPr>
        <w:pStyle w:val="Style1"/>
        <w:widowControl/>
        <w:spacing w:line="240" w:lineRule="auto"/>
        <w:ind w:firstLine="696"/>
        <w:rPr>
          <w:sz w:val="20"/>
          <w:szCs w:val="20"/>
        </w:rPr>
      </w:pPr>
    </w:p>
  </w:footnote>
  <w:footnote w:id="4">
    <w:p w14:paraId="7A574636" w14:textId="77777777" w:rsidR="00C72D69" w:rsidRDefault="00C72D69"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14:paraId="012D744A" w14:textId="47EAF8C3" w:rsidR="00C72D69" w:rsidRPr="00AC62BD" w:rsidRDefault="00C72D69"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14:paraId="47D2F94C" w14:textId="77777777" w:rsidR="00C72D69" w:rsidRDefault="00C72D69"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81" w:name="l298"/>
      <w:bookmarkEnd w:id="381"/>
      <w:r>
        <w:t>контрактам.</w:t>
      </w:r>
    </w:p>
  </w:footnote>
  <w:footnote w:id="7">
    <w:p w14:paraId="31356E3A" w14:textId="77777777" w:rsidR="00C72D69" w:rsidRPr="00E863FE" w:rsidRDefault="00C72D69" w:rsidP="00854110">
      <w:pPr>
        <w:pStyle w:val="aa"/>
        <w:spacing w:line="240" w:lineRule="exact"/>
        <w:jc w:val="both"/>
        <w:rPr>
          <w:sz w:val="20"/>
        </w:rPr>
      </w:pPr>
      <w:r w:rsidRPr="00180596">
        <w:rPr>
          <w:rStyle w:val="a7"/>
          <w:sz w:val="24"/>
          <w:szCs w:val="24"/>
        </w:rPr>
        <w:footnoteRef/>
      </w:r>
      <w:r w:rsidRPr="00180596">
        <w:rPr>
          <w:sz w:val="24"/>
          <w:szCs w:val="24"/>
        </w:rP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14:paraId="69D2858D" w14:textId="77777777" w:rsidR="00C72D69" w:rsidRDefault="00C72D69" w:rsidP="00854110">
      <w:pPr>
        <w:pStyle w:val="a5"/>
      </w:pPr>
      <w:r w:rsidRPr="006253F9">
        <w:t>Кроме того, необходимо указать наличие программного обеспечения, баз данных, которые могут использоваться при выполнении работы.</w:t>
      </w:r>
    </w:p>
    <w:p w14:paraId="4C5A744C" w14:textId="77777777" w:rsidR="00C72D69" w:rsidRDefault="00C72D69" w:rsidP="0085411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4ACB" w14:textId="77777777" w:rsidR="00C72D69" w:rsidRDefault="00C72D69"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6EFA38F7" w14:textId="77777777" w:rsidR="00C72D69" w:rsidRPr="00711D68" w:rsidRDefault="00C72D69" w:rsidP="00456CF4">
    <w:pPr>
      <w:pStyle w:val="ac"/>
      <w:tabs>
        <w:tab w:val="clear" w:pos="4677"/>
        <w:tab w:val="center" w:pos="11057"/>
      </w:tabs>
      <w:rPr>
        <w:sz w:val="20"/>
      </w:rPr>
    </w:pPr>
    <w:r>
      <w:rPr>
        <w:sz w:val="20"/>
      </w:rPr>
      <w:t>_________________________________________________________________________________________________</w:t>
    </w:r>
  </w:p>
  <w:p w14:paraId="1068593D" w14:textId="77777777" w:rsidR="00C72D69" w:rsidRDefault="00C72D6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1CA7" w14:textId="7099FC87" w:rsidR="00C72D69" w:rsidRPr="00D5781E" w:rsidRDefault="00C72D69"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Pr>
        <w:sz w:val="20"/>
      </w:rPr>
      <w:tab/>
    </w:r>
    <w:r w:rsidRPr="00AE5E64">
      <w:rPr>
        <w:sz w:val="20"/>
      </w:rPr>
      <w:t>№ </w:t>
    </w:r>
    <w:r>
      <w:rPr>
        <w:sz w:val="20"/>
      </w:rPr>
      <w:t>0002/16/2.2/0069276/ТГУфа/ЗП/ГОС/Э/02.12.2016</w:t>
    </w:r>
  </w:p>
  <w:p w14:paraId="507AFA99" w14:textId="77777777" w:rsidR="00C72D69" w:rsidRPr="00400921"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4896" behindDoc="0" locked="0" layoutInCell="1" allowOverlap="1" wp14:anchorId="26CE7851" wp14:editId="4EB8E95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535743" id="Прямая соединительная линия 1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5F1" w14:textId="77777777" w:rsidR="00672072" w:rsidRPr="00DB3C27" w:rsidRDefault="00672072" w:rsidP="00672072">
    <w:pPr>
      <w:tabs>
        <w:tab w:val="right" w:pos="9923"/>
        <w:tab w:val="center" w:pos="11057"/>
      </w:tabs>
    </w:pPr>
    <w:r w:rsidRPr="005751C0">
      <w:rPr>
        <w:noProof/>
      </w:rPr>
      <mc:AlternateContent>
        <mc:Choice Requires="wps">
          <w:drawing>
            <wp:anchor distT="0" distB="0" distL="114300" distR="114300" simplePos="0" relativeHeight="251666944" behindDoc="0" locked="0" layoutInCell="1" allowOverlap="1" wp14:anchorId="76F9789F" wp14:editId="5B956BE3">
              <wp:simplePos x="0" y="0"/>
              <wp:positionH relativeFrom="column">
                <wp:posOffset>22860</wp:posOffset>
              </wp:positionH>
              <wp:positionV relativeFrom="paragraph">
                <wp:posOffset>247650</wp:posOffset>
              </wp:positionV>
              <wp:extent cx="62960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9FDCDF" id="Прямая соединительная линия 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DE2202F" w14:textId="77777777" w:rsidR="00672072" w:rsidRPr="00400921" w:rsidRDefault="00672072" w:rsidP="00672072">
    <w:pPr>
      <w:pStyle w:val="ac"/>
      <w:tabs>
        <w:tab w:val="clear" w:pos="4677"/>
        <w:tab w:val="center" w:pos="11057"/>
      </w:tabs>
      <w:rPr>
        <w:sz w:val="20"/>
      </w:rPr>
    </w:pPr>
  </w:p>
  <w:p w14:paraId="7D96E24B" w14:textId="5409A4E1" w:rsidR="00C72D69" w:rsidRPr="00353225" w:rsidRDefault="00C72D69" w:rsidP="0035322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E7D13" w14:textId="77777777" w:rsidR="00C72D69" w:rsidRDefault="00C72D6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D4129AD" w14:textId="77777777" w:rsidR="00C72D69" w:rsidRDefault="00C72D6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98AB8" w14:textId="0164467A" w:rsidR="00C72D69" w:rsidRPr="00D5781E" w:rsidRDefault="00C72D69" w:rsidP="00353ADB">
    <w:pPr>
      <w:tabs>
        <w:tab w:val="right" w:pos="9923"/>
        <w:tab w:val="center" w:pos="11057"/>
      </w:tabs>
    </w:pPr>
    <w:r w:rsidRPr="005751C0">
      <w:rPr>
        <w:noProof/>
      </w:rPr>
      <mc:AlternateContent>
        <mc:Choice Requires="wps">
          <w:drawing>
            <wp:anchor distT="0" distB="0" distL="114300" distR="114300" simplePos="0" relativeHeight="251660800" behindDoc="0" locked="0" layoutInCell="1" allowOverlap="1" wp14:anchorId="47707EF2" wp14:editId="41C2E16E">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9AA95C" id="Прямая соединительная линия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t>0002/16/2.2/0069276/ТГУфа/ЗП/ГОС/Э/02.12.2016</w:t>
    </w:r>
  </w:p>
  <w:p w14:paraId="312B7C07" w14:textId="77777777" w:rsidR="00C72D69" w:rsidRPr="00400921" w:rsidRDefault="00C72D69"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3E34" w14:textId="30B3ADBB" w:rsidR="00C72D69" w:rsidRPr="00B116FF" w:rsidRDefault="00C72D69"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53632" behindDoc="0" locked="0" layoutInCell="1" allowOverlap="1" wp14:anchorId="6437B9E6" wp14:editId="0D347548">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304F40" id="Прямая соединительная линия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Pr>
        <w:sz w:val="20"/>
      </w:rPr>
      <w:t>0002/16/2.2/0069276/ТГУфа/ЗП/ГОС/Э/02.12.2016</w:t>
    </w:r>
  </w:p>
  <w:p w14:paraId="3FB726FC" w14:textId="77777777" w:rsidR="00C72D69" w:rsidRDefault="00C72D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CD0C" w14:textId="7DE9D82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Pr>
        <w:sz w:val="20"/>
      </w:rPr>
      <w:t>0002/16/2.2/0069276/ТГУфа/ЗП/ГОС/Э/02.12.2016</w:t>
    </w:r>
  </w:p>
  <w:p w14:paraId="0B5D0A5F" w14:textId="77777777" w:rsidR="00C72D69" w:rsidRPr="00400921" w:rsidRDefault="00C72D6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55680" behindDoc="0" locked="0" layoutInCell="1" allowOverlap="1" wp14:anchorId="318B046E" wp14:editId="3083F66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DAE898" id="Прямая соединительная линия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0B55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5588973A"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741E6BC0" w14:textId="77777777" w:rsidR="00C72D69" w:rsidRPr="00CF5E92" w:rsidRDefault="00C72D6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D94A" w14:textId="41B4C146"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56704" behindDoc="0" locked="0" layoutInCell="1" allowOverlap="1" wp14:anchorId="5C530045" wp14:editId="51902CC0">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9644A6" id="Прямая соединительная линия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6AEB0F7" w14:textId="77777777" w:rsidR="00C72D69" w:rsidRPr="00400921" w:rsidRDefault="00C72D69"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CC6A" w14:textId="73235E6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Pr>
        <w:sz w:val="20"/>
      </w:rPr>
      <w:t>0002/16/2.2/0069276/ТГУфа/ЗП/ГОС/Э/02.12.2016</w:t>
    </w:r>
  </w:p>
  <w:p w14:paraId="53F7D80C" w14:textId="77777777" w:rsidR="00C72D69" w:rsidRPr="00400921" w:rsidRDefault="00C72D69"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57728" behindDoc="0" locked="0" layoutInCell="1" allowOverlap="1" wp14:anchorId="66D9EBDB" wp14:editId="23119419">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3CBA68" id="Прямая соединительная линия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783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0B33BC88"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5AD460E1" w14:textId="77777777" w:rsidR="00C72D69" w:rsidRPr="00CF5E92" w:rsidRDefault="00C72D69">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97852" w14:textId="2FFE2F75"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61824" behindDoc="0" locked="0" layoutInCell="1" allowOverlap="1" wp14:anchorId="68A5BC6A" wp14:editId="746B4E75">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9872F1" id="Прямая соединительная линия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7A49B003" w14:textId="77777777" w:rsidR="00C72D69" w:rsidRPr="00400921" w:rsidRDefault="00C72D69"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B9E4F" w14:textId="5CC2477F" w:rsidR="00C72D69" w:rsidRPr="00D5781E" w:rsidRDefault="00C72D69"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Pr>
        <w:sz w:val="20"/>
      </w:rPr>
      <w:t>0002/16/2.2/0069276/ТГУфа/ЗП/ГОС/Э/02.12.2016</w:t>
    </w:r>
  </w:p>
  <w:p w14:paraId="06B4FE44" w14:textId="77777777" w:rsidR="00C72D69" w:rsidRPr="00E549CE"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2848" behindDoc="0" locked="0" layoutInCell="1" allowOverlap="1" wp14:anchorId="248219CD" wp14:editId="53ADD45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ABF90E" id="Прямая соединительная линия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3"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4" w15:restartNumberingAfterBreak="0">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5"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E6455B5"/>
    <w:multiLevelType w:val="multilevel"/>
    <w:tmpl w:val="0FCA042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647" w:hanging="1080"/>
      </w:pPr>
      <w:rPr>
        <w:rFonts w:ascii="Times New Roman" w:hAnsi="Times New Roman" w:cs="Times New Roman" w:hint="default"/>
        <w:b/>
        <w:sz w:val="28"/>
        <w:szCs w:val="28"/>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0"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6DD72234"/>
    <w:multiLevelType w:val="multilevel"/>
    <w:tmpl w:val="5BCE5A10"/>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7.%3"/>
      <w:lvlJc w:val="left"/>
      <w:pPr>
        <w:ind w:left="1428" w:hanging="720"/>
      </w:pPr>
      <w:rPr>
        <w:rFonts w:hint="default"/>
        <w:b/>
      </w:rPr>
    </w:lvl>
    <w:lvl w:ilvl="3">
      <w:start w:val="1"/>
      <w:numFmt w:val="decimal"/>
      <w:lvlText w:val="%1.7.%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4"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7"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9" w15:restartNumberingAfterBreak="0">
    <w:nsid w:val="7AE15191"/>
    <w:multiLevelType w:val="hybridMultilevel"/>
    <w:tmpl w:val="0226D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0"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3"/>
  </w:num>
  <w:num w:numId="2">
    <w:abstractNumId w:val="29"/>
  </w:num>
  <w:num w:numId="3">
    <w:abstractNumId w:val="39"/>
  </w:num>
  <w:num w:numId="4">
    <w:abstractNumId w:val="12"/>
  </w:num>
  <w:num w:numId="5">
    <w:abstractNumId w:val="7"/>
  </w:num>
  <w:num w:numId="6">
    <w:abstractNumId w:val="11"/>
  </w:num>
  <w:num w:numId="7">
    <w:abstractNumId w:val="32"/>
  </w:num>
  <w:num w:numId="8">
    <w:abstractNumId w:val="46"/>
  </w:num>
  <w:num w:numId="9">
    <w:abstractNumId w:val="16"/>
  </w:num>
  <w:num w:numId="10">
    <w:abstractNumId w:val="27"/>
  </w:num>
  <w:num w:numId="11">
    <w:abstractNumId w:val="37"/>
  </w:num>
  <w:num w:numId="12">
    <w:abstractNumId w:val="52"/>
  </w:num>
  <w:num w:numId="13">
    <w:abstractNumId w:val="3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7"/>
  </w:num>
  <w:num w:numId="18">
    <w:abstractNumId w:val="41"/>
  </w:num>
  <w:num w:numId="19">
    <w:abstractNumId w:val="34"/>
  </w:num>
  <w:num w:numId="20">
    <w:abstractNumId w:val="48"/>
  </w:num>
  <w:num w:numId="21">
    <w:abstractNumId w:val="24"/>
  </w:num>
  <w:num w:numId="22">
    <w:abstractNumId w:val="35"/>
  </w:num>
  <w:num w:numId="23">
    <w:abstractNumId w:val="18"/>
  </w:num>
  <w:num w:numId="24">
    <w:abstractNumId w:val="45"/>
  </w:num>
  <w:num w:numId="25">
    <w:abstractNumId w:val="21"/>
  </w:num>
  <w:num w:numId="26">
    <w:abstractNumId w:val="33"/>
  </w:num>
  <w:num w:numId="27">
    <w:abstractNumId w:val="43"/>
  </w:num>
  <w:num w:numId="28">
    <w:abstractNumId w:val="23"/>
  </w:num>
  <w:num w:numId="29">
    <w:abstractNumId w:val="2"/>
  </w:num>
  <w:num w:numId="30">
    <w:abstractNumId w:val="51"/>
  </w:num>
  <w:num w:numId="31">
    <w:abstractNumId w:val="31"/>
  </w:num>
  <w:num w:numId="32">
    <w:abstractNumId w:val="10"/>
  </w:num>
  <w:num w:numId="33">
    <w:abstractNumId w:val="28"/>
  </w:num>
  <w:num w:numId="34">
    <w:abstractNumId w:val="22"/>
  </w:num>
  <w:num w:numId="35">
    <w:abstractNumId w:val="44"/>
  </w:num>
  <w:num w:numId="36">
    <w:abstractNumId w:val="9"/>
  </w:num>
  <w:num w:numId="37">
    <w:abstractNumId w:val="50"/>
  </w:num>
  <w:num w:numId="38">
    <w:abstractNumId w:val="26"/>
  </w:num>
  <w:num w:numId="39">
    <w:abstractNumId w:val="4"/>
  </w:num>
  <w:num w:numId="40">
    <w:abstractNumId w:val="20"/>
  </w:num>
  <w:num w:numId="41">
    <w:abstractNumId w:val="40"/>
  </w:num>
  <w:num w:numId="42">
    <w:abstractNumId w:val="19"/>
  </w:num>
  <w:num w:numId="43">
    <w:abstractNumId w:val="14"/>
  </w:num>
  <w:num w:numId="44">
    <w:abstractNumId w:val="8"/>
  </w:num>
  <w:num w:numId="45">
    <w:abstractNumId w:val="36"/>
  </w:num>
  <w:num w:numId="46">
    <w:abstractNumId w:val="38"/>
  </w:num>
  <w:num w:numId="47">
    <w:abstractNumId w:val="47"/>
  </w:num>
  <w:num w:numId="48">
    <w:abstractNumId w:val="42"/>
  </w:num>
  <w:num w:numId="49">
    <w:abstractNumId w:val="49"/>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573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CC5"/>
    <w:rsid w:val="00023D18"/>
    <w:rsid w:val="00024760"/>
    <w:rsid w:val="00025D2D"/>
    <w:rsid w:val="000269D1"/>
    <w:rsid w:val="00026B91"/>
    <w:rsid w:val="00027041"/>
    <w:rsid w:val="00030870"/>
    <w:rsid w:val="00030AE1"/>
    <w:rsid w:val="000312C2"/>
    <w:rsid w:val="0003159E"/>
    <w:rsid w:val="00032033"/>
    <w:rsid w:val="00032866"/>
    <w:rsid w:val="000329ED"/>
    <w:rsid w:val="00032DBA"/>
    <w:rsid w:val="000341C2"/>
    <w:rsid w:val="000351E3"/>
    <w:rsid w:val="00035A08"/>
    <w:rsid w:val="00035E29"/>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629"/>
    <w:rsid w:val="000527E0"/>
    <w:rsid w:val="00052B99"/>
    <w:rsid w:val="00053238"/>
    <w:rsid w:val="0005396B"/>
    <w:rsid w:val="00053C0F"/>
    <w:rsid w:val="000543D0"/>
    <w:rsid w:val="00054591"/>
    <w:rsid w:val="00054683"/>
    <w:rsid w:val="0005649F"/>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9B5"/>
    <w:rsid w:val="00073E81"/>
    <w:rsid w:val="00074407"/>
    <w:rsid w:val="000776F4"/>
    <w:rsid w:val="00077F96"/>
    <w:rsid w:val="00081641"/>
    <w:rsid w:val="0008244A"/>
    <w:rsid w:val="00082529"/>
    <w:rsid w:val="00082677"/>
    <w:rsid w:val="000840BD"/>
    <w:rsid w:val="00084F01"/>
    <w:rsid w:val="00085F35"/>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450"/>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F58"/>
    <w:rsid w:val="000E5526"/>
    <w:rsid w:val="000E6710"/>
    <w:rsid w:val="000E714E"/>
    <w:rsid w:val="000F041E"/>
    <w:rsid w:val="000F044D"/>
    <w:rsid w:val="000F219C"/>
    <w:rsid w:val="000F24EE"/>
    <w:rsid w:val="000F2D59"/>
    <w:rsid w:val="000F3534"/>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7EE"/>
    <w:rsid w:val="001278B4"/>
    <w:rsid w:val="00127982"/>
    <w:rsid w:val="00127F48"/>
    <w:rsid w:val="00130FEC"/>
    <w:rsid w:val="0013100C"/>
    <w:rsid w:val="0013154A"/>
    <w:rsid w:val="00132647"/>
    <w:rsid w:val="001333BB"/>
    <w:rsid w:val="001340A4"/>
    <w:rsid w:val="00135986"/>
    <w:rsid w:val="00135E3A"/>
    <w:rsid w:val="001377A5"/>
    <w:rsid w:val="00137B68"/>
    <w:rsid w:val="00140201"/>
    <w:rsid w:val="00141897"/>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1C"/>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102F"/>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66D"/>
    <w:rsid w:val="001A5EE8"/>
    <w:rsid w:val="001A714D"/>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4D38"/>
    <w:rsid w:val="001D6A5D"/>
    <w:rsid w:val="001D7CF4"/>
    <w:rsid w:val="001E05AE"/>
    <w:rsid w:val="001E0E80"/>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2D74"/>
    <w:rsid w:val="002030D0"/>
    <w:rsid w:val="00203571"/>
    <w:rsid w:val="002038BC"/>
    <w:rsid w:val="0020493E"/>
    <w:rsid w:val="00204996"/>
    <w:rsid w:val="00204DCE"/>
    <w:rsid w:val="00204E59"/>
    <w:rsid w:val="00204F27"/>
    <w:rsid w:val="00205849"/>
    <w:rsid w:val="00205F9E"/>
    <w:rsid w:val="00206AEA"/>
    <w:rsid w:val="002073E7"/>
    <w:rsid w:val="00211DAF"/>
    <w:rsid w:val="00211EB9"/>
    <w:rsid w:val="002120D4"/>
    <w:rsid w:val="002134EC"/>
    <w:rsid w:val="00213A3F"/>
    <w:rsid w:val="00213A98"/>
    <w:rsid w:val="00216E89"/>
    <w:rsid w:val="002171FB"/>
    <w:rsid w:val="0021727F"/>
    <w:rsid w:val="00217393"/>
    <w:rsid w:val="00217D5B"/>
    <w:rsid w:val="00220107"/>
    <w:rsid w:val="002202E7"/>
    <w:rsid w:val="002216FD"/>
    <w:rsid w:val="002222FF"/>
    <w:rsid w:val="00222B50"/>
    <w:rsid w:val="00222C96"/>
    <w:rsid w:val="00222F9B"/>
    <w:rsid w:val="00223DE6"/>
    <w:rsid w:val="0022436D"/>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60441"/>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856"/>
    <w:rsid w:val="00274C5F"/>
    <w:rsid w:val="002750B3"/>
    <w:rsid w:val="002765B3"/>
    <w:rsid w:val="00276820"/>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B66"/>
    <w:rsid w:val="002E3E1A"/>
    <w:rsid w:val="002E5BDC"/>
    <w:rsid w:val="002E603A"/>
    <w:rsid w:val="002E60FF"/>
    <w:rsid w:val="002E6C82"/>
    <w:rsid w:val="002E7193"/>
    <w:rsid w:val="002E79DC"/>
    <w:rsid w:val="002E7D9B"/>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6F61"/>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225"/>
    <w:rsid w:val="00353485"/>
    <w:rsid w:val="0035362F"/>
    <w:rsid w:val="00353AC1"/>
    <w:rsid w:val="00353ADB"/>
    <w:rsid w:val="00353D46"/>
    <w:rsid w:val="00354365"/>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2C8D"/>
    <w:rsid w:val="00383D90"/>
    <w:rsid w:val="00383F34"/>
    <w:rsid w:val="003849BC"/>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16B7"/>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4955"/>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DD2"/>
    <w:rsid w:val="0040710A"/>
    <w:rsid w:val="004076AC"/>
    <w:rsid w:val="00410513"/>
    <w:rsid w:val="00410644"/>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6C4A"/>
    <w:rsid w:val="00446D7B"/>
    <w:rsid w:val="00447251"/>
    <w:rsid w:val="00447790"/>
    <w:rsid w:val="00450FEB"/>
    <w:rsid w:val="0045130F"/>
    <w:rsid w:val="00451F0E"/>
    <w:rsid w:val="00452043"/>
    <w:rsid w:val="00452498"/>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9F0"/>
    <w:rsid w:val="00476B71"/>
    <w:rsid w:val="004773BA"/>
    <w:rsid w:val="004801A9"/>
    <w:rsid w:val="00481A06"/>
    <w:rsid w:val="00483F5F"/>
    <w:rsid w:val="00484039"/>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20C8"/>
    <w:rsid w:val="004932F7"/>
    <w:rsid w:val="004945D4"/>
    <w:rsid w:val="00494D03"/>
    <w:rsid w:val="00494FEB"/>
    <w:rsid w:val="00496C78"/>
    <w:rsid w:val="0049763F"/>
    <w:rsid w:val="00497911"/>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A80"/>
    <w:rsid w:val="004B3CE1"/>
    <w:rsid w:val="004B3DF3"/>
    <w:rsid w:val="004B48D8"/>
    <w:rsid w:val="004B4E29"/>
    <w:rsid w:val="004B5AA9"/>
    <w:rsid w:val="004B656C"/>
    <w:rsid w:val="004B712E"/>
    <w:rsid w:val="004B7FD2"/>
    <w:rsid w:val="004C0043"/>
    <w:rsid w:val="004C05EE"/>
    <w:rsid w:val="004C0C12"/>
    <w:rsid w:val="004C0EA1"/>
    <w:rsid w:val="004C23A4"/>
    <w:rsid w:val="004C36F0"/>
    <w:rsid w:val="004C3BCC"/>
    <w:rsid w:val="004C51E6"/>
    <w:rsid w:val="004C51F2"/>
    <w:rsid w:val="004C5254"/>
    <w:rsid w:val="004C5720"/>
    <w:rsid w:val="004C6E1B"/>
    <w:rsid w:val="004C718D"/>
    <w:rsid w:val="004C7F5C"/>
    <w:rsid w:val="004D05E1"/>
    <w:rsid w:val="004D05FD"/>
    <w:rsid w:val="004D0A7E"/>
    <w:rsid w:val="004D149A"/>
    <w:rsid w:val="004D216E"/>
    <w:rsid w:val="004D261C"/>
    <w:rsid w:val="004D2877"/>
    <w:rsid w:val="004D2C09"/>
    <w:rsid w:val="004D3296"/>
    <w:rsid w:val="004D4004"/>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6E8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9A"/>
    <w:rsid w:val="00513527"/>
    <w:rsid w:val="00513901"/>
    <w:rsid w:val="00513961"/>
    <w:rsid w:val="00513B4D"/>
    <w:rsid w:val="00515898"/>
    <w:rsid w:val="00515EF0"/>
    <w:rsid w:val="00516173"/>
    <w:rsid w:val="005162D2"/>
    <w:rsid w:val="00516D68"/>
    <w:rsid w:val="0051767A"/>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ED7"/>
    <w:rsid w:val="00546C1F"/>
    <w:rsid w:val="00547521"/>
    <w:rsid w:val="00547913"/>
    <w:rsid w:val="00547A62"/>
    <w:rsid w:val="00550444"/>
    <w:rsid w:val="00550F54"/>
    <w:rsid w:val="00551033"/>
    <w:rsid w:val="00551C84"/>
    <w:rsid w:val="00552092"/>
    <w:rsid w:val="00552B63"/>
    <w:rsid w:val="00553023"/>
    <w:rsid w:val="00553A0B"/>
    <w:rsid w:val="00554580"/>
    <w:rsid w:val="00556A39"/>
    <w:rsid w:val="005575D5"/>
    <w:rsid w:val="005600AF"/>
    <w:rsid w:val="00560768"/>
    <w:rsid w:val="005608AE"/>
    <w:rsid w:val="00560A05"/>
    <w:rsid w:val="00560B1F"/>
    <w:rsid w:val="005611D5"/>
    <w:rsid w:val="0056241C"/>
    <w:rsid w:val="00562966"/>
    <w:rsid w:val="0056307E"/>
    <w:rsid w:val="005634BB"/>
    <w:rsid w:val="0056361B"/>
    <w:rsid w:val="00563C9B"/>
    <w:rsid w:val="00563CD5"/>
    <w:rsid w:val="0056445E"/>
    <w:rsid w:val="00564924"/>
    <w:rsid w:val="00564EE3"/>
    <w:rsid w:val="00565DD6"/>
    <w:rsid w:val="00565F28"/>
    <w:rsid w:val="00565FEC"/>
    <w:rsid w:val="00566B48"/>
    <w:rsid w:val="00566D99"/>
    <w:rsid w:val="00567562"/>
    <w:rsid w:val="00567669"/>
    <w:rsid w:val="0057011C"/>
    <w:rsid w:val="0057025B"/>
    <w:rsid w:val="00570828"/>
    <w:rsid w:val="0057110C"/>
    <w:rsid w:val="00571CE9"/>
    <w:rsid w:val="005751C0"/>
    <w:rsid w:val="00575F71"/>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42"/>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1B61"/>
    <w:rsid w:val="005F2323"/>
    <w:rsid w:val="005F28FC"/>
    <w:rsid w:val="005F298D"/>
    <w:rsid w:val="005F3FC1"/>
    <w:rsid w:val="005F40A0"/>
    <w:rsid w:val="005F6C6B"/>
    <w:rsid w:val="005F76C0"/>
    <w:rsid w:val="005F7F3D"/>
    <w:rsid w:val="00600260"/>
    <w:rsid w:val="0060154D"/>
    <w:rsid w:val="00601A3F"/>
    <w:rsid w:val="00602EF2"/>
    <w:rsid w:val="00603710"/>
    <w:rsid w:val="00603F81"/>
    <w:rsid w:val="00604342"/>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57FB9"/>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072"/>
    <w:rsid w:val="00672670"/>
    <w:rsid w:val="00672DC1"/>
    <w:rsid w:val="006731E3"/>
    <w:rsid w:val="00673F93"/>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3D51"/>
    <w:rsid w:val="006A438B"/>
    <w:rsid w:val="006A508B"/>
    <w:rsid w:val="006A6043"/>
    <w:rsid w:val="006A629B"/>
    <w:rsid w:val="006A68D0"/>
    <w:rsid w:val="006A6917"/>
    <w:rsid w:val="006A75EC"/>
    <w:rsid w:val="006A7EE4"/>
    <w:rsid w:val="006B0E21"/>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D7"/>
    <w:rsid w:val="007516AD"/>
    <w:rsid w:val="00751836"/>
    <w:rsid w:val="00752AFB"/>
    <w:rsid w:val="00753177"/>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AFB"/>
    <w:rsid w:val="007B1EF1"/>
    <w:rsid w:val="007B266D"/>
    <w:rsid w:val="007B44BB"/>
    <w:rsid w:val="007B454E"/>
    <w:rsid w:val="007B5597"/>
    <w:rsid w:val="007B5B67"/>
    <w:rsid w:val="007B618F"/>
    <w:rsid w:val="007B6761"/>
    <w:rsid w:val="007B6D4B"/>
    <w:rsid w:val="007B6D7D"/>
    <w:rsid w:val="007B7786"/>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13CA"/>
    <w:rsid w:val="007F2AF0"/>
    <w:rsid w:val="007F375E"/>
    <w:rsid w:val="007F466E"/>
    <w:rsid w:val="007F47E1"/>
    <w:rsid w:val="007F58C6"/>
    <w:rsid w:val="007F594A"/>
    <w:rsid w:val="007F6083"/>
    <w:rsid w:val="007F625E"/>
    <w:rsid w:val="007F65DC"/>
    <w:rsid w:val="007F6847"/>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35B8"/>
    <w:rsid w:val="00813682"/>
    <w:rsid w:val="00813C8B"/>
    <w:rsid w:val="008141ED"/>
    <w:rsid w:val="00814C7C"/>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DC0"/>
    <w:rsid w:val="008531A9"/>
    <w:rsid w:val="00854110"/>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779D"/>
    <w:rsid w:val="00887C13"/>
    <w:rsid w:val="00891408"/>
    <w:rsid w:val="008918BB"/>
    <w:rsid w:val="008918F9"/>
    <w:rsid w:val="0089206A"/>
    <w:rsid w:val="008924A5"/>
    <w:rsid w:val="00892612"/>
    <w:rsid w:val="00892667"/>
    <w:rsid w:val="0089315B"/>
    <w:rsid w:val="008937BF"/>
    <w:rsid w:val="00893C6C"/>
    <w:rsid w:val="00894745"/>
    <w:rsid w:val="00894B1C"/>
    <w:rsid w:val="00894E14"/>
    <w:rsid w:val="00895141"/>
    <w:rsid w:val="008957EA"/>
    <w:rsid w:val="00895C93"/>
    <w:rsid w:val="00895CB9"/>
    <w:rsid w:val="008968C1"/>
    <w:rsid w:val="00896AB0"/>
    <w:rsid w:val="00896DA5"/>
    <w:rsid w:val="008979A9"/>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3E62"/>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645"/>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3CF"/>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656C"/>
    <w:rsid w:val="00906D4F"/>
    <w:rsid w:val="00906DC7"/>
    <w:rsid w:val="009101A6"/>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2A8A"/>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23"/>
    <w:rsid w:val="009527ED"/>
    <w:rsid w:val="00953223"/>
    <w:rsid w:val="009535A0"/>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6DCC"/>
    <w:rsid w:val="009A7516"/>
    <w:rsid w:val="009A7D07"/>
    <w:rsid w:val="009B0A3B"/>
    <w:rsid w:val="009B155D"/>
    <w:rsid w:val="009B20CD"/>
    <w:rsid w:val="009B2FCE"/>
    <w:rsid w:val="009B39B1"/>
    <w:rsid w:val="009B39F7"/>
    <w:rsid w:val="009B3AEC"/>
    <w:rsid w:val="009B3B0B"/>
    <w:rsid w:val="009B436C"/>
    <w:rsid w:val="009B4D0E"/>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3E73"/>
    <w:rsid w:val="00A24424"/>
    <w:rsid w:val="00A24DD7"/>
    <w:rsid w:val="00A24F99"/>
    <w:rsid w:val="00A25128"/>
    <w:rsid w:val="00A2524A"/>
    <w:rsid w:val="00A25818"/>
    <w:rsid w:val="00A2638C"/>
    <w:rsid w:val="00A265E5"/>
    <w:rsid w:val="00A26B53"/>
    <w:rsid w:val="00A27013"/>
    <w:rsid w:val="00A27343"/>
    <w:rsid w:val="00A27B72"/>
    <w:rsid w:val="00A30179"/>
    <w:rsid w:val="00A31B45"/>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54E"/>
    <w:rsid w:val="00A43E72"/>
    <w:rsid w:val="00A4413A"/>
    <w:rsid w:val="00A44CAC"/>
    <w:rsid w:val="00A44D62"/>
    <w:rsid w:val="00A452A1"/>
    <w:rsid w:val="00A46788"/>
    <w:rsid w:val="00A476AF"/>
    <w:rsid w:val="00A47801"/>
    <w:rsid w:val="00A50104"/>
    <w:rsid w:val="00A5039F"/>
    <w:rsid w:val="00A50540"/>
    <w:rsid w:val="00A50FA1"/>
    <w:rsid w:val="00A5101F"/>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17"/>
    <w:rsid w:val="00AE64A6"/>
    <w:rsid w:val="00AE64A7"/>
    <w:rsid w:val="00AE69CE"/>
    <w:rsid w:val="00AE6A6A"/>
    <w:rsid w:val="00AE7FF2"/>
    <w:rsid w:val="00AF15B3"/>
    <w:rsid w:val="00AF1683"/>
    <w:rsid w:val="00AF2627"/>
    <w:rsid w:val="00AF29E2"/>
    <w:rsid w:val="00AF313F"/>
    <w:rsid w:val="00AF3844"/>
    <w:rsid w:val="00AF3A7B"/>
    <w:rsid w:val="00AF3BEC"/>
    <w:rsid w:val="00AF3E94"/>
    <w:rsid w:val="00AF4FD7"/>
    <w:rsid w:val="00AF5826"/>
    <w:rsid w:val="00AF5FAF"/>
    <w:rsid w:val="00AF63DB"/>
    <w:rsid w:val="00AF6467"/>
    <w:rsid w:val="00AF64F1"/>
    <w:rsid w:val="00AF6DDA"/>
    <w:rsid w:val="00B002B4"/>
    <w:rsid w:val="00B0068E"/>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5A6"/>
    <w:rsid w:val="00B116FF"/>
    <w:rsid w:val="00B12948"/>
    <w:rsid w:val="00B135B2"/>
    <w:rsid w:val="00B13872"/>
    <w:rsid w:val="00B1404C"/>
    <w:rsid w:val="00B141EB"/>
    <w:rsid w:val="00B14633"/>
    <w:rsid w:val="00B14EE2"/>
    <w:rsid w:val="00B15266"/>
    <w:rsid w:val="00B15735"/>
    <w:rsid w:val="00B157DD"/>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9A8"/>
    <w:rsid w:val="00B27DBA"/>
    <w:rsid w:val="00B301B7"/>
    <w:rsid w:val="00B30C41"/>
    <w:rsid w:val="00B31671"/>
    <w:rsid w:val="00B319CD"/>
    <w:rsid w:val="00B31DC3"/>
    <w:rsid w:val="00B32173"/>
    <w:rsid w:val="00B32355"/>
    <w:rsid w:val="00B32838"/>
    <w:rsid w:val="00B32E96"/>
    <w:rsid w:val="00B33425"/>
    <w:rsid w:val="00B337A2"/>
    <w:rsid w:val="00B34D93"/>
    <w:rsid w:val="00B352EF"/>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7237"/>
    <w:rsid w:val="00B77808"/>
    <w:rsid w:val="00B77A96"/>
    <w:rsid w:val="00B80D46"/>
    <w:rsid w:val="00B81647"/>
    <w:rsid w:val="00B8177D"/>
    <w:rsid w:val="00B8197D"/>
    <w:rsid w:val="00B819AD"/>
    <w:rsid w:val="00B819EA"/>
    <w:rsid w:val="00B81C0F"/>
    <w:rsid w:val="00B81C88"/>
    <w:rsid w:val="00B81E02"/>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8B3"/>
    <w:rsid w:val="00B90EF3"/>
    <w:rsid w:val="00B91797"/>
    <w:rsid w:val="00B92234"/>
    <w:rsid w:val="00B92724"/>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7AF2"/>
    <w:rsid w:val="00BE0212"/>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2316"/>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C21"/>
    <w:rsid w:val="00C40D07"/>
    <w:rsid w:val="00C41CC4"/>
    <w:rsid w:val="00C41E19"/>
    <w:rsid w:val="00C423B9"/>
    <w:rsid w:val="00C431FA"/>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4051"/>
    <w:rsid w:val="00C54804"/>
    <w:rsid w:val="00C548EC"/>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D69"/>
    <w:rsid w:val="00C72E27"/>
    <w:rsid w:val="00C73025"/>
    <w:rsid w:val="00C7409B"/>
    <w:rsid w:val="00C747FC"/>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0952"/>
    <w:rsid w:val="00CC11A6"/>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0065"/>
    <w:rsid w:val="00CD165C"/>
    <w:rsid w:val="00CD206A"/>
    <w:rsid w:val="00CD2533"/>
    <w:rsid w:val="00CD281C"/>
    <w:rsid w:val="00CD409A"/>
    <w:rsid w:val="00CD44F6"/>
    <w:rsid w:val="00CD460F"/>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0F3B"/>
    <w:rsid w:val="00CF14BA"/>
    <w:rsid w:val="00CF18B7"/>
    <w:rsid w:val="00CF2186"/>
    <w:rsid w:val="00CF2712"/>
    <w:rsid w:val="00CF2860"/>
    <w:rsid w:val="00CF352A"/>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0708A"/>
    <w:rsid w:val="00D10A20"/>
    <w:rsid w:val="00D12408"/>
    <w:rsid w:val="00D1378B"/>
    <w:rsid w:val="00D1436E"/>
    <w:rsid w:val="00D143A7"/>
    <w:rsid w:val="00D16563"/>
    <w:rsid w:val="00D16BD6"/>
    <w:rsid w:val="00D16CC7"/>
    <w:rsid w:val="00D170E6"/>
    <w:rsid w:val="00D1760C"/>
    <w:rsid w:val="00D208C4"/>
    <w:rsid w:val="00D20B62"/>
    <w:rsid w:val="00D2184E"/>
    <w:rsid w:val="00D226A3"/>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EC8"/>
    <w:rsid w:val="00D43F20"/>
    <w:rsid w:val="00D4498C"/>
    <w:rsid w:val="00D460AB"/>
    <w:rsid w:val="00D465CF"/>
    <w:rsid w:val="00D473CA"/>
    <w:rsid w:val="00D47513"/>
    <w:rsid w:val="00D4795E"/>
    <w:rsid w:val="00D504B9"/>
    <w:rsid w:val="00D50D5B"/>
    <w:rsid w:val="00D51467"/>
    <w:rsid w:val="00D51DCA"/>
    <w:rsid w:val="00D51E86"/>
    <w:rsid w:val="00D52F81"/>
    <w:rsid w:val="00D540FF"/>
    <w:rsid w:val="00D54C37"/>
    <w:rsid w:val="00D55524"/>
    <w:rsid w:val="00D559B1"/>
    <w:rsid w:val="00D55A9A"/>
    <w:rsid w:val="00D55B06"/>
    <w:rsid w:val="00D56F6C"/>
    <w:rsid w:val="00D5781E"/>
    <w:rsid w:val="00D57EB4"/>
    <w:rsid w:val="00D60122"/>
    <w:rsid w:val="00D60537"/>
    <w:rsid w:val="00D6073E"/>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57EE"/>
    <w:rsid w:val="00D863ED"/>
    <w:rsid w:val="00D867A6"/>
    <w:rsid w:val="00D869CD"/>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605"/>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43A"/>
    <w:rsid w:val="00DB0AE5"/>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4FBB"/>
    <w:rsid w:val="00DB5B2B"/>
    <w:rsid w:val="00DB5C1B"/>
    <w:rsid w:val="00DB6B25"/>
    <w:rsid w:val="00DB6EA9"/>
    <w:rsid w:val="00DB70B9"/>
    <w:rsid w:val="00DB72D3"/>
    <w:rsid w:val="00DB7339"/>
    <w:rsid w:val="00DB75B9"/>
    <w:rsid w:val="00DC054A"/>
    <w:rsid w:val="00DC0A02"/>
    <w:rsid w:val="00DC0B4B"/>
    <w:rsid w:val="00DC1A78"/>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49F"/>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B1C"/>
    <w:rsid w:val="00E33B44"/>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AB9"/>
    <w:rsid w:val="00EC7F2F"/>
    <w:rsid w:val="00ED0093"/>
    <w:rsid w:val="00ED09F0"/>
    <w:rsid w:val="00ED1D14"/>
    <w:rsid w:val="00ED24E8"/>
    <w:rsid w:val="00ED28D2"/>
    <w:rsid w:val="00ED2AB3"/>
    <w:rsid w:val="00ED2EC5"/>
    <w:rsid w:val="00ED361A"/>
    <w:rsid w:val="00ED42E8"/>
    <w:rsid w:val="00ED4790"/>
    <w:rsid w:val="00ED4FA0"/>
    <w:rsid w:val="00ED565B"/>
    <w:rsid w:val="00ED5874"/>
    <w:rsid w:val="00ED73A8"/>
    <w:rsid w:val="00ED7B7F"/>
    <w:rsid w:val="00EE0232"/>
    <w:rsid w:val="00EE1790"/>
    <w:rsid w:val="00EE17B0"/>
    <w:rsid w:val="00EE1D71"/>
    <w:rsid w:val="00EE1E8A"/>
    <w:rsid w:val="00EE2B2F"/>
    <w:rsid w:val="00EE3499"/>
    <w:rsid w:val="00EE3BBE"/>
    <w:rsid w:val="00EE3BF2"/>
    <w:rsid w:val="00EE43A4"/>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E0E"/>
    <w:rsid w:val="00F172FD"/>
    <w:rsid w:val="00F173CC"/>
    <w:rsid w:val="00F2030D"/>
    <w:rsid w:val="00F20E94"/>
    <w:rsid w:val="00F212E8"/>
    <w:rsid w:val="00F221DB"/>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43"/>
    <w:rsid w:val="00F33B81"/>
    <w:rsid w:val="00F33BB6"/>
    <w:rsid w:val="00F33F8A"/>
    <w:rsid w:val="00F3431F"/>
    <w:rsid w:val="00F34E65"/>
    <w:rsid w:val="00F34F9E"/>
    <w:rsid w:val="00F351D2"/>
    <w:rsid w:val="00F36823"/>
    <w:rsid w:val="00F375D8"/>
    <w:rsid w:val="00F37E5B"/>
    <w:rsid w:val="00F410BD"/>
    <w:rsid w:val="00F412E8"/>
    <w:rsid w:val="00F4260A"/>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057C"/>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DF9"/>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E56"/>
    <w:rsid w:val="00F750D1"/>
    <w:rsid w:val="00F752E4"/>
    <w:rsid w:val="00F76830"/>
    <w:rsid w:val="00F76871"/>
    <w:rsid w:val="00F771CD"/>
    <w:rsid w:val="00F77622"/>
    <w:rsid w:val="00F7787E"/>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39"/>
    <w:rsid w:val="00FA4ECD"/>
    <w:rsid w:val="00FA4FCE"/>
    <w:rsid w:val="00FA5E76"/>
    <w:rsid w:val="00FA614D"/>
    <w:rsid w:val="00FA7764"/>
    <w:rsid w:val="00FA7DC1"/>
    <w:rsid w:val="00FB0657"/>
    <w:rsid w:val="00FB08BF"/>
    <w:rsid w:val="00FB12D8"/>
    <w:rsid w:val="00FB1A23"/>
    <w:rsid w:val="00FB1BCC"/>
    <w:rsid w:val="00FB20F6"/>
    <w:rsid w:val="00FB3CD2"/>
    <w:rsid w:val="00FB49E7"/>
    <w:rsid w:val="00FB4F62"/>
    <w:rsid w:val="00FB51C4"/>
    <w:rsid w:val="00FB62E4"/>
    <w:rsid w:val="00FB6346"/>
    <w:rsid w:val="00FB6E49"/>
    <w:rsid w:val="00FB783F"/>
    <w:rsid w:val="00FC14DE"/>
    <w:rsid w:val="00FC18AD"/>
    <w:rsid w:val="00FC2B68"/>
    <w:rsid w:val="00FC3541"/>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10A2D7BD-C8C4-4D33-A8C8-AC0B8B65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712E"/>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957B1E"/>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uiPriority w:val="99"/>
    <w:rsid w:val="00516173"/>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pgaz.gazprombank.ru" TargetMode="Externa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628AF-4830-452E-960E-302032BF4A2E}">
  <ds:schemaRefs>
    <ds:schemaRef ds:uri="http://schemas.openxmlformats.org/officeDocument/2006/bibliography"/>
  </ds:schemaRefs>
</ds:datastoreItem>
</file>

<file path=customXml/itemProps2.xml><?xml version="1.0" encoding="utf-8"?>
<ds:datastoreItem xmlns:ds="http://schemas.openxmlformats.org/officeDocument/2006/customXml" ds:itemID="{C397C418-D142-4B27-A70B-582B764D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E5DB4584</Template>
  <TotalTime>489</TotalTime>
  <Pages>59</Pages>
  <Words>16431</Words>
  <Characters>93661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109873</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Галиева Елена Владимировна</cp:lastModifiedBy>
  <cp:revision>48</cp:revision>
  <cp:lastPrinted>2014-10-07T10:55:00Z</cp:lastPrinted>
  <dcterms:created xsi:type="dcterms:W3CDTF">2016-07-08T09:24:00Z</dcterms:created>
  <dcterms:modified xsi:type="dcterms:W3CDTF">2017-01-10T04:23:00Z</dcterms:modified>
</cp:coreProperties>
</file>